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95A48" w14:textId="77777777" w:rsidR="00E3288D" w:rsidRDefault="00044568" w:rsidP="00E3288D">
      <w:pPr>
        <w:autoSpaceDE w:val="0"/>
        <w:autoSpaceDN w:val="0"/>
        <w:adjustRightInd w:val="0"/>
        <w:spacing w:before="40" w:after="60" w:line="276" w:lineRule="auto"/>
        <w:jc w:val="right"/>
        <w:rPr>
          <w:rFonts w:cs="Open Sans"/>
          <w:b/>
          <w:bCs/>
          <w:sz w:val="32"/>
          <w:szCs w:val="32"/>
        </w:rPr>
      </w:pPr>
      <w:r w:rsidRPr="00E3288D">
        <w:rPr>
          <w:rFonts w:cs="Open Sans"/>
          <w:b/>
          <w:bCs/>
          <w:sz w:val="32"/>
          <w:szCs w:val="32"/>
        </w:rPr>
        <w:fldChar w:fldCharType="begin"/>
      </w:r>
      <w:r w:rsidRPr="00E3288D">
        <w:rPr>
          <w:rFonts w:cs="Open Sans"/>
          <w:b/>
          <w:bCs/>
          <w:sz w:val="32"/>
          <w:szCs w:val="32"/>
        </w:rPr>
        <w:instrText xml:space="preserve"> DOCPROPERTY  "Nazwa projektu"  \* MERGEFORMAT </w:instrText>
      </w:r>
      <w:r w:rsidRPr="00E3288D">
        <w:rPr>
          <w:rFonts w:cs="Open Sans"/>
          <w:b/>
          <w:bCs/>
          <w:sz w:val="32"/>
          <w:szCs w:val="32"/>
        </w:rPr>
        <w:fldChar w:fldCharType="separate"/>
      </w:r>
      <w:r w:rsidR="00EC7AC0" w:rsidRPr="00E3288D">
        <w:rPr>
          <w:rFonts w:cs="Open Sans"/>
          <w:b/>
          <w:bCs/>
          <w:sz w:val="32"/>
          <w:szCs w:val="32"/>
        </w:rPr>
        <w:t xml:space="preserve">Zintegrowany System Poboru Należności </w:t>
      </w:r>
    </w:p>
    <w:p w14:paraId="3874E8D7" w14:textId="3CAF11C4" w:rsidR="0042696D" w:rsidRPr="00E3288D" w:rsidRDefault="00EC7AC0" w:rsidP="00E3288D">
      <w:pPr>
        <w:autoSpaceDE w:val="0"/>
        <w:autoSpaceDN w:val="0"/>
        <w:adjustRightInd w:val="0"/>
        <w:spacing w:before="40" w:after="60" w:line="276" w:lineRule="auto"/>
        <w:jc w:val="right"/>
        <w:rPr>
          <w:rFonts w:cs="Open Sans"/>
          <w:b/>
          <w:bCs/>
          <w:sz w:val="32"/>
          <w:szCs w:val="32"/>
        </w:rPr>
      </w:pPr>
      <w:r w:rsidRPr="00E3288D">
        <w:rPr>
          <w:rFonts w:cs="Open Sans"/>
          <w:b/>
          <w:bCs/>
          <w:sz w:val="32"/>
          <w:szCs w:val="32"/>
        </w:rPr>
        <w:t>i Rozrachunków z UE i Budżetem ZEFIR 2</w:t>
      </w:r>
      <w:r w:rsidR="00044568" w:rsidRPr="00E3288D">
        <w:rPr>
          <w:rFonts w:cs="Open Sans"/>
          <w:b/>
          <w:bCs/>
          <w:sz w:val="32"/>
          <w:szCs w:val="32"/>
        </w:rPr>
        <w:fldChar w:fldCharType="end"/>
      </w:r>
    </w:p>
    <w:p w14:paraId="781558D1" w14:textId="77777777" w:rsidR="00535984" w:rsidRPr="00E3288D" w:rsidRDefault="0006207D" w:rsidP="00E3288D">
      <w:pPr>
        <w:pStyle w:val="Tytu"/>
        <w:spacing w:before="5040" w:after="240" w:line="276" w:lineRule="auto"/>
        <w:ind w:left="0"/>
        <w:jc w:val="right"/>
        <w:rPr>
          <w:rFonts w:ascii="Lato" w:eastAsia="Yu Gothic Light" w:hAnsi="Lato" w:cstheme="minorHAnsi"/>
          <w:bCs/>
          <w:sz w:val="56"/>
          <w:szCs w:val="28"/>
          <w:lang w:val="pl-PL"/>
        </w:rPr>
      </w:pPr>
      <w:r w:rsidRPr="00E3288D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begin"/>
      </w:r>
      <w:r w:rsidRPr="00E3288D">
        <w:rPr>
          <w:rFonts w:ascii="Lato" w:eastAsia="Yu Gothic Light" w:hAnsi="Lato" w:cstheme="minorHAnsi"/>
          <w:bCs/>
          <w:sz w:val="56"/>
          <w:szCs w:val="28"/>
          <w:lang w:val="pl-PL"/>
        </w:rPr>
        <w:instrText xml:space="preserve"> TITLE   \* MERGEFORMAT </w:instrText>
      </w:r>
      <w:r w:rsidRPr="00E3288D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separate"/>
      </w:r>
      <w:r w:rsidR="00EC7AC0" w:rsidRPr="00E3288D">
        <w:rPr>
          <w:rFonts w:ascii="Lato" w:eastAsia="Yu Gothic Light" w:hAnsi="Lato" w:cstheme="minorHAnsi"/>
          <w:bCs/>
          <w:sz w:val="56"/>
          <w:szCs w:val="28"/>
          <w:lang w:val="pl-PL"/>
        </w:rPr>
        <w:t>Specyfikacja XML dla podmiotów w zakresie elektronicznej obsługi deklaracji dla podatku akcyzowego AKC-4/AKC-4zo</w:t>
      </w:r>
      <w:r w:rsidRPr="00E3288D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end"/>
      </w:r>
    </w:p>
    <w:p w14:paraId="65FD4C86" w14:textId="77777777" w:rsidR="003F3585" w:rsidRPr="009D4D0A" w:rsidRDefault="001D1ACD" w:rsidP="00E3288D">
      <w:pPr>
        <w:autoSpaceDE w:val="0"/>
        <w:autoSpaceDN w:val="0"/>
        <w:adjustRightInd w:val="0"/>
        <w:spacing w:before="1560" w:after="60" w:line="276" w:lineRule="auto"/>
        <w:jc w:val="right"/>
        <w:rPr>
          <w:sz w:val="28"/>
          <w:szCs w:val="28"/>
        </w:rPr>
      </w:pPr>
      <w:r w:rsidRPr="00E3288D">
        <w:rPr>
          <w:rFonts w:cs="Open Sans"/>
          <w:b/>
          <w:bCs/>
          <w:sz w:val="32"/>
          <w:szCs w:val="32"/>
        </w:rPr>
        <w:t>Wersja</w:t>
      </w:r>
      <w:r w:rsidR="0058798F" w:rsidRPr="00E3288D">
        <w:rPr>
          <w:rFonts w:cs="Open Sans"/>
          <w:b/>
          <w:bCs/>
          <w:sz w:val="32"/>
          <w:szCs w:val="32"/>
        </w:rPr>
        <w:t xml:space="preserve"> </w:t>
      </w:r>
      <w:r w:rsidR="00023012" w:rsidRPr="00E3288D">
        <w:rPr>
          <w:rFonts w:cs="Open Sans"/>
          <w:b/>
          <w:bCs/>
          <w:sz w:val="32"/>
          <w:szCs w:val="32"/>
        </w:rPr>
        <w:fldChar w:fldCharType="begin"/>
      </w:r>
      <w:r w:rsidR="00023012" w:rsidRPr="00E3288D">
        <w:rPr>
          <w:rFonts w:cs="Open Sans"/>
          <w:b/>
          <w:bCs/>
          <w:sz w:val="32"/>
          <w:szCs w:val="32"/>
        </w:rPr>
        <w:instrText xml:space="preserve"> DOCPROPERTY  Wersja  \* MERGEFORMAT </w:instrText>
      </w:r>
      <w:r w:rsidR="00023012" w:rsidRPr="00E3288D">
        <w:rPr>
          <w:rFonts w:cs="Open Sans"/>
          <w:b/>
          <w:bCs/>
          <w:sz w:val="32"/>
          <w:szCs w:val="32"/>
        </w:rPr>
        <w:fldChar w:fldCharType="separate"/>
      </w:r>
      <w:r w:rsidR="00023012" w:rsidRPr="00E3288D">
        <w:rPr>
          <w:rFonts w:cs="Open Sans"/>
          <w:b/>
          <w:bCs/>
          <w:sz w:val="32"/>
          <w:szCs w:val="32"/>
        </w:rPr>
        <w:t>1.11</w:t>
      </w:r>
      <w:r w:rsidR="00023012" w:rsidRPr="00E3288D">
        <w:rPr>
          <w:rFonts w:cs="Open Sans"/>
          <w:b/>
          <w:bCs/>
          <w:sz w:val="32"/>
          <w:szCs w:val="32"/>
        </w:rPr>
        <w:fldChar w:fldCharType="end"/>
      </w:r>
      <w:r w:rsidR="009D4D0A" w:rsidRPr="00E3288D">
        <w:rPr>
          <w:rFonts w:cs="Open Sans"/>
          <w:b/>
          <w:bCs/>
          <w:sz w:val="32"/>
          <w:szCs w:val="32"/>
        </w:rPr>
        <w:t>.1</w:t>
      </w:r>
    </w:p>
    <w:p w14:paraId="25DD3A28" w14:textId="77777777" w:rsidR="0058798F" w:rsidRDefault="0058798F" w:rsidP="007D0A84"/>
    <w:p w14:paraId="330CE6A0" w14:textId="77777777" w:rsidR="00F6340E" w:rsidRDefault="00F6340E" w:rsidP="007D0A84">
      <w:pPr>
        <w:sectPr w:rsidR="00F6340E" w:rsidSect="00E06683">
          <w:footerReference w:type="even" r:id="rId8"/>
          <w:footerReference w:type="default" r:id="rId9"/>
          <w:headerReference w:type="first" r:id="rId10"/>
          <w:pgSz w:w="11900" w:h="16840" w:code="9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14:paraId="7031AE63" w14:textId="27B00EE4" w:rsidR="00904E12" w:rsidRDefault="00904E12" w:rsidP="00904E12">
      <w:pPr>
        <w:pStyle w:val="Legenda"/>
        <w:keepNext/>
      </w:pPr>
      <w:bookmarkStart w:id="0" w:name="_Toc182566532"/>
      <w:r>
        <w:lastRenderedPageBreak/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1</w:t>
      </w:r>
      <w:r w:rsidR="00715F4C">
        <w:rPr>
          <w:noProof/>
        </w:rPr>
        <w:fldChar w:fldCharType="end"/>
      </w:r>
      <w:r>
        <w:t xml:space="preserve">. </w:t>
      </w:r>
      <w:r w:rsidRPr="005B0082">
        <w:t>Metryka dokumentu</w:t>
      </w:r>
      <w:bookmarkEnd w:id="0"/>
    </w:p>
    <w:tbl>
      <w:tblPr>
        <w:tblStyle w:val="Siatkatabelijasn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BB6B75" w:rsidRPr="00662E2C" w14:paraId="1821CECF" w14:textId="77777777" w:rsidTr="00C369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00" w:type="dxa"/>
          </w:tcPr>
          <w:p w14:paraId="222105EF" w14:textId="77777777" w:rsidR="00BB6B75" w:rsidRPr="00C369BB" w:rsidRDefault="00BB6B75" w:rsidP="007D0A84">
            <w:pPr>
              <w:pStyle w:val="Z2Nagwektabeli"/>
            </w:pPr>
            <w:r w:rsidRPr="00904E12">
              <w:rPr>
                <w:rFonts w:ascii="Lato" w:hAnsi="Lato"/>
                <w:szCs w:val="18"/>
              </w:rPr>
              <w:t>Projekt</w:t>
            </w:r>
          </w:p>
        </w:tc>
        <w:tc>
          <w:tcPr>
            <w:tcW w:w="7560" w:type="dxa"/>
          </w:tcPr>
          <w:p w14:paraId="67ED5D51" w14:textId="77777777" w:rsidR="00BB6B75" w:rsidRPr="00904E12" w:rsidRDefault="00BB6B75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904E12">
              <w:rPr>
                <w:rFonts w:ascii="Lato" w:hAnsi="Lato"/>
                <w:szCs w:val="18"/>
              </w:rPr>
              <w:t>ZEFIR 2</w:t>
            </w:r>
          </w:p>
        </w:tc>
      </w:tr>
      <w:tr w:rsidR="00BB6B75" w:rsidRPr="007D0A84" w14:paraId="43C2F20B" w14:textId="77777777" w:rsidTr="00C369BB">
        <w:tc>
          <w:tcPr>
            <w:tcW w:w="1800" w:type="dxa"/>
          </w:tcPr>
          <w:p w14:paraId="6407A1A1" w14:textId="77777777" w:rsidR="00BB6B75" w:rsidRPr="00904E12" w:rsidRDefault="00FF41D0" w:rsidP="009E5F0B">
            <w:pPr>
              <w:pStyle w:val="Tabelazwyky"/>
            </w:pPr>
            <w:r w:rsidRPr="00904E12">
              <w:t>Nazwa Wykonawcy</w:t>
            </w:r>
          </w:p>
        </w:tc>
        <w:tc>
          <w:tcPr>
            <w:tcW w:w="7560" w:type="dxa"/>
          </w:tcPr>
          <w:p w14:paraId="13D093CE" w14:textId="77777777" w:rsidR="00BB6B75" w:rsidRPr="00904E12" w:rsidRDefault="001D1ACD" w:rsidP="00004C2C">
            <w:pPr>
              <w:pStyle w:val="Tabelazwyky"/>
            </w:pPr>
            <w:r w:rsidRPr="00904E12">
              <w:t>Asseco Poland S.A.</w:t>
            </w:r>
          </w:p>
        </w:tc>
      </w:tr>
      <w:tr w:rsidR="00BB6B75" w:rsidRPr="007D0A84" w14:paraId="78C8367E" w14:textId="77777777" w:rsidTr="00C369BB">
        <w:tc>
          <w:tcPr>
            <w:tcW w:w="1800" w:type="dxa"/>
          </w:tcPr>
          <w:p w14:paraId="28CC7048" w14:textId="77777777" w:rsidR="00BB6B75" w:rsidRPr="00904E12" w:rsidRDefault="00FF41D0" w:rsidP="004520B9">
            <w:pPr>
              <w:pStyle w:val="Tabelazwyky"/>
            </w:pPr>
            <w:r w:rsidRPr="00904E12">
              <w:t>Nazwa p</w:t>
            </w:r>
            <w:r w:rsidR="00BB6B75" w:rsidRPr="00904E12">
              <w:t>rodukt</w:t>
            </w:r>
            <w:r w:rsidRPr="00904E12">
              <w:t>u</w:t>
            </w:r>
          </w:p>
        </w:tc>
        <w:tc>
          <w:tcPr>
            <w:tcW w:w="7560" w:type="dxa"/>
          </w:tcPr>
          <w:p w14:paraId="45FC3D4B" w14:textId="77777777" w:rsidR="00BB6B75" w:rsidRPr="00904E12" w:rsidRDefault="00715F4C" w:rsidP="00CD2511">
            <w:pPr>
              <w:pStyle w:val="Tabelazwyky"/>
            </w:pPr>
            <w:r>
              <w:fldChar w:fldCharType="begin"/>
            </w:r>
            <w:r>
              <w:instrText xml:space="preserve"> TITLE   \* MERGEFORMAT </w:instrText>
            </w:r>
            <w:r>
              <w:fldChar w:fldCharType="separate"/>
            </w:r>
            <w:r w:rsidR="00EC7AC0" w:rsidRPr="00904E12">
              <w:t>Specyfikacja XML dla podmiotów w zakresie elektronicznej obsługi deklaracji dla podatku akcyzowego AKC-4/AKC-4zo</w:t>
            </w:r>
            <w:r>
              <w:fldChar w:fldCharType="end"/>
            </w:r>
          </w:p>
        </w:tc>
      </w:tr>
      <w:tr w:rsidR="00BB6B75" w:rsidRPr="007D0A84" w14:paraId="777A9F35" w14:textId="77777777" w:rsidTr="00C369BB">
        <w:tc>
          <w:tcPr>
            <w:tcW w:w="1800" w:type="dxa"/>
          </w:tcPr>
          <w:p w14:paraId="33DF6E38" w14:textId="77777777" w:rsidR="00BB6B75" w:rsidRPr="00904E12" w:rsidRDefault="00BB6B75" w:rsidP="004520B9">
            <w:pPr>
              <w:pStyle w:val="Tabelazwyky"/>
            </w:pPr>
            <w:r w:rsidRPr="00904E12">
              <w:t>Opis</w:t>
            </w:r>
            <w:r w:rsidR="00FF41D0" w:rsidRPr="00904E12">
              <w:t xml:space="preserve"> produktu</w:t>
            </w:r>
          </w:p>
        </w:tc>
        <w:tc>
          <w:tcPr>
            <w:tcW w:w="7560" w:type="dxa"/>
          </w:tcPr>
          <w:p w14:paraId="1D942A4B" w14:textId="77777777" w:rsidR="00035006" w:rsidRPr="00904E12" w:rsidRDefault="00035006" w:rsidP="00035006">
            <w:pPr>
              <w:pStyle w:val="PJP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Dokument jest produktem zrealizowanym w ramach Umowy nr 35-ILGW-253-182/2011, </w:t>
            </w:r>
            <w:r w:rsidRPr="00904E12">
              <w:rPr>
                <w:rFonts w:ascii="Lato" w:hAnsi="Lato" w:cs="Arial"/>
                <w:bCs/>
                <w:sz w:val="20"/>
                <w:szCs w:val="20"/>
                <w:lang w:val="pl-PL" w:eastAsia="pl-PL"/>
              </w:rPr>
              <w:t>Aneks z dnia 19.12.2012, Aneks z dnia 09.04.2013, Aneks z dnia 25.04.2014, Aneks z dnia 28.10.2014, Aneks z dnia 28.11.2014, Aneks z dnia 31.03.2015, Aneks z dnia 23.06.2015, Aneks z dnia 29.09.2015, Aneks z dnia 23.12.2015, Aneks z dnia 30.06.2016 i Aneks z dnia 30.11.2016</w:t>
            </w:r>
          </w:p>
          <w:p w14:paraId="582751D1" w14:textId="77777777" w:rsidR="00004C2C" w:rsidRPr="00904E12" w:rsidRDefault="00004C2C" w:rsidP="004520B9">
            <w:pPr>
              <w:pStyle w:val="Tabelazwyky"/>
            </w:pPr>
            <w:r w:rsidRPr="00904E12">
              <w:t>Dokument zawiera</w:t>
            </w:r>
            <w:r w:rsidR="008A4189" w:rsidRPr="00904E12">
              <w:t xml:space="preserve"> </w:t>
            </w:r>
            <w:r w:rsidR="00050718" w:rsidRPr="00904E12">
              <w:t xml:space="preserve">definicję struktury </w:t>
            </w:r>
            <w:r w:rsidR="00A65992" w:rsidRPr="00904E12">
              <w:t>dek</w:t>
            </w:r>
            <w:r w:rsidR="00BD494A" w:rsidRPr="00904E12">
              <w:t xml:space="preserve">laracji </w:t>
            </w:r>
            <w:r w:rsidR="003945C9" w:rsidRPr="00904E12">
              <w:t>AKC-</w:t>
            </w:r>
            <w:r w:rsidR="00E517F2" w:rsidRPr="00904E12">
              <w:t>4</w:t>
            </w:r>
            <w:r w:rsidR="000A71C7" w:rsidRPr="00904E12">
              <w:t xml:space="preserve">. </w:t>
            </w:r>
          </w:p>
        </w:tc>
      </w:tr>
      <w:tr w:rsidR="00BB6B75" w:rsidRPr="007D0A84" w14:paraId="281A48DE" w14:textId="77777777" w:rsidTr="00C369BB">
        <w:tc>
          <w:tcPr>
            <w:tcW w:w="1800" w:type="dxa"/>
          </w:tcPr>
          <w:p w14:paraId="363A9DC1" w14:textId="77777777" w:rsidR="00BB6B75" w:rsidRPr="00904E12" w:rsidRDefault="00FF41D0" w:rsidP="004520B9">
            <w:pPr>
              <w:pStyle w:val="Tabelazwyky"/>
            </w:pPr>
            <w:r w:rsidRPr="00904E12">
              <w:t>Autor/rzy</w:t>
            </w:r>
          </w:p>
        </w:tc>
        <w:tc>
          <w:tcPr>
            <w:tcW w:w="7560" w:type="dxa"/>
          </w:tcPr>
          <w:p w14:paraId="01C2C55E" w14:textId="77777777" w:rsidR="00BB6B75" w:rsidRPr="00904E12" w:rsidRDefault="008A4189" w:rsidP="004520B9">
            <w:pPr>
              <w:pStyle w:val="Tabelazwyky"/>
            </w:pPr>
            <w:r w:rsidRPr="00904E12">
              <w:t>Projektant –</w:t>
            </w:r>
            <w:r w:rsidR="00B12A1E" w:rsidRPr="00904E12">
              <w:t xml:space="preserve"> </w:t>
            </w:r>
            <w:r w:rsidR="00B67094" w:rsidRPr="00904E12">
              <w:t>Rafał Złoty</w:t>
            </w:r>
            <w:r w:rsidR="00035006" w:rsidRPr="00904E12">
              <w:t>, Analityk - Bogdan Schmidt</w:t>
            </w:r>
          </w:p>
        </w:tc>
      </w:tr>
      <w:tr w:rsidR="00742AAA" w:rsidRPr="007D0A84" w14:paraId="7EED584A" w14:textId="77777777" w:rsidTr="00C369BB">
        <w:tc>
          <w:tcPr>
            <w:tcW w:w="1800" w:type="dxa"/>
          </w:tcPr>
          <w:p w14:paraId="136A3C74" w14:textId="77777777" w:rsidR="00742AAA" w:rsidRPr="00904E12" w:rsidRDefault="00742AAA" w:rsidP="004520B9">
            <w:pPr>
              <w:pStyle w:val="Tabelazwyky"/>
            </w:pPr>
            <w:r w:rsidRPr="00904E12">
              <w:t>Nazwa pliku</w:t>
            </w:r>
          </w:p>
        </w:tc>
        <w:tc>
          <w:tcPr>
            <w:tcW w:w="7560" w:type="dxa"/>
          </w:tcPr>
          <w:p w14:paraId="37D84575" w14:textId="70E69FF3" w:rsidR="00742AAA" w:rsidRPr="00904E12" w:rsidRDefault="00715F4C" w:rsidP="004520B9">
            <w:pPr>
              <w:pStyle w:val="Tabelazwyky"/>
            </w:pPr>
            <w:r>
              <w:fldChar w:fldCharType="begin"/>
            </w:r>
            <w:r>
              <w:instrText xml:space="preserve"> FILENAME   \* MERGEFORMAT </w:instrText>
            </w:r>
            <w:r>
              <w:fldChar w:fldCharType="separate"/>
            </w:r>
            <w:r w:rsidR="00742AAA" w:rsidRPr="00904E12">
              <w:rPr>
                <w:noProof/>
              </w:rPr>
              <w:t>ZF2-PWT-KXML-AKC4_v1.11</w:t>
            </w:r>
            <w:r>
              <w:rPr>
                <w:noProof/>
              </w:rPr>
              <w:fldChar w:fldCharType="end"/>
            </w:r>
            <w:r w:rsidR="00742AAA" w:rsidRPr="00904E12">
              <w:t>.1</w:t>
            </w:r>
          </w:p>
        </w:tc>
      </w:tr>
      <w:tr w:rsidR="00742AAA" w:rsidRPr="007D0A84" w14:paraId="4CCAAC5D" w14:textId="77777777" w:rsidTr="00C369BB">
        <w:tc>
          <w:tcPr>
            <w:tcW w:w="1800" w:type="dxa"/>
          </w:tcPr>
          <w:p w14:paraId="39FDE5B1" w14:textId="5048C8D7" w:rsidR="00742AAA" w:rsidRPr="00904E12" w:rsidRDefault="00742AAA" w:rsidP="004520B9">
            <w:pPr>
              <w:pStyle w:val="Tabelazwyky"/>
            </w:pPr>
            <w:r w:rsidRPr="00904E12">
              <w:t>Liczba stron</w:t>
            </w:r>
          </w:p>
        </w:tc>
        <w:tc>
          <w:tcPr>
            <w:tcW w:w="7560" w:type="dxa"/>
          </w:tcPr>
          <w:p w14:paraId="6EEE7350" w14:textId="3B3DE150" w:rsidR="00742AAA" w:rsidRPr="00904E12" w:rsidRDefault="006F610A" w:rsidP="004520B9">
            <w:pPr>
              <w:pStyle w:val="Tabelazwyky"/>
            </w:pPr>
            <w:r>
              <w:t>116</w:t>
            </w:r>
          </w:p>
        </w:tc>
      </w:tr>
    </w:tbl>
    <w:p w14:paraId="30877D00" w14:textId="4FBB8FF2" w:rsidR="00904E12" w:rsidRDefault="00904E12" w:rsidP="00904E12">
      <w:pPr>
        <w:pStyle w:val="Legenda"/>
        <w:keepNext/>
      </w:pPr>
      <w:bookmarkStart w:id="1" w:name="_Toc182566533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2</w:t>
      </w:r>
      <w:r w:rsidR="00715F4C">
        <w:rPr>
          <w:noProof/>
        </w:rPr>
        <w:fldChar w:fldCharType="end"/>
      </w:r>
      <w:r>
        <w:t xml:space="preserve">. </w:t>
      </w:r>
      <w:r w:rsidRPr="00D06EE2">
        <w:t>Historia zmian dokumentu</w:t>
      </w:r>
      <w:bookmarkEnd w:id="1"/>
    </w:p>
    <w:tbl>
      <w:tblPr>
        <w:tblStyle w:val="Siatkatabelijasna"/>
        <w:tblW w:w="9480" w:type="dxa"/>
        <w:tblLayout w:type="fixed"/>
        <w:tblLook w:val="01E0" w:firstRow="1" w:lastRow="1" w:firstColumn="1" w:lastColumn="1" w:noHBand="0" w:noVBand="0"/>
      </w:tblPr>
      <w:tblGrid>
        <w:gridCol w:w="797"/>
        <w:gridCol w:w="877"/>
        <w:gridCol w:w="1326"/>
        <w:gridCol w:w="2400"/>
        <w:gridCol w:w="720"/>
        <w:gridCol w:w="1080"/>
        <w:gridCol w:w="1084"/>
        <w:gridCol w:w="1196"/>
      </w:tblGrid>
      <w:tr w:rsidR="005366D3" w:rsidRPr="007D0A84" w14:paraId="2B1D4DCF" w14:textId="77777777" w:rsidTr="008D1D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97" w:type="dxa"/>
          </w:tcPr>
          <w:p w14:paraId="5DDB0310" w14:textId="77777777" w:rsidR="00A45A2F" w:rsidRPr="00904E12" w:rsidRDefault="005366D3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904E12">
              <w:rPr>
                <w:rFonts w:ascii="Lato" w:hAnsi="Lato"/>
                <w:szCs w:val="18"/>
              </w:rPr>
              <w:t>E</w:t>
            </w:r>
            <w:r w:rsidR="00A45A2F" w:rsidRPr="00904E12">
              <w:rPr>
                <w:rFonts w:ascii="Lato" w:hAnsi="Lato"/>
                <w:szCs w:val="18"/>
              </w:rPr>
              <w:t>dycj</w:t>
            </w:r>
            <w:r w:rsidRPr="00904E12">
              <w:rPr>
                <w:rFonts w:ascii="Lato" w:hAnsi="Lato"/>
                <w:szCs w:val="18"/>
              </w:rPr>
              <w:t>a</w:t>
            </w:r>
          </w:p>
        </w:tc>
        <w:tc>
          <w:tcPr>
            <w:tcW w:w="877" w:type="dxa"/>
          </w:tcPr>
          <w:p w14:paraId="36117719" w14:textId="77777777" w:rsidR="00A45A2F" w:rsidRPr="00904E12" w:rsidRDefault="005366D3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904E12">
              <w:rPr>
                <w:rFonts w:ascii="Lato" w:hAnsi="Lato"/>
                <w:szCs w:val="18"/>
              </w:rPr>
              <w:t>Rewizja</w:t>
            </w:r>
          </w:p>
        </w:tc>
        <w:tc>
          <w:tcPr>
            <w:tcW w:w="1326" w:type="dxa"/>
          </w:tcPr>
          <w:p w14:paraId="5712BE57" w14:textId="77777777" w:rsidR="00A45A2F" w:rsidRPr="00904E12" w:rsidRDefault="00A45A2F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904E12">
              <w:rPr>
                <w:rFonts w:ascii="Lato" w:hAnsi="Lato"/>
                <w:szCs w:val="18"/>
              </w:rPr>
              <w:t>Data wydania</w:t>
            </w:r>
          </w:p>
        </w:tc>
        <w:tc>
          <w:tcPr>
            <w:tcW w:w="2400" w:type="dxa"/>
          </w:tcPr>
          <w:p w14:paraId="051CFBA8" w14:textId="77777777" w:rsidR="00A45A2F" w:rsidRPr="00904E12" w:rsidRDefault="00A45A2F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904E12">
              <w:rPr>
                <w:rFonts w:ascii="Lato" w:hAnsi="Lato"/>
                <w:szCs w:val="18"/>
              </w:rPr>
              <w:t>Opis</w:t>
            </w:r>
          </w:p>
        </w:tc>
        <w:tc>
          <w:tcPr>
            <w:tcW w:w="720" w:type="dxa"/>
          </w:tcPr>
          <w:p w14:paraId="43EF0CA9" w14:textId="77777777" w:rsidR="00A45A2F" w:rsidRPr="00904E12" w:rsidRDefault="005366D3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904E12">
              <w:rPr>
                <w:rFonts w:ascii="Lato" w:hAnsi="Lato"/>
                <w:szCs w:val="18"/>
              </w:rPr>
              <w:t>A</w:t>
            </w:r>
            <w:r w:rsidR="00A45A2F" w:rsidRPr="00904E12">
              <w:rPr>
                <w:rFonts w:ascii="Lato" w:hAnsi="Lato"/>
                <w:szCs w:val="18"/>
              </w:rPr>
              <w:t>kcja (*)</w:t>
            </w:r>
          </w:p>
        </w:tc>
        <w:tc>
          <w:tcPr>
            <w:tcW w:w="1080" w:type="dxa"/>
          </w:tcPr>
          <w:p w14:paraId="44C584D0" w14:textId="77777777" w:rsidR="00A45A2F" w:rsidRPr="00904E12" w:rsidRDefault="00A45A2F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904E12">
              <w:rPr>
                <w:rFonts w:ascii="Lato" w:hAnsi="Lato"/>
                <w:szCs w:val="18"/>
              </w:rPr>
              <w:t>Rozdzi</w:t>
            </w:r>
            <w:r w:rsidR="00FF41D0" w:rsidRPr="00904E12">
              <w:rPr>
                <w:rFonts w:ascii="Lato" w:hAnsi="Lato"/>
                <w:szCs w:val="18"/>
              </w:rPr>
              <w:t>ały</w:t>
            </w:r>
            <w:r w:rsidR="005366D3" w:rsidRPr="00904E12">
              <w:rPr>
                <w:rFonts w:ascii="Lato" w:hAnsi="Lato"/>
                <w:szCs w:val="18"/>
              </w:rPr>
              <w:t xml:space="preserve"> </w:t>
            </w:r>
            <w:r w:rsidRPr="00904E12">
              <w:rPr>
                <w:rFonts w:ascii="Lato" w:hAnsi="Lato"/>
                <w:szCs w:val="18"/>
              </w:rPr>
              <w:t>(**)</w:t>
            </w:r>
          </w:p>
        </w:tc>
        <w:tc>
          <w:tcPr>
            <w:tcW w:w="1084" w:type="dxa"/>
          </w:tcPr>
          <w:p w14:paraId="6884FC19" w14:textId="77777777" w:rsidR="00A45A2F" w:rsidRPr="00904E12" w:rsidRDefault="00A45A2F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904E12">
              <w:rPr>
                <w:rFonts w:ascii="Lato" w:hAnsi="Lato"/>
                <w:szCs w:val="18"/>
              </w:rPr>
              <w:t>Autor</w:t>
            </w:r>
            <w:r w:rsidR="00FF41D0" w:rsidRPr="00904E12">
              <w:rPr>
                <w:rFonts w:ascii="Lato" w:hAnsi="Lato"/>
                <w:szCs w:val="18"/>
              </w:rPr>
              <w:t xml:space="preserve">/rzy </w:t>
            </w:r>
            <w:r w:rsidRPr="00904E12">
              <w:rPr>
                <w:rFonts w:ascii="Lato" w:hAnsi="Lato"/>
                <w:szCs w:val="18"/>
              </w:rPr>
              <w:t>(***)</w:t>
            </w:r>
          </w:p>
        </w:tc>
        <w:tc>
          <w:tcPr>
            <w:tcW w:w="1196" w:type="dxa"/>
          </w:tcPr>
          <w:p w14:paraId="50C8316F" w14:textId="77777777" w:rsidR="00A45A2F" w:rsidRPr="00904E12" w:rsidRDefault="00A45A2F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904E12">
              <w:rPr>
                <w:rFonts w:ascii="Lato" w:hAnsi="Lato"/>
                <w:szCs w:val="18"/>
              </w:rPr>
              <w:t xml:space="preserve">Data </w:t>
            </w:r>
            <w:r w:rsidR="005366D3" w:rsidRPr="00904E12">
              <w:rPr>
                <w:rFonts w:ascii="Lato" w:hAnsi="Lato"/>
                <w:szCs w:val="18"/>
              </w:rPr>
              <w:t>KJ</w:t>
            </w:r>
          </w:p>
        </w:tc>
      </w:tr>
      <w:tr w:rsidR="00FD0D7E" w:rsidRPr="00C8597A" w14:paraId="3D32098C" w14:textId="77777777" w:rsidTr="008D1DEB">
        <w:tc>
          <w:tcPr>
            <w:tcW w:w="797" w:type="dxa"/>
          </w:tcPr>
          <w:p w14:paraId="1E3ED9EA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6C3AA612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2101E5FF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2013-07-22</w:t>
            </w:r>
          </w:p>
        </w:tc>
        <w:tc>
          <w:tcPr>
            <w:tcW w:w="2400" w:type="dxa"/>
          </w:tcPr>
          <w:p w14:paraId="60E11903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Utworzenie dokumentu</w:t>
            </w:r>
          </w:p>
        </w:tc>
        <w:tc>
          <w:tcPr>
            <w:tcW w:w="720" w:type="dxa"/>
          </w:tcPr>
          <w:p w14:paraId="36897CD4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N</w:t>
            </w:r>
          </w:p>
        </w:tc>
        <w:tc>
          <w:tcPr>
            <w:tcW w:w="1080" w:type="dxa"/>
          </w:tcPr>
          <w:p w14:paraId="5386AAB4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4" w:type="dxa"/>
          </w:tcPr>
          <w:p w14:paraId="704FA57D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96" w:type="dxa"/>
          </w:tcPr>
          <w:p w14:paraId="3A8C8E0B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</w:p>
        </w:tc>
      </w:tr>
      <w:tr w:rsidR="00FD0D7E" w:rsidRPr="00C8597A" w14:paraId="4A6D1046" w14:textId="77777777" w:rsidTr="008D1DEB">
        <w:tc>
          <w:tcPr>
            <w:tcW w:w="797" w:type="dxa"/>
          </w:tcPr>
          <w:p w14:paraId="43A519A0" w14:textId="77777777" w:rsidR="00FD0D7E" w:rsidRPr="00904E12" w:rsidDel="00DC1690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FD4D9D4" w14:textId="77777777" w:rsidR="00FD0D7E" w:rsidRPr="00904E12" w:rsidDel="00DC1690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13B57787" w14:textId="77777777" w:rsidR="00FD0D7E" w:rsidRPr="00904E12" w:rsidDel="001936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  <w:tc>
          <w:tcPr>
            <w:tcW w:w="2400" w:type="dxa"/>
          </w:tcPr>
          <w:p w14:paraId="33B743E5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18B47778" w14:textId="77777777" w:rsidR="00FD0D7E" w:rsidRPr="00904E12" w:rsidDel="00E715A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5E57F0D0" w14:textId="77777777" w:rsidR="00FD0D7E" w:rsidRPr="00904E12" w:rsidDel="00E715A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4" w:type="dxa"/>
          </w:tcPr>
          <w:p w14:paraId="6EBE3A92" w14:textId="77777777" w:rsidR="00FD0D7E" w:rsidRPr="00904E12" w:rsidDel="00E715A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Ewa Cegła</w:t>
            </w:r>
          </w:p>
        </w:tc>
        <w:tc>
          <w:tcPr>
            <w:tcW w:w="1196" w:type="dxa"/>
          </w:tcPr>
          <w:p w14:paraId="12D9D92B" w14:textId="77777777" w:rsidR="00FD0D7E" w:rsidRPr="00904E12" w:rsidDel="001936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2013-07-30</w:t>
            </w:r>
          </w:p>
        </w:tc>
      </w:tr>
      <w:tr w:rsidR="00FD0D7E" w:rsidRPr="00C8597A" w14:paraId="12CAB7AF" w14:textId="77777777" w:rsidTr="008D1DEB">
        <w:tc>
          <w:tcPr>
            <w:tcW w:w="797" w:type="dxa"/>
          </w:tcPr>
          <w:p w14:paraId="55163C79" w14:textId="77777777" w:rsidR="00FD0D7E" w:rsidRPr="00904E12" w:rsidDel="00DC1690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511ACF23" w14:textId="77777777" w:rsidR="00FD0D7E" w:rsidRPr="00904E12" w:rsidDel="00DC1690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0C89621C" w14:textId="77777777" w:rsidR="00FD0D7E" w:rsidRPr="00904E12" w:rsidDel="001936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2013-08-29</w:t>
            </w:r>
          </w:p>
        </w:tc>
        <w:tc>
          <w:tcPr>
            <w:tcW w:w="2400" w:type="dxa"/>
          </w:tcPr>
          <w:p w14:paraId="0D859156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Poprawki w opisach i typach</w:t>
            </w:r>
          </w:p>
        </w:tc>
        <w:tc>
          <w:tcPr>
            <w:tcW w:w="720" w:type="dxa"/>
          </w:tcPr>
          <w:p w14:paraId="58253674" w14:textId="77777777" w:rsidR="00FD0D7E" w:rsidRPr="00904E12" w:rsidDel="00E715A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6A6F268" w14:textId="77777777" w:rsidR="00FD0D7E" w:rsidRPr="00904E12" w:rsidDel="00E715A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4" w:type="dxa"/>
          </w:tcPr>
          <w:p w14:paraId="6DAE59B1" w14:textId="77777777" w:rsidR="00FD0D7E" w:rsidRPr="00904E12" w:rsidDel="00E715A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96" w:type="dxa"/>
          </w:tcPr>
          <w:p w14:paraId="54B3DA4E" w14:textId="77777777" w:rsidR="00FD0D7E" w:rsidRPr="00904E12" w:rsidDel="001936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</w:p>
        </w:tc>
      </w:tr>
      <w:tr w:rsidR="00FD0D7E" w:rsidRPr="00C8597A" w14:paraId="11BB2746" w14:textId="77777777" w:rsidTr="008D1DEB">
        <w:tc>
          <w:tcPr>
            <w:tcW w:w="797" w:type="dxa"/>
          </w:tcPr>
          <w:p w14:paraId="05F563C8" w14:textId="77777777" w:rsidR="00FD0D7E" w:rsidRPr="00904E12" w:rsidDel="00DC1690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3201B3C4" w14:textId="77777777" w:rsidR="00FD0D7E" w:rsidRPr="00904E12" w:rsidDel="00DC1690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065A4451" w14:textId="77777777" w:rsidR="00FD0D7E" w:rsidRPr="00904E12" w:rsidDel="001936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  <w:tc>
          <w:tcPr>
            <w:tcW w:w="2400" w:type="dxa"/>
          </w:tcPr>
          <w:p w14:paraId="4FFB904C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00DB8848" w14:textId="77777777" w:rsidR="00FD0D7E" w:rsidRPr="00904E12" w:rsidDel="00E715A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107EF60" w14:textId="77777777" w:rsidR="00FD0D7E" w:rsidRPr="00904E12" w:rsidDel="00E715A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4" w:type="dxa"/>
          </w:tcPr>
          <w:p w14:paraId="2876F8B7" w14:textId="77777777" w:rsidR="00FD0D7E" w:rsidRPr="00904E12" w:rsidDel="00E715A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196" w:type="dxa"/>
          </w:tcPr>
          <w:p w14:paraId="7730445A" w14:textId="77777777" w:rsidR="00FD0D7E" w:rsidRPr="00904E12" w:rsidDel="001936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2013-08-29</w:t>
            </w:r>
          </w:p>
        </w:tc>
      </w:tr>
      <w:tr w:rsidR="00FD0D7E" w:rsidRPr="00C8597A" w14:paraId="5FF34ACA" w14:textId="77777777" w:rsidTr="008D1DEB">
        <w:tc>
          <w:tcPr>
            <w:tcW w:w="797" w:type="dxa"/>
          </w:tcPr>
          <w:p w14:paraId="53DE59F5" w14:textId="77777777" w:rsidR="00FD0D7E" w:rsidRPr="00904E12" w:rsidDel="00DC1690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142DE852" w14:textId="77777777" w:rsidR="00FD0D7E" w:rsidRPr="00904E12" w:rsidDel="00DC1690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40363CE0" w14:textId="77777777" w:rsidR="00FD0D7E" w:rsidRPr="00904E12" w:rsidDel="001936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2013-09-10</w:t>
            </w:r>
          </w:p>
        </w:tc>
        <w:tc>
          <w:tcPr>
            <w:tcW w:w="2400" w:type="dxa"/>
          </w:tcPr>
          <w:p w14:paraId="7BCA21DB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Zmiany w strukturze dokumentu</w:t>
            </w:r>
          </w:p>
        </w:tc>
        <w:tc>
          <w:tcPr>
            <w:tcW w:w="720" w:type="dxa"/>
          </w:tcPr>
          <w:p w14:paraId="1481CF83" w14:textId="77777777" w:rsidR="00FD0D7E" w:rsidRPr="00904E12" w:rsidDel="00E715A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53029F4B" w14:textId="77777777" w:rsidR="00FD0D7E" w:rsidRPr="00904E12" w:rsidDel="00E715A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4" w:type="dxa"/>
          </w:tcPr>
          <w:p w14:paraId="26A5DDC2" w14:textId="77777777" w:rsidR="00FD0D7E" w:rsidRPr="00904E12" w:rsidDel="00E715A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96" w:type="dxa"/>
          </w:tcPr>
          <w:p w14:paraId="44392954" w14:textId="77777777" w:rsidR="00FD0D7E" w:rsidRPr="00904E12" w:rsidDel="001936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FD0D7E" w:rsidRPr="00C8597A" w14:paraId="34B66B14" w14:textId="77777777" w:rsidTr="008D1DEB">
        <w:tc>
          <w:tcPr>
            <w:tcW w:w="797" w:type="dxa"/>
          </w:tcPr>
          <w:p w14:paraId="138907F8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0</w:t>
            </w:r>
          </w:p>
        </w:tc>
        <w:tc>
          <w:tcPr>
            <w:tcW w:w="877" w:type="dxa"/>
          </w:tcPr>
          <w:p w14:paraId="0B036DBE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1D95D1CA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179DFBF7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22D7F472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51C9785A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4" w:type="dxa"/>
          </w:tcPr>
          <w:p w14:paraId="391B04B7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96" w:type="dxa"/>
          </w:tcPr>
          <w:p w14:paraId="5C90A929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2013-11-08</w:t>
            </w:r>
          </w:p>
        </w:tc>
      </w:tr>
      <w:tr w:rsidR="00FD0D7E" w:rsidRPr="00C8597A" w14:paraId="629CEE10" w14:textId="77777777" w:rsidTr="008D1DEB">
        <w:tc>
          <w:tcPr>
            <w:tcW w:w="797" w:type="dxa"/>
          </w:tcPr>
          <w:p w14:paraId="5536A84B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CE330C5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22D2C225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2013-11-08</w:t>
            </w:r>
          </w:p>
        </w:tc>
        <w:tc>
          <w:tcPr>
            <w:tcW w:w="2400" w:type="dxa"/>
          </w:tcPr>
          <w:p w14:paraId="0A6ED159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5861F6E2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414914BE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4" w:type="dxa"/>
          </w:tcPr>
          <w:p w14:paraId="2BAD924B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Jerzy Jeruzol</w:t>
            </w:r>
          </w:p>
        </w:tc>
        <w:tc>
          <w:tcPr>
            <w:tcW w:w="1196" w:type="dxa"/>
          </w:tcPr>
          <w:p w14:paraId="3CD215D9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</w:tr>
      <w:tr w:rsidR="00FD0D7E" w:rsidRPr="00C8597A" w14:paraId="07C16BB9" w14:textId="77777777" w:rsidTr="008D1DEB">
        <w:tc>
          <w:tcPr>
            <w:tcW w:w="797" w:type="dxa"/>
          </w:tcPr>
          <w:p w14:paraId="3965B98C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0E8C129E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326" w:type="dxa"/>
          </w:tcPr>
          <w:p w14:paraId="2EB2FA50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2013-12-19</w:t>
            </w:r>
          </w:p>
        </w:tc>
        <w:tc>
          <w:tcPr>
            <w:tcW w:w="2400" w:type="dxa"/>
          </w:tcPr>
          <w:p w14:paraId="23398A68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Poprawki</w:t>
            </w:r>
          </w:p>
        </w:tc>
        <w:tc>
          <w:tcPr>
            <w:tcW w:w="720" w:type="dxa"/>
          </w:tcPr>
          <w:p w14:paraId="717F8C39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5335BBF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4" w:type="dxa"/>
          </w:tcPr>
          <w:p w14:paraId="5E537DBC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Sławomir Bondka</w:t>
            </w:r>
          </w:p>
        </w:tc>
        <w:tc>
          <w:tcPr>
            <w:tcW w:w="1196" w:type="dxa"/>
          </w:tcPr>
          <w:p w14:paraId="440B7CD9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FD0D7E" w:rsidRPr="00C8597A" w14:paraId="274EB951" w14:textId="77777777" w:rsidTr="008D1DEB">
        <w:tc>
          <w:tcPr>
            <w:tcW w:w="797" w:type="dxa"/>
          </w:tcPr>
          <w:p w14:paraId="224E5859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32A01464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326" w:type="dxa"/>
          </w:tcPr>
          <w:p w14:paraId="423B13CC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6F736048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3841AEEE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AE0B534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4" w:type="dxa"/>
          </w:tcPr>
          <w:p w14:paraId="29947671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96" w:type="dxa"/>
          </w:tcPr>
          <w:p w14:paraId="3F908BC4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2013-12-31</w:t>
            </w:r>
          </w:p>
        </w:tc>
      </w:tr>
      <w:tr w:rsidR="00FD0D7E" w:rsidRPr="00C8597A" w14:paraId="62264E21" w14:textId="77777777" w:rsidTr="008D1DEB">
        <w:tc>
          <w:tcPr>
            <w:tcW w:w="797" w:type="dxa"/>
          </w:tcPr>
          <w:p w14:paraId="12282D79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A6534A7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326" w:type="dxa"/>
          </w:tcPr>
          <w:p w14:paraId="07A1BF44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2013-12-31</w:t>
            </w:r>
          </w:p>
        </w:tc>
        <w:tc>
          <w:tcPr>
            <w:tcW w:w="2400" w:type="dxa"/>
          </w:tcPr>
          <w:p w14:paraId="633349F3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41A8DC99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0623B3F3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4" w:type="dxa"/>
          </w:tcPr>
          <w:p w14:paraId="22BB2701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Jerzy Jeruzol</w:t>
            </w:r>
          </w:p>
        </w:tc>
        <w:tc>
          <w:tcPr>
            <w:tcW w:w="1196" w:type="dxa"/>
          </w:tcPr>
          <w:p w14:paraId="00D40DE9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</w:tr>
      <w:tr w:rsidR="00FD0D7E" w:rsidRPr="00C8597A" w14:paraId="6BE7F60B" w14:textId="77777777" w:rsidTr="008D1DEB">
        <w:tc>
          <w:tcPr>
            <w:tcW w:w="797" w:type="dxa"/>
          </w:tcPr>
          <w:p w14:paraId="72902173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1E603FCD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11</w:t>
            </w:r>
          </w:p>
        </w:tc>
        <w:tc>
          <w:tcPr>
            <w:tcW w:w="1326" w:type="dxa"/>
          </w:tcPr>
          <w:p w14:paraId="6D7C5B3C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2013-01-31</w:t>
            </w:r>
          </w:p>
        </w:tc>
        <w:tc>
          <w:tcPr>
            <w:tcW w:w="2400" w:type="dxa"/>
          </w:tcPr>
          <w:p w14:paraId="56C4FCBD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Poprawki po uwagach Zamawiającego</w:t>
            </w:r>
          </w:p>
        </w:tc>
        <w:tc>
          <w:tcPr>
            <w:tcW w:w="720" w:type="dxa"/>
          </w:tcPr>
          <w:p w14:paraId="5E20C6E2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A7ABF58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4" w:type="dxa"/>
          </w:tcPr>
          <w:p w14:paraId="420B5462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96" w:type="dxa"/>
          </w:tcPr>
          <w:p w14:paraId="47B0FD08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FD0D7E" w:rsidRPr="00C8597A" w14:paraId="61BF431E" w14:textId="77777777" w:rsidTr="008D1DEB">
        <w:tc>
          <w:tcPr>
            <w:tcW w:w="797" w:type="dxa"/>
          </w:tcPr>
          <w:p w14:paraId="3CD6F18B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1CFD2A8E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11</w:t>
            </w:r>
          </w:p>
        </w:tc>
        <w:tc>
          <w:tcPr>
            <w:tcW w:w="1326" w:type="dxa"/>
          </w:tcPr>
          <w:p w14:paraId="375640E2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0303F9E5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4A9666DC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6F4E743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4" w:type="dxa"/>
          </w:tcPr>
          <w:p w14:paraId="7C589794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96" w:type="dxa"/>
          </w:tcPr>
          <w:p w14:paraId="6DBC0957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2014-02-14</w:t>
            </w:r>
          </w:p>
        </w:tc>
      </w:tr>
      <w:tr w:rsidR="00FD0D7E" w:rsidRPr="00C8597A" w14:paraId="28CE85E2" w14:textId="77777777" w:rsidTr="008D1DEB">
        <w:tc>
          <w:tcPr>
            <w:tcW w:w="797" w:type="dxa"/>
          </w:tcPr>
          <w:p w14:paraId="017EC120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76C39953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11</w:t>
            </w:r>
          </w:p>
        </w:tc>
        <w:tc>
          <w:tcPr>
            <w:tcW w:w="1326" w:type="dxa"/>
          </w:tcPr>
          <w:p w14:paraId="48DE07E7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2014-02-14</w:t>
            </w:r>
          </w:p>
        </w:tc>
        <w:tc>
          <w:tcPr>
            <w:tcW w:w="2400" w:type="dxa"/>
          </w:tcPr>
          <w:p w14:paraId="08E20CF3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63178C8F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19783254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4" w:type="dxa"/>
          </w:tcPr>
          <w:p w14:paraId="332F74F7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Sebastian Wierzbicki</w:t>
            </w:r>
          </w:p>
        </w:tc>
        <w:tc>
          <w:tcPr>
            <w:tcW w:w="1196" w:type="dxa"/>
          </w:tcPr>
          <w:p w14:paraId="3EA70744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</w:tr>
      <w:tr w:rsidR="00FD0D7E" w:rsidRPr="00C8597A" w14:paraId="0591D210" w14:textId="77777777" w:rsidTr="008D1DEB">
        <w:tc>
          <w:tcPr>
            <w:tcW w:w="797" w:type="dxa"/>
          </w:tcPr>
          <w:p w14:paraId="15F30233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6A822DD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1B4E44F0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2014-08-19</w:t>
            </w:r>
          </w:p>
        </w:tc>
        <w:tc>
          <w:tcPr>
            <w:tcW w:w="2400" w:type="dxa"/>
          </w:tcPr>
          <w:p w14:paraId="24B77E0F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Poprawki. Dodanie opisu załącznika AKC-4L.</w:t>
            </w:r>
          </w:p>
        </w:tc>
        <w:tc>
          <w:tcPr>
            <w:tcW w:w="720" w:type="dxa"/>
          </w:tcPr>
          <w:p w14:paraId="2E6BDB3E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7AC6B289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3, 4</w:t>
            </w:r>
          </w:p>
        </w:tc>
        <w:tc>
          <w:tcPr>
            <w:tcW w:w="1084" w:type="dxa"/>
          </w:tcPr>
          <w:p w14:paraId="33BC29E1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96" w:type="dxa"/>
          </w:tcPr>
          <w:p w14:paraId="549F7D2C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</w:tr>
      <w:tr w:rsidR="00FD0D7E" w:rsidRPr="00C8597A" w14:paraId="1D200215" w14:textId="77777777" w:rsidTr="008D1DEB">
        <w:tc>
          <w:tcPr>
            <w:tcW w:w="797" w:type="dxa"/>
          </w:tcPr>
          <w:p w14:paraId="46345175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025BE55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2303B200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5FD06BC9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59C3EA4A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C0004C7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4" w:type="dxa"/>
          </w:tcPr>
          <w:p w14:paraId="37C435B6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Bogdan Schmidt</w:t>
            </w:r>
          </w:p>
        </w:tc>
        <w:tc>
          <w:tcPr>
            <w:tcW w:w="1196" w:type="dxa"/>
          </w:tcPr>
          <w:p w14:paraId="7D4D64C6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2014-08-29</w:t>
            </w:r>
          </w:p>
        </w:tc>
      </w:tr>
      <w:tr w:rsidR="00FD0D7E" w:rsidRPr="00C8597A" w14:paraId="507B1F4E" w14:textId="77777777" w:rsidTr="008D1DEB">
        <w:tc>
          <w:tcPr>
            <w:tcW w:w="797" w:type="dxa"/>
          </w:tcPr>
          <w:p w14:paraId="6FFCA6BC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A956299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5FF45B6D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2014-08-29</w:t>
            </w:r>
          </w:p>
        </w:tc>
        <w:tc>
          <w:tcPr>
            <w:tcW w:w="2400" w:type="dxa"/>
          </w:tcPr>
          <w:p w14:paraId="3C644841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6E34AF6A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763A727C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4" w:type="dxa"/>
          </w:tcPr>
          <w:p w14:paraId="3B46FE5A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Biuro Projektu Wykonawcy</w:t>
            </w:r>
          </w:p>
        </w:tc>
        <w:tc>
          <w:tcPr>
            <w:tcW w:w="1196" w:type="dxa"/>
          </w:tcPr>
          <w:p w14:paraId="2D988D8D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</w:tr>
      <w:tr w:rsidR="00FD0D7E" w:rsidRPr="00C8597A" w14:paraId="2D0C00CD" w14:textId="77777777" w:rsidTr="008D1DEB">
        <w:tc>
          <w:tcPr>
            <w:tcW w:w="797" w:type="dxa"/>
          </w:tcPr>
          <w:p w14:paraId="1E6CDF4F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51BFA9B9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40DEF7BF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2014-10-06</w:t>
            </w:r>
          </w:p>
        </w:tc>
        <w:tc>
          <w:tcPr>
            <w:tcW w:w="2400" w:type="dxa"/>
          </w:tcPr>
          <w:p w14:paraId="44D3368C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75E082BB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1043306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4" w:type="dxa"/>
          </w:tcPr>
          <w:p w14:paraId="59264704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96" w:type="dxa"/>
          </w:tcPr>
          <w:p w14:paraId="2C7F5C7D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FD0D7E" w:rsidRPr="00C8597A" w14:paraId="34522613" w14:textId="77777777" w:rsidTr="008D1DEB">
        <w:tc>
          <w:tcPr>
            <w:tcW w:w="797" w:type="dxa"/>
          </w:tcPr>
          <w:p w14:paraId="408786B3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A474CC8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0C5960A3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5BDD07BC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497E8BD1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16C6A692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4" w:type="dxa"/>
          </w:tcPr>
          <w:p w14:paraId="5DF0FA1E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96" w:type="dxa"/>
          </w:tcPr>
          <w:p w14:paraId="00B82AE4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2014-10-15</w:t>
            </w:r>
          </w:p>
        </w:tc>
      </w:tr>
      <w:tr w:rsidR="00FD0D7E" w:rsidRPr="00C8597A" w14:paraId="65F13934" w14:textId="77777777" w:rsidTr="008D1DEB">
        <w:tc>
          <w:tcPr>
            <w:tcW w:w="797" w:type="dxa"/>
          </w:tcPr>
          <w:p w14:paraId="4E8B780D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7896533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4CFC28D9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2014-10-15</w:t>
            </w:r>
          </w:p>
        </w:tc>
        <w:tc>
          <w:tcPr>
            <w:tcW w:w="2400" w:type="dxa"/>
          </w:tcPr>
          <w:p w14:paraId="00B7E613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2A022731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2FA656CC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4" w:type="dxa"/>
          </w:tcPr>
          <w:p w14:paraId="1B5CA6D7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Biuro Projektu Wykonawcy</w:t>
            </w:r>
          </w:p>
        </w:tc>
        <w:tc>
          <w:tcPr>
            <w:tcW w:w="1196" w:type="dxa"/>
          </w:tcPr>
          <w:p w14:paraId="4C795651" w14:textId="77777777" w:rsidR="00FD0D7E" w:rsidRPr="00904E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</w:tr>
      <w:tr w:rsidR="002B2C0E" w:rsidRPr="00C8597A" w14:paraId="206A6A16" w14:textId="77777777" w:rsidTr="008D1DEB">
        <w:tc>
          <w:tcPr>
            <w:tcW w:w="797" w:type="dxa"/>
          </w:tcPr>
          <w:p w14:paraId="722C64E4" w14:textId="77777777" w:rsidR="002B2C0E" w:rsidRPr="00904E12" w:rsidRDefault="00FD0D7E" w:rsidP="00D95EB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C277956" w14:textId="77777777" w:rsidR="002B2C0E" w:rsidRPr="00904E12" w:rsidRDefault="00753850" w:rsidP="00D95EB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0166B17C" w14:textId="77777777" w:rsidR="002B2C0E" w:rsidRPr="00904E12" w:rsidRDefault="002B2C0E" w:rsidP="00D95EB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2014-12-11</w:t>
            </w:r>
          </w:p>
        </w:tc>
        <w:tc>
          <w:tcPr>
            <w:tcW w:w="2400" w:type="dxa"/>
          </w:tcPr>
          <w:p w14:paraId="5BB3A256" w14:textId="77777777" w:rsidR="002B2C0E" w:rsidRPr="00904E12" w:rsidRDefault="00FD0D7E" w:rsidP="00D95EB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</w:rPr>
              <w:t xml:space="preserve">Wersja dokumentu utworzona na podstawie dokumentu </w:t>
            </w:r>
            <w:r w:rsidR="002B2C0E" w:rsidRPr="00904E12">
              <w:rPr>
                <w:rFonts w:ascii="Lato" w:hAnsi="Lato"/>
                <w:sz w:val="20"/>
                <w:szCs w:val="20"/>
                <w:lang w:val="pl-PL" w:eastAsia="pl-PL"/>
              </w:rPr>
              <w:t>Specyfikacja XML dla podmiotów w zakresie elektronicznej obsługi deklaracji dla podatku akcyzowego</w:t>
            </w:r>
            <w:r w:rsidR="00753850" w:rsidRPr="00904E12">
              <w:rPr>
                <w:rFonts w:ascii="Lato" w:hAnsi="Lato"/>
                <w:sz w:val="20"/>
                <w:szCs w:val="20"/>
                <w:lang w:val="pl-PL" w:eastAsia="pl-PL"/>
              </w:rPr>
              <w:t>, wersja 1.1</w:t>
            </w:r>
            <w:r w:rsidR="002B2C0E" w:rsidRPr="00904E12">
              <w:rPr>
                <w:rFonts w:ascii="Lato" w:hAnsi="Lato"/>
                <w:sz w:val="20"/>
                <w:szCs w:val="20"/>
                <w:lang w:val="pl-PL" w:eastAsia="pl-PL"/>
              </w:rPr>
              <w:t xml:space="preserve"> (plik ZF2-PRT-KXML-AKC4_v1.1.doc) odebranego w Fazie 1</w:t>
            </w:r>
          </w:p>
        </w:tc>
        <w:tc>
          <w:tcPr>
            <w:tcW w:w="720" w:type="dxa"/>
          </w:tcPr>
          <w:p w14:paraId="1567913E" w14:textId="77777777" w:rsidR="002B2C0E" w:rsidRPr="00904E12" w:rsidRDefault="00FD0D7E" w:rsidP="00D95EB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W, Z</w:t>
            </w:r>
          </w:p>
        </w:tc>
        <w:tc>
          <w:tcPr>
            <w:tcW w:w="1080" w:type="dxa"/>
          </w:tcPr>
          <w:p w14:paraId="413BA7DA" w14:textId="77777777" w:rsidR="002B2C0E" w:rsidRPr="00904E12" w:rsidRDefault="002B2C0E" w:rsidP="00D95EB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4" w:type="dxa"/>
          </w:tcPr>
          <w:p w14:paraId="28A3361B" w14:textId="77777777" w:rsidR="002B2C0E" w:rsidRPr="00904E12" w:rsidRDefault="002B2C0E" w:rsidP="00D95EB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 xml:space="preserve">Rafał Złoty </w:t>
            </w:r>
          </w:p>
        </w:tc>
        <w:tc>
          <w:tcPr>
            <w:tcW w:w="1196" w:type="dxa"/>
          </w:tcPr>
          <w:p w14:paraId="185F7078" w14:textId="77777777" w:rsidR="002B2C0E" w:rsidRPr="00904E12" w:rsidRDefault="00F07C7E" w:rsidP="00AD0F5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</w:tr>
      <w:tr w:rsidR="00DD260F" w:rsidRPr="00C8597A" w14:paraId="6F641D41" w14:textId="77777777" w:rsidTr="008D1DEB">
        <w:tc>
          <w:tcPr>
            <w:tcW w:w="797" w:type="dxa"/>
          </w:tcPr>
          <w:p w14:paraId="2D749434" w14:textId="77777777" w:rsidR="00DD260F" w:rsidRPr="00904E12" w:rsidRDefault="00DD260F" w:rsidP="00074C8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C6649EF" w14:textId="77777777" w:rsidR="00DD260F" w:rsidRPr="00904E12" w:rsidRDefault="00DD260F" w:rsidP="00074C8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2B2F34C3" w14:textId="77777777" w:rsidR="00DD260F" w:rsidRPr="00904E12" w:rsidRDefault="00DD260F" w:rsidP="00074C8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4D07D5B6" w14:textId="77777777" w:rsidR="00DD260F" w:rsidRPr="00904E12" w:rsidRDefault="00DD260F" w:rsidP="00074C8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409E7BC9" w14:textId="77777777" w:rsidR="00DD260F" w:rsidRPr="00904E12" w:rsidRDefault="00DD260F" w:rsidP="00074C8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1AFFB19A" w14:textId="77777777" w:rsidR="00DD260F" w:rsidRPr="00904E12" w:rsidRDefault="00DD260F" w:rsidP="00074C8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4" w:type="dxa"/>
          </w:tcPr>
          <w:p w14:paraId="5E4D23C8" w14:textId="77777777" w:rsidR="00DD260F" w:rsidRPr="00904E12" w:rsidRDefault="00DD260F" w:rsidP="00074C8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96" w:type="dxa"/>
          </w:tcPr>
          <w:p w14:paraId="50628A65" w14:textId="77777777" w:rsidR="00DD260F" w:rsidRPr="00904E12" w:rsidRDefault="00DD260F" w:rsidP="00074C8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2014-12-12</w:t>
            </w:r>
          </w:p>
        </w:tc>
      </w:tr>
      <w:tr w:rsidR="00DD260F" w:rsidRPr="00C8597A" w14:paraId="431589BB" w14:textId="77777777" w:rsidTr="008D1DEB">
        <w:tc>
          <w:tcPr>
            <w:tcW w:w="797" w:type="dxa"/>
          </w:tcPr>
          <w:p w14:paraId="6EC33B46" w14:textId="77777777" w:rsidR="00DD260F" w:rsidRPr="00904E12" w:rsidRDefault="00DD260F" w:rsidP="00D95EB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2C5E597" w14:textId="77777777" w:rsidR="00DD260F" w:rsidRPr="00904E12" w:rsidRDefault="00DD260F" w:rsidP="00D95EB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0D05A0C2" w14:textId="77777777" w:rsidR="00DD260F" w:rsidRPr="00904E12" w:rsidRDefault="00DD260F" w:rsidP="00D95EB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2015-03-05</w:t>
            </w:r>
          </w:p>
        </w:tc>
        <w:tc>
          <w:tcPr>
            <w:tcW w:w="2400" w:type="dxa"/>
          </w:tcPr>
          <w:p w14:paraId="2BF4F038" w14:textId="77777777" w:rsidR="00DD260F" w:rsidRPr="00904E12" w:rsidRDefault="00DD260F" w:rsidP="00074C8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6EB06198" w14:textId="77777777" w:rsidR="00DD260F" w:rsidRPr="00904E12" w:rsidRDefault="00DD260F" w:rsidP="00074C8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7F9CE878" w14:textId="77777777" w:rsidR="00DD260F" w:rsidRPr="00904E12" w:rsidRDefault="00DD260F" w:rsidP="00074C8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4" w:type="dxa"/>
          </w:tcPr>
          <w:p w14:paraId="418F454B" w14:textId="77777777" w:rsidR="00DD260F" w:rsidRPr="00904E12" w:rsidRDefault="00DD260F" w:rsidP="00074C8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96" w:type="dxa"/>
          </w:tcPr>
          <w:p w14:paraId="30623845" w14:textId="77777777" w:rsidR="00DD260F" w:rsidRPr="00904E12" w:rsidRDefault="00DD260F" w:rsidP="00074C8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DD260F" w:rsidRPr="00C8597A" w14:paraId="7B55CE30" w14:textId="77777777" w:rsidTr="008D1DEB">
        <w:tc>
          <w:tcPr>
            <w:tcW w:w="797" w:type="dxa"/>
          </w:tcPr>
          <w:p w14:paraId="2C519C88" w14:textId="77777777" w:rsidR="00DD260F" w:rsidRPr="00904E12" w:rsidRDefault="00DD260F" w:rsidP="00D95EB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1EEDFD4" w14:textId="77777777" w:rsidR="00DD260F" w:rsidRPr="00904E12" w:rsidRDefault="00DD260F" w:rsidP="00D95EB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540D9A5C" w14:textId="77777777" w:rsidR="00DD260F" w:rsidRPr="00904E12" w:rsidRDefault="00DD260F" w:rsidP="00074C8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28E7AD2A" w14:textId="77777777" w:rsidR="00DD260F" w:rsidRPr="00904E12" w:rsidRDefault="00DD260F" w:rsidP="00074C8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5AEAF3C1" w14:textId="77777777" w:rsidR="00DD260F" w:rsidRPr="00904E12" w:rsidRDefault="00DD260F" w:rsidP="00074C8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296289B" w14:textId="77777777" w:rsidR="00DD260F" w:rsidRPr="00904E12" w:rsidRDefault="00DD260F" w:rsidP="00074C8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4" w:type="dxa"/>
          </w:tcPr>
          <w:p w14:paraId="55A06E97" w14:textId="77777777" w:rsidR="00DD260F" w:rsidRPr="00904E12" w:rsidRDefault="00DD260F" w:rsidP="00074C8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96" w:type="dxa"/>
          </w:tcPr>
          <w:p w14:paraId="06BF7E1D" w14:textId="77777777" w:rsidR="00DD260F" w:rsidRPr="00904E12" w:rsidRDefault="00DD260F" w:rsidP="00074C8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2015-03-05</w:t>
            </w:r>
          </w:p>
        </w:tc>
      </w:tr>
      <w:tr w:rsidR="00480A01" w:rsidRPr="00C8597A" w14:paraId="3564588F" w14:textId="77777777" w:rsidTr="008D1DEB">
        <w:tc>
          <w:tcPr>
            <w:tcW w:w="797" w:type="dxa"/>
          </w:tcPr>
          <w:p w14:paraId="25D3F55C" w14:textId="77777777" w:rsidR="00480A01" w:rsidRPr="00904E12" w:rsidRDefault="00480A01" w:rsidP="00480A0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F788FE1" w14:textId="77777777" w:rsidR="00480A01" w:rsidRPr="00904E12" w:rsidRDefault="00480A01" w:rsidP="00480A0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1326" w:type="dxa"/>
          </w:tcPr>
          <w:p w14:paraId="5F349330" w14:textId="77777777" w:rsidR="00480A01" w:rsidRPr="00904E12" w:rsidRDefault="00480A01" w:rsidP="00480A0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2015-04-15</w:t>
            </w:r>
          </w:p>
        </w:tc>
        <w:tc>
          <w:tcPr>
            <w:tcW w:w="2400" w:type="dxa"/>
          </w:tcPr>
          <w:p w14:paraId="7EFF7A37" w14:textId="77777777" w:rsidR="00480A01" w:rsidRPr="00904E12" w:rsidRDefault="00480A01" w:rsidP="00480A0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2A0091C2" w14:textId="77777777" w:rsidR="00480A01" w:rsidRPr="00904E12" w:rsidRDefault="00480A01" w:rsidP="00480A0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72E48A07" w14:textId="77777777" w:rsidR="00480A01" w:rsidRPr="00904E12" w:rsidRDefault="00480A01" w:rsidP="00480A0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4" w:type="dxa"/>
          </w:tcPr>
          <w:p w14:paraId="4490247B" w14:textId="77777777" w:rsidR="00480A01" w:rsidRPr="00904E12" w:rsidRDefault="00480A01" w:rsidP="00480A0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96" w:type="dxa"/>
          </w:tcPr>
          <w:p w14:paraId="68D458ED" w14:textId="77777777" w:rsidR="00480A01" w:rsidRPr="00904E12" w:rsidRDefault="00480A01" w:rsidP="00480A0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3F5F81" w:rsidRPr="00C8597A" w14:paraId="4F7FBF81" w14:textId="77777777" w:rsidTr="008D1DEB">
        <w:tc>
          <w:tcPr>
            <w:tcW w:w="797" w:type="dxa"/>
          </w:tcPr>
          <w:p w14:paraId="65A64555" w14:textId="77777777" w:rsidR="003F5F81" w:rsidRPr="00904E12" w:rsidRDefault="003F5F81" w:rsidP="003F5F8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6BEB07C" w14:textId="77777777" w:rsidR="003F5F81" w:rsidRPr="00904E12" w:rsidRDefault="003F5F81" w:rsidP="003F5F8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1326" w:type="dxa"/>
          </w:tcPr>
          <w:p w14:paraId="4C856062" w14:textId="77777777" w:rsidR="003F5F81" w:rsidRPr="00904E12" w:rsidRDefault="003F5F81" w:rsidP="003F5F8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33CF798D" w14:textId="77777777" w:rsidR="003F5F81" w:rsidRPr="00904E12" w:rsidRDefault="003F5F81" w:rsidP="003F5F8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3976E9EB" w14:textId="77777777" w:rsidR="003F5F81" w:rsidRPr="00904E12" w:rsidRDefault="003F5F81" w:rsidP="003F5F8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21F8B217" w14:textId="77777777" w:rsidR="003F5F81" w:rsidRPr="00904E12" w:rsidRDefault="003F5F81" w:rsidP="003F5F8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4" w:type="dxa"/>
          </w:tcPr>
          <w:p w14:paraId="5CD4EE67" w14:textId="77777777" w:rsidR="003F5F81" w:rsidRPr="00904E12" w:rsidRDefault="003F5F81" w:rsidP="003F5F8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96" w:type="dxa"/>
          </w:tcPr>
          <w:p w14:paraId="6FCABB48" w14:textId="77777777" w:rsidR="003F5F81" w:rsidRPr="00904E12" w:rsidRDefault="003F5F81" w:rsidP="003F5F8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2015-04-20</w:t>
            </w:r>
          </w:p>
        </w:tc>
      </w:tr>
      <w:tr w:rsidR="0062348F" w:rsidRPr="00C8597A" w14:paraId="2AA91E4A" w14:textId="77777777" w:rsidTr="008D1DEB">
        <w:tc>
          <w:tcPr>
            <w:tcW w:w="797" w:type="dxa"/>
          </w:tcPr>
          <w:p w14:paraId="72E28590" w14:textId="77777777" w:rsidR="0062348F" w:rsidRPr="00904E12" w:rsidRDefault="0062348F" w:rsidP="0062348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772ACD03" w14:textId="77777777" w:rsidR="0062348F" w:rsidRPr="00904E12" w:rsidRDefault="0062348F" w:rsidP="0062348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5</w:t>
            </w:r>
          </w:p>
        </w:tc>
        <w:tc>
          <w:tcPr>
            <w:tcW w:w="1326" w:type="dxa"/>
          </w:tcPr>
          <w:p w14:paraId="4007D4EA" w14:textId="77777777" w:rsidR="0062348F" w:rsidRPr="00904E12" w:rsidRDefault="0062348F" w:rsidP="0062348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2015-05-20</w:t>
            </w:r>
          </w:p>
        </w:tc>
        <w:tc>
          <w:tcPr>
            <w:tcW w:w="2400" w:type="dxa"/>
          </w:tcPr>
          <w:p w14:paraId="077FF359" w14:textId="77777777" w:rsidR="0062348F" w:rsidRPr="00904E12" w:rsidRDefault="0062348F" w:rsidP="0062348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52A744BE" w14:textId="77777777" w:rsidR="0062348F" w:rsidRPr="00904E12" w:rsidRDefault="0062348F" w:rsidP="0062348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76051BB1" w14:textId="77777777" w:rsidR="0062348F" w:rsidRPr="00904E12" w:rsidRDefault="0062348F" w:rsidP="0062348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  <w:r w:rsidR="009F7F5D" w:rsidRPr="00904E12">
              <w:rPr>
                <w:rFonts w:ascii="Lato" w:hAnsi="Lato"/>
                <w:sz w:val="20"/>
                <w:szCs w:val="20"/>
                <w:lang w:val="pl-PL" w:eastAsia="pl-PL"/>
              </w:rPr>
              <w:t>.6</w:t>
            </w:r>
          </w:p>
        </w:tc>
        <w:tc>
          <w:tcPr>
            <w:tcW w:w="1084" w:type="dxa"/>
          </w:tcPr>
          <w:p w14:paraId="3D043A01" w14:textId="77777777" w:rsidR="0062348F" w:rsidRPr="00904E12" w:rsidRDefault="0062348F" w:rsidP="0062348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96" w:type="dxa"/>
          </w:tcPr>
          <w:p w14:paraId="663216FF" w14:textId="77777777" w:rsidR="0062348F" w:rsidRPr="00904E12" w:rsidRDefault="0062348F" w:rsidP="0062348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653CD4" w:rsidRPr="00C8597A" w14:paraId="07BD18A8" w14:textId="77777777" w:rsidTr="008D1DEB">
        <w:tc>
          <w:tcPr>
            <w:tcW w:w="797" w:type="dxa"/>
          </w:tcPr>
          <w:p w14:paraId="34FBB4B5" w14:textId="77777777" w:rsidR="00653CD4" w:rsidRPr="00904E12" w:rsidRDefault="000E1E6E" w:rsidP="00653CD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7504398" w14:textId="77777777" w:rsidR="00653CD4" w:rsidRPr="00904E12" w:rsidRDefault="000E1E6E" w:rsidP="00653CD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6</w:t>
            </w:r>
          </w:p>
        </w:tc>
        <w:tc>
          <w:tcPr>
            <w:tcW w:w="1326" w:type="dxa"/>
          </w:tcPr>
          <w:p w14:paraId="1D3DEEC5" w14:textId="77777777" w:rsidR="00653CD4" w:rsidRPr="00904E12" w:rsidRDefault="00653CD4" w:rsidP="00653CD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2015-06-16</w:t>
            </w:r>
          </w:p>
        </w:tc>
        <w:tc>
          <w:tcPr>
            <w:tcW w:w="2400" w:type="dxa"/>
          </w:tcPr>
          <w:p w14:paraId="6BFDB928" w14:textId="77777777" w:rsidR="00653CD4" w:rsidRPr="00904E12" w:rsidRDefault="000E1E6E" w:rsidP="00653CD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7FB51935" w14:textId="77777777" w:rsidR="00653CD4" w:rsidRPr="00904E12" w:rsidRDefault="00653CD4" w:rsidP="00653CD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</w:p>
        </w:tc>
        <w:tc>
          <w:tcPr>
            <w:tcW w:w="1080" w:type="dxa"/>
          </w:tcPr>
          <w:p w14:paraId="6194F2D3" w14:textId="77777777" w:rsidR="00653CD4" w:rsidRPr="00904E12" w:rsidRDefault="00653CD4" w:rsidP="00653CD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</w:p>
        </w:tc>
        <w:tc>
          <w:tcPr>
            <w:tcW w:w="1084" w:type="dxa"/>
          </w:tcPr>
          <w:p w14:paraId="2A346A23" w14:textId="77777777" w:rsidR="00653CD4" w:rsidRPr="00904E12" w:rsidRDefault="00653CD4" w:rsidP="00653CD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96" w:type="dxa"/>
          </w:tcPr>
          <w:p w14:paraId="37D88041" w14:textId="77777777" w:rsidR="00653CD4" w:rsidRPr="00904E12" w:rsidRDefault="00653CD4" w:rsidP="00653CD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0E1E6E" w:rsidRPr="00C8597A" w14:paraId="64798047" w14:textId="77777777" w:rsidTr="008D1DEB">
        <w:tc>
          <w:tcPr>
            <w:tcW w:w="797" w:type="dxa"/>
          </w:tcPr>
          <w:p w14:paraId="7C678CBD" w14:textId="77777777" w:rsidR="000E1E6E" w:rsidRPr="00904E12" w:rsidRDefault="000E1E6E" w:rsidP="000E1E6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B8F3934" w14:textId="77777777" w:rsidR="000E1E6E" w:rsidRPr="00904E12" w:rsidRDefault="000E1E6E" w:rsidP="000E1E6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6</w:t>
            </w:r>
          </w:p>
        </w:tc>
        <w:tc>
          <w:tcPr>
            <w:tcW w:w="1326" w:type="dxa"/>
          </w:tcPr>
          <w:p w14:paraId="30925430" w14:textId="77777777" w:rsidR="000E1E6E" w:rsidRPr="00904E12" w:rsidRDefault="000E1E6E" w:rsidP="000E1E6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78B4762C" w14:textId="77777777" w:rsidR="000E1E6E" w:rsidRPr="00904E12" w:rsidRDefault="000E1E6E" w:rsidP="000E1E6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3E2673CA" w14:textId="77777777" w:rsidR="000E1E6E" w:rsidRPr="00904E12" w:rsidRDefault="000E1E6E" w:rsidP="000E1E6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6434E552" w14:textId="77777777" w:rsidR="000E1E6E" w:rsidRPr="00904E12" w:rsidRDefault="000E1E6E" w:rsidP="000E1E6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4" w:type="dxa"/>
          </w:tcPr>
          <w:p w14:paraId="5C4E6BEE" w14:textId="77777777" w:rsidR="000E1E6E" w:rsidRPr="00904E12" w:rsidRDefault="000E1E6E" w:rsidP="000E1E6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96" w:type="dxa"/>
          </w:tcPr>
          <w:p w14:paraId="478F6DF1" w14:textId="77777777" w:rsidR="000E1E6E" w:rsidRPr="00904E12" w:rsidRDefault="000E1E6E" w:rsidP="000E1E6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2015-06-24</w:t>
            </w:r>
          </w:p>
        </w:tc>
      </w:tr>
      <w:tr w:rsidR="00E076C0" w:rsidRPr="00C8597A" w14:paraId="10E87B4B" w14:textId="77777777" w:rsidTr="008D1DEB">
        <w:tc>
          <w:tcPr>
            <w:tcW w:w="797" w:type="dxa"/>
          </w:tcPr>
          <w:p w14:paraId="243B19CF" w14:textId="77777777" w:rsidR="00E076C0" w:rsidRPr="00904E12" w:rsidRDefault="00E076C0" w:rsidP="000E1E6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A59D0E7" w14:textId="77777777" w:rsidR="00E076C0" w:rsidRPr="00904E12" w:rsidRDefault="00E076C0" w:rsidP="000E1E6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7</w:t>
            </w:r>
          </w:p>
        </w:tc>
        <w:tc>
          <w:tcPr>
            <w:tcW w:w="1326" w:type="dxa"/>
          </w:tcPr>
          <w:p w14:paraId="32AFD1F6" w14:textId="77777777" w:rsidR="00E076C0" w:rsidRPr="00904E12" w:rsidRDefault="00E076C0" w:rsidP="000E1E6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2015-08-19</w:t>
            </w:r>
          </w:p>
        </w:tc>
        <w:tc>
          <w:tcPr>
            <w:tcW w:w="2400" w:type="dxa"/>
          </w:tcPr>
          <w:p w14:paraId="1E168C02" w14:textId="77777777" w:rsidR="00E076C0" w:rsidRPr="00904E12" w:rsidRDefault="00E076C0" w:rsidP="000E1E6E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Aktualizacja.</w:t>
            </w:r>
          </w:p>
        </w:tc>
        <w:tc>
          <w:tcPr>
            <w:tcW w:w="720" w:type="dxa"/>
          </w:tcPr>
          <w:p w14:paraId="6205E0B2" w14:textId="77777777" w:rsidR="00E076C0" w:rsidRPr="00904E12" w:rsidRDefault="00E076C0" w:rsidP="000E1E6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168A00CE" w14:textId="77777777" w:rsidR="00E076C0" w:rsidRPr="00904E12" w:rsidRDefault="00E076C0" w:rsidP="000E1E6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4" w:type="dxa"/>
          </w:tcPr>
          <w:p w14:paraId="474DA724" w14:textId="77777777" w:rsidR="00E076C0" w:rsidRPr="00904E12" w:rsidRDefault="00E076C0" w:rsidP="000E1E6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Marcin Lora</w:t>
            </w:r>
          </w:p>
        </w:tc>
        <w:tc>
          <w:tcPr>
            <w:tcW w:w="1196" w:type="dxa"/>
          </w:tcPr>
          <w:p w14:paraId="0911F4C9" w14:textId="77777777" w:rsidR="00E076C0" w:rsidRPr="00904E12" w:rsidRDefault="00E076C0" w:rsidP="000E1E6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946944" w:rsidRPr="00C8597A" w14:paraId="2AA3B71E" w14:textId="77777777" w:rsidTr="008D1DEB">
        <w:tc>
          <w:tcPr>
            <w:tcW w:w="797" w:type="dxa"/>
          </w:tcPr>
          <w:p w14:paraId="41CEAF88" w14:textId="77777777" w:rsidR="00946944" w:rsidRPr="00904E12" w:rsidRDefault="00946944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130D298" w14:textId="77777777" w:rsidR="00946944" w:rsidRPr="00904E12" w:rsidRDefault="00946944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8</w:t>
            </w:r>
          </w:p>
        </w:tc>
        <w:tc>
          <w:tcPr>
            <w:tcW w:w="1326" w:type="dxa"/>
          </w:tcPr>
          <w:p w14:paraId="390BD10F" w14:textId="77777777" w:rsidR="00946944" w:rsidRPr="00904E12" w:rsidRDefault="00946944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2016-01-15</w:t>
            </w:r>
          </w:p>
        </w:tc>
        <w:tc>
          <w:tcPr>
            <w:tcW w:w="2400" w:type="dxa"/>
          </w:tcPr>
          <w:p w14:paraId="155FFD00" w14:textId="77777777" w:rsidR="00946944" w:rsidRPr="00904E12" w:rsidRDefault="00946944" w:rsidP="004209C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</w:rPr>
              <w:t xml:space="preserve">Wersja dokumentu utworzona na podstawie dokumentu </w:t>
            </w: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 xml:space="preserve">Specyfikacja XML dla podmiotów w zakresie elektronicznej obsługi deklaracji dla podatku akcyzowego, wersja 1.7 </w:t>
            </w:r>
            <w:r w:rsidR="004209C1" w:rsidRPr="00904E12">
              <w:rPr>
                <w:rFonts w:ascii="Lato" w:hAnsi="Lato"/>
                <w:sz w:val="20"/>
                <w:szCs w:val="20"/>
                <w:lang w:val="pl-PL" w:eastAsia="pl-PL"/>
              </w:rPr>
              <w:t>wytworzonego</w:t>
            </w: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 xml:space="preserve"> w Fazie 2</w:t>
            </w:r>
          </w:p>
        </w:tc>
        <w:tc>
          <w:tcPr>
            <w:tcW w:w="720" w:type="dxa"/>
          </w:tcPr>
          <w:p w14:paraId="1E79A698" w14:textId="77777777" w:rsidR="00946944" w:rsidRPr="00904E12" w:rsidRDefault="00946944" w:rsidP="00946944">
            <w:pPr>
              <w:rPr>
                <w:rFonts w:cs="Arial"/>
                <w:sz w:val="20"/>
                <w:szCs w:val="20"/>
              </w:rPr>
            </w:pPr>
            <w:r w:rsidRPr="00904E12">
              <w:rPr>
                <w:rFonts w:cs="Arial"/>
                <w:sz w:val="20"/>
                <w:szCs w:val="20"/>
              </w:rPr>
              <w:t>Z, We</w:t>
            </w:r>
          </w:p>
        </w:tc>
        <w:tc>
          <w:tcPr>
            <w:tcW w:w="1080" w:type="dxa"/>
          </w:tcPr>
          <w:p w14:paraId="3BF8D489" w14:textId="77777777" w:rsidR="00946944" w:rsidRPr="00904E12" w:rsidRDefault="00946944" w:rsidP="00946944">
            <w:pPr>
              <w:rPr>
                <w:rFonts w:cs="Arial"/>
                <w:sz w:val="20"/>
                <w:szCs w:val="20"/>
              </w:rPr>
            </w:pPr>
            <w:r w:rsidRPr="00904E12">
              <w:rPr>
                <w:rFonts w:cs="Arial"/>
                <w:sz w:val="20"/>
                <w:szCs w:val="20"/>
              </w:rPr>
              <w:t>W</w:t>
            </w:r>
          </w:p>
        </w:tc>
        <w:tc>
          <w:tcPr>
            <w:tcW w:w="1084" w:type="dxa"/>
          </w:tcPr>
          <w:p w14:paraId="53FE51E7" w14:textId="77777777" w:rsidR="00946944" w:rsidRPr="00904E12" w:rsidRDefault="00946944" w:rsidP="00946944">
            <w:pPr>
              <w:rPr>
                <w:rFonts w:cs="Arial"/>
                <w:sz w:val="20"/>
                <w:szCs w:val="20"/>
              </w:rPr>
            </w:pPr>
            <w:r w:rsidRPr="00904E12">
              <w:rPr>
                <w:rFonts w:cs="Arial"/>
                <w:sz w:val="20"/>
                <w:szCs w:val="20"/>
              </w:rPr>
              <w:t>Bogdan Schmidt</w:t>
            </w:r>
          </w:p>
        </w:tc>
        <w:tc>
          <w:tcPr>
            <w:tcW w:w="1196" w:type="dxa"/>
          </w:tcPr>
          <w:p w14:paraId="5E98E55B" w14:textId="77777777" w:rsidR="00946944" w:rsidRPr="00904E12" w:rsidRDefault="00946944" w:rsidP="00946944">
            <w:pPr>
              <w:rPr>
                <w:rFonts w:cs="Arial"/>
                <w:sz w:val="20"/>
                <w:szCs w:val="20"/>
              </w:rPr>
            </w:pPr>
            <w:r w:rsidRPr="00904E12">
              <w:rPr>
                <w:rFonts w:cs="Arial"/>
                <w:sz w:val="20"/>
                <w:szCs w:val="20"/>
              </w:rPr>
              <w:t>nd</w:t>
            </w:r>
          </w:p>
        </w:tc>
      </w:tr>
      <w:tr w:rsidR="00946944" w:rsidRPr="00C8597A" w14:paraId="05480C76" w14:textId="77777777" w:rsidTr="008D1DEB">
        <w:tc>
          <w:tcPr>
            <w:tcW w:w="797" w:type="dxa"/>
          </w:tcPr>
          <w:p w14:paraId="65B4B251" w14:textId="77777777" w:rsidR="00946944" w:rsidRPr="00904E12" w:rsidRDefault="00946944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029C502" w14:textId="77777777" w:rsidR="00946944" w:rsidRPr="00904E12" w:rsidRDefault="00946944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8</w:t>
            </w:r>
          </w:p>
        </w:tc>
        <w:tc>
          <w:tcPr>
            <w:tcW w:w="1326" w:type="dxa"/>
          </w:tcPr>
          <w:p w14:paraId="3D77DA08" w14:textId="77777777" w:rsidR="00946944" w:rsidRPr="00904E12" w:rsidRDefault="00946944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2016-01-29</w:t>
            </w:r>
          </w:p>
        </w:tc>
        <w:tc>
          <w:tcPr>
            <w:tcW w:w="2400" w:type="dxa"/>
          </w:tcPr>
          <w:p w14:paraId="39F44BDC" w14:textId="77777777" w:rsidR="00946944" w:rsidRPr="00904E12" w:rsidRDefault="00946944" w:rsidP="00946944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6C0F006D" w14:textId="77777777" w:rsidR="00946944" w:rsidRPr="00904E12" w:rsidRDefault="00946944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169036B5" w14:textId="77777777" w:rsidR="00946944" w:rsidRPr="00904E12" w:rsidRDefault="00946944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4" w:type="dxa"/>
          </w:tcPr>
          <w:p w14:paraId="358F80D1" w14:textId="77777777" w:rsidR="00946944" w:rsidRPr="00904E12" w:rsidRDefault="00946944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Andrzej Ligudziński</w:t>
            </w:r>
          </w:p>
        </w:tc>
        <w:tc>
          <w:tcPr>
            <w:tcW w:w="1196" w:type="dxa"/>
          </w:tcPr>
          <w:p w14:paraId="5D4D9B34" w14:textId="77777777" w:rsidR="00946944" w:rsidRPr="00904E12" w:rsidRDefault="00946944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946944" w:rsidRPr="00C8597A" w14:paraId="1C9BB39D" w14:textId="77777777" w:rsidTr="008D1DEB">
        <w:tc>
          <w:tcPr>
            <w:tcW w:w="797" w:type="dxa"/>
          </w:tcPr>
          <w:p w14:paraId="3812B3EE" w14:textId="77777777" w:rsidR="00946944" w:rsidRPr="00904E12" w:rsidRDefault="00946944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08D799E" w14:textId="77777777" w:rsidR="00946944" w:rsidRPr="00904E12" w:rsidRDefault="00946944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0E7F792B" w14:textId="77777777" w:rsidR="00946944" w:rsidRPr="00904E12" w:rsidRDefault="00946944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2016-02-04</w:t>
            </w:r>
          </w:p>
        </w:tc>
        <w:tc>
          <w:tcPr>
            <w:tcW w:w="2400" w:type="dxa"/>
          </w:tcPr>
          <w:p w14:paraId="4B582722" w14:textId="77777777" w:rsidR="00946944" w:rsidRPr="00904E12" w:rsidRDefault="00946944" w:rsidP="00946944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0FE22C41" w14:textId="77777777" w:rsidR="00946944" w:rsidRPr="00904E12" w:rsidRDefault="00946944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72C8787A" w14:textId="77777777" w:rsidR="00946944" w:rsidRPr="00904E12" w:rsidRDefault="00946944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3.7.2</w:t>
            </w:r>
          </w:p>
        </w:tc>
        <w:tc>
          <w:tcPr>
            <w:tcW w:w="1084" w:type="dxa"/>
          </w:tcPr>
          <w:p w14:paraId="0FC2C960" w14:textId="77777777" w:rsidR="00946944" w:rsidRPr="00904E12" w:rsidRDefault="00946944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Andrzej Ligudziński</w:t>
            </w:r>
          </w:p>
        </w:tc>
        <w:tc>
          <w:tcPr>
            <w:tcW w:w="1196" w:type="dxa"/>
          </w:tcPr>
          <w:p w14:paraId="3EB40E77" w14:textId="77777777" w:rsidR="00946944" w:rsidRPr="00904E12" w:rsidRDefault="00946944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337FE3" w14:paraId="4AB573E6" w14:textId="77777777" w:rsidTr="008D1DEB">
        <w:tc>
          <w:tcPr>
            <w:tcW w:w="797" w:type="dxa"/>
          </w:tcPr>
          <w:p w14:paraId="1C465359" w14:textId="77777777" w:rsidR="00337FE3" w:rsidRPr="00904E12" w:rsidRDefault="00337FE3" w:rsidP="0040062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0F8317B" w14:textId="77777777" w:rsidR="00337FE3" w:rsidRPr="00904E12" w:rsidRDefault="00337FE3" w:rsidP="0040062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9.1</w:t>
            </w:r>
          </w:p>
        </w:tc>
        <w:tc>
          <w:tcPr>
            <w:tcW w:w="1326" w:type="dxa"/>
          </w:tcPr>
          <w:p w14:paraId="5C8F25B5" w14:textId="77777777" w:rsidR="00337FE3" w:rsidRPr="00904E12" w:rsidRDefault="00337FE3" w:rsidP="0040062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2017-01-31</w:t>
            </w:r>
          </w:p>
        </w:tc>
        <w:tc>
          <w:tcPr>
            <w:tcW w:w="2400" w:type="dxa"/>
          </w:tcPr>
          <w:p w14:paraId="7AA66B6A" w14:textId="77777777" w:rsidR="00337FE3" w:rsidRPr="00904E12" w:rsidRDefault="00337FE3" w:rsidP="00D0088B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Aktualizacja wz z KAS</w:t>
            </w:r>
          </w:p>
        </w:tc>
        <w:tc>
          <w:tcPr>
            <w:tcW w:w="720" w:type="dxa"/>
          </w:tcPr>
          <w:p w14:paraId="5D73B977" w14:textId="77777777" w:rsidR="00337FE3" w:rsidRPr="00904E12" w:rsidRDefault="00337FE3" w:rsidP="0040062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B9F0317" w14:textId="77777777" w:rsidR="00337FE3" w:rsidRPr="00904E12" w:rsidRDefault="00337FE3" w:rsidP="0040062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Pkt. 1.4; 3.1</w:t>
            </w:r>
          </w:p>
        </w:tc>
        <w:tc>
          <w:tcPr>
            <w:tcW w:w="1084" w:type="dxa"/>
          </w:tcPr>
          <w:p w14:paraId="5E4662AB" w14:textId="77777777" w:rsidR="00337FE3" w:rsidRPr="00904E12" w:rsidRDefault="00337FE3" w:rsidP="0040062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196" w:type="dxa"/>
          </w:tcPr>
          <w:p w14:paraId="4D4427BE" w14:textId="77777777" w:rsidR="00337FE3" w:rsidRPr="00904E12" w:rsidRDefault="00337FE3" w:rsidP="0040062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663F02" w:rsidRPr="00C8597A" w14:paraId="5ACA54F7" w14:textId="77777777" w:rsidTr="008D1DEB">
        <w:tc>
          <w:tcPr>
            <w:tcW w:w="797" w:type="dxa"/>
          </w:tcPr>
          <w:p w14:paraId="2E2C0A29" w14:textId="77777777" w:rsidR="00663F02" w:rsidRPr="00904E12" w:rsidRDefault="00663F02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A8E84EF" w14:textId="77777777" w:rsidR="00663F02" w:rsidRPr="00904E12" w:rsidRDefault="00663F02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326" w:type="dxa"/>
          </w:tcPr>
          <w:p w14:paraId="788EADF2" w14:textId="77777777" w:rsidR="00663F02" w:rsidRPr="00904E12" w:rsidRDefault="00663F02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2017-01-31</w:t>
            </w:r>
          </w:p>
        </w:tc>
        <w:tc>
          <w:tcPr>
            <w:tcW w:w="2400" w:type="dxa"/>
          </w:tcPr>
          <w:p w14:paraId="14B4170D" w14:textId="77777777" w:rsidR="00663F02" w:rsidRPr="00904E12" w:rsidRDefault="00663F02" w:rsidP="00946944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Aktualizacja schematów do wersji 3_0</w:t>
            </w:r>
          </w:p>
        </w:tc>
        <w:tc>
          <w:tcPr>
            <w:tcW w:w="720" w:type="dxa"/>
          </w:tcPr>
          <w:p w14:paraId="5BE50432" w14:textId="77777777" w:rsidR="00663F02" w:rsidRPr="00904E12" w:rsidRDefault="00663F02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7BDECE06" w14:textId="77777777" w:rsidR="00663F02" w:rsidRPr="00904E12" w:rsidRDefault="00663F02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4" w:type="dxa"/>
          </w:tcPr>
          <w:p w14:paraId="2D92B08B" w14:textId="77777777" w:rsidR="00663F02" w:rsidRPr="00904E12" w:rsidRDefault="00663F02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Wojciech Salamon</w:t>
            </w:r>
          </w:p>
        </w:tc>
        <w:tc>
          <w:tcPr>
            <w:tcW w:w="1196" w:type="dxa"/>
          </w:tcPr>
          <w:p w14:paraId="6F8BA1C7" w14:textId="77777777" w:rsidR="00663F02" w:rsidRPr="00904E12" w:rsidRDefault="00663F02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023012" w:rsidRPr="00C8597A" w14:paraId="2C7CDC65" w14:textId="77777777" w:rsidTr="008D1DEB">
        <w:tc>
          <w:tcPr>
            <w:tcW w:w="797" w:type="dxa"/>
          </w:tcPr>
          <w:p w14:paraId="1F2A635F" w14:textId="77777777" w:rsidR="00023012" w:rsidRPr="00904E12" w:rsidRDefault="00023012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832EC9C" w14:textId="77777777" w:rsidR="00023012" w:rsidRPr="00904E12" w:rsidRDefault="00023012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14ABDFE3" w14:textId="77777777" w:rsidR="00023012" w:rsidRPr="00904E12" w:rsidRDefault="00023012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201</w:t>
            </w:r>
            <w:r w:rsidR="00130986" w:rsidRPr="00904E12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-</w:t>
            </w:r>
            <w:r w:rsidR="00130986" w:rsidRPr="00904E12">
              <w:rPr>
                <w:rFonts w:ascii="Lato" w:hAnsi="Lato"/>
                <w:sz w:val="20"/>
                <w:szCs w:val="20"/>
                <w:lang w:val="pl-PL" w:eastAsia="pl-PL"/>
              </w:rPr>
              <w:t>02</w:t>
            </w: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-</w:t>
            </w:r>
            <w:r w:rsidR="00130986" w:rsidRPr="00904E12">
              <w:rPr>
                <w:rFonts w:ascii="Lato" w:hAnsi="Lato"/>
                <w:sz w:val="20"/>
                <w:szCs w:val="20"/>
                <w:lang w:val="pl-PL" w:eastAsia="pl-PL"/>
              </w:rPr>
              <w:t>05</w:t>
            </w:r>
          </w:p>
        </w:tc>
        <w:tc>
          <w:tcPr>
            <w:tcW w:w="2400" w:type="dxa"/>
          </w:tcPr>
          <w:p w14:paraId="20B8B852" w14:textId="77777777" w:rsidR="00023012" w:rsidRPr="00904E12" w:rsidRDefault="00023012" w:rsidP="00946944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Aktualizacja dokumentu z uwzględnieniem zmian schematów.</w:t>
            </w:r>
          </w:p>
        </w:tc>
        <w:tc>
          <w:tcPr>
            <w:tcW w:w="720" w:type="dxa"/>
          </w:tcPr>
          <w:p w14:paraId="6983E5BF" w14:textId="77777777" w:rsidR="00023012" w:rsidRPr="00904E12" w:rsidRDefault="00023012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411C6ED" w14:textId="77777777" w:rsidR="00023012" w:rsidRPr="00904E12" w:rsidRDefault="00023012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4" w:type="dxa"/>
          </w:tcPr>
          <w:p w14:paraId="39093336" w14:textId="77777777" w:rsidR="00023012" w:rsidRPr="00904E12" w:rsidRDefault="00023012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Joanna Rzeźnicka (Aplikacje Krytyczn</w:t>
            </w: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e Sp. z o.o.)</w:t>
            </w:r>
          </w:p>
        </w:tc>
        <w:tc>
          <w:tcPr>
            <w:tcW w:w="1196" w:type="dxa"/>
          </w:tcPr>
          <w:p w14:paraId="30FE728A" w14:textId="77777777" w:rsidR="00023012" w:rsidRPr="00904E12" w:rsidRDefault="00023012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nd</w:t>
            </w:r>
          </w:p>
        </w:tc>
      </w:tr>
      <w:tr w:rsidR="00636FD8" w:rsidRPr="00C8597A" w14:paraId="10F94A6B" w14:textId="77777777" w:rsidTr="008D1DEB">
        <w:tc>
          <w:tcPr>
            <w:tcW w:w="797" w:type="dxa"/>
          </w:tcPr>
          <w:p w14:paraId="4D1FD460" w14:textId="77777777" w:rsidR="00636FD8" w:rsidRPr="00904E12" w:rsidRDefault="00636FD8" w:rsidP="00636FD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9233DDE" w14:textId="77777777" w:rsidR="00636FD8" w:rsidRPr="00904E12" w:rsidRDefault="00636FD8" w:rsidP="00636FD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38094311" w14:textId="77777777" w:rsidR="00636FD8" w:rsidRPr="00904E12" w:rsidRDefault="00636FD8" w:rsidP="00636FD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2019-02-20</w:t>
            </w:r>
          </w:p>
        </w:tc>
        <w:tc>
          <w:tcPr>
            <w:tcW w:w="2400" w:type="dxa"/>
          </w:tcPr>
          <w:p w14:paraId="565EBFB6" w14:textId="77777777" w:rsidR="00636FD8" w:rsidRPr="00904E12" w:rsidRDefault="00636FD8" w:rsidP="00636FD8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Dodanie okresu obowiązywania.</w:t>
            </w:r>
          </w:p>
        </w:tc>
        <w:tc>
          <w:tcPr>
            <w:tcW w:w="720" w:type="dxa"/>
          </w:tcPr>
          <w:p w14:paraId="0BED8F79" w14:textId="77777777" w:rsidR="00636FD8" w:rsidRPr="00904E12" w:rsidRDefault="00636FD8" w:rsidP="00636FD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33A5CD14" w14:textId="77777777" w:rsidR="00636FD8" w:rsidRPr="00904E12" w:rsidRDefault="00636FD8" w:rsidP="00636FD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1.3</w:t>
            </w:r>
          </w:p>
        </w:tc>
        <w:tc>
          <w:tcPr>
            <w:tcW w:w="1084" w:type="dxa"/>
          </w:tcPr>
          <w:p w14:paraId="7AB953F9" w14:textId="77777777" w:rsidR="00636FD8" w:rsidRPr="00904E12" w:rsidRDefault="00636FD8" w:rsidP="00636FD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Joanna Rzeźnicka (Aplikacje Krytyczne Sp. z o.o.)</w:t>
            </w:r>
          </w:p>
        </w:tc>
        <w:tc>
          <w:tcPr>
            <w:tcW w:w="1196" w:type="dxa"/>
          </w:tcPr>
          <w:p w14:paraId="32D78440" w14:textId="77777777" w:rsidR="00636FD8" w:rsidRPr="00904E12" w:rsidRDefault="00636FD8" w:rsidP="00636FD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98311F" w:rsidRPr="00C8597A" w14:paraId="7D17A010" w14:textId="77777777" w:rsidTr="008D1DEB">
        <w:tc>
          <w:tcPr>
            <w:tcW w:w="797" w:type="dxa"/>
          </w:tcPr>
          <w:p w14:paraId="46A8A311" w14:textId="77777777" w:rsidR="0098311F" w:rsidRPr="00904E12" w:rsidRDefault="0098311F" w:rsidP="00636FD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E84A5DB" w14:textId="77777777" w:rsidR="0098311F" w:rsidRPr="00904E12" w:rsidRDefault="0098311F" w:rsidP="00636FD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51DBA4DD" w14:textId="77777777" w:rsidR="0098311F" w:rsidRPr="00904E12" w:rsidRDefault="0098311F" w:rsidP="00636FD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2019-03-12</w:t>
            </w:r>
          </w:p>
        </w:tc>
        <w:tc>
          <w:tcPr>
            <w:tcW w:w="2400" w:type="dxa"/>
          </w:tcPr>
          <w:p w14:paraId="7250981C" w14:textId="77777777" w:rsidR="0098311F" w:rsidRPr="00904E12" w:rsidRDefault="0098311F" w:rsidP="00636FD8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Zmiana typu atrybutu numberOfGoods.</w:t>
            </w:r>
          </w:p>
        </w:tc>
        <w:tc>
          <w:tcPr>
            <w:tcW w:w="720" w:type="dxa"/>
          </w:tcPr>
          <w:p w14:paraId="18E8649C" w14:textId="77777777" w:rsidR="0098311F" w:rsidRPr="00904E12" w:rsidRDefault="0098311F" w:rsidP="00636FD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66860A8" w14:textId="77777777" w:rsidR="0098311F" w:rsidRPr="00904E12" w:rsidRDefault="0098311F" w:rsidP="00636FD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3.12</w:t>
            </w:r>
          </w:p>
        </w:tc>
        <w:tc>
          <w:tcPr>
            <w:tcW w:w="1084" w:type="dxa"/>
          </w:tcPr>
          <w:p w14:paraId="0D50D86A" w14:textId="77777777" w:rsidR="0098311F" w:rsidRPr="00904E12" w:rsidRDefault="0098311F" w:rsidP="00636FD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Joanna Rzeźnicka (Aplikacje Krytyczne Sp. z o.o.)</w:t>
            </w:r>
          </w:p>
        </w:tc>
        <w:tc>
          <w:tcPr>
            <w:tcW w:w="1196" w:type="dxa"/>
          </w:tcPr>
          <w:p w14:paraId="718B03A4" w14:textId="77777777" w:rsidR="0098311F" w:rsidRPr="00904E12" w:rsidRDefault="0098311F" w:rsidP="00636FD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764B79" w:rsidRPr="00C8597A" w14:paraId="763D3708" w14:textId="77777777" w:rsidTr="008D1DEB">
        <w:tc>
          <w:tcPr>
            <w:tcW w:w="797" w:type="dxa"/>
          </w:tcPr>
          <w:p w14:paraId="0E647ED3" w14:textId="77777777" w:rsidR="00764B79" w:rsidRPr="00904E12" w:rsidRDefault="00764B79" w:rsidP="00636FD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062259E" w14:textId="77777777" w:rsidR="00764B79" w:rsidRPr="00904E12" w:rsidRDefault="00764B79" w:rsidP="00636FD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1049E462" w14:textId="77777777" w:rsidR="00764B79" w:rsidRPr="00904E12" w:rsidRDefault="00764B79" w:rsidP="00636FD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2019-03-22</w:t>
            </w:r>
          </w:p>
        </w:tc>
        <w:tc>
          <w:tcPr>
            <w:tcW w:w="2400" w:type="dxa"/>
          </w:tcPr>
          <w:p w14:paraId="7DCB501A" w14:textId="77777777" w:rsidR="00764B79" w:rsidRPr="00904E12" w:rsidRDefault="00764B79" w:rsidP="00636FD8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Aktualizacja podrozdziału 3.8.2.</w:t>
            </w:r>
          </w:p>
        </w:tc>
        <w:tc>
          <w:tcPr>
            <w:tcW w:w="720" w:type="dxa"/>
          </w:tcPr>
          <w:p w14:paraId="7BCCE0BD" w14:textId="77777777" w:rsidR="00764B79" w:rsidRPr="00904E12" w:rsidRDefault="00764B79" w:rsidP="00636FD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7DD6B70E" w14:textId="77777777" w:rsidR="00764B79" w:rsidRPr="00904E12" w:rsidRDefault="00764B79" w:rsidP="00636FD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3.8.2</w:t>
            </w:r>
          </w:p>
        </w:tc>
        <w:tc>
          <w:tcPr>
            <w:tcW w:w="1084" w:type="dxa"/>
          </w:tcPr>
          <w:p w14:paraId="313992CA" w14:textId="77777777" w:rsidR="00764B79" w:rsidRPr="00904E12" w:rsidRDefault="00764B79" w:rsidP="00636FD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Joanna Rzeźnicka (Aplikacje Krytyczne Sp. z o.o.)</w:t>
            </w:r>
          </w:p>
        </w:tc>
        <w:tc>
          <w:tcPr>
            <w:tcW w:w="1196" w:type="dxa"/>
          </w:tcPr>
          <w:p w14:paraId="08C12F38" w14:textId="77777777" w:rsidR="00764B79" w:rsidRPr="00904E12" w:rsidRDefault="00764B79" w:rsidP="00636FD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88366A" w:rsidRPr="00C8597A" w14:paraId="11F1CBA2" w14:textId="77777777" w:rsidTr="008D1DEB">
        <w:tc>
          <w:tcPr>
            <w:tcW w:w="797" w:type="dxa"/>
          </w:tcPr>
          <w:p w14:paraId="257516E2" w14:textId="77777777" w:rsidR="0088366A" w:rsidRPr="00904E12" w:rsidRDefault="0088366A" w:rsidP="00636FD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7FBA203" w14:textId="77777777" w:rsidR="0088366A" w:rsidRPr="00904E12" w:rsidRDefault="0088366A" w:rsidP="00636FD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2B8312A0" w14:textId="77777777" w:rsidR="0088366A" w:rsidRPr="00904E12" w:rsidRDefault="0088366A" w:rsidP="00636FD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2019-05-29</w:t>
            </w:r>
          </w:p>
        </w:tc>
        <w:tc>
          <w:tcPr>
            <w:tcW w:w="2400" w:type="dxa"/>
          </w:tcPr>
          <w:p w14:paraId="5E6E4D2E" w14:textId="77777777" w:rsidR="0088366A" w:rsidRPr="00904E12" w:rsidRDefault="0088366A" w:rsidP="00636FD8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Zmiana wartości dla </w:t>
            </w:r>
            <w:r w:rsidR="00271B35" w:rsidRPr="00904E12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atrybutu taxMin</w:t>
            </w:r>
            <w:r w:rsidRPr="00904E12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 (</w:t>
            </w:r>
            <w:r w:rsidRPr="00904E12">
              <w:rPr>
                <w:rStyle w:val="pole"/>
                <w:rFonts w:ascii="Lato" w:hAnsi="Lato"/>
                <w:sz w:val="20"/>
                <w:szCs w:val="20"/>
                <w:lang w:val="pl-PL"/>
              </w:rPr>
              <w:t>decimal(6, 2)</w:t>
            </w:r>
          </w:p>
        </w:tc>
        <w:tc>
          <w:tcPr>
            <w:tcW w:w="720" w:type="dxa"/>
          </w:tcPr>
          <w:p w14:paraId="4893BB5F" w14:textId="77777777" w:rsidR="0088366A" w:rsidRPr="00904E12" w:rsidRDefault="0088366A" w:rsidP="00636FD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6688074C" w14:textId="77777777" w:rsidR="0088366A" w:rsidRPr="00904E12" w:rsidRDefault="0088366A" w:rsidP="00636FD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3.6.5</w:t>
            </w:r>
          </w:p>
        </w:tc>
        <w:tc>
          <w:tcPr>
            <w:tcW w:w="1084" w:type="dxa"/>
          </w:tcPr>
          <w:p w14:paraId="0B8CDC02" w14:textId="77777777" w:rsidR="0088366A" w:rsidRPr="00904E12" w:rsidRDefault="0088366A" w:rsidP="00636FD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Joanna Rzeźnicka (Aplikacje Krytyczne Sp. z o.o.)</w:t>
            </w:r>
          </w:p>
        </w:tc>
        <w:tc>
          <w:tcPr>
            <w:tcW w:w="1196" w:type="dxa"/>
          </w:tcPr>
          <w:p w14:paraId="35E0F3B2" w14:textId="77777777" w:rsidR="0088366A" w:rsidRPr="00904E12" w:rsidRDefault="0088366A" w:rsidP="00636FD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04E12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</w:tbl>
    <w:p w14:paraId="041DC2C6" w14:textId="77777777" w:rsidR="00A45A2F" w:rsidRPr="00904E12" w:rsidRDefault="00B65AA5" w:rsidP="003D25AE">
      <w:r w:rsidRPr="00904E12">
        <w:t xml:space="preserve"> </w:t>
      </w:r>
      <w:r w:rsidR="00A45A2F" w:rsidRPr="00904E12">
        <w:t>(*) Akcje: W = Wstaw, Z = Zamień, We = Weryfikuj, N = Nowy</w:t>
      </w:r>
    </w:p>
    <w:p w14:paraId="04C5CCE5" w14:textId="77777777" w:rsidR="00A45A2F" w:rsidRPr="00904E12" w:rsidRDefault="00A45A2F" w:rsidP="003D25AE">
      <w:r w:rsidRPr="00904E12">
        <w:t>(**) Rozdziały: W = Wszystkie</w:t>
      </w:r>
    </w:p>
    <w:p w14:paraId="7356F3C9" w14:textId="791CC5A8" w:rsidR="003B59A0" w:rsidRPr="00904E12" w:rsidRDefault="00A45A2F" w:rsidP="00742AAA">
      <w:r w:rsidRPr="00904E12">
        <w:t>(***) Autorzy: patrz metryka dokumentu</w:t>
      </w:r>
      <w:r w:rsidR="00561FE8">
        <w:br w:type="page"/>
      </w:r>
      <w:r w:rsidR="003B59A0" w:rsidRPr="00904E12">
        <w:lastRenderedPageBreak/>
        <w:t>SPIS TREŚCI</w:t>
      </w:r>
    </w:p>
    <w:p w14:paraId="307DCD5E" w14:textId="212BDC5E" w:rsidR="00EA3622" w:rsidRDefault="00035695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r w:rsidRPr="00013FD3">
        <w:rPr>
          <w:szCs w:val="24"/>
        </w:rPr>
        <w:fldChar w:fldCharType="begin"/>
      </w:r>
      <w:r w:rsidRPr="00013FD3">
        <w:rPr>
          <w:szCs w:val="24"/>
        </w:rPr>
        <w:instrText xml:space="preserve"> TOC \o "1-3" \h \z \u </w:instrText>
      </w:r>
      <w:r w:rsidRPr="00013FD3">
        <w:rPr>
          <w:szCs w:val="24"/>
        </w:rPr>
        <w:fldChar w:fldCharType="separate"/>
      </w:r>
      <w:hyperlink w:anchor="_Toc182566425" w:history="1">
        <w:r w:rsidR="00EA3622" w:rsidRPr="00EF6C57">
          <w:rPr>
            <w:rStyle w:val="Hipercze"/>
            <w:noProof/>
          </w:rPr>
          <w:t>1.</w:t>
        </w:r>
        <w:r w:rsidR="00EA362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Opis dokumentu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_Toc182566425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715F4C">
          <w:rPr>
            <w:noProof/>
            <w:webHidden/>
          </w:rPr>
          <w:t>16</w:t>
        </w:r>
        <w:r w:rsidR="00EA3622">
          <w:rPr>
            <w:noProof/>
            <w:webHidden/>
          </w:rPr>
          <w:fldChar w:fldCharType="end"/>
        </w:r>
      </w:hyperlink>
    </w:p>
    <w:p w14:paraId="653C62D7" w14:textId="1F19B164" w:rsidR="00EA3622" w:rsidRDefault="00715F4C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426" w:history="1">
        <w:r w:rsidR="00EA3622" w:rsidRPr="00EF6C57">
          <w:rPr>
            <w:rStyle w:val="Hipercze"/>
            <w:noProof/>
          </w:rPr>
          <w:t>1.1.</w:t>
        </w:r>
        <w:r w:rsidR="00EA3622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Cel dokumentu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_Toc182566426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EA3622">
          <w:rPr>
            <w:noProof/>
            <w:webHidden/>
          </w:rPr>
          <w:fldChar w:fldCharType="end"/>
        </w:r>
      </w:hyperlink>
    </w:p>
    <w:p w14:paraId="58A8CE2F" w14:textId="1CF5B0D2" w:rsidR="00EA3622" w:rsidRDefault="00715F4C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427" w:history="1">
        <w:r w:rsidR="00EA3622" w:rsidRPr="00EF6C57">
          <w:rPr>
            <w:rStyle w:val="Hipercze"/>
            <w:noProof/>
          </w:rPr>
          <w:t>1.2.</w:t>
        </w:r>
        <w:r w:rsidR="00EA3622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Zastosowanie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_Toc182566427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EA3622">
          <w:rPr>
            <w:noProof/>
            <w:webHidden/>
          </w:rPr>
          <w:fldChar w:fldCharType="end"/>
        </w:r>
      </w:hyperlink>
    </w:p>
    <w:p w14:paraId="5EFAD97B" w14:textId="66D669A8" w:rsidR="00EA3622" w:rsidRDefault="00715F4C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428" w:history="1">
        <w:r w:rsidR="00EA3622" w:rsidRPr="00EF6C57">
          <w:rPr>
            <w:rStyle w:val="Hipercze"/>
            <w:noProof/>
          </w:rPr>
          <w:t>1.3.</w:t>
        </w:r>
        <w:r w:rsidR="00EA3622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Obowiązywanie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_Toc182566428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EA3622">
          <w:rPr>
            <w:noProof/>
            <w:webHidden/>
          </w:rPr>
          <w:fldChar w:fldCharType="end"/>
        </w:r>
      </w:hyperlink>
    </w:p>
    <w:p w14:paraId="58763FEA" w14:textId="33AF242C" w:rsidR="00EA3622" w:rsidRDefault="00715F4C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429" w:history="1">
        <w:r w:rsidR="00EA3622" w:rsidRPr="00EF6C57">
          <w:rPr>
            <w:rStyle w:val="Hipercze"/>
            <w:noProof/>
          </w:rPr>
          <w:t>1.4.</w:t>
        </w:r>
        <w:r w:rsidR="00EA3622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Dokumenty obowiązujące i pomocnicze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_Toc182566429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EA3622">
          <w:rPr>
            <w:noProof/>
            <w:webHidden/>
          </w:rPr>
          <w:fldChar w:fldCharType="end"/>
        </w:r>
      </w:hyperlink>
    </w:p>
    <w:p w14:paraId="4B7ED3FE" w14:textId="2C6964B9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430" w:history="1">
        <w:r w:rsidR="00EA3622" w:rsidRPr="00EF6C57">
          <w:rPr>
            <w:rStyle w:val="Hipercze"/>
            <w:noProof/>
          </w:rPr>
          <w:t>1.4.1.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Dokumenty obowiązujące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_Toc182566430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EA3622">
          <w:rPr>
            <w:noProof/>
            <w:webHidden/>
          </w:rPr>
          <w:fldChar w:fldCharType="end"/>
        </w:r>
      </w:hyperlink>
    </w:p>
    <w:p w14:paraId="5B9784E6" w14:textId="08BD6E7D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431" w:history="1">
        <w:r w:rsidR="00EA3622" w:rsidRPr="00EF6C57">
          <w:rPr>
            <w:rStyle w:val="Hipercze"/>
            <w:noProof/>
          </w:rPr>
          <w:t>1.4.2.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Dokumenty pomocnicze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_Toc182566431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EA3622">
          <w:rPr>
            <w:noProof/>
            <w:webHidden/>
          </w:rPr>
          <w:fldChar w:fldCharType="end"/>
        </w:r>
      </w:hyperlink>
    </w:p>
    <w:p w14:paraId="5ED24C49" w14:textId="01D26F13" w:rsidR="00EA3622" w:rsidRDefault="00715F4C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432" w:history="1">
        <w:r w:rsidR="00EA3622" w:rsidRPr="00EF6C57">
          <w:rPr>
            <w:rStyle w:val="Hipercze"/>
            <w:noProof/>
          </w:rPr>
          <w:t>1.5.</w:t>
        </w:r>
        <w:r w:rsidR="00EA3622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Słownik przyjętych skrótów i terminów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_Toc182566432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EA3622">
          <w:rPr>
            <w:noProof/>
            <w:webHidden/>
          </w:rPr>
          <w:fldChar w:fldCharType="end"/>
        </w:r>
      </w:hyperlink>
    </w:p>
    <w:p w14:paraId="44C57977" w14:textId="494CB7D3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433" w:history="1">
        <w:r w:rsidR="00EA3622" w:rsidRPr="00EF6C57">
          <w:rPr>
            <w:rStyle w:val="Hipercze"/>
            <w:noProof/>
          </w:rPr>
          <w:t>1.5.1.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Skróty i akronimy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_Toc182566433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EA3622">
          <w:rPr>
            <w:noProof/>
            <w:webHidden/>
          </w:rPr>
          <w:fldChar w:fldCharType="end"/>
        </w:r>
      </w:hyperlink>
    </w:p>
    <w:p w14:paraId="66D1A81D" w14:textId="45E40FE0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434" w:history="1">
        <w:r w:rsidR="00EA3622" w:rsidRPr="00EF6C57">
          <w:rPr>
            <w:rStyle w:val="Hipercze"/>
            <w:noProof/>
          </w:rPr>
          <w:t>1.5.2.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Terminy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_Toc182566434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EA3622">
          <w:rPr>
            <w:noProof/>
            <w:webHidden/>
          </w:rPr>
          <w:fldChar w:fldCharType="end"/>
        </w:r>
      </w:hyperlink>
    </w:p>
    <w:p w14:paraId="142B513B" w14:textId="1CE97F53" w:rsidR="00EA3622" w:rsidRDefault="00715F4C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2566435" w:history="1">
        <w:r w:rsidR="00EA3622" w:rsidRPr="00EF6C57">
          <w:rPr>
            <w:rStyle w:val="Hipercze"/>
            <w:noProof/>
          </w:rPr>
          <w:t>2.</w:t>
        </w:r>
        <w:r w:rsidR="00EA362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Zawartość merytoryczna dokumentu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_Toc182566435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 w:rsidR="00EA3622">
          <w:rPr>
            <w:noProof/>
            <w:webHidden/>
          </w:rPr>
          <w:fldChar w:fldCharType="end"/>
        </w:r>
      </w:hyperlink>
    </w:p>
    <w:p w14:paraId="5CD7FF1A" w14:textId="5754E092" w:rsidR="00EA3622" w:rsidRDefault="00715F4C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2566436" w:history="1">
        <w:r w:rsidR="00EA3622" w:rsidRPr="00EF6C57">
          <w:rPr>
            <w:rStyle w:val="Hipercze"/>
            <w:noProof/>
          </w:rPr>
          <w:t>3.</w:t>
        </w:r>
        <w:r w:rsidR="00EA362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Specyfikacja deklaracji AKC_4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_Toc182566436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 w:rsidR="00EA3622">
          <w:rPr>
            <w:noProof/>
            <w:webHidden/>
          </w:rPr>
          <w:fldChar w:fldCharType="end"/>
        </w:r>
      </w:hyperlink>
    </w:p>
    <w:p w14:paraId="65626AE6" w14:textId="57EDEAF9" w:rsidR="00EA3622" w:rsidRDefault="00715F4C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437" w:history="1">
        <w:r w:rsidR="00EA3622" w:rsidRPr="00EF6C57">
          <w:rPr>
            <w:rStyle w:val="Hipercze"/>
            <w:noProof/>
          </w:rPr>
          <w:t>3.1.</w:t>
        </w:r>
        <w:r w:rsidR="00EA3622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Reguły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_Toc182566437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 w:rsidR="00EA3622">
          <w:rPr>
            <w:noProof/>
            <w:webHidden/>
          </w:rPr>
          <w:fldChar w:fldCharType="end"/>
        </w:r>
      </w:hyperlink>
    </w:p>
    <w:p w14:paraId="0BABED53" w14:textId="63AA2D05" w:rsidR="00EA3622" w:rsidRDefault="00715F4C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438" w:history="1">
        <w:r w:rsidR="00EA3622" w:rsidRPr="00EF6C57">
          <w:rPr>
            <w:rStyle w:val="Hipercze"/>
            <w:noProof/>
          </w:rPr>
          <w:t>3.2.</w:t>
        </w:r>
        <w:r w:rsidR="00EA3622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Załącznik AKC-4/A do deklaracji AKC-4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_Toc182566438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 w:rsidR="00EA3622">
          <w:rPr>
            <w:noProof/>
            <w:webHidden/>
          </w:rPr>
          <w:fldChar w:fldCharType="end"/>
        </w:r>
      </w:hyperlink>
    </w:p>
    <w:p w14:paraId="5DBC2E9D" w14:textId="0C99E415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439" w:history="1">
        <w:r w:rsidR="00EA3622" w:rsidRPr="00EF6C57">
          <w:rPr>
            <w:rStyle w:val="Hipercze"/>
            <w:noProof/>
          </w:rPr>
          <w:t>3.2.1.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Komunikat AKC-4A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_Toc182566439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 w:rsidR="00EA3622">
          <w:rPr>
            <w:noProof/>
            <w:webHidden/>
          </w:rPr>
          <w:fldChar w:fldCharType="end"/>
        </w:r>
      </w:hyperlink>
    </w:p>
    <w:p w14:paraId="17553659" w14:textId="08563784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440" w:history="1">
        <w:r w:rsidR="00EA3622" w:rsidRPr="00EF6C57">
          <w:rPr>
            <w:rStyle w:val="Hipercze"/>
            <w:noProof/>
          </w:rPr>
          <w:t>3.2.2.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Specyfikacja AKC-4A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_Toc182566440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 w:rsidR="00EA3622">
          <w:rPr>
            <w:noProof/>
            <w:webHidden/>
          </w:rPr>
          <w:fldChar w:fldCharType="end"/>
        </w:r>
      </w:hyperlink>
    </w:p>
    <w:p w14:paraId="3B12AABB" w14:textId="2A10B977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441" w:history="1">
        <w:r w:rsidR="00EA3622" w:rsidRPr="00EF6C57">
          <w:rPr>
            <w:rStyle w:val="Hipercze"/>
            <w:noProof/>
          </w:rPr>
          <w:t>3.2.3.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Struktura AKC4A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_Toc182566441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 w:rsidR="00EA3622">
          <w:rPr>
            <w:noProof/>
            <w:webHidden/>
          </w:rPr>
          <w:fldChar w:fldCharType="end"/>
        </w:r>
      </w:hyperlink>
    </w:p>
    <w:p w14:paraId="562C9CD4" w14:textId="1D2A967B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442" w:history="1">
        <w:r w:rsidR="00EA3622" w:rsidRPr="00EF6C57">
          <w:rPr>
            <w:rStyle w:val="Hipercze"/>
            <w:noProof/>
          </w:rPr>
          <w:t>3.2.4.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Reguły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_Toc182566442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 w:rsidR="00EA3622">
          <w:rPr>
            <w:noProof/>
            <w:webHidden/>
          </w:rPr>
          <w:fldChar w:fldCharType="end"/>
        </w:r>
      </w:hyperlink>
    </w:p>
    <w:p w14:paraId="08894324" w14:textId="484EF872" w:rsidR="00EA3622" w:rsidRDefault="00715F4C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443" w:history="1">
        <w:r w:rsidR="00EA3622" w:rsidRPr="00EF6C57">
          <w:rPr>
            <w:rStyle w:val="Hipercze"/>
            <w:noProof/>
          </w:rPr>
          <w:t>3.3.</w:t>
        </w:r>
        <w:r w:rsidR="00EA3622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Załącznik AKC-4/B do deklaracji AKC-4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_Toc182566443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 w:rsidR="00EA3622">
          <w:rPr>
            <w:noProof/>
            <w:webHidden/>
          </w:rPr>
          <w:fldChar w:fldCharType="end"/>
        </w:r>
      </w:hyperlink>
    </w:p>
    <w:p w14:paraId="14E1728E" w14:textId="3B5256BB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444" w:history="1">
        <w:r w:rsidR="00EA3622" w:rsidRPr="00EF6C57">
          <w:rPr>
            <w:rStyle w:val="Hipercze"/>
            <w:noProof/>
          </w:rPr>
          <w:t>3.3.1.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Komunikat AKC-4B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_Toc182566444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 w:rsidR="00EA3622">
          <w:rPr>
            <w:noProof/>
            <w:webHidden/>
          </w:rPr>
          <w:fldChar w:fldCharType="end"/>
        </w:r>
      </w:hyperlink>
    </w:p>
    <w:p w14:paraId="27F46716" w14:textId="4E09E833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445" w:history="1">
        <w:r w:rsidR="00EA3622" w:rsidRPr="00EF6C57">
          <w:rPr>
            <w:rStyle w:val="Hipercze"/>
            <w:noProof/>
          </w:rPr>
          <w:t>3.3.2.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Specyfikacja AKC-4B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_Toc182566445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 w:rsidR="00EA3622">
          <w:rPr>
            <w:noProof/>
            <w:webHidden/>
          </w:rPr>
          <w:fldChar w:fldCharType="end"/>
        </w:r>
      </w:hyperlink>
    </w:p>
    <w:p w14:paraId="662384FE" w14:textId="1A91EE16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446" w:history="1">
        <w:r w:rsidR="00EA3622" w:rsidRPr="00EF6C57">
          <w:rPr>
            <w:rStyle w:val="Hipercze"/>
            <w:noProof/>
          </w:rPr>
          <w:t>3.3.3.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Struktura AKC4B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_Toc182566446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 w:rsidR="00EA3622">
          <w:rPr>
            <w:noProof/>
            <w:webHidden/>
          </w:rPr>
          <w:fldChar w:fldCharType="end"/>
        </w:r>
      </w:hyperlink>
    </w:p>
    <w:p w14:paraId="7BB1E17B" w14:textId="3527E39A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447" w:history="1">
        <w:r w:rsidR="00EA3622" w:rsidRPr="00EF6C57">
          <w:rPr>
            <w:rStyle w:val="Hipercze"/>
            <w:noProof/>
          </w:rPr>
          <w:t>3.3.4.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Reguły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_Toc182566447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 w:rsidR="00EA3622">
          <w:rPr>
            <w:noProof/>
            <w:webHidden/>
          </w:rPr>
          <w:fldChar w:fldCharType="end"/>
        </w:r>
      </w:hyperlink>
    </w:p>
    <w:p w14:paraId="72242A62" w14:textId="409C1175" w:rsidR="00EA3622" w:rsidRDefault="00715F4C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448" w:history="1">
        <w:r w:rsidR="00EA3622" w:rsidRPr="00EF6C57">
          <w:rPr>
            <w:rStyle w:val="Hipercze"/>
            <w:noProof/>
          </w:rPr>
          <w:t>3.4.</w:t>
        </w:r>
        <w:r w:rsidR="00EA3622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Załącznik AKC-4/C do deklaracji AKC-4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_Toc182566448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 w:rsidR="00EA3622">
          <w:rPr>
            <w:noProof/>
            <w:webHidden/>
          </w:rPr>
          <w:fldChar w:fldCharType="end"/>
        </w:r>
      </w:hyperlink>
    </w:p>
    <w:p w14:paraId="707AF7CC" w14:textId="079A08D4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449" w:history="1">
        <w:r w:rsidR="00EA3622" w:rsidRPr="00EF6C57">
          <w:rPr>
            <w:rStyle w:val="Hipercze"/>
            <w:noProof/>
          </w:rPr>
          <w:t>3.4.1.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Komunikat AKC-4C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_Toc182566449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 w:rsidR="00EA3622">
          <w:rPr>
            <w:noProof/>
            <w:webHidden/>
          </w:rPr>
          <w:fldChar w:fldCharType="end"/>
        </w:r>
      </w:hyperlink>
    </w:p>
    <w:p w14:paraId="3881333D" w14:textId="1BC8D811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450" w:history="1">
        <w:r w:rsidR="00EA3622" w:rsidRPr="00EF6C57">
          <w:rPr>
            <w:rStyle w:val="Hipercze"/>
            <w:noProof/>
          </w:rPr>
          <w:t>3.4.2.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Specyfikacja AKC-4C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_Toc182566450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 w:rsidR="00EA3622">
          <w:rPr>
            <w:noProof/>
            <w:webHidden/>
          </w:rPr>
          <w:fldChar w:fldCharType="end"/>
        </w:r>
      </w:hyperlink>
    </w:p>
    <w:p w14:paraId="4F9774D0" w14:textId="0AD9E836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451" w:history="1">
        <w:r w:rsidR="00EA3622" w:rsidRPr="00EF6C57">
          <w:rPr>
            <w:rStyle w:val="Hipercze"/>
            <w:noProof/>
          </w:rPr>
          <w:t>3.4.3.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Struktura AKC4C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_Toc182566451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45</w:t>
        </w:r>
        <w:r w:rsidR="00EA3622">
          <w:rPr>
            <w:noProof/>
            <w:webHidden/>
          </w:rPr>
          <w:fldChar w:fldCharType="end"/>
        </w:r>
      </w:hyperlink>
    </w:p>
    <w:p w14:paraId="00693E9C" w14:textId="42DC5300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452" w:history="1">
        <w:r w:rsidR="00EA3622" w:rsidRPr="00EF6C57">
          <w:rPr>
            <w:rStyle w:val="Hipercze"/>
            <w:noProof/>
          </w:rPr>
          <w:t>3.4.4.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Reguły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_Toc182566452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49</w:t>
        </w:r>
        <w:r w:rsidR="00EA3622">
          <w:rPr>
            <w:noProof/>
            <w:webHidden/>
          </w:rPr>
          <w:fldChar w:fldCharType="end"/>
        </w:r>
      </w:hyperlink>
    </w:p>
    <w:p w14:paraId="6093A17D" w14:textId="186E250C" w:rsidR="00EA3622" w:rsidRDefault="00715F4C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453" w:history="1">
        <w:r w:rsidR="00EA3622" w:rsidRPr="00EF6C57">
          <w:rPr>
            <w:rStyle w:val="Hipercze"/>
            <w:noProof/>
          </w:rPr>
          <w:t>3.5.</w:t>
        </w:r>
        <w:r w:rsidR="00EA3622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Załącznik AKC-4/D do deklaracji AKC-4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_Toc182566453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52</w:t>
        </w:r>
        <w:r w:rsidR="00EA3622">
          <w:rPr>
            <w:noProof/>
            <w:webHidden/>
          </w:rPr>
          <w:fldChar w:fldCharType="end"/>
        </w:r>
      </w:hyperlink>
    </w:p>
    <w:p w14:paraId="1AA728CF" w14:textId="674F8BA4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454" w:history="1">
        <w:r w:rsidR="00EA3622" w:rsidRPr="00EF6C57">
          <w:rPr>
            <w:rStyle w:val="Hipercze"/>
            <w:noProof/>
          </w:rPr>
          <w:t>3.5.1.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Komunikat AKC-4D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_Toc182566454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52</w:t>
        </w:r>
        <w:r w:rsidR="00EA3622">
          <w:rPr>
            <w:noProof/>
            <w:webHidden/>
          </w:rPr>
          <w:fldChar w:fldCharType="end"/>
        </w:r>
      </w:hyperlink>
    </w:p>
    <w:p w14:paraId="19D53A62" w14:textId="42FA2AAE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455" w:history="1">
        <w:r w:rsidR="00EA3622" w:rsidRPr="00EF6C57">
          <w:rPr>
            <w:rStyle w:val="Hipercze"/>
            <w:noProof/>
          </w:rPr>
          <w:t>3.5.2.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Specyfikacja AKC-4D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_Toc182566455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52</w:t>
        </w:r>
        <w:r w:rsidR="00EA3622">
          <w:rPr>
            <w:noProof/>
            <w:webHidden/>
          </w:rPr>
          <w:fldChar w:fldCharType="end"/>
        </w:r>
      </w:hyperlink>
    </w:p>
    <w:p w14:paraId="242D8963" w14:textId="1A704B64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456" w:history="1">
        <w:r w:rsidR="00EA3622" w:rsidRPr="00EF6C57">
          <w:rPr>
            <w:rStyle w:val="Hipercze"/>
            <w:noProof/>
          </w:rPr>
          <w:t>3.5.3.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Struktura AKC4D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_Toc182566456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52</w:t>
        </w:r>
        <w:r w:rsidR="00EA3622">
          <w:rPr>
            <w:noProof/>
            <w:webHidden/>
          </w:rPr>
          <w:fldChar w:fldCharType="end"/>
        </w:r>
      </w:hyperlink>
    </w:p>
    <w:p w14:paraId="01FC4EE5" w14:textId="16BE7B0E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457" w:history="1">
        <w:r w:rsidR="00EA3622" w:rsidRPr="00EF6C57">
          <w:rPr>
            <w:rStyle w:val="Hipercze"/>
            <w:noProof/>
          </w:rPr>
          <w:t>3.5.4.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Reguły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_Toc182566457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56</w:t>
        </w:r>
        <w:r w:rsidR="00EA3622">
          <w:rPr>
            <w:noProof/>
            <w:webHidden/>
          </w:rPr>
          <w:fldChar w:fldCharType="end"/>
        </w:r>
      </w:hyperlink>
    </w:p>
    <w:p w14:paraId="476B55F2" w14:textId="3E6B4617" w:rsidR="00EA3622" w:rsidRDefault="00715F4C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458" w:history="1">
        <w:r w:rsidR="00EA3622" w:rsidRPr="00EF6C57">
          <w:rPr>
            <w:rStyle w:val="Hipercze"/>
            <w:noProof/>
          </w:rPr>
          <w:t>3.6.</w:t>
        </w:r>
        <w:r w:rsidR="00EA3622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Załącznik AKC-4/E do deklaracji AKC-4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_Toc182566458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59</w:t>
        </w:r>
        <w:r w:rsidR="00EA3622">
          <w:rPr>
            <w:noProof/>
            <w:webHidden/>
          </w:rPr>
          <w:fldChar w:fldCharType="end"/>
        </w:r>
      </w:hyperlink>
    </w:p>
    <w:p w14:paraId="7BCD0BF1" w14:textId="14512CCA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459" w:history="1">
        <w:r w:rsidR="00EA3622" w:rsidRPr="00EF6C57">
          <w:rPr>
            <w:rStyle w:val="Hipercze"/>
            <w:noProof/>
          </w:rPr>
          <w:t>3.6.1.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Komunikat AKC-4E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_Toc182566459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59</w:t>
        </w:r>
        <w:r w:rsidR="00EA3622">
          <w:rPr>
            <w:noProof/>
            <w:webHidden/>
          </w:rPr>
          <w:fldChar w:fldCharType="end"/>
        </w:r>
      </w:hyperlink>
    </w:p>
    <w:p w14:paraId="04500408" w14:textId="4C577BDB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460" w:history="1">
        <w:r w:rsidR="00EA3622" w:rsidRPr="00EF6C57">
          <w:rPr>
            <w:rStyle w:val="Hipercze"/>
            <w:noProof/>
          </w:rPr>
          <w:t>3.6.2.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Specyfikacja AKC-4E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_Toc182566460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59</w:t>
        </w:r>
        <w:r w:rsidR="00EA3622">
          <w:rPr>
            <w:noProof/>
            <w:webHidden/>
          </w:rPr>
          <w:fldChar w:fldCharType="end"/>
        </w:r>
      </w:hyperlink>
    </w:p>
    <w:p w14:paraId="0CB7548B" w14:textId="5ABAAB15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461" w:history="1">
        <w:r w:rsidR="00EA3622" w:rsidRPr="00EF6C57">
          <w:rPr>
            <w:rStyle w:val="Hipercze"/>
            <w:noProof/>
          </w:rPr>
          <w:t>3.6.3.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Struktura AKC4E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_Toc182566461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59</w:t>
        </w:r>
        <w:r w:rsidR="00EA3622">
          <w:rPr>
            <w:noProof/>
            <w:webHidden/>
          </w:rPr>
          <w:fldChar w:fldCharType="end"/>
        </w:r>
      </w:hyperlink>
    </w:p>
    <w:p w14:paraId="7032FD5C" w14:textId="0EF2EAAD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462" w:history="1">
        <w:r w:rsidR="00EA3622" w:rsidRPr="00EF6C57">
          <w:rPr>
            <w:rStyle w:val="Hipercze"/>
            <w:noProof/>
          </w:rPr>
          <w:t>3.6.4.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Reguły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_Toc182566462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61</w:t>
        </w:r>
        <w:r w:rsidR="00EA3622">
          <w:rPr>
            <w:noProof/>
            <w:webHidden/>
          </w:rPr>
          <w:fldChar w:fldCharType="end"/>
        </w:r>
      </w:hyperlink>
    </w:p>
    <w:p w14:paraId="6F2E9A58" w14:textId="47D13DAD" w:rsidR="00EA3622" w:rsidRDefault="00715F4C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463" w:history="1">
        <w:r w:rsidR="00EA3622" w:rsidRPr="00EF6C57">
          <w:rPr>
            <w:rStyle w:val="Hipercze"/>
            <w:noProof/>
          </w:rPr>
          <w:t>3.7.</w:t>
        </w:r>
        <w:r w:rsidR="00EA3622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Załączniki AKC-4/F do deklaracji AKC4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_Toc182566463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63</w:t>
        </w:r>
        <w:r w:rsidR="00EA3622">
          <w:rPr>
            <w:noProof/>
            <w:webHidden/>
          </w:rPr>
          <w:fldChar w:fldCharType="end"/>
        </w:r>
      </w:hyperlink>
    </w:p>
    <w:p w14:paraId="69E41FC5" w14:textId="6BCAD223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464" w:history="1">
        <w:r w:rsidR="00EA3622" w:rsidRPr="00EF6C57">
          <w:rPr>
            <w:rStyle w:val="Hipercze"/>
            <w:noProof/>
          </w:rPr>
          <w:t>3.7.1.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Komunikat AKC4F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_Toc182566464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63</w:t>
        </w:r>
        <w:r w:rsidR="00EA3622">
          <w:rPr>
            <w:noProof/>
            <w:webHidden/>
          </w:rPr>
          <w:fldChar w:fldCharType="end"/>
        </w:r>
      </w:hyperlink>
    </w:p>
    <w:p w14:paraId="6FA3C7DE" w14:textId="0C360398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465" w:history="1">
        <w:r w:rsidR="00EA3622" w:rsidRPr="00EF6C57">
          <w:rPr>
            <w:rStyle w:val="Hipercze"/>
            <w:noProof/>
          </w:rPr>
          <w:t>3.7.2.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Specyfikacja AKC4F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_Toc182566465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63</w:t>
        </w:r>
        <w:r w:rsidR="00EA3622">
          <w:rPr>
            <w:noProof/>
            <w:webHidden/>
          </w:rPr>
          <w:fldChar w:fldCharType="end"/>
        </w:r>
      </w:hyperlink>
    </w:p>
    <w:p w14:paraId="793780C9" w14:textId="0060CB54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466" w:history="1">
        <w:r w:rsidR="00EA3622" w:rsidRPr="00EF6C57">
          <w:rPr>
            <w:rStyle w:val="Hipercze"/>
            <w:noProof/>
          </w:rPr>
          <w:t>3.7.3.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Struktura AKC4F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_Toc182566466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63</w:t>
        </w:r>
        <w:r w:rsidR="00EA3622">
          <w:rPr>
            <w:noProof/>
            <w:webHidden/>
          </w:rPr>
          <w:fldChar w:fldCharType="end"/>
        </w:r>
      </w:hyperlink>
    </w:p>
    <w:p w14:paraId="6154AA03" w14:textId="31A3E3F6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467" w:history="1">
        <w:r w:rsidR="00EA3622" w:rsidRPr="00EF6C57">
          <w:rPr>
            <w:rStyle w:val="Hipercze"/>
            <w:noProof/>
          </w:rPr>
          <w:t>3.7.4.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Reguły AKC4F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_Toc182566467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68</w:t>
        </w:r>
        <w:r w:rsidR="00EA3622">
          <w:rPr>
            <w:noProof/>
            <w:webHidden/>
          </w:rPr>
          <w:fldChar w:fldCharType="end"/>
        </w:r>
      </w:hyperlink>
    </w:p>
    <w:p w14:paraId="080B0CD6" w14:textId="0B2137EC" w:rsidR="00EA3622" w:rsidRDefault="00715F4C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468" w:history="1">
        <w:r w:rsidR="00EA3622" w:rsidRPr="00EF6C57">
          <w:rPr>
            <w:rStyle w:val="Hipercze"/>
            <w:noProof/>
          </w:rPr>
          <w:t>3.8.</w:t>
        </w:r>
        <w:r w:rsidR="00EA3622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Załącznik AKC-4/H do deklaracji AKC4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_Toc182566468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70</w:t>
        </w:r>
        <w:r w:rsidR="00EA3622">
          <w:rPr>
            <w:noProof/>
            <w:webHidden/>
          </w:rPr>
          <w:fldChar w:fldCharType="end"/>
        </w:r>
      </w:hyperlink>
    </w:p>
    <w:p w14:paraId="2AF815C1" w14:textId="068D6FDA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469" w:history="1">
        <w:r w:rsidR="00EA3622" w:rsidRPr="00EF6C57">
          <w:rPr>
            <w:rStyle w:val="Hipercze"/>
            <w:noProof/>
          </w:rPr>
          <w:t>3.8.1.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Komunikat AKC4H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_Toc182566469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70</w:t>
        </w:r>
        <w:r w:rsidR="00EA3622">
          <w:rPr>
            <w:noProof/>
            <w:webHidden/>
          </w:rPr>
          <w:fldChar w:fldCharType="end"/>
        </w:r>
      </w:hyperlink>
    </w:p>
    <w:p w14:paraId="0A6766CE" w14:textId="5E31DCC1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470" w:history="1">
        <w:r w:rsidR="00EA3622" w:rsidRPr="00EF6C57">
          <w:rPr>
            <w:rStyle w:val="Hipercze"/>
            <w:noProof/>
          </w:rPr>
          <w:t>3.8.2.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Specyfikacja AKC4H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_Toc182566470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70</w:t>
        </w:r>
        <w:r w:rsidR="00EA3622">
          <w:rPr>
            <w:noProof/>
            <w:webHidden/>
          </w:rPr>
          <w:fldChar w:fldCharType="end"/>
        </w:r>
      </w:hyperlink>
    </w:p>
    <w:p w14:paraId="3BDFB092" w14:textId="6EB5C7A2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471" w:history="1">
        <w:r w:rsidR="00EA3622" w:rsidRPr="00EF6C57">
          <w:rPr>
            <w:rStyle w:val="Hipercze"/>
            <w:noProof/>
          </w:rPr>
          <w:t>3.8.3.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Struktura AKC4H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_Toc182566471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71</w:t>
        </w:r>
        <w:r w:rsidR="00EA3622">
          <w:rPr>
            <w:noProof/>
            <w:webHidden/>
          </w:rPr>
          <w:fldChar w:fldCharType="end"/>
        </w:r>
      </w:hyperlink>
    </w:p>
    <w:p w14:paraId="0F85B2AD" w14:textId="7E1ED189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472" w:history="1">
        <w:r w:rsidR="00EA3622" w:rsidRPr="00EF6C57">
          <w:rPr>
            <w:rStyle w:val="Hipercze"/>
            <w:noProof/>
          </w:rPr>
          <w:t>3.8.4.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Reguły AKC4H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_Toc182566472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73</w:t>
        </w:r>
        <w:r w:rsidR="00EA3622">
          <w:rPr>
            <w:noProof/>
            <w:webHidden/>
          </w:rPr>
          <w:fldChar w:fldCharType="end"/>
        </w:r>
      </w:hyperlink>
    </w:p>
    <w:p w14:paraId="17243DF7" w14:textId="655F7D5C" w:rsidR="00EA3622" w:rsidRDefault="00715F4C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473" w:history="1">
        <w:r w:rsidR="00EA3622" w:rsidRPr="00EF6C57">
          <w:rPr>
            <w:rStyle w:val="Hipercze"/>
            <w:noProof/>
          </w:rPr>
          <w:t>3.9.</w:t>
        </w:r>
        <w:r w:rsidR="00EA3622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Załącznik AKC-4/I do deklaracji AKC4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_Toc182566473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74</w:t>
        </w:r>
        <w:r w:rsidR="00EA3622">
          <w:rPr>
            <w:noProof/>
            <w:webHidden/>
          </w:rPr>
          <w:fldChar w:fldCharType="end"/>
        </w:r>
      </w:hyperlink>
    </w:p>
    <w:p w14:paraId="6469D929" w14:textId="03916B71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474" w:history="1">
        <w:r w:rsidR="00EA3622" w:rsidRPr="00EF6C57">
          <w:rPr>
            <w:rStyle w:val="Hipercze"/>
            <w:noProof/>
          </w:rPr>
          <w:t>3.9.1.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Komunikat AKC4I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_Toc182566474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74</w:t>
        </w:r>
        <w:r w:rsidR="00EA3622">
          <w:rPr>
            <w:noProof/>
            <w:webHidden/>
          </w:rPr>
          <w:fldChar w:fldCharType="end"/>
        </w:r>
      </w:hyperlink>
    </w:p>
    <w:p w14:paraId="4BBCEF15" w14:textId="7CAFE894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475" w:history="1">
        <w:r w:rsidR="00EA3622" w:rsidRPr="00EF6C57">
          <w:rPr>
            <w:rStyle w:val="Hipercze"/>
            <w:noProof/>
          </w:rPr>
          <w:t>3.9.2.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Specyfikacja AKC4I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_Toc182566475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75</w:t>
        </w:r>
        <w:r w:rsidR="00EA3622">
          <w:rPr>
            <w:noProof/>
            <w:webHidden/>
          </w:rPr>
          <w:fldChar w:fldCharType="end"/>
        </w:r>
      </w:hyperlink>
    </w:p>
    <w:p w14:paraId="2A2CD5C4" w14:textId="405B6BE2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476" w:history="1">
        <w:r w:rsidR="00EA3622" w:rsidRPr="00EF6C57">
          <w:rPr>
            <w:rStyle w:val="Hipercze"/>
            <w:noProof/>
          </w:rPr>
          <w:t>3.9.3.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Struktura AKC4I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_Toc182566476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75</w:t>
        </w:r>
        <w:r w:rsidR="00EA3622">
          <w:rPr>
            <w:noProof/>
            <w:webHidden/>
          </w:rPr>
          <w:fldChar w:fldCharType="end"/>
        </w:r>
      </w:hyperlink>
    </w:p>
    <w:p w14:paraId="15119194" w14:textId="67C065D0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477" w:history="1">
        <w:r w:rsidR="00EA3622" w:rsidRPr="00EF6C57">
          <w:rPr>
            <w:rStyle w:val="Hipercze"/>
            <w:noProof/>
          </w:rPr>
          <w:t>3.9.4.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Reguły AKC4I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_Toc182566477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79</w:t>
        </w:r>
        <w:r w:rsidR="00EA3622">
          <w:rPr>
            <w:noProof/>
            <w:webHidden/>
          </w:rPr>
          <w:fldChar w:fldCharType="end"/>
        </w:r>
      </w:hyperlink>
    </w:p>
    <w:p w14:paraId="5E0A9848" w14:textId="30588550" w:rsidR="00EA3622" w:rsidRDefault="00715F4C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478" w:history="1">
        <w:r w:rsidR="00EA3622" w:rsidRPr="00EF6C57">
          <w:rPr>
            <w:rStyle w:val="Hipercze"/>
            <w:noProof/>
          </w:rPr>
          <w:t>3.10.</w:t>
        </w:r>
        <w:r w:rsidR="00EA3622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Załącznik AKC-4/J do deklaracji AKC4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_Toc182566478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83</w:t>
        </w:r>
        <w:r w:rsidR="00EA3622">
          <w:rPr>
            <w:noProof/>
            <w:webHidden/>
          </w:rPr>
          <w:fldChar w:fldCharType="end"/>
        </w:r>
      </w:hyperlink>
    </w:p>
    <w:p w14:paraId="5780E0DD" w14:textId="7B76F7EC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479" w:history="1">
        <w:r w:rsidR="00EA3622" w:rsidRPr="00EF6C57">
          <w:rPr>
            <w:rStyle w:val="Hipercze"/>
            <w:noProof/>
          </w:rPr>
          <w:t>3.10.1.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Komunikat AKC4J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_Toc182566479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83</w:t>
        </w:r>
        <w:r w:rsidR="00EA3622">
          <w:rPr>
            <w:noProof/>
            <w:webHidden/>
          </w:rPr>
          <w:fldChar w:fldCharType="end"/>
        </w:r>
      </w:hyperlink>
    </w:p>
    <w:p w14:paraId="063F6EE8" w14:textId="3EFC7EB3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480" w:history="1">
        <w:r w:rsidR="00EA3622" w:rsidRPr="00EF6C57">
          <w:rPr>
            <w:rStyle w:val="Hipercze"/>
            <w:noProof/>
          </w:rPr>
          <w:t>3.10.2.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Specyfikacja AKC4J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_Toc182566480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83</w:t>
        </w:r>
        <w:r w:rsidR="00EA3622">
          <w:rPr>
            <w:noProof/>
            <w:webHidden/>
          </w:rPr>
          <w:fldChar w:fldCharType="end"/>
        </w:r>
      </w:hyperlink>
    </w:p>
    <w:p w14:paraId="4A8E6DFB" w14:textId="1D2B3118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481" w:history="1">
        <w:r w:rsidR="00EA3622" w:rsidRPr="00EF6C57">
          <w:rPr>
            <w:rStyle w:val="Hipercze"/>
            <w:noProof/>
          </w:rPr>
          <w:t>3.10.3.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Struktura AKC4J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_Toc182566481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83</w:t>
        </w:r>
        <w:r w:rsidR="00EA3622">
          <w:rPr>
            <w:noProof/>
            <w:webHidden/>
          </w:rPr>
          <w:fldChar w:fldCharType="end"/>
        </w:r>
      </w:hyperlink>
    </w:p>
    <w:p w14:paraId="551E1CC2" w14:textId="64A71FA1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482" w:history="1">
        <w:r w:rsidR="00EA3622" w:rsidRPr="00EF6C57">
          <w:rPr>
            <w:rStyle w:val="Hipercze"/>
            <w:noProof/>
          </w:rPr>
          <w:t>3.10.4.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Reguły AKC4J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_Toc182566482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87</w:t>
        </w:r>
        <w:r w:rsidR="00EA3622">
          <w:rPr>
            <w:noProof/>
            <w:webHidden/>
          </w:rPr>
          <w:fldChar w:fldCharType="end"/>
        </w:r>
      </w:hyperlink>
    </w:p>
    <w:p w14:paraId="7F4231DD" w14:textId="466EA55A" w:rsidR="00EA3622" w:rsidRDefault="00715F4C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483" w:history="1">
        <w:r w:rsidR="00EA3622" w:rsidRPr="00EF6C57">
          <w:rPr>
            <w:rStyle w:val="Hipercze"/>
            <w:noProof/>
          </w:rPr>
          <w:t>3.11.</w:t>
        </w:r>
        <w:r w:rsidR="00EA3622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Załącznik AKC-4/K do deklaracji AKC4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_Toc182566483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90</w:t>
        </w:r>
        <w:r w:rsidR="00EA3622">
          <w:rPr>
            <w:noProof/>
            <w:webHidden/>
          </w:rPr>
          <w:fldChar w:fldCharType="end"/>
        </w:r>
      </w:hyperlink>
    </w:p>
    <w:p w14:paraId="297FE100" w14:textId="167CBBD3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484" w:history="1">
        <w:r w:rsidR="00EA3622" w:rsidRPr="00EF6C57">
          <w:rPr>
            <w:rStyle w:val="Hipercze"/>
            <w:noProof/>
          </w:rPr>
          <w:t>3.11.1.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Komunikat AKC4K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_Toc182566484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90</w:t>
        </w:r>
        <w:r w:rsidR="00EA3622">
          <w:rPr>
            <w:noProof/>
            <w:webHidden/>
          </w:rPr>
          <w:fldChar w:fldCharType="end"/>
        </w:r>
      </w:hyperlink>
    </w:p>
    <w:p w14:paraId="29E77E44" w14:textId="5144EE81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485" w:history="1">
        <w:r w:rsidR="00EA3622" w:rsidRPr="00EF6C57">
          <w:rPr>
            <w:rStyle w:val="Hipercze"/>
            <w:noProof/>
          </w:rPr>
          <w:t>3.11.2.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Specyfikacja AKC4K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_Toc182566485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90</w:t>
        </w:r>
        <w:r w:rsidR="00EA3622">
          <w:rPr>
            <w:noProof/>
            <w:webHidden/>
          </w:rPr>
          <w:fldChar w:fldCharType="end"/>
        </w:r>
      </w:hyperlink>
    </w:p>
    <w:p w14:paraId="30E3B233" w14:textId="0BCD0DC4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486" w:history="1">
        <w:r w:rsidR="00EA3622" w:rsidRPr="00EF6C57">
          <w:rPr>
            <w:rStyle w:val="Hipercze"/>
            <w:noProof/>
          </w:rPr>
          <w:t>3.11.3.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Struktura AKC4K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_Toc182566486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90</w:t>
        </w:r>
        <w:r w:rsidR="00EA3622">
          <w:rPr>
            <w:noProof/>
            <w:webHidden/>
          </w:rPr>
          <w:fldChar w:fldCharType="end"/>
        </w:r>
      </w:hyperlink>
    </w:p>
    <w:p w14:paraId="2A380A8C" w14:textId="3BBAF32D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487" w:history="1">
        <w:r w:rsidR="00EA3622" w:rsidRPr="00EF6C57">
          <w:rPr>
            <w:rStyle w:val="Hipercze"/>
            <w:noProof/>
          </w:rPr>
          <w:t>3.11.4.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Reguły AKC4K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_Toc182566487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94</w:t>
        </w:r>
        <w:r w:rsidR="00EA3622">
          <w:rPr>
            <w:noProof/>
            <w:webHidden/>
          </w:rPr>
          <w:fldChar w:fldCharType="end"/>
        </w:r>
      </w:hyperlink>
    </w:p>
    <w:p w14:paraId="42F9634B" w14:textId="7D8AFBF1" w:rsidR="00EA3622" w:rsidRDefault="00715F4C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488" w:history="1">
        <w:r w:rsidR="00EA3622" w:rsidRPr="00EF6C57">
          <w:rPr>
            <w:rStyle w:val="Hipercze"/>
            <w:noProof/>
          </w:rPr>
          <w:t>3.12.</w:t>
        </w:r>
        <w:r w:rsidR="00EA3622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Załącznik AKC-4/L do deklaracji AKC4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_Toc182566488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96</w:t>
        </w:r>
        <w:r w:rsidR="00EA3622">
          <w:rPr>
            <w:noProof/>
            <w:webHidden/>
          </w:rPr>
          <w:fldChar w:fldCharType="end"/>
        </w:r>
      </w:hyperlink>
    </w:p>
    <w:p w14:paraId="74630431" w14:textId="5B836C2D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489" w:history="1">
        <w:r w:rsidR="00EA3622" w:rsidRPr="00EF6C57">
          <w:rPr>
            <w:rStyle w:val="Hipercze"/>
            <w:noProof/>
          </w:rPr>
          <w:t>3.12.1.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Komunikat AKC4L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_Toc182566489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96</w:t>
        </w:r>
        <w:r w:rsidR="00EA3622">
          <w:rPr>
            <w:noProof/>
            <w:webHidden/>
          </w:rPr>
          <w:fldChar w:fldCharType="end"/>
        </w:r>
      </w:hyperlink>
    </w:p>
    <w:p w14:paraId="15A4C4BD" w14:textId="5FBB4C10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490" w:history="1">
        <w:r w:rsidR="00EA3622" w:rsidRPr="00EF6C57">
          <w:rPr>
            <w:rStyle w:val="Hipercze"/>
            <w:noProof/>
          </w:rPr>
          <w:t>3.12.2.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Specyfikacja AKC4L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_Toc182566490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97</w:t>
        </w:r>
        <w:r w:rsidR="00EA3622">
          <w:rPr>
            <w:noProof/>
            <w:webHidden/>
          </w:rPr>
          <w:fldChar w:fldCharType="end"/>
        </w:r>
      </w:hyperlink>
    </w:p>
    <w:p w14:paraId="6D1C40BA" w14:textId="6CD1BC75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491" w:history="1">
        <w:r w:rsidR="00EA3622" w:rsidRPr="00EF6C57">
          <w:rPr>
            <w:rStyle w:val="Hipercze"/>
            <w:noProof/>
          </w:rPr>
          <w:t>3.12.3.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Struktura AKC4L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_Toc182566491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97</w:t>
        </w:r>
        <w:r w:rsidR="00EA3622">
          <w:rPr>
            <w:noProof/>
            <w:webHidden/>
          </w:rPr>
          <w:fldChar w:fldCharType="end"/>
        </w:r>
      </w:hyperlink>
    </w:p>
    <w:p w14:paraId="6FEC1701" w14:textId="349AC313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492" w:history="1">
        <w:r w:rsidR="00EA3622" w:rsidRPr="00EF6C57">
          <w:rPr>
            <w:rStyle w:val="Hipercze"/>
            <w:noProof/>
          </w:rPr>
          <w:t>3.12.1.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Reguły AKC4L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_Toc182566492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99</w:t>
        </w:r>
        <w:r w:rsidR="00EA3622">
          <w:rPr>
            <w:noProof/>
            <w:webHidden/>
          </w:rPr>
          <w:fldChar w:fldCharType="end"/>
        </w:r>
      </w:hyperlink>
    </w:p>
    <w:p w14:paraId="4F3B6FE2" w14:textId="568A641D" w:rsidR="00EA3622" w:rsidRDefault="00715F4C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493" w:history="1">
        <w:r w:rsidR="00EA3622" w:rsidRPr="00EF6C57">
          <w:rPr>
            <w:rStyle w:val="Hipercze"/>
            <w:noProof/>
          </w:rPr>
          <w:t>3.13.</w:t>
        </w:r>
        <w:r w:rsidR="00EA3622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Załączniki AKC-4/M do deklaracji AKC4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_Toc182566493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101</w:t>
        </w:r>
        <w:r w:rsidR="00EA3622">
          <w:rPr>
            <w:noProof/>
            <w:webHidden/>
          </w:rPr>
          <w:fldChar w:fldCharType="end"/>
        </w:r>
      </w:hyperlink>
    </w:p>
    <w:p w14:paraId="364007F2" w14:textId="72A9B085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494" w:history="1">
        <w:r w:rsidR="00EA3622" w:rsidRPr="00EF6C57">
          <w:rPr>
            <w:rStyle w:val="Hipercze"/>
            <w:noProof/>
          </w:rPr>
          <w:t>3.13.1.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Komunikat AKC4M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_Toc182566494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101</w:t>
        </w:r>
        <w:r w:rsidR="00EA3622">
          <w:rPr>
            <w:noProof/>
            <w:webHidden/>
          </w:rPr>
          <w:fldChar w:fldCharType="end"/>
        </w:r>
      </w:hyperlink>
    </w:p>
    <w:p w14:paraId="517D9665" w14:textId="61FB7285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495" w:history="1">
        <w:r w:rsidR="00EA3622" w:rsidRPr="00EF6C57">
          <w:rPr>
            <w:rStyle w:val="Hipercze"/>
            <w:noProof/>
          </w:rPr>
          <w:t>3.13.2.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Specyfikacja AKC4M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_Toc182566495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101</w:t>
        </w:r>
        <w:r w:rsidR="00EA3622">
          <w:rPr>
            <w:noProof/>
            <w:webHidden/>
          </w:rPr>
          <w:fldChar w:fldCharType="end"/>
        </w:r>
      </w:hyperlink>
    </w:p>
    <w:p w14:paraId="59FF8578" w14:textId="71A1A263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496" w:history="1">
        <w:r w:rsidR="00EA3622" w:rsidRPr="00EF6C57">
          <w:rPr>
            <w:rStyle w:val="Hipercze"/>
            <w:noProof/>
          </w:rPr>
          <w:t>3.13.3.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Struktura AKC4M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_Toc182566496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101</w:t>
        </w:r>
        <w:r w:rsidR="00EA3622">
          <w:rPr>
            <w:noProof/>
            <w:webHidden/>
          </w:rPr>
          <w:fldChar w:fldCharType="end"/>
        </w:r>
      </w:hyperlink>
    </w:p>
    <w:p w14:paraId="3AB03232" w14:textId="265086D2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497" w:history="1">
        <w:r w:rsidR="00EA3622" w:rsidRPr="00EF6C57">
          <w:rPr>
            <w:rStyle w:val="Hipercze"/>
            <w:noProof/>
          </w:rPr>
          <w:t>3.13.4.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Reguły AKC4M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_Toc182566497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105</w:t>
        </w:r>
        <w:r w:rsidR="00EA3622">
          <w:rPr>
            <w:noProof/>
            <w:webHidden/>
          </w:rPr>
          <w:fldChar w:fldCharType="end"/>
        </w:r>
      </w:hyperlink>
    </w:p>
    <w:p w14:paraId="14828DB2" w14:textId="1E093C7A" w:rsidR="00EA3622" w:rsidRDefault="00715F4C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498" w:history="1">
        <w:r w:rsidR="00EA3622" w:rsidRPr="00EF6C57">
          <w:rPr>
            <w:rStyle w:val="Hipercze"/>
            <w:noProof/>
          </w:rPr>
          <w:t>3.14.</w:t>
        </w:r>
        <w:r w:rsidR="00EA3622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Załączniki AKC-4/N do deklaracji AKC4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_Toc182566498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107</w:t>
        </w:r>
        <w:r w:rsidR="00EA3622">
          <w:rPr>
            <w:noProof/>
            <w:webHidden/>
          </w:rPr>
          <w:fldChar w:fldCharType="end"/>
        </w:r>
      </w:hyperlink>
    </w:p>
    <w:p w14:paraId="6F829DDC" w14:textId="2AA645AA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499" w:history="1">
        <w:r w:rsidR="00EA3622" w:rsidRPr="00EF6C57">
          <w:rPr>
            <w:rStyle w:val="Hipercze"/>
            <w:noProof/>
          </w:rPr>
          <w:t>3.14.1.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Komunikat AKC4N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_Toc182566499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107</w:t>
        </w:r>
        <w:r w:rsidR="00EA3622">
          <w:rPr>
            <w:noProof/>
            <w:webHidden/>
          </w:rPr>
          <w:fldChar w:fldCharType="end"/>
        </w:r>
      </w:hyperlink>
    </w:p>
    <w:p w14:paraId="00EEE39B" w14:textId="57580500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500" w:history="1">
        <w:r w:rsidR="00EA3622" w:rsidRPr="00EF6C57">
          <w:rPr>
            <w:rStyle w:val="Hipercze"/>
            <w:noProof/>
          </w:rPr>
          <w:t>3.14.2.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Specyfikacja AKC4N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_Toc182566500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107</w:t>
        </w:r>
        <w:r w:rsidR="00EA3622">
          <w:rPr>
            <w:noProof/>
            <w:webHidden/>
          </w:rPr>
          <w:fldChar w:fldCharType="end"/>
        </w:r>
      </w:hyperlink>
    </w:p>
    <w:p w14:paraId="679E6D53" w14:textId="51F5B8A3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501" w:history="1">
        <w:r w:rsidR="00EA3622" w:rsidRPr="00EF6C57">
          <w:rPr>
            <w:rStyle w:val="Hipercze"/>
            <w:noProof/>
          </w:rPr>
          <w:t>3.14.3.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Struktura AKC4N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_Toc182566501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107</w:t>
        </w:r>
        <w:r w:rsidR="00EA3622">
          <w:rPr>
            <w:noProof/>
            <w:webHidden/>
          </w:rPr>
          <w:fldChar w:fldCharType="end"/>
        </w:r>
      </w:hyperlink>
    </w:p>
    <w:p w14:paraId="43D4F5F3" w14:textId="1ACDAD97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502" w:history="1">
        <w:r w:rsidR="00EA3622" w:rsidRPr="00EF6C57">
          <w:rPr>
            <w:rStyle w:val="Hipercze"/>
            <w:noProof/>
          </w:rPr>
          <w:t>3.14.4.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Reguły AKC4N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_Toc182566502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112</w:t>
        </w:r>
        <w:r w:rsidR="00EA3622">
          <w:rPr>
            <w:noProof/>
            <w:webHidden/>
          </w:rPr>
          <w:fldChar w:fldCharType="end"/>
        </w:r>
      </w:hyperlink>
    </w:p>
    <w:p w14:paraId="5BEC46B0" w14:textId="730BD428" w:rsidR="00EA3622" w:rsidRDefault="00715F4C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2566503" w:history="1">
        <w:r w:rsidR="00EA3622" w:rsidRPr="00EF6C57">
          <w:rPr>
            <w:rStyle w:val="Hipercze"/>
            <w:noProof/>
          </w:rPr>
          <w:t>4.</w:t>
        </w:r>
        <w:r w:rsidR="00EA362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Załączniki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_Toc182566503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115</w:t>
        </w:r>
        <w:r w:rsidR="00EA3622">
          <w:rPr>
            <w:noProof/>
            <w:webHidden/>
          </w:rPr>
          <w:fldChar w:fldCharType="end"/>
        </w:r>
      </w:hyperlink>
    </w:p>
    <w:p w14:paraId="1260BEDC" w14:textId="076EEA0A" w:rsidR="00EA3622" w:rsidRDefault="00715F4C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04" w:history="1">
        <w:r w:rsidR="00EA3622" w:rsidRPr="00EF6C57">
          <w:rPr>
            <w:rStyle w:val="Hipercze"/>
            <w:noProof/>
          </w:rPr>
          <w:t>4.1.</w:t>
        </w:r>
        <w:r w:rsidR="00EA3622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Pliki deklaracji AKC-4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_Toc182566504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115</w:t>
        </w:r>
        <w:r w:rsidR="00EA3622">
          <w:rPr>
            <w:noProof/>
            <w:webHidden/>
          </w:rPr>
          <w:fldChar w:fldCharType="end"/>
        </w:r>
      </w:hyperlink>
    </w:p>
    <w:p w14:paraId="2486A722" w14:textId="387A2D0B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505" w:history="1">
        <w:r w:rsidR="00EA3622" w:rsidRPr="00EF6C57">
          <w:rPr>
            <w:rStyle w:val="Hipercze"/>
            <w:noProof/>
          </w:rPr>
          <w:t>4.1.1.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Plik akc_4.xsd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_Toc182566505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115</w:t>
        </w:r>
        <w:r w:rsidR="00EA3622">
          <w:rPr>
            <w:noProof/>
            <w:webHidden/>
          </w:rPr>
          <w:fldChar w:fldCharType="end"/>
        </w:r>
      </w:hyperlink>
    </w:p>
    <w:p w14:paraId="5CC69971" w14:textId="5878BBC9" w:rsidR="00EA3622" w:rsidRDefault="00715F4C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06" w:history="1">
        <w:r w:rsidR="00EA3622" w:rsidRPr="00EF6C57">
          <w:rPr>
            <w:rStyle w:val="Hipercze"/>
            <w:noProof/>
          </w:rPr>
          <w:t>4.2.</w:t>
        </w:r>
        <w:r w:rsidR="00EA3622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Plik załącznika AKC-4/A do deklaracji AKC-4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_Toc182566506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115</w:t>
        </w:r>
        <w:r w:rsidR="00EA3622">
          <w:rPr>
            <w:noProof/>
            <w:webHidden/>
          </w:rPr>
          <w:fldChar w:fldCharType="end"/>
        </w:r>
      </w:hyperlink>
    </w:p>
    <w:p w14:paraId="49F978F0" w14:textId="21716405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507" w:history="1">
        <w:r w:rsidR="00EA3622" w:rsidRPr="00EF6C57">
          <w:rPr>
            <w:rStyle w:val="Hipercze"/>
            <w:noProof/>
          </w:rPr>
          <w:t>4.2.1.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Plik akc_4a.xsd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_Toc182566507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115</w:t>
        </w:r>
        <w:r w:rsidR="00EA3622">
          <w:rPr>
            <w:noProof/>
            <w:webHidden/>
          </w:rPr>
          <w:fldChar w:fldCharType="end"/>
        </w:r>
      </w:hyperlink>
    </w:p>
    <w:p w14:paraId="02A176D1" w14:textId="46358FA3" w:rsidR="00EA3622" w:rsidRDefault="00715F4C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08" w:history="1">
        <w:r w:rsidR="00EA3622" w:rsidRPr="00EF6C57">
          <w:rPr>
            <w:rStyle w:val="Hipercze"/>
            <w:noProof/>
          </w:rPr>
          <w:t>4.3.</w:t>
        </w:r>
        <w:r w:rsidR="00EA3622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Plik załącznika AKC-4/B do deklaracji AKC-4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_Toc182566508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115</w:t>
        </w:r>
        <w:r w:rsidR="00EA3622">
          <w:rPr>
            <w:noProof/>
            <w:webHidden/>
          </w:rPr>
          <w:fldChar w:fldCharType="end"/>
        </w:r>
      </w:hyperlink>
    </w:p>
    <w:p w14:paraId="0757EB6C" w14:textId="61262C32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509" w:history="1">
        <w:r w:rsidR="00EA3622" w:rsidRPr="00EF6C57">
          <w:rPr>
            <w:rStyle w:val="Hipercze"/>
            <w:noProof/>
          </w:rPr>
          <w:t>4.3.1.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Plik akc_4b.xsd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_Toc182566509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115</w:t>
        </w:r>
        <w:r w:rsidR="00EA3622">
          <w:rPr>
            <w:noProof/>
            <w:webHidden/>
          </w:rPr>
          <w:fldChar w:fldCharType="end"/>
        </w:r>
      </w:hyperlink>
    </w:p>
    <w:p w14:paraId="52EF4A41" w14:textId="3CEAA745" w:rsidR="00EA3622" w:rsidRDefault="00715F4C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10" w:history="1">
        <w:r w:rsidR="00EA3622" w:rsidRPr="00EF6C57">
          <w:rPr>
            <w:rStyle w:val="Hipercze"/>
            <w:noProof/>
          </w:rPr>
          <w:t>4.4.</w:t>
        </w:r>
        <w:r w:rsidR="00EA3622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Plik załącznika AKC-4/C do deklaracji AKC-4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_Toc182566510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115</w:t>
        </w:r>
        <w:r w:rsidR="00EA3622">
          <w:rPr>
            <w:noProof/>
            <w:webHidden/>
          </w:rPr>
          <w:fldChar w:fldCharType="end"/>
        </w:r>
      </w:hyperlink>
    </w:p>
    <w:p w14:paraId="41007D0A" w14:textId="39B94BF5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511" w:history="1">
        <w:r w:rsidR="00EA3622" w:rsidRPr="00EF6C57">
          <w:rPr>
            <w:rStyle w:val="Hipercze"/>
            <w:noProof/>
          </w:rPr>
          <w:t>4.4.1.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Plik akc_4c.xsd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_Toc182566511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115</w:t>
        </w:r>
        <w:r w:rsidR="00EA3622">
          <w:rPr>
            <w:noProof/>
            <w:webHidden/>
          </w:rPr>
          <w:fldChar w:fldCharType="end"/>
        </w:r>
      </w:hyperlink>
    </w:p>
    <w:p w14:paraId="4AC9C698" w14:textId="0FC15609" w:rsidR="00EA3622" w:rsidRDefault="00715F4C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12" w:history="1">
        <w:r w:rsidR="00EA3622" w:rsidRPr="00EF6C57">
          <w:rPr>
            <w:rStyle w:val="Hipercze"/>
            <w:noProof/>
          </w:rPr>
          <w:t>4.5.</w:t>
        </w:r>
        <w:r w:rsidR="00EA3622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Plik załącznika AKC-4/D do deklaracji AKC-4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_Toc182566512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115</w:t>
        </w:r>
        <w:r w:rsidR="00EA3622">
          <w:rPr>
            <w:noProof/>
            <w:webHidden/>
          </w:rPr>
          <w:fldChar w:fldCharType="end"/>
        </w:r>
      </w:hyperlink>
    </w:p>
    <w:p w14:paraId="39D48684" w14:textId="0BE62F81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513" w:history="1">
        <w:r w:rsidR="00EA3622" w:rsidRPr="00EF6C57">
          <w:rPr>
            <w:rStyle w:val="Hipercze"/>
            <w:noProof/>
          </w:rPr>
          <w:t>4.5.1.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Plik akc_4d.xsd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_Toc182566513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115</w:t>
        </w:r>
        <w:r w:rsidR="00EA3622">
          <w:rPr>
            <w:noProof/>
            <w:webHidden/>
          </w:rPr>
          <w:fldChar w:fldCharType="end"/>
        </w:r>
      </w:hyperlink>
    </w:p>
    <w:p w14:paraId="293952DE" w14:textId="4B9A086D" w:rsidR="00EA3622" w:rsidRDefault="00715F4C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14" w:history="1">
        <w:r w:rsidR="00EA3622" w:rsidRPr="00EF6C57">
          <w:rPr>
            <w:rStyle w:val="Hipercze"/>
            <w:noProof/>
          </w:rPr>
          <w:t>4.6.</w:t>
        </w:r>
        <w:r w:rsidR="00EA3622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Plik załącznika AKC-4/E do deklaracji AKC-4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_Toc182566514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115</w:t>
        </w:r>
        <w:r w:rsidR="00EA3622">
          <w:rPr>
            <w:noProof/>
            <w:webHidden/>
          </w:rPr>
          <w:fldChar w:fldCharType="end"/>
        </w:r>
      </w:hyperlink>
    </w:p>
    <w:p w14:paraId="172CCB1E" w14:textId="3DFEE518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515" w:history="1">
        <w:r w:rsidR="00EA3622" w:rsidRPr="00EF6C57">
          <w:rPr>
            <w:rStyle w:val="Hipercze"/>
            <w:noProof/>
          </w:rPr>
          <w:t>4.6.1.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Plik akc_4e.xsd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_Toc182566515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115</w:t>
        </w:r>
        <w:r w:rsidR="00EA3622">
          <w:rPr>
            <w:noProof/>
            <w:webHidden/>
          </w:rPr>
          <w:fldChar w:fldCharType="end"/>
        </w:r>
      </w:hyperlink>
    </w:p>
    <w:p w14:paraId="2C7907C7" w14:textId="41CE1373" w:rsidR="00EA3622" w:rsidRDefault="00715F4C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16" w:history="1">
        <w:r w:rsidR="00EA3622" w:rsidRPr="00EF6C57">
          <w:rPr>
            <w:rStyle w:val="Hipercze"/>
            <w:noProof/>
          </w:rPr>
          <w:t>4.7.</w:t>
        </w:r>
        <w:r w:rsidR="00EA3622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Plik załącznika AKC-4/F do deklaracji AKC-4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_Toc182566516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115</w:t>
        </w:r>
        <w:r w:rsidR="00EA3622">
          <w:rPr>
            <w:noProof/>
            <w:webHidden/>
          </w:rPr>
          <w:fldChar w:fldCharType="end"/>
        </w:r>
      </w:hyperlink>
    </w:p>
    <w:p w14:paraId="3A2C3AE1" w14:textId="4B21E6E1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517" w:history="1">
        <w:r w:rsidR="00EA3622" w:rsidRPr="00EF6C57">
          <w:rPr>
            <w:rStyle w:val="Hipercze"/>
            <w:noProof/>
          </w:rPr>
          <w:t>4.7.1.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Plik akc_4f.xsd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_Toc182566517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115</w:t>
        </w:r>
        <w:r w:rsidR="00EA3622">
          <w:rPr>
            <w:noProof/>
            <w:webHidden/>
          </w:rPr>
          <w:fldChar w:fldCharType="end"/>
        </w:r>
      </w:hyperlink>
    </w:p>
    <w:p w14:paraId="4DDB9E8E" w14:textId="5EB012CA" w:rsidR="00EA3622" w:rsidRDefault="00715F4C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18" w:history="1">
        <w:r w:rsidR="00EA3622" w:rsidRPr="00EF6C57">
          <w:rPr>
            <w:rStyle w:val="Hipercze"/>
            <w:noProof/>
          </w:rPr>
          <w:t>4.8.</w:t>
        </w:r>
        <w:r w:rsidR="00EA3622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Plik załącznika AKC-4/H do deklaracji AKC-4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_Toc182566518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116</w:t>
        </w:r>
        <w:r w:rsidR="00EA3622">
          <w:rPr>
            <w:noProof/>
            <w:webHidden/>
          </w:rPr>
          <w:fldChar w:fldCharType="end"/>
        </w:r>
      </w:hyperlink>
    </w:p>
    <w:p w14:paraId="7D5E9F19" w14:textId="6C75BC7C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519" w:history="1">
        <w:r w:rsidR="00EA3622" w:rsidRPr="00EF6C57">
          <w:rPr>
            <w:rStyle w:val="Hipercze"/>
            <w:noProof/>
          </w:rPr>
          <w:t>4.8.1.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Plik akc_4h.xsd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_Toc182566519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116</w:t>
        </w:r>
        <w:r w:rsidR="00EA3622">
          <w:rPr>
            <w:noProof/>
            <w:webHidden/>
          </w:rPr>
          <w:fldChar w:fldCharType="end"/>
        </w:r>
      </w:hyperlink>
    </w:p>
    <w:p w14:paraId="320A8967" w14:textId="2B128E6A" w:rsidR="00EA3622" w:rsidRDefault="00715F4C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20" w:history="1">
        <w:r w:rsidR="00EA3622" w:rsidRPr="00EF6C57">
          <w:rPr>
            <w:rStyle w:val="Hipercze"/>
            <w:noProof/>
          </w:rPr>
          <w:t>4.9.</w:t>
        </w:r>
        <w:r w:rsidR="00EA3622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Plik załącznika AKC-4/I do deklaracji AKC-4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_Toc182566520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116</w:t>
        </w:r>
        <w:r w:rsidR="00EA3622">
          <w:rPr>
            <w:noProof/>
            <w:webHidden/>
          </w:rPr>
          <w:fldChar w:fldCharType="end"/>
        </w:r>
      </w:hyperlink>
    </w:p>
    <w:p w14:paraId="5946100E" w14:textId="492446E0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521" w:history="1">
        <w:r w:rsidR="00EA3622" w:rsidRPr="00EF6C57">
          <w:rPr>
            <w:rStyle w:val="Hipercze"/>
            <w:noProof/>
          </w:rPr>
          <w:t>4.9.1.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Plik akc_4i.xsd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_Toc182566521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116</w:t>
        </w:r>
        <w:r w:rsidR="00EA3622">
          <w:rPr>
            <w:noProof/>
            <w:webHidden/>
          </w:rPr>
          <w:fldChar w:fldCharType="end"/>
        </w:r>
      </w:hyperlink>
    </w:p>
    <w:p w14:paraId="6FE2C88B" w14:textId="0B772D10" w:rsidR="00EA3622" w:rsidRDefault="00715F4C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22" w:history="1">
        <w:r w:rsidR="00EA3622" w:rsidRPr="00EF6C57">
          <w:rPr>
            <w:rStyle w:val="Hipercze"/>
            <w:noProof/>
          </w:rPr>
          <w:t>4.10.</w:t>
        </w:r>
        <w:r w:rsidR="00EA3622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Plik załącznika AKC-4/J do deklaracji AKC-4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_Toc182566522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116</w:t>
        </w:r>
        <w:r w:rsidR="00EA3622">
          <w:rPr>
            <w:noProof/>
            <w:webHidden/>
          </w:rPr>
          <w:fldChar w:fldCharType="end"/>
        </w:r>
      </w:hyperlink>
    </w:p>
    <w:p w14:paraId="6A346611" w14:textId="096F2B03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523" w:history="1">
        <w:r w:rsidR="00EA3622" w:rsidRPr="00EF6C57">
          <w:rPr>
            <w:rStyle w:val="Hipercze"/>
            <w:noProof/>
          </w:rPr>
          <w:t>4.10.1.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Plik akc_4j.xsd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_Toc182566523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116</w:t>
        </w:r>
        <w:r w:rsidR="00EA3622">
          <w:rPr>
            <w:noProof/>
            <w:webHidden/>
          </w:rPr>
          <w:fldChar w:fldCharType="end"/>
        </w:r>
      </w:hyperlink>
    </w:p>
    <w:p w14:paraId="773C97D4" w14:textId="7C9D8B46" w:rsidR="00EA3622" w:rsidRDefault="00715F4C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24" w:history="1">
        <w:r w:rsidR="00EA3622" w:rsidRPr="00EF6C57">
          <w:rPr>
            <w:rStyle w:val="Hipercze"/>
            <w:noProof/>
          </w:rPr>
          <w:t>4.11.</w:t>
        </w:r>
        <w:r w:rsidR="00EA3622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Plik załącznika AKC-4/K do deklaracji AKC-4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_Toc182566524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116</w:t>
        </w:r>
        <w:r w:rsidR="00EA3622">
          <w:rPr>
            <w:noProof/>
            <w:webHidden/>
          </w:rPr>
          <w:fldChar w:fldCharType="end"/>
        </w:r>
      </w:hyperlink>
    </w:p>
    <w:p w14:paraId="6A99914E" w14:textId="2A7AD1A2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525" w:history="1">
        <w:r w:rsidR="00EA3622" w:rsidRPr="00EF6C57">
          <w:rPr>
            <w:rStyle w:val="Hipercze"/>
            <w:noProof/>
          </w:rPr>
          <w:t>4.11.1.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Plik akc_4k.xsd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_Toc182566525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116</w:t>
        </w:r>
        <w:r w:rsidR="00EA3622">
          <w:rPr>
            <w:noProof/>
            <w:webHidden/>
          </w:rPr>
          <w:fldChar w:fldCharType="end"/>
        </w:r>
      </w:hyperlink>
    </w:p>
    <w:p w14:paraId="20684FC1" w14:textId="20C9833E" w:rsidR="00EA3622" w:rsidRDefault="00715F4C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26" w:history="1">
        <w:r w:rsidR="00EA3622" w:rsidRPr="00EF6C57">
          <w:rPr>
            <w:rStyle w:val="Hipercze"/>
            <w:noProof/>
          </w:rPr>
          <w:t>4.12.</w:t>
        </w:r>
        <w:r w:rsidR="00EA3622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Plik załącznika AKC-4/L do deklaracji AKC-4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_Toc182566526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116</w:t>
        </w:r>
        <w:r w:rsidR="00EA3622">
          <w:rPr>
            <w:noProof/>
            <w:webHidden/>
          </w:rPr>
          <w:fldChar w:fldCharType="end"/>
        </w:r>
      </w:hyperlink>
    </w:p>
    <w:p w14:paraId="5CC86099" w14:textId="2682A5E8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527" w:history="1">
        <w:r w:rsidR="00EA3622" w:rsidRPr="00EF6C57">
          <w:rPr>
            <w:rStyle w:val="Hipercze"/>
            <w:noProof/>
          </w:rPr>
          <w:t>4.12.1.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Plik akc_4l.xsd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_Toc182566527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116</w:t>
        </w:r>
        <w:r w:rsidR="00EA3622">
          <w:rPr>
            <w:noProof/>
            <w:webHidden/>
          </w:rPr>
          <w:fldChar w:fldCharType="end"/>
        </w:r>
      </w:hyperlink>
    </w:p>
    <w:p w14:paraId="0E2EC459" w14:textId="36BD073D" w:rsidR="00EA3622" w:rsidRDefault="00715F4C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28" w:history="1">
        <w:r w:rsidR="00EA3622" w:rsidRPr="00EF6C57">
          <w:rPr>
            <w:rStyle w:val="Hipercze"/>
            <w:noProof/>
          </w:rPr>
          <w:t>4.13.</w:t>
        </w:r>
        <w:r w:rsidR="00EA3622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Plik załącznika AKC-4/M do deklaracji AKC-4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_Toc182566528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116</w:t>
        </w:r>
        <w:r w:rsidR="00EA3622">
          <w:rPr>
            <w:noProof/>
            <w:webHidden/>
          </w:rPr>
          <w:fldChar w:fldCharType="end"/>
        </w:r>
      </w:hyperlink>
    </w:p>
    <w:p w14:paraId="332F39FD" w14:textId="244A07D9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529" w:history="1">
        <w:r w:rsidR="00EA3622" w:rsidRPr="00EF6C57">
          <w:rPr>
            <w:rStyle w:val="Hipercze"/>
            <w:noProof/>
          </w:rPr>
          <w:t>4.13.1.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Plik akc_4m.xsd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_Toc182566529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116</w:t>
        </w:r>
        <w:r w:rsidR="00EA3622">
          <w:rPr>
            <w:noProof/>
            <w:webHidden/>
          </w:rPr>
          <w:fldChar w:fldCharType="end"/>
        </w:r>
      </w:hyperlink>
    </w:p>
    <w:p w14:paraId="35D06678" w14:textId="40F9CDC9" w:rsidR="00EA3622" w:rsidRDefault="00715F4C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30" w:history="1">
        <w:r w:rsidR="00EA3622" w:rsidRPr="00EF6C57">
          <w:rPr>
            <w:rStyle w:val="Hipercze"/>
            <w:noProof/>
          </w:rPr>
          <w:t>4.14.</w:t>
        </w:r>
        <w:r w:rsidR="00EA3622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Plik załącznika AKC-4/N do deklaracji AKC-4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_Toc182566530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116</w:t>
        </w:r>
        <w:r w:rsidR="00EA3622">
          <w:rPr>
            <w:noProof/>
            <w:webHidden/>
          </w:rPr>
          <w:fldChar w:fldCharType="end"/>
        </w:r>
      </w:hyperlink>
    </w:p>
    <w:p w14:paraId="16F7CEFB" w14:textId="074099F1" w:rsidR="00EA3622" w:rsidRDefault="00715F4C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566531" w:history="1">
        <w:r w:rsidR="00EA3622" w:rsidRPr="00EF6C57">
          <w:rPr>
            <w:rStyle w:val="Hipercze"/>
            <w:noProof/>
          </w:rPr>
          <w:t>4.14.1.</w:t>
        </w:r>
        <w:r w:rsidR="00EA3622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A3622" w:rsidRPr="00EF6C57">
          <w:rPr>
            <w:rStyle w:val="Hipercze"/>
            <w:noProof/>
          </w:rPr>
          <w:t>Plik akc_4n.xsd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_Toc182566531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>
          <w:rPr>
            <w:noProof/>
            <w:webHidden/>
          </w:rPr>
          <w:t>116</w:t>
        </w:r>
        <w:r w:rsidR="00EA3622">
          <w:rPr>
            <w:noProof/>
            <w:webHidden/>
          </w:rPr>
          <w:fldChar w:fldCharType="end"/>
        </w:r>
      </w:hyperlink>
    </w:p>
    <w:p w14:paraId="12894BF2" w14:textId="79F29BA9" w:rsidR="00EA3622" w:rsidRDefault="00035695" w:rsidP="006F610A">
      <w:r w:rsidRPr="00013FD3">
        <w:fldChar w:fldCharType="end"/>
      </w:r>
      <w:bookmarkStart w:id="2" w:name="_Toc349568549"/>
      <w:r w:rsidR="00EA3622">
        <w:br w:type="page"/>
      </w:r>
    </w:p>
    <w:p w14:paraId="2E36FEF0" w14:textId="062347E2" w:rsidR="00764E48" w:rsidRPr="00EA3622" w:rsidRDefault="003F030F" w:rsidP="00EA3622">
      <w:pPr>
        <w:rPr>
          <w:bCs/>
        </w:rPr>
      </w:pPr>
      <w:r w:rsidRPr="00EA3622">
        <w:lastRenderedPageBreak/>
        <w:t>SPIS TABEL</w:t>
      </w:r>
      <w:bookmarkEnd w:id="2"/>
    </w:p>
    <w:p w14:paraId="6DDF2094" w14:textId="789D2BBB" w:rsidR="00EA3622" w:rsidRDefault="0006207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904E12">
        <w:fldChar w:fldCharType="begin"/>
      </w:r>
      <w:r w:rsidR="00836DD7" w:rsidRPr="00904E12">
        <w:instrText xml:space="preserve"> TOC \h \z \c "Tabela" </w:instrText>
      </w:r>
      <w:r w:rsidRPr="00904E12">
        <w:fldChar w:fldCharType="separate"/>
      </w:r>
      <w:hyperlink w:anchor="_Toc182566532" w:history="1">
        <w:r w:rsidR="00EA3622" w:rsidRPr="0059292E">
          <w:rPr>
            <w:rStyle w:val="Hipercze"/>
            <w:noProof/>
          </w:rPr>
          <w:t>Tabela 1. Metryka dokumentu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_Toc182566532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2</w:t>
        </w:r>
        <w:r w:rsidR="00EA3622">
          <w:rPr>
            <w:noProof/>
            <w:webHidden/>
          </w:rPr>
          <w:fldChar w:fldCharType="end"/>
        </w:r>
      </w:hyperlink>
    </w:p>
    <w:p w14:paraId="23F1B94A" w14:textId="6D486B92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33" w:history="1">
        <w:r w:rsidR="00EA3622" w:rsidRPr="0059292E">
          <w:rPr>
            <w:rStyle w:val="Hipercze"/>
            <w:noProof/>
          </w:rPr>
          <w:t>Tabela 2. Historia zmian dokumentu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_Toc182566533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2</w:t>
        </w:r>
        <w:r w:rsidR="00EA3622">
          <w:rPr>
            <w:noProof/>
            <w:webHidden/>
          </w:rPr>
          <w:fldChar w:fldCharType="end"/>
        </w:r>
      </w:hyperlink>
    </w:p>
    <w:p w14:paraId="0B5E188A" w14:textId="2B1D33D1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34" w:history="1">
        <w:r w:rsidR="00EA3622" w:rsidRPr="0059292E">
          <w:rPr>
            <w:rStyle w:val="Hipercze"/>
            <w:noProof/>
          </w:rPr>
          <w:t>Tabela 3. Wykaz dokumentów obowiązujących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_Toc182566534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16</w:t>
        </w:r>
        <w:r w:rsidR="00EA3622">
          <w:rPr>
            <w:noProof/>
            <w:webHidden/>
          </w:rPr>
          <w:fldChar w:fldCharType="end"/>
        </w:r>
      </w:hyperlink>
    </w:p>
    <w:p w14:paraId="33E012A4" w14:textId="3EA931C2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35" w:history="1">
        <w:r w:rsidR="00EA3622" w:rsidRPr="0059292E">
          <w:rPr>
            <w:rStyle w:val="Hipercze"/>
            <w:noProof/>
          </w:rPr>
          <w:t>Tabela 4. Wykaz dokumentów pomocniczych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_Toc182566535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16</w:t>
        </w:r>
        <w:r w:rsidR="00EA3622">
          <w:rPr>
            <w:noProof/>
            <w:webHidden/>
          </w:rPr>
          <w:fldChar w:fldCharType="end"/>
        </w:r>
      </w:hyperlink>
    </w:p>
    <w:p w14:paraId="3637F35F" w14:textId="087AA051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36" w:history="1">
        <w:r w:rsidR="00EA3622" w:rsidRPr="0059292E">
          <w:rPr>
            <w:rStyle w:val="Hipercze"/>
            <w:noProof/>
          </w:rPr>
          <w:t>Tabela 5. Wykaz skrótów i akronimów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_Toc182566536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17</w:t>
        </w:r>
        <w:r w:rsidR="00EA3622">
          <w:rPr>
            <w:noProof/>
            <w:webHidden/>
          </w:rPr>
          <w:fldChar w:fldCharType="end"/>
        </w:r>
      </w:hyperlink>
    </w:p>
    <w:p w14:paraId="1B805C87" w14:textId="14277B6B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37" w:history="1">
        <w:r w:rsidR="00EA3622" w:rsidRPr="0059292E">
          <w:rPr>
            <w:rStyle w:val="Hipercze"/>
            <w:noProof/>
          </w:rPr>
          <w:t>Tabela 6. Wykaz definicji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_Toc182566537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20</w:t>
        </w:r>
        <w:r w:rsidR="00EA3622">
          <w:rPr>
            <w:noProof/>
            <w:webHidden/>
          </w:rPr>
          <w:fldChar w:fldCharType="end"/>
        </w:r>
      </w:hyperlink>
    </w:p>
    <w:p w14:paraId="266A78CB" w14:textId="3201DE90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38" w:history="1">
        <w:r w:rsidR="00EA3622" w:rsidRPr="0059292E">
          <w:rPr>
            <w:rStyle w:val="Hipercze"/>
            <w:noProof/>
          </w:rPr>
          <w:t>Tabela 7. Powiązanie plików XSD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_Toc182566538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21</w:t>
        </w:r>
        <w:r w:rsidR="00EA3622">
          <w:rPr>
            <w:noProof/>
            <w:webHidden/>
          </w:rPr>
          <w:fldChar w:fldCharType="end"/>
        </w:r>
      </w:hyperlink>
    </w:p>
    <w:p w14:paraId="5DA8BDBD" w14:textId="04B2E266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39" w:history="1">
        <w:r w:rsidR="00EA3622" w:rsidRPr="0059292E">
          <w:rPr>
            <w:rStyle w:val="Hipercze"/>
            <w:noProof/>
          </w:rPr>
          <w:t>Tabela 8. Dane ogólne w ramach struktury deklaracji AKC-4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_Toc182566539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22</w:t>
        </w:r>
        <w:r w:rsidR="00EA3622">
          <w:rPr>
            <w:noProof/>
            <w:webHidden/>
          </w:rPr>
          <w:fldChar w:fldCharType="end"/>
        </w:r>
      </w:hyperlink>
    </w:p>
    <w:p w14:paraId="2D83EC21" w14:textId="4E7DB023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40" w:history="1">
        <w:r w:rsidR="00EA3622" w:rsidRPr="0059292E">
          <w:rPr>
            <w:rStyle w:val="Hipercze"/>
            <w:noProof/>
          </w:rPr>
          <w:t>Tabela 9. Struktura elementu AKC4Type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_Toc182566540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23</w:t>
        </w:r>
        <w:r w:rsidR="00EA3622">
          <w:rPr>
            <w:noProof/>
            <w:webHidden/>
          </w:rPr>
          <w:fldChar w:fldCharType="end"/>
        </w:r>
      </w:hyperlink>
    </w:p>
    <w:p w14:paraId="39067A1E" w14:textId="4EDFF9BF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41" w:history="1">
        <w:r w:rsidR="00EA3622" w:rsidRPr="0059292E">
          <w:rPr>
            <w:rStyle w:val="Hipercze"/>
            <w:noProof/>
          </w:rPr>
          <w:t>Tabela 10. Struktura elementu HeaderType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_Toc182566541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23</w:t>
        </w:r>
        <w:r w:rsidR="00EA3622">
          <w:rPr>
            <w:noProof/>
            <w:webHidden/>
          </w:rPr>
          <w:fldChar w:fldCharType="end"/>
        </w:r>
      </w:hyperlink>
    </w:p>
    <w:p w14:paraId="4887995B" w14:textId="2BA6E23F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42" w:history="1">
        <w:r w:rsidR="00EA3622" w:rsidRPr="0059292E">
          <w:rPr>
            <w:rStyle w:val="Hipercze"/>
            <w:noProof/>
          </w:rPr>
          <w:t>Tabela 11. Struktura elementu AttachmentType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_Toc182566542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24</w:t>
        </w:r>
        <w:r w:rsidR="00EA3622">
          <w:rPr>
            <w:noProof/>
            <w:webHidden/>
          </w:rPr>
          <w:fldChar w:fldCharType="end"/>
        </w:r>
      </w:hyperlink>
    </w:p>
    <w:p w14:paraId="15130457" w14:textId="0EC1E52E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43" w:history="1">
        <w:r w:rsidR="00EA3622" w:rsidRPr="0059292E">
          <w:rPr>
            <w:rStyle w:val="Hipercze"/>
            <w:noProof/>
          </w:rPr>
          <w:t>Tabela 12. Struktura elementu statementOfExciseDutyProductGroupsType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_Toc182566543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24</w:t>
        </w:r>
        <w:r w:rsidR="00EA3622">
          <w:rPr>
            <w:noProof/>
            <w:webHidden/>
          </w:rPr>
          <w:fldChar w:fldCharType="end"/>
        </w:r>
      </w:hyperlink>
    </w:p>
    <w:p w14:paraId="159A2DA3" w14:textId="2031F823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44" w:history="1">
        <w:r w:rsidR="00EA3622" w:rsidRPr="0059292E">
          <w:rPr>
            <w:rStyle w:val="Hipercze"/>
            <w:noProof/>
          </w:rPr>
          <w:t>Tabela 13. Struktura elementu AmountPayableType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_Toc182566544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26</w:t>
        </w:r>
        <w:r w:rsidR="00EA3622">
          <w:rPr>
            <w:noProof/>
            <w:webHidden/>
          </w:rPr>
          <w:fldChar w:fldCharType="end"/>
        </w:r>
      </w:hyperlink>
    </w:p>
    <w:p w14:paraId="56D58A40" w14:textId="76958E04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45" w:history="1">
        <w:r w:rsidR="00EA3622" w:rsidRPr="0059292E">
          <w:rPr>
            <w:rStyle w:val="Hipercze"/>
            <w:noProof/>
          </w:rPr>
          <w:t>Tabela 14. Struktura elementu amountOfExciseDutyType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_Toc182566545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27</w:t>
        </w:r>
        <w:r w:rsidR="00EA3622">
          <w:rPr>
            <w:noProof/>
            <w:webHidden/>
          </w:rPr>
          <w:fldChar w:fldCharType="end"/>
        </w:r>
      </w:hyperlink>
    </w:p>
    <w:p w14:paraId="59259064" w14:textId="4019A4C2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46" w:history="1">
        <w:r w:rsidR="00EA3622" w:rsidRPr="0059292E">
          <w:rPr>
            <w:rStyle w:val="Hipercze"/>
            <w:noProof/>
          </w:rPr>
          <w:t>Tabela 15. Reguły dotyczące deklaracji AKC-4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_Toc182566546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28</w:t>
        </w:r>
        <w:r w:rsidR="00EA3622">
          <w:rPr>
            <w:noProof/>
            <w:webHidden/>
          </w:rPr>
          <w:fldChar w:fldCharType="end"/>
        </w:r>
      </w:hyperlink>
    </w:p>
    <w:p w14:paraId="11212FB0" w14:textId="408FCA67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47" w:history="1">
        <w:r w:rsidR="00EA3622" w:rsidRPr="0059292E">
          <w:rPr>
            <w:rStyle w:val="Hipercze"/>
            <w:noProof/>
          </w:rPr>
          <w:t>Tabela 16. Dane ogólne w ramach struktury załącznika AKC-4/A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_Toc182566547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31</w:t>
        </w:r>
        <w:r w:rsidR="00EA3622">
          <w:rPr>
            <w:noProof/>
            <w:webHidden/>
          </w:rPr>
          <w:fldChar w:fldCharType="end"/>
        </w:r>
      </w:hyperlink>
    </w:p>
    <w:p w14:paraId="412F20DE" w14:textId="4D72A553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48" w:history="1">
        <w:r w:rsidR="00EA3622" w:rsidRPr="0059292E">
          <w:rPr>
            <w:rStyle w:val="Hipercze"/>
            <w:noProof/>
          </w:rPr>
          <w:t>Tabela 17. Struktura elementu AKC4AType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_Toc182566548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32</w:t>
        </w:r>
        <w:r w:rsidR="00EA3622">
          <w:rPr>
            <w:noProof/>
            <w:webHidden/>
          </w:rPr>
          <w:fldChar w:fldCharType="end"/>
        </w:r>
      </w:hyperlink>
    </w:p>
    <w:p w14:paraId="480CCBC0" w14:textId="391E2576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49" w:history="1">
        <w:r w:rsidR="00EA3622" w:rsidRPr="0059292E">
          <w:rPr>
            <w:rStyle w:val="Hipercze"/>
            <w:noProof/>
          </w:rPr>
          <w:t>Tabela 18. Struktura elementu HeaderType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_Toc182566549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32</w:t>
        </w:r>
        <w:r w:rsidR="00EA3622">
          <w:rPr>
            <w:noProof/>
            <w:webHidden/>
          </w:rPr>
          <w:fldChar w:fldCharType="end"/>
        </w:r>
      </w:hyperlink>
    </w:p>
    <w:p w14:paraId="2DF15C31" w14:textId="1864E5B9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50" w:history="1">
        <w:r w:rsidR="00EA3622" w:rsidRPr="0059292E">
          <w:rPr>
            <w:rStyle w:val="Hipercze"/>
            <w:noProof/>
          </w:rPr>
          <w:t>Tabela 19. Struktura elementu WarehouseType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_Toc182566550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32</w:t>
        </w:r>
        <w:r w:rsidR="00EA3622">
          <w:rPr>
            <w:noProof/>
            <w:webHidden/>
          </w:rPr>
          <w:fldChar w:fldCharType="end"/>
        </w:r>
      </w:hyperlink>
    </w:p>
    <w:p w14:paraId="1F6A9CAB" w14:textId="7E10850E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51" w:history="1">
        <w:r w:rsidR="00EA3622" w:rsidRPr="0059292E">
          <w:rPr>
            <w:rStyle w:val="Hipercze"/>
            <w:noProof/>
          </w:rPr>
          <w:t>Tabela 20. Struktura elementu ExciseDutyInformationType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_Toc182566551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33</w:t>
        </w:r>
        <w:r w:rsidR="00EA3622">
          <w:rPr>
            <w:noProof/>
            <w:webHidden/>
          </w:rPr>
          <w:fldChar w:fldCharType="end"/>
        </w:r>
      </w:hyperlink>
    </w:p>
    <w:p w14:paraId="58090FEE" w14:textId="6604007A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52" w:history="1">
        <w:r w:rsidR="00EA3622" w:rsidRPr="0059292E">
          <w:rPr>
            <w:rStyle w:val="Hipercze"/>
            <w:noProof/>
          </w:rPr>
          <w:t>Tabela 21. Struktura elementu CalculOdAmountOfExciseDutyType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_Toc182566552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33</w:t>
        </w:r>
        <w:r w:rsidR="00EA3622">
          <w:rPr>
            <w:noProof/>
            <w:webHidden/>
          </w:rPr>
          <w:fldChar w:fldCharType="end"/>
        </w:r>
      </w:hyperlink>
    </w:p>
    <w:p w14:paraId="6EB5060F" w14:textId="599E732A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53" w:history="1">
        <w:r w:rsidR="00EA3622" w:rsidRPr="0059292E">
          <w:rPr>
            <w:rStyle w:val="Hipercze"/>
            <w:noProof/>
          </w:rPr>
          <w:t>Tabela 22. Struktura elementu CleareanceExciseDutyType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_Toc182566553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33</w:t>
        </w:r>
        <w:r w:rsidR="00EA3622">
          <w:rPr>
            <w:noProof/>
            <w:webHidden/>
          </w:rPr>
          <w:fldChar w:fldCharType="end"/>
        </w:r>
      </w:hyperlink>
    </w:p>
    <w:p w14:paraId="31B65D2B" w14:textId="0CA987ED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54" w:history="1">
        <w:r w:rsidR="00EA3622" w:rsidRPr="0059292E">
          <w:rPr>
            <w:rStyle w:val="Hipercze"/>
            <w:noProof/>
          </w:rPr>
          <w:t>Tabela 23. Struktura elementu ItemsType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_Toc182566554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34</w:t>
        </w:r>
        <w:r w:rsidR="00EA3622">
          <w:rPr>
            <w:noProof/>
            <w:webHidden/>
          </w:rPr>
          <w:fldChar w:fldCharType="end"/>
        </w:r>
      </w:hyperlink>
    </w:p>
    <w:p w14:paraId="3C210DDE" w14:textId="0378C45B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55" w:history="1">
        <w:r w:rsidR="00EA3622" w:rsidRPr="0059292E">
          <w:rPr>
            <w:rStyle w:val="Hipercze"/>
            <w:noProof/>
          </w:rPr>
          <w:t>Tabela 24. Struktura elementu ItemType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_Toc182566555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34</w:t>
        </w:r>
        <w:r w:rsidR="00EA3622">
          <w:rPr>
            <w:noProof/>
            <w:webHidden/>
          </w:rPr>
          <w:fldChar w:fldCharType="end"/>
        </w:r>
      </w:hyperlink>
    </w:p>
    <w:p w14:paraId="5B1DCFEB" w14:textId="2B0EA39B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56" w:history="1">
        <w:r w:rsidR="00EA3622" w:rsidRPr="0059292E">
          <w:rPr>
            <w:rStyle w:val="Hipercze"/>
            <w:noProof/>
          </w:rPr>
          <w:t>Tabela 25. Struktura elementu DailyPaymentInformationType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_Toc182566556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35</w:t>
        </w:r>
        <w:r w:rsidR="00EA3622">
          <w:rPr>
            <w:noProof/>
            <w:webHidden/>
          </w:rPr>
          <w:fldChar w:fldCharType="end"/>
        </w:r>
      </w:hyperlink>
    </w:p>
    <w:p w14:paraId="21BE5525" w14:textId="45CF357B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57" w:history="1">
        <w:r w:rsidR="00EA3622" w:rsidRPr="0059292E">
          <w:rPr>
            <w:rStyle w:val="Hipercze"/>
            <w:noProof/>
          </w:rPr>
          <w:t>Tabela 26. Reguły dotyczące załącznika AKC-4/A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_Toc182566557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35</w:t>
        </w:r>
        <w:r w:rsidR="00EA3622">
          <w:rPr>
            <w:noProof/>
            <w:webHidden/>
          </w:rPr>
          <w:fldChar w:fldCharType="end"/>
        </w:r>
      </w:hyperlink>
    </w:p>
    <w:p w14:paraId="1DD54010" w14:textId="3FB20FD3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58" w:history="1">
        <w:r w:rsidR="00EA3622" w:rsidRPr="0059292E">
          <w:rPr>
            <w:rStyle w:val="Hipercze"/>
            <w:noProof/>
          </w:rPr>
          <w:t>Tabela 27. Dane ogólne w ramach struktury załącznika AKC-4/B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_Toc182566558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38</w:t>
        </w:r>
        <w:r w:rsidR="00EA3622">
          <w:rPr>
            <w:noProof/>
            <w:webHidden/>
          </w:rPr>
          <w:fldChar w:fldCharType="end"/>
        </w:r>
      </w:hyperlink>
    </w:p>
    <w:p w14:paraId="19077491" w14:textId="1A19996D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59" w:history="1">
        <w:r w:rsidR="00EA3622" w:rsidRPr="0059292E">
          <w:rPr>
            <w:rStyle w:val="Hipercze"/>
            <w:noProof/>
          </w:rPr>
          <w:t>Tabela 28. Struktura elementu AKC4BType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_Toc182566559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38</w:t>
        </w:r>
        <w:r w:rsidR="00EA3622">
          <w:rPr>
            <w:noProof/>
            <w:webHidden/>
          </w:rPr>
          <w:fldChar w:fldCharType="end"/>
        </w:r>
      </w:hyperlink>
    </w:p>
    <w:p w14:paraId="4E0F8E7B" w14:textId="4483C6E0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60" w:history="1">
        <w:r w:rsidR="00EA3622" w:rsidRPr="0059292E">
          <w:rPr>
            <w:rStyle w:val="Hipercze"/>
            <w:noProof/>
          </w:rPr>
          <w:t>Tabela 29. Struktura elementu HeaderType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_Toc182566560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39</w:t>
        </w:r>
        <w:r w:rsidR="00EA3622">
          <w:rPr>
            <w:noProof/>
            <w:webHidden/>
          </w:rPr>
          <w:fldChar w:fldCharType="end"/>
        </w:r>
      </w:hyperlink>
    </w:p>
    <w:p w14:paraId="45D9DA2D" w14:textId="712BBD65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61" w:history="1">
        <w:r w:rsidR="00EA3622" w:rsidRPr="0059292E">
          <w:rPr>
            <w:rStyle w:val="Hipercze"/>
            <w:noProof/>
          </w:rPr>
          <w:t>Tabela 30. Struktura elementu WarehouseType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_Toc182566561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39</w:t>
        </w:r>
        <w:r w:rsidR="00EA3622">
          <w:rPr>
            <w:noProof/>
            <w:webHidden/>
          </w:rPr>
          <w:fldChar w:fldCharType="end"/>
        </w:r>
      </w:hyperlink>
    </w:p>
    <w:p w14:paraId="5193D3DA" w14:textId="137BCE15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62" w:history="1">
        <w:r w:rsidR="00EA3622" w:rsidRPr="0059292E">
          <w:rPr>
            <w:rStyle w:val="Hipercze"/>
            <w:noProof/>
          </w:rPr>
          <w:t>Tabela 31. Struktura elementu ExciseDutyInformationType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_Toc182566562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39</w:t>
        </w:r>
        <w:r w:rsidR="00EA3622">
          <w:rPr>
            <w:noProof/>
            <w:webHidden/>
          </w:rPr>
          <w:fldChar w:fldCharType="end"/>
        </w:r>
      </w:hyperlink>
    </w:p>
    <w:p w14:paraId="2F33346D" w14:textId="44B5736B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63" w:history="1">
        <w:r w:rsidR="00EA3622" w:rsidRPr="0059292E">
          <w:rPr>
            <w:rStyle w:val="Hipercze"/>
            <w:noProof/>
          </w:rPr>
          <w:t>Tabela 32. Struktura elementu CalculOdAmountOfExciseDutyType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_Toc182566563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40</w:t>
        </w:r>
        <w:r w:rsidR="00EA3622">
          <w:rPr>
            <w:noProof/>
            <w:webHidden/>
          </w:rPr>
          <w:fldChar w:fldCharType="end"/>
        </w:r>
      </w:hyperlink>
    </w:p>
    <w:p w14:paraId="5A6F1875" w14:textId="30AE7671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64" w:history="1">
        <w:r w:rsidR="00EA3622" w:rsidRPr="0059292E">
          <w:rPr>
            <w:rStyle w:val="Hipercze"/>
            <w:noProof/>
          </w:rPr>
          <w:t>Tabela 33. Struktura elementu CleareanceExciseDutyType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_Toc182566564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40</w:t>
        </w:r>
        <w:r w:rsidR="00EA3622">
          <w:rPr>
            <w:noProof/>
            <w:webHidden/>
          </w:rPr>
          <w:fldChar w:fldCharType="end"/>
        </w:r>
      </w:hyperlink>
    </w:p>
    <w:p w14:paraId="730A18B1" w14:textId="46212B13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65" w:history="1">
        <w:r w:rsidR="00EA3622" w:rsidRPr="0059292E">
          <w:rPr>
            <w:rStyle w:val="Hipercze"/>
            <w:noProof/>
          </w:rPr>
          <w:t>Tabela 34. Struktura elementu ItemsType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_Toc182566565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41</w:t>
        </w:r>
        <w:r w:rsidR="00EA3622">
          <w:rPr>
            <w:noProof/>
            <w:webHidden/>
          </w:rPr>
          <w:fldChar w:fldCharType="end"/>
        </w:r>
      </w:hyperlink>
    </w:p>
    <w:p w14:paraId="6562367C" w14:textId="42105BD5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66" w:history="1">
        <w:r w:rsidR="00EA3622" w:rsidRPr="0059292E">
          <w:rPr>
            <w:rStyle w:val="Hipercze"/>
            <w:noProof/>
          </w:rPr>
          <w:t>Tabela 35. Struktura elementu ItemType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_Toc182566566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41</w:t>
        </w:r>
        <w:r w:rsidR="00EA3622">
          <w:rPr>
            <w:noProof/>
            <w:webHidden/>
          </w:rPr>
          <w:fldChar w:fldCharType="end"/>
        </w:r>
      </w:hyperlink>
    </w:p>
    <w:p w14:paraId="03D11A61" w14:textId="2FCA3EFA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67" w:history="1">
        <w:r w:rsidR="00EA3622" w:rsidRPr="0059292E">
          <w:rPr>
            <w:rStyle w:val="Hipercze"/>
            <w:noProof/>
          </w:rPr>
          <w:t>Tabela 36. Struktura elementu DailyPaymentInformationType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_Toc182566567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42</w:t>
        </w:r>
        <w:r w:rsidR="00EA3622">
          <w:rPr>
            <w:noProof/>
            <w:webHidden/>
          </w:rPr>
          <w:fldChar w:fldCharType="end"/>
        </w:r>
      </w:hyperlink>
    </w:p>
    <w:p w14:paraId="07ED9ADD" w14:textId="2D673C07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68" w:history="1">
        <w:r w:rsidR="00EA3622" w:rsidRPr="0059292E">
          <w:rPr>
            <w:rStyle w:val="Hipercze"/>
            <w:noProof/>
          </w:rPr>
          <w:t>Tabela 37. Reguły dotyczące załącznika AKC-4/B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_Toc182566568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42</w:t>
        </w:r>
        <w:r w:rsidR="00EA3622">
          <w:rPr>
            <w:noProof/>
            <w:webHidden/>
          </w:rPr>
          <w:fldChar w:fldCharType="end"/>
        </w:r>
      </w:hyperlink>
    </w:p>
    <w:p w14:paraId="415AB66D" w14:textId="16104631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69" w:history="1">
        <w:r w:rsidR="00EA3622" w:rsidRPr="0059292E">
          <w:rPr>
            <w:rStyle w:val="Hipercze"/>
            <w:noProof/>
          </w:rPr>
          <w:t>Tabela 38. Dane ogólne w ramach struktury załącznika AKC-4/C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_Toc182566569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44</w:t>
        </w:r>
        <w:r w:rsidR="00EA3622">
          <w:rPr>
            <w:noProof/>
            <w:webHidden/>
          </w:rPr>
          <w:fldChar w:fldCharType="end"/>
        </w:r>
      </w:hyperlink>
    </w:p>
    <w:p w14:paraId="50153888" w14:textId="25C3E4E7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70" w:history="1">
        <w:r w:rsidR="00EA3622" w:rsidRPr="0059292E">
          <w:rPr>
            <w:rStyle w:val="Hipercze"/>
            <w:noProof/>
          </w:rPr>
          <w:t>Tabela 39. Struktura elementu AKC4CType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_Toc182566570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45</w:t>
        </w:r>
        <w:r w:rsidR="00EA3622">
          <w:rPr>
            <w:noProof/>
            <w:webHidden/>
          </w:rPr>
          <w:fldChar w:fldCharType="end"/>
        </w:r>
      </w:hyperlink>
    </w:p>
    <w:p w14:paraId="59269771" w14:textId="05485E3E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71" w:history="1">
        <w:r w:rsidR="00EA3622" w:rsidRPr="0059292E">
          <w:rPr>
            <w:rStyle w:val="Hipercze"/>
            <w:noProof/>
          </w:rPr>
          <w:t>Tabela 40. Struktura elementu HeaderType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_Toc182566571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45</w:t>
        </w:r>
        <w:r w:rsidR="00EA3622">
          <w:rPr>
            <w:noProof/>
            <w:webHidden/>
          </w:rPr>
          <w:fldChar w:fldCharType="end"/>
        </w:r>
      </w:hyperlink>
    </w:p>
    <w:p w14:paraId="388CA251" w14:textId="3B592824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72" w:history="1">
        <w:r w:rsidR="00EA3622" w:rsidRPr="0059292E">
          <w:rPr>
            <w:rStyle w:val="Hipercze"/>
            <w:noProof/>
          </w:rPr>
          <w:t>Tabela 41. Struktura elementu WarehouseType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_Toc182566572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46</w:t>
        </w:r>
        <w:r w:rsidR="00EA3622">
          <w:rPr>
            <w:noProof/>
            <w:webHidden/>
          </w:rPr>
          <w:fldChar w:fldCharType="end"/>
        </w:r>
      </w:hyperlink>
    </w:p>
    <w:p w14:paraId="063BD638" w14:textId="503AA572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73" w:history="1">
        <w:r w:rsidR="00EA3622" w:rsidRPr="0059292E">
          <w:rPr>
            <w:rStyle w:val="Hipercze"/>
            <w:noProof/>
          </w:rPr>
          <w:t>Tabela 42. Struktura elementu ExciseDutyInformationType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_Toc182566573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46</w:t>
        </w:r>
        <w:r w:rsidR="00EA3622">
          <w:rPr>
            <w:noProof/>
            <w:webHidden/>
          </w:rPr>
          <w:fldChar w:fldCharType="end"/>
        </w:r>
      </w:hyperlink>
    </w:p>
    <w:p w14:paraId="4095DF30" w14:textId="5B345F42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74" w:history="1">
        <w:r w:rsidR="00EA3622" w:rsidRPr="0059292E">
          <w:rPr>
            <w:rStyle w:val="Hipercze"/>
            <w:noProof/>
          </w:rPr>
          <w:t>Tabela 43. Struktura elementu CalculOdAmountOfExciseDutyType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_Toc182566574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47</w:t>
        </w:r>
        <w:r w:rsidR="00EA3622">
          <w:rPr>
            <w:noProof/>
            <w:webHidden/>
          </w:rPr>
          <w:fldChar w:fldCharType="end"/>
        </w:r>
      </w:hyperlink>
    </w:p>
    <w:p w14:paraId="509FFACB" w14:textId="29B95416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75" w:history="1">
        <w:r w:rsidR="00EA3622" w:rsidRPr="0059292E">
          <w:rPr>
            <w:rStyle w:val="Hipercze"/>
            <w:noProof/>
          </w:rPr>
          <w:t>Tabela 44. Struktura elementu CleareanceExciseDutyType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_Toc182566575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47</w:t>
        </w:r>
        <w:r w:rsidR="00EA3622">
          <w:rPr>
            <w:noProof/>
            <w:webHidden/>
          </w:rPr>
          <w:fldChar w:fldCharType="end"/>
        </w:r>
      </w:hyperlink>
    </w:p>
    <w:p w14:paraId="24652D17" w14:textId="6E7B95E9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76" w:history="1">
        <w:r w:rsidR="00EA3622" w:rsidRPr="0059292E">
          <w:rPr>
            <w:rStyle w:val="Hipercze"/>
            <w:noProof/>
          </w:rPr>
          <w:t>Tabela 45. Struktura elementu ItemsType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_Toc182566576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47</w:t>
        </w:r>
        <w:r w:rsidR="00EA3622">
          <w:rPr>
            <w:noProof/>
            <w:webHidden/>
          </w:rPr>
          <w:fldChar w:fldCharType="end"/>
        </w:r>
      </w:hyperlink>
    </w:p>
    <w:p w14:paraId="587FA20C" w14:textId="6CCF7940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77" w:history="1">
        <w:r w:rsidR="00EA3622" w:rsidRPr="0059292E">
          <w:rPr>
            <w:rStyle w:val="Hipercze"/>
            <w:noProof/>
          </w:rPr>
          <w:t>Tabela 46. Struktura elementu ItemType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_Toc182566577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48</w:t>
        </w:r>
        <w:r w:rsidR="00EA3622">
          <w:rPr>
            <w:noProof/>
            <w:webHidden/>
          </w:rPr>
          <w:fldChar w:fldCharType="end"/>
        </w:r>
      </w:hyperlink>
    </w:p>
    <w:p w14:paraId="33788645" w14:textId="66756CEA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78" w:history="1">
        <w:r w:rsidR="00EA3622" w:rsidRPr="0059292E">
          <w:rPr>
            <w:rStyle w:val="Hipercze"/>
            <w:noProof/>
          </w:rPr>
          <w:t>Tabela 47. Struktura elementu DailyPaymentInformationType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_Toc182566578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48</w:t>
        </w:r>
        <w:r w:rsidR="00EA3622">
          <w:rPr>
            <w:noProof/>
            <w:webHidden/>
          </w:rPr>
          <w:fldChar w:fldCharType="end"/>
        </w:r>
      </w:hyperlink>
    </w:p>
    <w:p w14:paraId="31C3CBBA" w14:textId="1E346639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79" w:history="1">
        <w:r w:rsidR="00EA3622" w:rsidRPr="0059292E">
          <w:rPr>
            <w:rStyle w:val="Hipercze"/>
            <w:noProof/>
          </w:rPr>
          <w:t>Tabela 48. Reguły dotyczące załącznika AKC-4/C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_Toc182566579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49</w:t>
        </w:r>
        <w:r w:rsidR="00EA3622">
          <w:rPr>
            <w:noProof/>
            <w:webHidden/>
          </w:rPr>
          <w:fldChar w:fldCharType="end"/>
        </w:r>
      </w:hyperlink>
    </w:p>
    <w:p w14:paraId="3F6B5D10" w14:textId="07114F84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80" w:history="1">
        <w:r w:rsidR="00EA3622" w:rsidRPr="0059292E">
          <w:rPr>
            <w:rStyle w:val="Hipercze"/>
            <w:noProof/>
          </w:rPr>
          <w:t>Tabela 49. Dane ogólne w ramach struktury załącznika AKC-4/D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_Toc182566580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52</w:t>
        </w:r>
        <w:r w:rsidR="00EA3622">
          <w:rPr>
            <w:noProof/>
            <w:webHidden/>
          </w:rPr>
          <w:fldChar w:fldCharType="end"/>
        </w:r>
      </w:hyperlink>
    </w:p>
    <w:p w14:paraId="14DDF506" w14:textId="560133C8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81" w:history="1">
        <w:r w:rsidR="00EA3622" w:rsidRPr="0059292E">
          <w:rPr>
            <w:rStyle w:val="Hipercze"/>
            <w:noProof/>
          </w:rPr>
          <w:t>Tabela 50. Struktura elementu AKC4DType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_Toc182566581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53</w:t>
        </w:r>
        <w:r w:rsidR="00EA3622">
          <w:rPr>
            <w:noProof/>
            <w:webHidden/>
          </w:rPr>
          <w:fldChar w:fldCharType="end"/>
        </w:r>
      </w:hyperlink>
    </w:p>
    <w:p w14:paraId="220DA23A" w14:textId="5696F648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82" w:history="1">
        <w:r w:rsidR="00EA3622" w:rsidRPr="0059292E">
          <w:rPr>
            <w:rStyle w:val="Hipercze"/>
            <w:noProof/>
          </w:rPr>
          <w:t>Tabela 51. Struktura elementu HeaderType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_Toc182566582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53</w:t>
        </w:r>
        <w:r w:rsidR="00EA3622">
          <w:rPr>
            <w:noProof/>
            <w:webHidden/>
          </w:rPr>
          <w:fldChar w:fldCharType="end"/>
        </w:r>
      </w:hyperlink>
    </w:p>
    <w:p w14:paraId="001543A5" w14:textId="57F36491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83" w:history="1">
        <w:r w:rsidR="00EA3622" w:rsidRPr="0059292E">
          <w:rPr>
            <w:rStyle w:val="Hipercze"/>
            <w:noProof/>
          </w:rPr>
          <w:t>Tabela 52. Struktura elementu WarehouseType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_Toc182566583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53</w:t>
        </w:r>
        <w:r w:rsidR="00EA3622">
          <w:rPr>
            <w:noProof/>
            <w:webHidden/>
          </w:rPr>
          <w:fldChar w:fldCharType="end"/>
        </w:r>
      </w:hyperlink>
    </w:p>
    <w:p w14:paraId="4AD0C9BD" w14:textId="36330E26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84" w:history="1">
        <w:r w:rsidR="00EA3622" w:rsidRPr="0059292E">
          <w:rPr>
            <w:rStyle w:val="Hipercze"/>
            <w:noProof/>
          </w:rPr>
          <w:t>Tabela 53. Struktura elementu ExciseDutyInformationType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_Toc182566584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54</w:t>
        </w:r>
        <w:r w:rsidR="00EA3622">
          <w:rPr>
            <w:noProof/>
            <w:webHidden/>
          </w:rPr>
          <w:fldChar w:fldCharType="end"/>
        </w:r>
      </w:hyperlink>
    </w:p>
    <w:p w14:paraId="46D8255D" w14:textId="148F7962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85" w:history="1">
        <w:r w:rsidR="00EA3622" w:rsidRPr="0059292E">
          <w:rPr>
            <w:rStyle w:val="Hipercze"/>
            <w:noProof/>
          </w:rPr>
          <w:t>Tabela 54. Struktura elementu CalculOdAmountOfExciseDutyType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_Toc182566585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54</w:t>
        </w:r>
        <w:r w:rsidR="00EA3622">
          <w:rPr>
            <w:noProof/>
            <w:webHidden/>
          </w:rPr>
          <w:fldChar w:fldCharType="end"/>
        </w:r>
      </w:hyperlink>
    </w:p>
    <w:p w14:paraId="6D1E2FC2" w14:textId="50927062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86" w:history="1">
        <w:r w:rsidR="00EA3622" w:rsidRPr="0059292E">
          <w:rPr>
            <w:rStyle w:val="Hipercze"/>
            <w:noProof/>
          </w:rPr>
          <w:t>Tabela 55. Struktura elementu CleareanceExciseDutyType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_Toc182566586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54</w:t>
        </w:r>
        <w:r w:rsidR="00EA3622">
          <w:rPr>
            <w:noProof/>
            <w:webHidden/>
          </w:rPr>
          <w:fldChar w:fldCharType="end"/>
        </w:r>
      </w:hyperlink>
    </w:p>
    <w:p w14:paraId="3A1B108D" w14:textId="587B3D87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87" w:history="1">
        <w:r w:rsidR="00EA3622" w:rsidRPr="0059292E">
          <w:rPr>
            <w:rStyle w:val="Hipercze"/>
            <w:noProof/>
          </w:rPr>
          <w:t>Tabela 56. Struktura elementu ItemsType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_Toc182566587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55</w:t>
        </w:r>
        <w:r w:rsidR="00EA3622">
          <w:rPr>
            <w:noProof/>
            <w:webHidden/>
          </w:rPr>
          <w:fldChar w:fldCharType="end"/>
        </w:r>
      </w:hyperlink>
    </w:p>
    <w:p w14:paraId="3B56BA6E" w14:textId="60A7ABDA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88" w:history="1">
        <w:r w:rsidR="00EA3622" w:rsidRPr="0059292E">
          <w:rPr>
            <w:rStyle w:val="Hipercze"/>
            <w:noProof/>
          </w:rPr>
          <w:t>Tabela 57. Struktura elementu ItemType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_Toc182566588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55</w:t>
        </w:r>
        <w:r w:rsidR="00EA3622">
          <w:rPr>
            <w:noProof/>
            <w:webHidden/>
          </w:rPr>
          <w:fldChar w:fldCharType="end"/>
        </w:r>
      </w:hyperlink>
    </w:p>
    <w:p w14:paraId="093AD333" w14:textId="7480488D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89" w:history="1">
        <w:r w:rsidR="00EA3622" w:rsidRPr="0059292E">
          <w:rPr>
            <w:rStyle w:val="Hipercze"/>
            <w:noProof/>
          </w:rPr>
          <w:t>Tabela 58. Struktura elementu DailyPaymentInformationType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_Toc182566589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56</w:t>
        </w:r>
        <w:r w:rsidR="00EA3622">
          <w:rPr>
            <w:noProof/>
            <w:webHidden/>
          </w:rPr>
          <w:fldChar w:fldCharType="end"/>
        </w:r>
      </w:hyperlink>
    </w:p>
    <w:p w14:paraId="30C4F8B6" w14:textId="09962166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90" w:history="1">
        <w:r w:rsidR="00EA3622" w:rsidRPr="0059292E">
          <w:rPr>
            <w:rStyle w:val="Hipercze"/>
            <w:noProof/>
          </w:rPr>
          <w:t>Tabela 59. Reguły dotyczące załącznika AKC-4/D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_Toc182566590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56</w:t>
        </w:r>
        <w:r w:rsidR="00EA3622">
          <w:rPr>
            <w:noProof/>
            <w:webHidden/>
          </w:rPr>
          <w:fldChar w:fldCharType="end"/>
        </w:r>
      </w:hyperlink>
    </w:p>
    <w:p w14:paraId="0F8625E7" w14:textId="201F5E58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91" w:history="1">
        <w:r w:rsidR="00EA3622" w:rsidRPr="0059292E">
          <w:rPr>
            <w:rStyle w:val="Hipercze"/>
            <w:noProof/>
          </w:rPr>
          <w:t>Tabela 60. Dane ogólne w ramach struktury załącznika AKC-4/E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_Toc182566591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59</w:t>
        </w:r>
        <w:r w:rsidR="00EA3622">
          <w:rPr>
            <w:noProof/>
            <w:webHidden/>
          </w:rPr>
          <w:fldChar w:fldCharType="end"/>
        </w:r>
      </w:hyperlink>
    </w:p>
    <w:p w14:paraId="2868C2D8" w14:textId="0ADC40DB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92" w:history="1">
        <w:r w:rsidR="00EA3622" w:rsidRPr="0059292E">
          <w:rPr>
            <w:rStyle w:val="Hipercze"/>
            <w:noProof/>
          </w:rPr>
          <w:t>Tabela 61. Struktura elementu AKC4EType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_Toc182566592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59</w:t>
        </w:r>
        <w:r w:rsidR="00EA3622">
          <w:rPr>
            <w:noProof/>
            <w:webHidden/>
          </w:rPr>
          <w:fldChar w:fldCharType="end"/>
        </w:r>
      </w:hyperlink>
    </w:p>
    <w:p w14:paraId="5607AD96" w14:textId="685315AB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93" w:history="1">
        <w:r w:rsidR="00EA3622" w:rsidRPr="0059292E">
          <w:rPr>
            <w:rStyle w:val="Hipercze"/>
            <w:noProof/>
          </w:rPr>
          <w:t>Tabela 62. Struktura elementu HeaderType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_Toc182566593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59</w:t>
        </w:r>
        <w:r w:rsidR="00EA3622">
          <w:rPr>
            <w:noProof/>
            <w:webHidden/>
          </w:rPr>
          <w:fldChar w:fldCharType="end"/>
        </w:r>
      </w:hyperlink>
    </w:p>
    <w:p w14:paraId="7F9B3A84" w14:textId="4145B7AA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94" w:history="1">
        <w:r w:rsidR="00EA3622" w:rsidRPr="0059292E">
          <w:rPr>
            <w:rStyle w:val="Hipercze"/>
            <w:noProof/>
          </w:rPr>
          <w:t>Tabela 63. Struktura elementu ExciseDutyInformationType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_Toc182566594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60</w:t>
        </w:r>
        <w:r w:rsidR="00EA3622">
          <w:rPr>
            <w:noProof/>
            <w:webHidden/>
          </w:rPr>
          <w:fldChar w:fldCharType="end"/>
        </w:r>
      </w:hyperlink>
    </w:p>
    <w:p w14:paraId="0120D0CB" w14:textId="204B6314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95" w:history="1">
        <w:r w:rsidR="00EA3622" w:rsidRPr="0059292E">
          <w:rPr>
            <w:rStyle w:val="Hipercze"/>
            <w:noProof/>
          </w:rPr>
          <w:t>Tabela 64. Struktura elementu ItemsType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_Toc182566595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60</w:t>
        </w:r>
        <w:r w:rsidR="00EA3622">
          <w:rPr>
            <w:noProof/>
            <w:webHidden/>
          </w:rPr>
          <w:fldChar w:fldCharType="end"/>
        </w:r>
      </w:hyperlink>
    </w:p>
    <w:p w14:paraId="62F6B284" w14:textId="6E90E369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96" w:history="1">
        <w:r w:rsidR="00EA3622" w:rsidRPr="0059292E">
          <w:rPr>
            <w:rStyle w:val="Hipercze"/>
            <w:noProof/>
          </w:rPr>
          <w:t>Tabela 65. Struktura elementu ItemType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_Toc182566596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61</w:t>
        </w:r>
        <w:r w:rsidR="00EA3622">
          <w:rPr>
            <w:noProof/>
            <w:webHidden/>
          </w:rPr>
          <w:fldChar w:fldCharType="end"/>
        </w:r>
      </w:hyperlink>
    </w:p>
    <w:p w14:paraId="2D2B69B1" w14:textId="6979092B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97" w:history="1">
        <w:r w:rsidR="00EA3622" w:rsidRPr="0059292E">
          <w:rPr>
            <w:rStyle w:val="Hipercze"/>
            <w:noProof/>
          </w:rPr>
          <w:t>Tabela 66. Reguły dotyczące załącznika AKC-4/E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_Toc182566597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61</w:t>
        </w:r>
        <w:r w:rsidR="00EA3622">
          <w:rPr>
            <w:noProof/>
            <w:webHidden/>
          </w:rPr>
          <w:fldChar w:fldCharType="end"/>
        </w:r>
      </w:hyperlink>
    </w:p>
    <w:p w14:paraId="75827447" w14:textId="22610BDF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98" w:history="1">
        <w:r w:rsidR="00EA3622" w:rsidRPr="0059292E">
          <w:rPr>
            <w:rStyle w:val="Hipercze"/>
            <w:noProof/>
          </w:rPr>
          <w:t>Tabela 67. Dane ogólne w ramach struktury załącznika AKC-4/F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_Toc182566598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63</w:t>
        </w:r>
        <w:r w:rsidR="00EA3622">
          <w:rPr>
            <w:noProof/>
            <w:webHidden/>
          </w:rPr>
          <w:fldChar w:fldCharType="end"/>
        </w:r>
      </w:hyperlink>
    </w:p>
    <w:p w14:paraId="28B3C4DA" w14:textId="76EFA5B2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599" w:history="1">
        <w:r w:rsidR="00EA3622" w:rsidRPr="0059292E">
          <w:rPr>
            <w:rStyle w:val="Hipercze"/>
            <w:noProof/>
          </w:rPr>
          <w:t>Tabela 68. Struktura elementu AKC4FType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_Toc182566599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64</w:t>
        </w:r>
        <w:r w:rsidR="00EA3622">
          <w:rPr>
            <w:noProof/>
            <w:webHidden/>
          </w:rPr>
          <w:fldChar w:fldCharType="end"/>
        </w:r>
      </w:hyperlink>
    </w:p>
    <w:p w14:paraId="139398D1" w14:textId="52C92C74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00" w:history="1">
        <w:r w:rsidR="00EA3622" w:rsidRPr="0059292E">
          <w:rPr>
            <w:rStyle w:val="Hipercze"/>
            <w:noProof/>
          </w:rPr>
          <w:t>Tabela 69. Struktura elementu HeaderType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_Toc182566600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64</w:t>
        </w:r>
        <w:r w:rsidR="00EA3622">
          <w:rPr>
            <w:noProof/>
            <w:webHidden/>
          </w:rPr>
          <w:fldChar w:fldCharType="end"/>
        </w:r>
      </w:hyperlink>
    </w:p>
    <w:p w14:paraId="205A578E" w14:textId="5B3C3AF4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01" w:history="1">
        <w:r w:rsidR="00EA3622" w:rsidRPr="0059292E">
          <w:rPr>
            <w:rStyle w:val="Hipercze"/>
            <w:noProof/>
          </w:rPr>
          <w:t>Tabela 70. Struktura elementu WarehouseType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_Toc182566601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64</w:t>
        </w:r>
        <w:r w:rsidR="00EA3622">
          <w:rPr>
            <w:noProof/>
            <w:webHidden/>
          </w:rPr>
          <w:fldChar w:fldCharType="end"/>
        </w:r>
      </w:hyperlink>
    </w:p>
    <w:p w14:paraId="44DD9CF5" w14:textId="5E174A69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02" w:history="1">
        <w:r w:rsidR="00EA3622" w:rsidRPr="0059292E">
          <w:rPr>
            <w:rStyle w:val="Hipercze"/>
            <w:noProof/>
          </w:rPr>
          <w:t>Tabela 71. Struktura elementu ExciseDutyInformationType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_Toc182566602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65</w:t>
        </w:r>
        <w:r w:rsidR="00EA3622">
          <w:rPr>
            <w:noProof/>
            <w:webHidden/>
          </w:rPr>
          <w:fldChar w:fldCharType="end"/>
        </w:r>
      </w:hyperlink>
    </w:p>
    <w:p w14:paraId="04DB2997" w14:textId="45F41A76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03" w:history="1">
        <w:r w:rsidR="00EA3622" w:rsidRPr="0059292E">
          <w:rPr>
            <w:rStyle w:val="Hipercze"/>
            <w:noProof/>
          </w:rPr>
          <w:t>Tabela 72. Struktura elementu CalculOdAmountOfExciseDutyType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_Toc182566603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65</w:t>
        </w:r>
        <w:r w:rsidR="00EA3622">
          <w:rPr>
            <w:noProof/>
            <w:webHidden/>
          </w:rPr>
          <w:fldChar w:fldCharType="end"/>
        </w:r>
      </w:hyperlink>
    </w:p>
    <w:p w14:paraId="66D73D60" w14:textId="412B426F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04" w:history="1">
        <w:r w:rsidR="00EA3622" w:rsidRPr="0059292E">
          <w:rPr>
            <w:rStyle w:val="Hipercze"/>
            <w:noProof/>
          </w:rPr>
          <w:t>Tabela 73. Struktura elementu CleareanceExciseDutyType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_Toc182566604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65</w:t>
        </w:r>
        <w:r w:rsidR="00EA3622">
          <w:rPr>
            <w:noProof/>
            <w:webHidden/>
          </w:rPr>
          <w:fldChar w:fldCharType="end"/>
        </w:r>
      </w:hyperlink>
    </w:p>
    <w:p w14:paraId="6A5A7C91" w14:textId="35ABD6FF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05" w:history="1">
        <w:r w:rsidR="00EA3622" w:rsidRPr="0059292E">
          <w:rPr>
            <w:rStyle w:val="Hipercze"/>
            <w:noProof/>
          </w:rPr>
          <w:t>Tabela 74. Struktura elementu ItemsType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_Toc182566605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66</w:t>
        </w:r>
        <w:r w:rsidR="00EA3622">
          <w:rPr>
            <w:noProof/>
            <w:webHidden/>
          </w:rPr>
          <w:fldChar w:fldCharType="end"/>
        </w:r>
      </w:hyperlink>
    </w:p>
    <w:p w14:paraId="2C69A7B6" w14:textId="62975D4F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06" w:history="1">
        <w:r w:rsidR="00EA3622" w:rsidRPr="0059292E">
          <w:rPr>
            <w:rStyle w:val="Hipercze"/>
            <w:noProof/>
          </w:rPr>
          <w:t>Tabela 75. Struktura elementu ItemType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_Toc182566606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66</w:t>
        </w:r>
        <w:r w:rsidR="00EA3622">
          <w:rPr>
            <w:noProof/>
            <w:webHidden/>
          </w:rPr>
          <w:fldChar w:fldCharType="end"/>
        </w:r>
      </w:hyperlink>
    </w:p>
    <w:p w14:paraId="6C53AD35" w14:textId="29A73A77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07" w:history="1">
        <w:r w:rsidR="00EA3622" w:rsidRPr="0059292E">
          <w:rPr>
            <w:rStyle w:val="Hipercze"/>
            <w:noProof/>
          </w:rPr>
          <w:t>Tabela 76. Struktura elementu DailyPaymentInformationType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_Toc182566607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67</w:t>
        </w:r>
        <w:r w:rsidR="00EA3622">
          <w:rPr>
            <w:noProof/>
            <w:webHidden/>
          </w:rPr>
          <w:fldChar w:fldCharType="end"/>
        </w:r>
      </w:hyperlink>
    </w:p>
    <w:p w14:paraId="6128BE04" w14:textId="1E5D601F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08" w:history="1">
        <w:r w:rsidR="00EA3622" w:rsidRPr="0059292E">
          <w:rPr>
            <w:rStyle w:val="Hipercze"/>
            <w:noProof/>
          </w:rPr>
          <w:t>Tabela 77. Reguły dotyczące załącznika AKC-4/F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_Toc182566608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68</w:t>
        </w:r>
        <w:r w:rsidR="00EA3622">
          <w:rPr>
            <w:noProof/>
            <w:webHidden/>
          </w:rPr>
          <w:fldChar w:fldCharType="end"/>
        </w:r>
      </w:hyperlink>
    </w:p>
    <w:p w14:paraId="730E91B7" w14:textId="55AAC9C0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09" w:history="1">
        <w:r w:rsidR="00EA3622" w:rsidRPr="0059292E">
          <w:rPr>
            <w:rStyle w:val="Hipercze"/>
            <w:noProof/>
          </w:rPr>
          <w:t>Tabela 78. Dane ogólne w ramach struktury załącznika AKC-4/H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_Toc182566609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70</w:t>
        </w:r>
        <w:r w:rsidR="00EA3622">
          <w:rPr>
            <w:noProof/>
            <w:webHidden/>
          </w:rPr>
          <w:fldChar w:fldCharType="end"/>
        </w:r>
      </w:hyperlink>
    </w:p>
    <w:p w14:paraId="10F919C3" w14:textId="0FDBFC9F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10" w:history="1">
        <w:r w:rsidR="00EA3622" w:rsidRPr="0059292E">
          <w:rPr>
            <w:rStyle w:val="Hipercze"/>
            <w:noProof/>
          </w:rPr>
          <w:t>Tabela 79.  Struktura elementu AKC4HType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_Toc182566610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71</w:t>
        </w:r>
        <w:r w:rsidR="00EA3622">
          <w:rPr>
            <w:noProof/>
            <w:webHidden/>
          </w:rPr>
          <w:fldChar w:fldCharType="end"/>
        </w:r>
      </w:hyperlink>
    </w:p>
    <w:p w14:paraId="3F5E001E" w14:textId="3800688F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11" w:history="1">
        <w:r w:rsidR="00EA3622" w:rsidRPr="0059292E">
          <w:rPr>
            <w:rStyle w:val="Hipercze"/>
            <w:noProof/>
          </w:rPr>
          <w:t>Tabela 80. Struktura elementu HeaderType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_Toc182566611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71</w:t>
        </w:r>
        <w:r w:rsidR="00EA3622">
          <w:rPr>
            <w:noProof/>
            <w:webHidden/>
          </w:rPr>
          <w:fldChar w:fldCharType="end"/>
        </w:r>
      </w:hyperlink>
    </w:p>
    <w:p w14:paraId="1437542B" w14:textId="663EFE57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12" w:history="1">
        <w:r w:rsidR="00EA3622" w:rsidRPr="0059292E">
          <w:rPr>
            <w:rStyle w:val="Hipercze"/>
            <w:noProof/>
          </w:rPr>
          <w:t>Tabela 81.  Struktura elementu ExciseDutyInformationType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_Toc182566612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71</w:t>
        </w:r>
        <w:r w:rsidR="00EA3622">
          <w:rPr>
            <w:noProof/>
            <w:webHidden/>
          </w:rPr>
          <w:fldChar w:fldCharType="end"/>
        </w:r>
      </w:hyperlink>
    </w:p>
    <w:p w14:paraId="29A4C439" w14:textId="23B553F4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13" w:history="1">
        <w:r w:rsidR="00EA3622" w:rsidRPr="0059292E">
          <w:rPr>
            <w:rStyle w:val="Hipercze"/>
            <w:noProof/>
          </w:rPr>
          <w:t>Tabela 82. Struktura elementu CalculOfAmountOfExciseDutyType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_Toc182566613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72</w:t>
        </w:r>
        <w:r w:rsidR="00EA3622">
          <w:rPr>
            <w:noProof/>
            <w:webHidden/>
          </w:rPr>
          <w:fldChar w:fldCharType="end"/>
        </w:r>
      </w:hyperlink>
    </w:p>
    <w:p w14:paraId="310886F0" w14:textId="0FA94549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14" w:history="1">
        <w:r w:rsidR="00EA3622" w:rsidRPr="0059292E">
          <w:rPr>
            <w:rStyle w:val="Hipercze"/>
            <w:noProof/>
          </w:rPr>
          <w:t>Tabela 83. Struktura elementu ItemsType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_Toc182566614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72</w:t>
        </w:r>
        <w:r w:rsidR="00EA3622">
          <w:rPr>
            <w:noProof/>
            <w:webHidden/>
          </w:rPr>
          <w:fldChar w:fldCharType="end"/>
        </w:r>
      </w:hyperlink>
    </w:p>
    <w:p w14:paraId="2F2D82ED" w14:textId="19DB45C6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15" w:history="1">
        <w:r w:rsidR="00EA3622" w:rsidRPr="0059292E">
          <w:rPr>
            <w:rStyle w:val="Hipercze"/>
            <w:noProof/>
          </w:rPr>
          <w:t>Tabela 84. Struktura elementu ItemType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_Toc182566615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73</w:t>
        </w:r>
        <w:r w:rsidR="00EA3622">
          <w:rPr>
            <w:noProof/>
            <w:webHidden/>
          </w:rPr>
          <w:fldChar w:fldCharType="end"/>
        </w:r>
      </w:hyperlink>
    </w:p>
    <w:p w14:paraId="00047A7E" w14:textId="1BB5795F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16" w:history="1">
        <w:r w:rsidR="00EA3622" w:rsidRPr="0059292E">
          <w:rPr>
            <w:rStyle w:val="Hipercze"/>
            <w:noProof/>
          </w:rPr>
          <w:t>Tabela 85. Reguły dotyczące załącznika AKC-4/H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_Toc182566616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73</w:t>
        </w:r>
        <w:r w:rsidR="00EA3622">
          <w:rPr>
            <w:noProof/>
            <w:webHidden/>
          </w:rPr>
          <w:fldChar w:fldCharType="end"/>
        </w:r>
      </w:hyperlink>
    </w:p>
    <w:p w14:paraId="46DBF6AF" w14:textId="6035B567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17" w:history="1">
        <w:r w:rsidR="00EA3622" w:rsidRPr="0059292E">
          <w:rPr>
            <w:rStyle w:val="Hipercze"/>
            <w:noProof/>
          </w:rPr>
          <w:t>Tabela 86. Dane ogólne w ramach struktury załącznika AKC-4/I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_Toc182566617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75</w:t>
        </w:r>
        <w:r w:rsidR="00EA3622">
          <w:rPr>
            <w:noProof/>
            <w:webHidden/>
          </w:rPr>
          <w:fldChar w:fldCharType="end"/>
        </w:r>
      </w:hyperlink>
    </w:p>
    <w:p w14:paraId="7F937947" w14:textId="2DDFF9EB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18" w:history="1">
        <w:r w:rsidR="00EA3622" w:rsidRPr="0059292E">
          <w:rPr>
            <w:rStyle w:val="Hipercze"/>
            <w:noProof/>
          </w:rPr>
          <w:t>Tabela 87. Struktura elementu AKC4IType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_Toc182566618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75</w:t>
        </w:r>
        <w:r w:rsidR="00EA3622">
          <w:rPr>
            <w:noProof/>
            <w:webHidden/>
          </w:rPr>
          <w:fldChar w:fldCharType="end"/>
        </w:r>
      </w:hyperlink>
    </w:p>
    <w:p w14:paraId="57A0A176" w14:textId="6347204E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19" w:history="1">
        <w:r w:rsidR="00EA3622" w:rsidRPr="0059292E">
          <w:rPr>
            <w:rStyle w:val="Hipercze"/>
            <w:noProof/>
          </w:rPr>
          <w:t>Tabela 88. Struktura elementu HeaderType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_Toc182566619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76</w:t>
        </w:r>
        <w:r w:rsidR="00EA3622">
          <w:rPr>
            <w:noProof/>
            <w:webHidden/>
          </w:rPr>
          <w:fldChar w:fldCharType="end"/>
        </w:r>
      </w:hyperlink>
    </w:p>
    <w:p w14:paraId="485F11B2" w14:textId="19C78F66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20" w:history="1">
        <w:r w:rsidR="00EA3622" w:rsidRPr="0059292E">
          <w:rPr>
            <w:rStyle w:val="Hipercze"/>
            <w:noProof/>
          </w:rPr>
          <w:t>Tabela 89. Struktura elementu WarehouseType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_Toc182566620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76</w:t>
        </w:r>
        <w:r w:rsidR="00EA3622">
          <w:rPr>
            <w:noProof/>
            <w:webHidden/>
          </w:rPr>
          <w:fldChar w:fldCharType="end"/>
        </w:r>
      </w:hyperlink>
    </w:p>
    <w:p w14:paraId="0236ADBD" w14:textId="657FB073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21" w:history="1">
        <w:r w:rsidR="00EA3622" w:rsidRPr="0059292E">
          <w:rPr>
            <w:rStyle w:val="Hipercze"/>
            <w:noProof/>
          </w:rPr>
          <w:t>Tabela 90. Struktura elementu ExciseDutyInformationType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_Toc182566621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77</w:t>
        </w:r>
        <w:r w:rsidR="00EA3622">
          <w:rPr>
            <w:noProof/>
            <w:webHidden/>
          </w:rPr>
          <w:fldChar w:fldCharType="end"/>
        </w:r>
      </w:hyperlink>
    </w:p>
    <w:p w14:paraId="06B3D77F" w14:textId="4E0677DF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22" w:history="1">
        <w:r w:rsidR="00EA3622" w:rsidRPr="0059292E">
          <w:rPr>
            <w:rStyle w:val="Hipercze"/>
            <w:noProof/>
          </w:rPr>
          <w:t>Tabela 91. Struktura elementu CalculOdAmountOfExciseDutyType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_Toc182566622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77</w:t>
        </w:r>
        <w:r w:rsidR="00EA3622">
          <w:rPr>
            <w:noProof/>
            <w:webHidden/>
          </w:rPr>
          <w:fldChar w:fldCharType="end"/>
        </w:r>
      </w:hyperlink>
    </w:p>
    <w:p w14:paraId="3C5EE095" w14:textId="12B6F720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23" w:history="1">
        <w:r w:rsidR="00EA3622" w:rsidRPr="0059292E">
          <w:rPr>
            <w:rStyle w:val="Hipercze"/>
            <w:noProof/>
          </w:rPr>
          <w:t>Tabela 92. Struktura elementu CleareanceExciseDutyType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_Toc182566623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77</w:t>
        </w:r>
        <w:r w:rsidR="00EA3622">
          <w:rPr>
            <w:noProof/>
            <w:webHidden/>
          </w:rPr>
          <w:fldChar w:fldCharType="end"/>
        </w:r>
      </w:hyperlink>
    </w:p>
    <w:p w14:paraId="1EDA7C81" w14:textId="2DC9E6A1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24" w:history="1">
        <w:r w:rsidR="00EA3622" w:rsidRPr="0059292E">
          <w:rPr>
            <w:rStyle w:val="Hipercze"/>
            <w:noProof/>
          </w:rPr>
          <w:t>Tabela 93. Struktura elementu ItemsType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_Toc182566624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78</w:t>
        </w:r>
        <w:r w:rsidR="00EA3622">
          <w:rPr>
            <w:noProof/>
            <w:webHidden/>
          </w:rPr>
          <w:fldChar w:fldCharType="end"/>
        </w:r>
      </w:hyperlink>
    </w:p>
    <w:p w14:paraId="3EE716E3" w14:textId="1263F47E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25" w:history="1">
        <w:r w:rsidR="00EA3622" w:rsidRPr="0059292E">
          <w:rPr>
            <w:rStyle w:val="Hipercze"/>
            <w:noProof/>
          </w:rPr>
          <w:t>Tabela 94. Struktura elementu ItemType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_Toc182566625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78</w:t>
        </w:r>
        <w:r w:rsidR="00EA3622">
          <w:rPr>
            <w:noProof/>
            <w:webHidden/>
          </w:rPr>
          <w:fldChar w:fldCharType="end"/>
        </w:r>
      </w:hyperlink>
    </w:p>
    <w:p w14:paraId="4265DAE1" w14:textId="140CBB72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26" w:history="1">
        <w:r w:rsidR="00EA3622" w:rsidRPr="0059292E">
          <w:rPr>
            <w:rStyle w:val="Hipercze"/>
            <w:noProof/>
          </w:rPr>
          <w:t>Tabela 95. Struktura elementu DailyPaymentInformationType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_Toc182566626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79</w:t>
        </w:r>
        <w:r w:rsidR="00EA3622">
          <w:rPr>
            <w:noProof/>
            <w:webHidden/>
          </w:rPr>
          <w:fldChar w:fldCharType="end"/>
        </w:r>
      </w:hyperlink>
    </w:p>
    <w:p w14:paraId="588AD077" w14:textId="5F53B04A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27" w:history="1">
        <w:r w:rsidR="00EA3622" w:rsidRPr="0059292E">
          <w:rPr>
            <w:rStyle w:val="Hipercze"/>
            <w:noProof/>
          </w:rPr>
          <w:t>Tabela 96. Reguły dotyczące załącznika AKC-4/I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_Toc182566627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79</w:t>
        </w:r>
        <w:r w:rsidR="00EA3622">
          <w:rPr>
            <w:noProof/>
            <w:webHidden/>
          </w:rPr>
          <w:fldChar w:fldCharType="end"/>
        </w:r>
      </w:hyperlink>
    </w:p>
    <w:p w14:paraId="606C4031" w14:textId="68422920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28" w:history="1">
        <w:r w:rsidR="00EA3622" w:rsidRPr="0059292E">
          <w:rPr>
            <w:rStyle w:val="Hipercze"/>
            <w:noProof/>
          </w:rPr>
          <w:t>Tabela 97. Dane ogólne w ramach struktury załącznika AKC-4/J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_Toc182566628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83</w:t>
        </w:r>
        <w:r w:rsidR="00EA3622">
          <w:rPr>
            <w:noProof/>
            <w:webHidden/>
          </w:rPr>
          <w:fldChar w:fldCharType="end"/>
        </w:r>
      </w:hyperlink>
    </w:p>
    <w:p w14:paraId="33E78546" w14:textId="03949835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29" w:history="1">
        <w:r w:rsidR="00EA3622" w:rsidRPr="0059292E">
          <w:rPr>
            <w:rStyle w:val="Hipercze"/>
            <w:noProof/>
          </w:rPr>
          <w:t>Tabela 98. Struktura elementu AKC4JType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_Toc182566629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84</w:t>
        </w:r>
        <w:r w:rsidR="00EA3622">
          <w:rPr>
            <w:noProof/>
            <w:webHidden/>
          </w:rPr>
          <w:fldChar w:fldCharType="end"/>
        </w:r>
      </w:hyperlink>
    </w:p>
    <w:p w14:paraId="53F0905E" w14:textId="56314218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30" w:history="1">
        <w:r w:rsidR="00EA3622" w:rsidRPr="0059292E">
          <w:rPr>
            <w:rStyle w:val="Hipercze"/>
            <w:noProof/>
          </w:rPr>
          <w:t>Tabela 99. Struktura elementu HeaderType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_Toc182566630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84</w:t>
        </w:r>
        <w:r w:rsidR="00EA3622">
          <w:rPr>
            <w:noProof/>
            <w:webHidden/>
          </w:rPr>
          <w:fldChar w:fldCharType="end"/>
        </w:r>
      </w:hyperlink>
    </w:p>
    <w:p w14:paraId="4EDF39FE" w14:textId="633C6576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31" w:history="1">
        <w:r w:rsidR="00EA3622" w:rsidRPr="0059292E">
          <w:rPr>
            <w:rStyle w:val="Hipercze"/>
            <w:noProof/>
          </w:rPr>
          <w:t>Tabela 100. Struktura elementu WarehouseType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_Toc182566631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84</w:t>
        </w:r>
        <w:r w:rsidR="00EA3622">
          <w:rPr>
            <w:noProof/>
            <w:webHidden/>
          </w:rPr>
          <w:fldChar w:fldCharType="end"/>
        </w:r>
      </w:hyperlink>
    </w:p>
    <w:p w14:paraId="64C0A8ED" w14:textId="018D5685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32" w:history="1">
        <w:r w:rsidR="00EA3622" w:rsidRPr="0059292E">
          <w:rPr>
            <w:rStyle w:val="Hipercze"/>
            <w:noProof/>
          </w:rPr>
          <w:t>Tabela 101. Struktura elementu ExciseDutyInformationType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_Toc182566632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85</w:t>
        </w:r>
        <w:r w:rsidR="00EA3622">
          <w:rPr>
            <w:noProof/>
            <w:webHidden/>
          </w:rPr>
          <w:fldChar w:fldCharType="end"/>
        </w:r>
      </w:hyperlink>
    </w:p>
    <w:p w14:paraId="4E1D7C44" w14:textId="7FA4F848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33" w:history="1">
        <w:r w:rsidR="00EA3622" w:rsidRPr="0059292E">
          <w:rPr>
            <w:rStyle w:val="Hipercze"/>
            <w:noProof/>
          </w:rPr>
          <w:t>Tabela 102. Struktura elementu CalculOdAmountOfExciseDutyType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_Toc182566633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85</w:t>
        </w:r>
        <w:r w:rsidR="00EA3622">
          <w:rPr>
            <w:noProof/>
            <w:webHidden/>
          </w:rPr>
          <w:fldChar w:fldCharType="end"/>
        </w:r>
      </w:hyperlink>
    </w:p>
    <w:p w14:paraId="5C351352" w14:textId="1703E859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34" w:history="1">
        <w:r w:rsidR="00EA3622" w:rsidRPr="0059292E">
          <w:rPr>
            <w:rStyle w:val="Hipercze"/>
            <w:noProof/>
          </w:rPr>
          <w:t>Tabela 103. Struktura elementu CleareanceExciseDutyType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_Toc182566634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85</w:t>
        </w:r>
        <w:r w:rsidR="00EA3622">
          <w:rPr>
            <w:noProof/>
            <w:webHidden/>
          </w:rPr>
          <w:fldChar w:fldCharType="end"/>
        </w:r>
      </w:hyperlink>
    </w:p>
    <w:p w14:paraId="7B3309BA" w14:textId="7286D455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35" w:history="1">
        <w:r w:rsidR="00EA3622" w:rsidRPr="0059292E">
          <w:rPr>
            <w:rStyle w:val="Hipercze"/>
            <w:noProof/>
          </w:rPr>
          <w:t>Tabela 104. Struktura elementu ItemsType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_Toc182566635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86</w:t>
        </w:r>
        <w:r w:rsidR="00EA3622">
          <w:rPr>
            <w:noProof/>
            <w:webHidden/>
          </w:rPr>
          <w:fldChar w:fldCharType="end"/>
        </w:r>
      </w:hyperlink>
    </w:p>
    <w:p w14:paraId="700915B6" w14:textId="20AC2ECC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36" w:history="1">
        <w:r w:rsidR="00EA3622" w:rsidRPr="0059292E">
          <w:rPr>
            <w:rStyle w:val="Hipercze"/>
            <w:noProof/>
          </w:rPr>
          <w:t>Tabela 105. Struktura elementu ItemsType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_Toc182566636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86</w:t>
        </w:r>
        <w:r w:rsidR="00EA3622">
          <w:rPr>
            <w:noProof/>
            <w:webHidden/>
          </w:rPr>
          <w:fldChar w:fldCharType="end"/>
        </w:r>
      </w:hyperlink>
    </w:p>
    <w:p w14:paraId="2792CBBF" w14:textId="3BF60471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37" w:history="1">
        <w:r w:rsidR="00EA3622" w:rsidRPr="0059292E">
          <w:rPr>
            <w:rStyle w:val="Hipercze"/>
            <w:noProof/>
          </w:rPr>
          <w:t>Tabela 106. Struktura elementu DailyPaymentInformationType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_Toc182566637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87</w:t>
        </w:r>
        <w:r w:rsidR="00EA3622">
          <w:rPr>
            <w:noProof/>
            <w:webHidden/>
          </w:rPr>
          <w:fldChar w:fldCharType="end"/>
        </w:r>
      </w:hyperlink>
    </w:p>
    <w:p w14:paraId="459F3621" w14:textId="3C01FAF6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38" w:history="1">
        <w:r w:rsidR="00EA3622" w:rsidRPr="0059292E">
          <w:rPr>
            <w:rStyle w:val="Hipercze"/>
            <w:noProof/>
          </w:rPr>
          <w:t>Tabela 107. Reguły dotyczące załącznika AKC-4/J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_Toc182566638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87</w:t>
        </w:r>
        <w:r w:rsidR="00EA3622">
          <w:rPr>
            <w:noProof/>
            <w:webHidden/>
          </w:rPr>
          <w:fldChar w:fldCharType="end"/>
        </w:r>
      </w:hyperlink>
    </w:p>
    <w:p w14:paraId="07EC5E5E" w14:textId="267A501F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39" w:history="1">
        <w:r w:rsidR="00EA3622" w:rsidRPr="0059292E">
          <w:rPr>
            <w:rStyle w:val="Hipercze"/>
            <w:noProof/>
          </w:rPr>
          <w:t>Tabela 108. Dane ogólne w ramach struktury załącznika AKC-4/K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_Toc182566639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90</w:t>
        </w:r>
        <w:r w:rsidR="00EA3622">
          <w:rPr>
            <w:noProof/>
            <w:webHidden/>
          </w:rPr>
          <w:fldChar w:fldCharType="end"/>
        </w:r>
      </w:hyperlink>
    </w:p>
    <w:p w14:paraId="11ECEF7A" w14:textId="1990E736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40" w:history="1">
        <w:r w:rsidR="00EA3622" w:rsidRPr="0059292E">
          <w:rPr>
            <w:rStyle w:val="Hipercze"/>
            <w:noProof/>
          </w:rPr>
          <w:t>Tabela 109. Struktura elementu AKC4KType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_Toc182566640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91</w:t>
        </w:r>
        <w:r w:rsidR="00EA3622">
          <w:rPr>
            <w:noProof/>
            <w:webHidden/>
          </w:rPr>
          <w:fldChar w:fldCharType="end"/>
        </w:r>
      </w:hyperlink>
    </w:p>
    <w:p w14:paraId="49ABDF0E" w14:textId="152D095C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41" w:history="1">
        <w:r w:rsidR="00EA3622" w:rsidRPr="0059292E">
          <w:rPr>
            <w:rStyle w:val="Hipercze"/>
            <w:noProof/>
          </w:rPr>
          <w:t>Tabela 110. Struktura elementu HeaderType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_Toc182566641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91</w:t>
        </w:r>
        <w:r w:rsidR="00EA3622">
          <w:rPr>
            <w:noProof/>
            <w:webHidden/>
          </w:rPr>
          <w:fldChar w:fldCharType="end"/>
        </w:r>
      </w:hyperlink>
    </w:p>
    <w:p w14:paraId="6198FDB7" w14:textId="3377118F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42" w:history="1">
        <w:r w:rsidR="00EA3622" w:rsidRPr="0059292E">
          <w:rPr>
            <w:rStyle w:val="Hipercze"/>
            <w:noProof/>
          </w:rPr>
          <w:t>Tabela 111. Struktura elementu WarehouseType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_Toc182566642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91</w:t>
        </w:r>
        <w:r w:rsidR="00EA3622">
          <w:rPr>
            <w:noProof/>
            <w:webHidden/>
          </w:rPr>
          <w:fldChar w:fldCharType="end"/>
        </w:r>
      </w:hyperlink>
    </w:p>
    <w:p w14:paraId="454A4952" w14:textId="4EF5A2CF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43" w:history="1">
        <w:r w:rsidR="00EA3622" w:rsidRPr="0059292E">
          <w:rPr>
            <w:rStyle w:val="Hipercze"/>
            <w:noProof/>
          </w:rPr>
          <w:t>Tabela 112. Struktura elementu ExciseDutyInformationType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_Toc182566643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92</w:t>
        </w:r>
        <w:r w:rsidR="00EA3622">
          <w:rPr>
            <w:noProof/>
            <w:webHidden/>
          </w:rPr>
          <w:fldChar w:fldCharType="end"/>
        </w:r>
      </w:hyperlink>
    </w:p>
    <w:p w14:paraId="4DEBA196" w14:textId="1C981848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44" w:history="1">
        <w:r w:rsidR="00EA3622" w:rsidRPr="0059292E">
          <w:rPr>
            <w:rStyle w:val="Hipercze"/>
            <w:noProof/>
          </w:rPr>
          <w:t>Tabela 113. Struktura elementu CalculOdAmountOfExciseDutyType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_Toc182566644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92</w:t>
        </w:r>
        <w:r w:rsidR="00EA3622">
          <w:rPr>
            <w:noProof/>
            <w:webHidden/>
          </w:rPr>
          <w:fldChar w:fldCharType="end"/>
        </w:r>
      </w:hyperlink>
    </w:p>
    <w:p w14:paraId="63A2C651" w14:textId="1C4FC0C2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45" w:history="1">
        <w:r w:rsidR="00EA3622" w:rsidRPr="0059292E">
          <w:rPr>
            <w:rStyle w:val="Hipercze"/>
            <w:noProof/>
          </w:rPr>
          <w:t>Tabela 114. Struktura elementu CleareanceExciseDutyType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_Toc182566645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92</w:t>
        </w:r>
        <w:r w:rsidR="00EA3622">
          <w:rPr>
            <w:noProof/>
            <w:webHidden/>
          </w:rPr>
          <w:fldChar w:fldCharType="end"/>
        </w:r>
      </w:hyperlink>
    </w:p>
    <w:p w14:paraId="769EEE8F" w14:textId="5A0EFCD8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46" w:history="1">
        <w:r w:rsidR="00EA3622" w:rsidRPr="0059292E">
          <w:rPr>
            <w:rStyle w:val="Hipercze"/>
            <w:noProof/>
          </w:rPr>
          <w:t>Tabela 115. Struktura elementu ItemsType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_Toc182566646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93</w:t>
        </w:r>
        <w:r w:rsidR="00EA3622">
          <w:rPr>
            <w:noProof/>
            <w:webHidden/>
          </w:rPr>
          <w:fldChar w:fldCharType="end"/>
        </w:r>
      </w:hyperlink>
    </w:p>
    <w:p w14:paraId="4A32DBAF" w14:textId="6EC881D1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47" w:history="1">
        <w:r w:rsidR="00EA3622" w:rsidRPr="0059292E">
          <w:rPr>
            <w:rStyle w:val="Hipercze"/>
            <w:noProof/>
          </w:rPr>
          <w:t>Tabela 116. Struktura elementu ItemsType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_Toc182566647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93</w:t>
        </w:r>
        <w:r w:rsidR="00EA3622">
          <w:rPr>
            <w:noProof/>
            <w:webHidden/>
          </w:rPr>
          <w:fldChar w:fldCharType="end"/>
        </w:r>
      </w:hyperlink>
    </w:p>
    <w:p w14:paraId="1C22AC9B" w14:textId="36973F07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48" w:history="1">
        <w:r w:rsidR="00EA3622" w:rsidRPr="0059292E">
          <w:rPr>
            <w:rStyle w:val="Hipercze"/>
            <w:noProof/>
          </w:rPr>
          <w:t>Tabela 117. Struktura elementu DailyPaymentInformationType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_Toc182566648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94</w:t>
        </w:r>
        <w:r w:rsidR="00EA3622">
          <w:rPr>
            <w:noProof/>
            <w:webHidden/>
          </w:rPr>
          <w:fldChar w:fldCharType="end"/>
        </w:r>
      </w:hyperlink>
    </w:p>
    <w:p w14:paraId="79447C97" w14:textId="3B2D35AB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49" w:history="1">
        <w:r w:rsidR="00EA3622" w:rsidRPr="0059292E">
          <w:rPr>
            <w:rStyle w:val="Hipercze"/>
            <w:noProof/>
          </w:rPr>
          <w:t>Tabela 118. Reguły dotyczące załącznika AKC-4/K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_Toc182566649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94</w:t>
        </w:r>
        <w:r w:rsidR="00EA3622">
          <w:rPr>
            <w:noProof/>
            <w:webHidden/>
          </w:rPr>
          <w:fldChar w:fldCharType="end"/>
        </w:r>
      </w:hyperlink>
    </w:p>
    <w:p w14:paraId="536C953B" w14:textId="62BA0530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50" w:history="1">
        <w:r w:rsidR="00EA3622" w:rsidRPr="0059292E">
          <w:rPr>
            <w:rStyle w:val="Hipercze"/>
            <w:noProof/>
          </w:rPr>
          <w:t>Tabela 119. Dane ogólne w ramach struktury załącznika AKC-4/L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_Toc182566650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97</w:t>
        </w:r>
        <w:r w:rsidR="00EA3622">
          <w:rPr>
            <w:noProof/>
            <w:webHidden/>
          </w:rPr>
          <w:fldChar w:fldCharType="end"/>
        </w:r>
      </w:hyperlink>
    </w:p>
    <w:p w14:paraId="07A5D353" w14:textId="4182AA70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51" w:history="1">
        <w:r w:rsidR="00EA3622" w:rsidRPr="0059292E">
          <w:rPr>
            <w:rStyle w:val="Hipercze"/>
            <w:noProof/>
          </w:rPr>
          <w:t>Tabela 120. Struktura elementu AKC4LType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_Toc182566651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97</w:t>
        </w:r>
        <w:r w:rsidR="00EA3622">
          <w:rPr>
            <w:noProof/>
            <w:webHidden/>
          </w:rPr>
          <w:fldChar w:fldCharType="end"/>
        </w:r>
      </w:hyperlink>
    </w:p>
    <w:p w14:paraId="7FA8D74A" w14:textId="7CF4C716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52" w:history="1">
        <w:r w:rsidR="00EA3622" w:rsidRPr="0059292E">
          <w:rPr>
            <w:rStyle w:val="Hipercze"/>
            <w:noProof/>
          </w:rPr>
          <w:t>Tabela 121. Struktura elementu HeaderType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_Toc182566652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97</w:t>
        </w:r>
        <w:r w:rsidR="00EA3622">
          <w:rPr>
            <w:noProof/>
            <w:webHidden/>
          </w:rPr>
          <w:fldChar w:fldCharType="end"/>
        </w:r>
      </w:hyperlink>
    </w:p>
    <w:p w14:paraId="0B581E4F" w14:textId="7747134A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53" w:history="1">
        <w:r w:rsidR="00EA3622" w:rsidRPr="0059292E">
          <w:rPr>
            <w:rStyle w:val="Hipercze"/>
            <w:noProof/>
          </w:rPr>
          <w:t>Tabela 122. Struktura elementu ExciseDutyInformationType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_Toc182566653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98</w:t>
        </w:r>
        <w:r w:rsidR="00EA3622">
          <w:rPr>
            <w:noProof/>
            <w:webHidden/>
          </w:rPr>
          <w:fldChar w:fldCharType="end"/>
        </w:r>
      </w:hyperlink>
    </w:p>
    <w:p w14:paraId="4E8F69E1" w14:textId="1E7D152F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54" w:history="1">
        <w:r w:rsidR="00EA3622" w:rsidRPr="0059292E">
          <w:rPr>
            <w:rStyle w:val="Hipercze"/>
            <w:noProof/>
          </w:rPr>
          <w:t>Tabela 123. Struktura elementu CalculExciseDutyType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_Toc182566654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98</w:t>
        </w:r>
        <w:r w:rsidR="00EA3622">
          <w:rPr>
            <w:noProof/>
            <w:webHidden/>
          </w:rPr>
          <w:fldChar w:fldCharType="end"/>
        </w:r>
      </w:hyperlink>
    </w:p>
    <w:p w14:paraId="6EDDCAE1" w14:textId="31BF6DDB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55" w:history="1">
        <w:r w:rsidR="00EA3622" w:rsidRPr="0059292E">
          <w:rPr>
            <w:rStyle w:val="Hipercze"/>
            <w:noProof/>
          </w:rPr>
          <w:t>Tabela 124. Struktura elementu ItemsType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_Toc182566655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98</w:t>
        </w:r>
        <w:r w:rsidR="00EA3622">
          <w:rPr>
            <w:noProof/>
            <w:webHidden/>
          </w:rPr>
          <w:fldChar w:fldCharType="end"/>
        </w:r>
      </w:hyperlink>
    </w:p>
    <w:p w14:paraId="4DBD1A64" w14:textId="225EAD3D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56" w:history="1">
        <w:r w:rsidR="00EA3622" w:rsidRPr="0059292E">
          <w:rPr>
            <w:rStyle w:val="Hipercze"/>
            <w:noProof/>
          </w:rPr>
          <w:t>Tabela 125. Struktura elementu ItemType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_Toc182566656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98</w:t>
        </w:r>
        <w:r w:rsidR="00EA3622">
          <w:rPr>
            <w:noProof/>
            <w:webHidden/>
          </w:rPr>
          <w:fldChar w:fldCharType="end"/>
        </w:r>
      </w:hyperlink>
    </w:p>
    <w:p w14:paraId="6AAA4385" w14:textId="53D2081E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57" w:history="1">
        <w:r w:rsidR="00EA3622" w:rsidRPr="0059292E">
          <w:rPr>
            <w:rStyle w:val="Hipercze"/>
            <w:noProof/>
          </w:rPr>
          <w:t>Tabela 126. Reguły dotyczące załącznika AKC-4/L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_Toc182566657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99</w:t>
        </w:r>
        <w:r w:rsidR="00EA3622">
          <w:rPr>
            <w:noProof/>
            <w:webHidden/>
          </w:rPr>
          <w:fldChar w:fldCharType="end"/>
        </w:r>
      </w:hyperlink>
    </w:p>
    <w:p w14:paraId="20ED3350" w14:textId="3751BA7C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58" w:history="1">
        <w:r w:rsidR="00EA3622" w:rsidRPr="0059292E">
          <w:rPr>
            <w:rStyle w:val="Hipercze"/>
            <w:noProof/>
          </w:rPr>
          <w:t>Tabela 127. Dane ogólne w ramach struktury załącznika AKC-4/M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_Toc182566658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101</w:t>
        </w:r>
        <w:r w:rsidR="00EA3622">
          <w:rPr>
            <w:noProof/>
            <w:webHidden/>
          </w:rPr>
          <w:fldChar w:fldCharType="end"/>
        </w:r>
      </w:hyperlink>
    </w:p>
    <w:p w14:paraId="46D6506A" w14:textId="587D7211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59" w:history="1">
        <w:r w:rsidR="00EA3622" w:rsidRPr="0059292E">
          <w:rPr>
            <w:rStyle w:val="Hipercze"/>
            <w:noProof/>
          </w:rPr>
          <w:t>Tabela 128. Struktura elementu AKC4MType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_Toc182566659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102</w:t>
        </w:r>
        <w:r w:rsidR="00EA3622">
          <w:rPr>
            <w:noProof/>
            <w:webHidden/>
          </w:rPr>
          <w:fldChar w:fldCharType="end"/>
        </w:r>
      </w:hyperlink>
    </w:p>
    <w:p w14:paraId="26D7CFDF" w14:textId="35F752D1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60" w:history="1">
        <w:r w:rsidR="00EA3622" w:rsidRPr="0059292E">
          <w:rPr>
            <w:rStyle w:val="Hipercze"/>
            <w:noProof/>
          </w:rPr>
          <w:t>Tabela 129. Struktura elementu HeaderType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_Toc182566660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102</w:t>
        </w:r>
        <w:r w:rsidR="00EA3622">
          <w:rPr>
            <w:noProof/>
            <w:webHidden/>
          </w:rPr>
          <w:fldChar w:fldCharType="end"/>
        </w:r>
      </w:hyperlink>
    </w:p>
    <w:p w14:paraId="404E5DED" w14:textId="2EA6CCDB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61" w:history="1">
        <w:r w:rsidR="00EA3622" w:rsidRPr="0059292E">
          <w:rPr>
            <w:rStyle w:val="Hipercze"/>
            <w:noProof/>
          </w:rPr>
          <w:t>Tabela 130. Struktura elementu WarehouseType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_Toc182566661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102</w:t>
        </w:r>
        <w:r w:rsidR="00EA3622">
          <w:rPr>
            <w:noProof/>
            <w:webHidden/>
          </w:rPr>
          <w:fldChar w:fldCharType="end"/>
        </w:r>
      </w:hyperlink>
    </w:p>
    <w:p w14:paraId="1976249E" w14:textId="3C2B5D3F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62" w:history="1">
        <w:r w:rsidR="00EA3622" w:rsidRPr="0059292E">
          <w:rPr>
            <w:rStyle w:val="Hipercze"/>
            <w:noProof/>
          </w:rPr>
          <w:t>Tabela 131. Struktura elementu ExciseDutyInformationType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_Toc182566662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103</w:t>
        </w:r>
        <w:r w:rsidR="00EA3622">
          <w:rPr>
            <w:noProof/>
            <w:webHidden/>
          </w:rPr>
          <w:fldChar w:fldCharType="end"/>
        </w:r>
      </w:hyperlink>
    </w:p>
    <w:p w14:paraId="64677ADE" w14:textId="15A95757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63" w:history="1">
        <w:r w:rsidR="00EA3622" w:rsidRPr="0059292E">
          <w:rPr>
            <w:rStyle w:val="Hipercze"/>
            <w:noProof/>
          </w:rPr>
          <w:t>Tabela 132. Struktura elementu CalculOdAmountOfExciseDutyType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_Toc182566663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103</w:t>
        </w:r>
        <w:r w:rsidR="00EA3622">
          <w:rPr>
            <w:noProof/>
            <w:webHidden/>
          </w:rPr>
          <w:fldChar w:fldCharType="end"/>
        </w:r>
      </w:hyperlink>
    </w:p>
    <w:p w14:paraId="70E17CB3" w14:textId="1FAB2284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64" w:history="1">
        <w:r w:rsidR="00EA3622" w:rsidRPr="0059292E">
          <w:rPr>
            <w:rStyle w:val="Hipercze"/>
            <w:noProof/>
          </w:rPr>
          <w:t>Tabela 133. Struktura elementu CleareanceExciseDutyType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_Toc182566664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103</w:t>
        </w:r>
        <w:r w:rsidR="00EA3622">
          <w:rPr>
            <w:noProof/>
            <w:webHidden/>
          </w:rPr>
          <w:fldChar w:fldCharType="end"/>
        </w:r>
      </w:hyperlink>
    </w:p>
    <w:p w14:paraId="1579C801" w14:textId="509845E7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65" w:history="1">
        <w:r w:rsidR="00EA3622" w:rsidRPr="0059292E">
          <w:rPr>
            <w:rStyle w:val="Hipercze"/>
            <w:noProof/>
          </w:rPr>
          <w:t>Tabela 134. Struktura elementu ItemsType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_Toc182566665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103</w:t>
        </w:r>
        <w:r w:rsidR="00EA3622">
          <w:rPr>
            <w:noProof/>
            <w:webHidden/>
          </w:rPr>
          <w:fldChar w:fldCharType="end"/>
        </w:r>
      </w:hyperlink>
    </w:p>
    <w:p w14:paraId="7BFA9445" w14:textId="0F79F084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66" w:history="1">
        <w:r w:rsidR="00EA3622" w:rsidRPr="0059292E">
          <w:rPr>
            <w:rStyle w:val="Hipercze"/>
            <w:noProof/>
          </w:rPr>
          <w:t>Tabela 135. Struktura elementu ItemType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_Toc182566666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104</w:t>
        </w:r>
        <w:r w:rsidR="00EA3622">
          <w:rPr>
            <w:noProof/>
            <w:webHidden/>
          </w:rPr>
          <w:fldChar w:fldCharType="end"/>
        </w:r>
      </w:hyperlink>
    </w:p>
    <w:p w14:paraId="571706F6" w14:textId="60661534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67" w:history="1">
        <w:r w:rsidR="00EA3622" w:rsidRPr="0059292E">
          <w:rPr>
            <w:rStyle w:val="Hipercze"/>
            <w:noProof/>
          </w:rPr>
          <w:t>Tabela 136. Struktura elementu DailyPaymentInformationType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_Toc182566667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105</w:t>
        </w:r>
        <w:r w:rsidR="00EA3622">
          <w:rPr>
            <w:noProof/>
            <w:webHidden/>
          </w:rPr>
          <w:fldChar w:fldCharType="end"/>
        </w:r>
      </w:hyperlink>
    </w:p>
    <w:p w14:paraId="2972FACA" w14:textId="31394B6B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68" w:history="1">
        <w:r w:rsidR="00EA3622" w:rsidRPr="0059292E">
          <w:rPr>
            <w:rStyle w:val="Hipercze"/>
            <w:noProof/>
          </w:rPr>
          <w:t>Tabela 137. Reguły dotyczące załącznika AKC-4/M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_Toc182566668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105</w:t>
        </w:r>
        <w:r w:rsidR="00EA3622">
          <w:rPr>
            <w:noProof/>
            <w:webHidden/>
          </w:rPr>
          <w:fldChar w:fldCharType="end"/>
        </w:r>
      </w:hyperlink>
    </w:p>
    <w:p w14:paraId="3B0BCEAE" w14:textId="30FEF462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69" w:history="1">
        <w:r w:rsidR="00EA3622" w:rsidRPr="0059292E">
          <w:rPr>
            <w:rStyle w:val="Hipercze"/>
            <w:noProof/>
          </w:rPr>
          <w:t>Tabela 138. Dane ogólne w ramach struktury załącznika AKC-4/N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_Toc182566669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107</w:t>
        </w:r>
        <w:r w:rsidR="00EA3622">
          <w:rPr>
            <w:noProof/>
            <w:webHidden/>
          </w:rPr>
          <w:fldChar w:fldCharType="end"/>
        </w:r>
      </w:hyperlink>
    </w:p>
    <w:p w14:paraId="4F04C4FF" w14:textId="674D321B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70" w:history="1">
        <w:r w:rsidR="00EA3622" w:rsidRPr="0059292E">
          <w:rPr>
            <w:rStyle w:val="Hipercze"/>
            <w:noProof/>
          </w:rPr>
          <w:t>Tabela 139. Struktura elementu AKC4NType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_Toc182566670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108</w:t>
        </w:r>
        <w:r w:rsidR="00EA3622">
          <w:rPr>
            <w:noProof/>
            <w:webHidden/>
          </w:rPr>
          <w:fldChar w:fldCharType="end"/>
        </w:r>
      </w:hyperlink>
    </w:p>
    <w:p w14:paraId="05065809" w14:textId="496B8BBF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71" w:history="1">
        <w:r w:rsidR="00EA3622" w:rsidRPr="0059292E">
          <w:rPr>
            <w:rStyle w:val="Hipercze"/>
            <w:noProof/>
          </w:rPr>
          <w:t>Tabela 140. Struktura elementu HeaderType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_Toc182566671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108</w:t>
        </w:r>
        <w:r w:rsidR="00EA3622">
          <w:rPr>
            <w:noProof/>
            <w:webHidden/>
          </w:rPr>
          <w:fldChar w:fldCharType="end"/>
        </w:r>
      </w:hyperlink>
    </w:p>
    <w:p w14:paraId="5F6C0C3D" w14:textId="182E2505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72" w:history="1">
        <w:r w:rsidR="00EA3622" w:rsidRPr="0059292E">
          <w:rPr>
            <w:rStyle w:val="Hipercze"/>
            <w:noProof/>
          </w:rPr>
          <w:t>Tabela 141. Struktura elementu WarehouseType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_Toc182566672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108</w:t>
        </w:r>
        <w:r w:rsidR="00EA3622">
          <w:rPr>
            <w:noProof/>
            <w:webHidden/>
          </w:rPr>
          <w:fldChar w:fldCharType="end"/>
        </w:r>
      </w:hyperlink>
    </w:p>
    <w:p w14:paraId="4F1E5820" w14:textId="6BE500C6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73" w:history="1">
        <w:r w:rsidR="00EA3622" w:rsidRPr="0059292E">
          <w:rPr>
            <w:rStyle w:val="Hipercze"/>
            <w:noProof/>
          </w:rPr>
          <w:t>Tabela 142. Struktura elementu ExciseDutyInformationType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_Toc182566673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109</w:t>
        </w:r>
        <w:r w:rsidR="00EA3622">
          <w:rPr>
            <w:noProof/>
            <w:webHidden/>
          </w:rPr>
          <w:fldChar w:fldCharType="end"/>
        </w:r>
      </w:hyperlink>
    </w:p>
    <w:p w14:paraId="5A27A6E7" w14:textId="5E6ABE83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74" w:history="1">
        <w:r w:rsidR="00EA3622" w:rsidRPr="0059292E">
          <w:rPr>
            <w:rStyle w:val="Hipercze"/>
            <w:noProof/>
          </w:rPr>
          <w:t>Tabela 143. Struktura elementu CalculOdAmountOfExciseDutyType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_Toc182566674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109</w:t>
        </w:r>
        <w:r w:rsidR="00EA3622">
          <w:rPr>
            <w:noProof/>
            <w:webHidden/>
          </w:rPr>
          <w:fldChar w:fldCharType="end"/>
        </w:r>
      </w:hyperlink>
    </w:p>
    <w:p w14:paraId="3E3ADF9C" w14:textId="0BB351F6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75" w:history="1">
        <w:r w:rsidR="00EA3622" w:rsidRPr="0059292E">
          <w:rPr>
            <w:rStyle w:val="Hipercze"/>
            <w:noProof/>
          </w:rPr>
          <w:t>Tabela 144. Struktura elementu CleareanceExciseDutyType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_Toc182566675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109</w:t>
        </w:r>
        <w:r w:rsidR="00EA3622">
          <w:rPr>
            <w:noProof/>
            <w:webHidden/>
          </w:rPr>
          <w:fldChar w:fldCharType="end"/>
        </w:r>
      </w:hyperlink>
    </w:p>
    <w:p w14:paraId="73A12887" w14:textId="21551710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76" w:history="1">
        <w:r w:rsidR="00EA3622" w:rsidRPr="0059292E">
          <w:rPr>
            <w:rStyle w:val="Hipercze"/>
            <w:noProof/>
          </w:rPr>
          <w:t>Tabela 145. Struktura elementu ItemsType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_Toc182566676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109</w:t>
        </w:r>
        <w:r w:rsidR="00EA3622">
          <w:rPr>
            <w:noProof/>
            <w:webHidden/>
          </w:rPr>
          <w:fldChar w:fldCharType="end"/>
        </w:r>
      </w:hyperlink>
    </w:p>
    <w:p w14:paraId="089CC07A" w14:textId="587258CA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77" w:history="1">
        <w:r w:rsidR="00EA3622" w:rsidRPr="0059292E">
          <w:rPr>
            <w:rStyle w:val="Hipercze"/>
            <w:noProof/>
          </w:rPr>
          <w:t>Tabela 146. Struktura elementu ItemType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_Toc182566677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110</w:t>
        </w:r>
        <w:r w:rsidR="00EA3622">
          <w:rPr>
            <w:noProof/>
            <w:webHidden/>
          </w:rPr>
          <w:fldChar w:fldCharType="end"/>
        </w:r>
      </w:hyperlink>
    </w:p>
    <w:p w14:paraId="0090BE7F" w14:textId="218DEB92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78" w:history="1">
        <w:r w:rsidR="00EA3622" w:rsidRPr="0059292E">
          <w:rPr>
            <w:rStyle w:val="Hipercze"/>
            <w:noProof/>
          </w:rPr>
          <w:t>Tabela 147. Struktura elementu DailyPaymentInformationType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_Toc182566678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111</w:t>
        </w:r>
        <w:r w:rsidR="00EA3622">
          <w:rPr>
            <w:noProof/>
            <w:webHidden/>
          </w:rPr>
          <w:fldChar w:fldCharType="end"/>
        </w:r>
      </w:hyperlink>
    </w:p>
    <w:p w14:paraId="4BE8CE20" w14:textId="285E5C2B" w:rsidR="00EA3622" w:rsidRDefault="00715F4C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566679" w:history="1">
        <w:r w:rsidR="00EA3622" w:rsidRPr="0059292E">
          <w:rPr>
            <w:rStyle w:val="Hipercze"/>
            <w:noProof/>
          </w:rPr>
          <w:t>Tabela 148. Reguły dotyczące załącznika AKC-4/N</w:t>
        </w:r>
        <w:r w:rsidR="00EA3622">
          <w:rPr>
            <w:noProof/>
            <w:webHidden/>
          </w:rPr>
          <w:tab/>
        </w:r>
        <w:r w:rsidR="00EA3622">
          <w:rPr>
            <w:noProof/>
            <w:webHidden/>
          </w:rPr>
          <w:fldChar w:fldCharType="begin"/>
        </w:r>
        <w:r w:rsidR="00EA3622">
          <w:rPr>
            <w:noProof/>
            <w:webHidden/>
          </w:rPr>
          <w:instrText xml:space="preserve"> PAGEREF _Toc182566679 \h </w:instrText>
        </w:r>
        <w:r w:rsidR="00EA3622">
          <w:rPr>
            <w:noProof/>
            <w:webHidden/>
          </w:rPr>
        </w:r>
        <w:r w:rsidR="00EA3622">
          <w:rPr>
            <w:noProof/>
            <w:webHidden/>
          </w:rPr>
          <w:fldChar w:fldCharType="separate"/>
        </w:r>
        <w:r w:rsidR="00D428CC">
          <w:rPr>
            <w:noProof/>
            <w:webHidden/>
          </w:rPr>
          <w:t>112</w:t>
        </w:r>
        <w:r w:rsidR="00EA3622">
          <w:rPr>
            <w:noProof/>
            <w:webHidden/>
          </w:rPr>
          <w:fldChar w:fldCharType="end"/>
        </w:r>
      </w:hyperlink>
    </w:p>
    <w:p w14:paraId="0F60CA93" w14:textId="3D38801C" w:rsidR="00C43119" w:rsidRDefault="0006207D" w:rsidP="007D0A84">
      <w:r w:rsidRPr="00904E12">
        <w:fldChar w:fldCharType="end"/>
      </w:r>
    </w:p>
    <w:p w14:paraId="0F4832D6" w14:textId="77777777" w:rsidR="00836DD7" w:rsidRPr="00EA3622" w:rsidRDefault="00836DD7" w:rsidP="00EA3622">
      <w:pPr>
        <w:rPr>
          <w:bCs/>
        </w:rPr>
      </w:pPr>
      <w:bookmarkStart w:id="3" w:name="_Toc349568550"/>
      <w:r w:rsidRPr="00EA3622">
        <w:t>SPIS RYSUNKÓW</w:t>
      </w:r>
      <w:bookmarkEnd w:id="3"/>
    </w:p>
    <w:p w14:paraId="5FD2EF84" w14:textId="77777777" w:rsidR="00C833B2" w:rsidRPr="00EA3622" w:rsidRDefault="00C833B2" w:rsidP="00C833B2">
      <w:r w:rsidRPr="00EA3622">
        <w:t>Brak</w:t>
      </w:r>
    </w:p>
    <w:p w14:paraId="3A3B8880" w14:textId="77777777" w:rsidR="003F3585" w:rsidRPr="00904E12" w:rsidRDefault="00004C2C" w:rsidP="00C048E5">
      <w:pPr>
        <w:pStyle w:val="Nagwek1"/>
      </w:pPr>
      <w:bookmarkStart w:id="4" w:name="_Toc341696555"/>
      <w:bookmarkStart w:id="5" w:name="_Toc349568551"/>
      <w:bookmarkStart w:id="6" w:name="_Toc182566425"/>
      <w:r w:rsidRPr="00904E12">
        <w:lastRenderedPageBreak/>
        <w:t xml:space="preserve">Opis </w:t>
      </w:r>
      <w:r w:rsidR="00CE1C03" w:rsidRPr="00C048E5">
        <w:t>dokumentu</w:t>
      </w:r>
      <w:bookmarkEnd w:id="4"/>
      <w:bookmarkEnd w:id="5"/>
      <w:bookmarkEnd w:id="6"/>
    </w:p>
    <w:p w14:paraId="18F05F68" w14:textId="77777777" w:rsidR="006A3A07" w:rsidRDefault="006A3A07" w:rsidP="00C048E5">
      <w:pPr>
        <w:pStyle w:val="Nagwek2"/>
      </w:pPr>
      <w:bookmarkStart w:id="7" w:name="_Toc349568552"/>
      <w:bookmarkStart w:id="8" w:name="_Toc361145794"/>
      <w:bookmarkStart w:id="9" w:name="_Toc182566426"/>
      <w:bookmarkStart w:id="10" w:name="_Toc341696556"/>
      <w:bookmarkStart w:id="11" w:name="_Toc349568553"/>
      <w:r>
        <w:t>Cel dokumentu</w:t>
      </w:r>
      <w:bookmarkEnd w:id="7"/>
      <w:bookmarkEnd w:id="8"/>
      <w:bookmarkEnd w:id="9"/>
    </w:p>
    <w:p w14:paraId="5888E881" w14:textId="77777777" w:rsidR="000D5EA2" w:rsidRPr="00481FCB" w:rsidRDefault="00690AD4" w:rsidP="00481FCB">
      <w:pPr>
        <w:autoSpaceDE w:val="0"/>
        <w:autoSpaceDN w:val="0"/>
        <w:adjustRightInd w:val="0"/>
        <w:spacing w:before="40" w:after="60"/>
      </w:pPr>
      <w:r w:rsidRPr="00481FCB">
        <w:t xml:space="preserve">Celem specyfikacji jest zdefiniowanie struktury i zawartości informacyjnej dokumentu XML (zwanej tutaj także komunikatem) </w:t>
      </w:r>
      <w:r w:rsidR="00110683" w:rsidRPr="00481FCB">
        <w:t xml:space="preserve">deklaracji </w:t>
      </w:r>
      <w:r w:rsidR="00802113" w:rsidRPr="00481FCB">
        <w:t>dla podatku akcyzowego</w:t>
      </w:r>
      <w:r w:rsidR="00716849" w:rsidRPr="00481FCB">
        <w:t>.</w:t>
      </w:r>
    </w:p>
    <w:p w14:paraId="174C80E5" w14:textId="77777777" w:rsidR="006A3A07" w:rsidRDefault="006A3A07" w:rsidP="00C048E5">
      <w:pPr>
        <w:pStyle w:val="Nagwek2"/>
      </w:pPr>
      <w:bookmarkStart w:id="12" w:name="_Toc361145795"/>
      <w:bookmarkStart w:id="13" w:name="_Toc182566427"/>
      <w:bookmarkStart w:id="14" w:name="_Toc341696557"/>
      <w:bookmarkStart w:id="15" w:name="_Ref343010193"/>
      <w:bookmarkStart w:id="16" w:name="_Toc349568554"/>
      <w:bookmarkEnd w:id="10"/>
      <w:bookmarkEnd w:id="11"/>
      <w:r>
        <w:t>Zastosowanie</w:t>
      </w:r>
      <w:bookmarkEnd w:id="12"/>
      <w:bookmarkEnd w:id="13"/>
    </w:p>
    <w:p w14:paraId="6CF99779" w14:textId="77777777" w:rsidR="00DD5E7B" w:rsidRPr="00481FCB" w:rsidRDefault="00DD5E7B" w:rsidP="00EB0565">
      <w:pPr>
        <w:pStyle w:val="TekstOpisu"/>
        <w:spacing w:line="276" w:lineRule="auto"/>
        <w:ind w:left="0"/>
        <w:rPr>
          <w:rFonts w:ascii="Lato" w:hAnsi="Lato"/>
          <w:sz w:val="24"/>
          <w:szCs w:val="24"/>
        </w:rPr>
      </w:pPr>
      <w:r w:rsidRPr="00481FCB">
        <w:rPr>
          <w:rFonts w:ascii="Lato" w:hAnsi="Lato"/>
          <w:sz w:val="24"/>
          <w:szCs w:val="24"/>
        </w:rPr>
        <w:t>Dokument jest stosowany, jako źródłowy przy projektowaniu, implementacji oraz tworzeniu dokumentacji testowej i użytkowej systemu.</w:t>
      </w:r>
    </w:p>
    <w:p w14:paraId="3E34E555" w14:textId="77777777" w:rsidR="00DD5E7B" w:rsidRPr="00481FCB" w:rsidRDefault="00DD5E7B" w:rsidP="00EB0565">
      <w:r w:rsidRPr="00481FCB">
        <w:t xml:space="preserve">Adresatem dokumentu jest zespół projektowy po stronie </w:t>
      </w:r>
      <w:r w:rsidR="00337FE3" w:rsidRPr="00481FCB">
        <w:t xml:space="preserve">Administracji Skarbowej </w:t>
      </w:r>
      <w:r w:rsidRPr="00481FCB">
        <w:t>oraz zespoły: programistyczno-projektowy, testerów, dokumentalistów, po stronie Wykonawcy oraz Podmioty zewnętrzne składające deklaracje.</w:t>
      </w:r>
    </w:p>
    <w:p w14:paraId="0E4EC8C5" w14:textId="77777777" w:rsidR="0036523A" w:rsidRDefault="0036523A" w:rsidP="00C048E5">
      <w:pPr>
        <w:pStyle w:val="Nagwek2"/>
      </w:pPr>
      <w:bookmarkStart w:id="17" w:name="_Toc361302788"/>
      <w:bookmarkStart w:id="18" w:name="_Toc361306139"/>
      <w:bookmarkStart w:id="19" w:name="_Toc442362608"/>
      <w:bookmarkStart w:id="20" w:name="_Toc182566428"/>
      <w:bookmarkStart w:id="21" w:name="_Toc341696558"/>
      <w:bookmarkStart w:id="22" w:name="_Toc349568555"/>
      <w:bookmarkStart w:id="23" w:name="_Toc361145797"/>
      <w:bookmarkStart w:id="24" w:name="_Toc361657244"/>
      <w:bookmarkStart w:id="25" w:name="_Toc361666182"/>
      <w:bookmarkStart w:id="26" w:name="_Toc341696559"/>
      <w:bookmarkStart w:id="27" w:name="_Toc349568556"/>
      <w:bookmarkEnd w:id="14"/>
      <w:bookmarkEnd w:id="15"/>
      <w:bookmarkEnd w:id="16"/>
      <w:bookmarkEnd w:id="17"/>
      <w:bookmarkEnd w:id="18"/>
      <w:r>
        <w:t>Obowiązywanie</w:t>
      </w:r>
      <w:bookmarkEnd w:id="19"/>
      <w:bookmarkEnd w:id="20"/>
    </w:p>
    <w:p w14:paraId="7F78EDB4" w14:textId="77777777" w:rsidR="0036523A" w:rsidRPr="00481FCB" w:rsidRDefault="00124A08" w:rsidP="0036523A">
      <w:r w:rsidRPr="00481FCB">
        <w:t xml:space="preserve">Specyfikacja obowiązuje dla deklaracji składanych za okres miesięczny, gdy okres nie jest wcześniejszy niż luty </w:t>
      </w:r>
      <w:r w:rsidR="00023012" w:rsidRPr="00481FCB">
        <w:t xml:space="preserve">2018 </w:t>
      </w:r>
      <w:r w:rsidRPr="00481FCB">
        <w:t>roku</w:t>
      </w:r>
      <w:r w:rsidR="009428EC" w:rsidRPr="00481FCB">
        <w:t xml:space="preserve"> i późniejszy niż grudzień 2018</w:t>
      </w:r>
      <w:r w:rsidRPr="00481FCB">
        <w:t>.</w:t>
      </w:r>
    </w:p>
    <w:p w14:paraId="5D43FECF" w14:textId="77777777" w:rsidR="00AC2548" w:rsidRDefault="00AC2548" w:rsidP="00C048E5">
      <w:pPr>
        <w:pStyle w:val="Nagwek2"/>
      </w:pPr>
      <w:bookmarkStart w:id="28" w:name="_Toc182566429"/>
      <w:r>
        <w:t xml:space="preserve">Dokumenty </w:t>
      </w:r>
      <w:r w:rsidRPr="00C048E5">
        <w:t>obowiązujące</w:t>
      </w:r>
      <w:r>
        <w:t xml:space="preserve"> i pomocnicze</w:t>
      </w:r>
      <w:bookmarkEnd w:id="21"/>
      <w:bookmarkEnd w:id="22"/>
      <w:bookmarkEnd w:id="23"/>
      <w:bookmarkEnd w:id="24"/>
      <w:bookmarkEnd w:id="25"/>
      <w:bookmarkEnd w:id="28"/>
    </w:p>
    <w:p w14:paraId="1493451C" w14:textId="77777777" w:rsidR="00AC2548" w:rsidRDefault="00AC2548" w:rsidP="00C048E5">
      <w:pPr>
        <w:pStyle w:val="Nagwek3"/>
      </w:pPr>
      <w:bookmarkStart w:id="29" w:name="_Toc361657245"/>
      <w:bookmarkStart w:id="30" w:name="_Toc361666183"/>
      <w:bookmarkStart w:id="31" w:name="_Toc182566430"/>
      <w:r>
        <w:t>Dokumenty obowiązujące</w:t>
      </w:r>
      <w:bookmarkEnd w:id="26"/>
      <w:bookmarkEnd w:id="27"/>
      <w:bookmarkEnd w:id="29"/>
      <w:bookmarkEnd w:id="30"/>
      <w:bookmarkEnd w:id="31"/>
    </w:p>
    <w:p w14:paraId="70CF0AF3" w14:textId="2139F61E" w:rsidR="00AC2548" w:rsidRDefault="00AC2548" w:rsidP="00AC2548">
      <w:pPr>
        <w:pStyle w:val="Legenda"/>
      </w:pPr>
      <w:bookmarkStart w:id="32" w:name="_Ref341107414"/>
      <w:bookmarkStart w:id="33" w:name="_Toc361657256"/>
      <w:bookmarkStart w:id="34" w:name="_Toc361666194"/>
      <w:bookmarkStart w:id="35" w:name="_Toc182566534"/>
      <w:r>
        <w:t xml:space="preserve">Tabela </w:t>
      </w:r>
      <w:r w:rsidR="00715F4C">
        <w:fldChar w:fldCharType="begin"/>
      </w:r>
      <w:r w:rsidR="00715F4C">
        <w:instrText xml:space="preserve"> SEQ Tabela \* </w:instrText>
      </w:r>
      <w:r w:rsidR="00715F4C">
        <w:instrText xml:space="preserve">ARABIC </w:instrText>
      </w:r>
      <w:r w:rsidR="00715F4C">
        <w:fldChar w:fldCharType="separate"/>
      </w:r>
      <w:r w:rsidR="005E1037">
        <w:rPr>
          <w:noProof/>
        </w:rPr>
        <w:t>3</w:t>
      </w:r>
      <w:r w:rsidR="00715F4C">
        <w:rPr>
          <w:noProof/>
        </w:rPr>
        <w:fldChar w:fldCharType="end"/>
      </w:r>
      <w:bookmarkEnd w:id="32"/>
      <w:r>
        <w:t>. Wykaz dokumentów obowiązujących</w:t>
      </w:r>
      <w:bookmarkEnd w:id="33"/>
      <w:bookmarkEnd w:id="34"/>
      <w:bookmarkEnd w:id="35"/>
    </w:p>
    <w:tbl>
      <w:tblPr>
        <w:tblStyle w:val="Siatkatabelijasna"/>
        <w:tblW w:w="9141" w:type="dxa"/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AC2548" w:rsidRPr="00152994" w14:paraId="16463FB0" w14:textId="77777777" w:rsidTr="008D1D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0" w:type="dxa"/>
          </w:tcPr>
          <w:p w14:paraId="51E40CEE" w14:textId="77777777" w:rsidR="00AC2548" w:rsidRPr="00F478E8" w:rsidRDefault="00AC2548" w:rsidP="00552930">
            <w:pPr>
              <w:pStyle w:val="Z2Nagwektabeli"/>
              <w:rPr>
                <w:rFonts w:ascii="Lato" w:hAnsi="Lato"/>
                <w:szCs w:val="18"/>
              </w:rPr>
            </w:pPr>
            <w:bookmarkStart w:id="36" w:name="_Toc341696561"/>
            <w:bookmarkStart w:id="37" w:name="_Toc349568558"/>
            <w:bookmarkStart w:id="38" w:name="_Toc361145800"/>
            <w:bookmarkStart w:id="39" w:name="_Toc341696562"/>
            <w:bookmarkStart w:id="40" w:name="_Toc349568559"/>
            <w:r w:rsidRPr="00F478E8">
              <w:rPr>
                <w:rFonts w:ascii="Lato" w:hAnsi="Lato"/>
                <w:szCs w:val="18"/>
              </w:rPr>
              <w:t>Nr</w:t>
            </w:r>
          </w:p>
        </w:tc>
        <w:tc>
          <w:tcPr>
            <w:tcW w:w="3840" w:type="dxa"/>
          </w:tcPr>
          <w:p w14:paraId="34D0DBA8" w14:textId="77777777" w:rsidR="00AC2548" w:rsidRPr="00F478E8" w:rsidRDefault="00AC2548" w:rsidP="00552930">
            <w:pPr>
              <w:pStyle w:val="Z2Nagwektabeli"/>
              <w:rPr>
                <w:rFonts w:ascii="Lato" w:hAnsi="Lato"/>
                <w:szCs w:val="18"/>
              </w:rPr>
            </w:pPr>
            <w:r w:rsidRPr="00F478E8">
              <w:rPr>
                <w:rFonts w:ascii="Lato" w:hAnsi="Lato"/>
                <w:szCs w:val="18"/>
              </w:rPr>
              <w:t>Nazwa</w:t>
            </w:r>
          </w:p>
        </w:tc>
        <w:tc>
          <w:tcPr>
            <w:tcW w:w="2411" w:type="dxa"/>
          </w:tcPr>
          <w:p w14:paraId="4B8783AA" w14:textId="77777777" w:rsidR="00AC2548" w:rsidRPr="00F478E8" w:rsidRDefault="00AC2548" w:rsidP="00552930">
            <w:pPr>
              <w:pStyle w:val="Z2Nagwektabeli"/>
              <w:rPr>
                <w:rFonts w:ascii="Lato" w:hAnsi="Lato"/>
                <w:szCs w:val="18"/>
              </w:rPr>
            </w:pPr>
            <w:r w:rsidRPr="00F478E8">
              <w:rPr>
                <w:rFonts w:ascii="Lato" w:hAnsi="Lato"/>
                <w:szCs w:val="18"/>
              </w:rPr>
              <w:t>Identyfikator</w:t>
            </w:r>
          </w:p>
        </w:tc>
        <w:tc>
          <w:tcPr>
            <w:tcW w:w="1214" w:type="dxa"/>
          </w:tcPr>
          <w:p w14:paraId="28D2DD1D" w14:textId="77777777" w:rsidR="00AC2548" w:rsidRPr="00F478E8" w:rsidRDefault="00AC2548" w:rsidP="00552930">
            <w:pPr>
              <w:pStyle w:val="Z2Nagwektabeli"/>
              <w:rPr>
                <w:rFonts w:ascii="Lato" w:hAnsi="Lato"/>
                <w:szCs w:val="18"/>
              </w:rPr>
            </w:pPr>
            <w:r w:rsidRPr="00F478E8">
              <w:rPr>
                <w:rFonts w:ascii="Lato" w:hAnsi="Lato"/>
                <w:szCs w:val="18"/>
              </w:rPr>
              <w:t>Wersja</w:t>
            </w:r>
          </w:p>
        </w:tc>
        <w:tc>
          <w:tcPr>
            <w:tcW w:w="1196" w:type="dxa"/>
          </w:tcPr>
          <w:p w14:paraId="3C795888" w14:textId="77777777" w:rsidR="00AC2548" w:rsidRPr="00F478E8" w:rsidRDefault="00AC2548" w:rsidP="00552930">
            <w:pPr>
              <w:pStyle w:val="Z2Nagwektabeli"/>
              <w:rPr>
                <w:rFonts w:ascii="Lato" w:hAnsi="Lato"/>
                <w:szCs w:val="18"/>
              </w:rPr>
            </w:pPr>
            <w:r w:rsidRPr="00F478E8">
              <w:rPr>
                <w:rFonts w:ascii="Lato" w:hAnsi="Lato"/>
                <w:szCs w:val="18"/>
              </w:rPr>
              <w:t>Data wydania</w:t>
            </w:r>
          </w:p>
        </w:tc>
      </w:tr>
      <w:tr w:rsidR="00AC2548" w14:paraId="0583B2EA" w14:textId="77777777" w:rsidTr="008D1DEB">
        <w:tc>
          <w:tcPr>
            <w:tcW w:w="480" w:type="dxa"/>
          </w:tcPr>
          <w:p w14:paraId="2005F418" w14:textId="77777777" w:rsidR="00AC2548" w:rsidRPr="00F478E8" w:rsidRDefault="00AC2548" w:rsidP="00552930">
            <w:pPr>
              <w:pStyle w:val="Z2tabelatekst"/>
              <w:numPr>
                <w:ilvl w:val="0"/>
                <w:numId w:val="7"/>
              </w:numPr>
              <w:rPr>
                <w:rFonts w:ascii="Lato" w:hAnsi="Lato"/>
                <w:sz w:val="20"/>
                <w:szCs w:val="20"/>
                <w:lang w:val="pl-PL" w:eastAsia="pl-PL"/>
              </w:rPr>
            </w:pPr>
            <w:bookmarkStart w:id="41" w:name="_Ref361653747"/>
          </w:p>
        </w:tc>
        <w:bookmarkEnd w:id="41"/>
        <w:tc>
          <w:tcPr>
            <w:tcW w:w="3840" w:type="dxa"/>
          </w:tcPr>
          <w:p w14:paraId="1F71F631" w14:textId="77777777" w:rsidR="00AC2548" w:rsidRPr="00F478E8" w:rsidRDefault="00745FFE" w:rsidP="00552930">
            <w:pPr>
              <w:pStyle w:val="Z2tabelatekst"/>
              <w:tabs>
                <w:tab w:val="clear" w:pos="4536"/>
                <w:tab w:val="clear" w:pos="9072"/>
                <w:tab w:val="left" w:pos="2918"/>
              </w:tabs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478E8">
              <w:rPr>
                <w:rFonts w:ascii="Lato" w:hAnsi="Lato"/>
                <w:sz w:val="20"/>
                <w:szCs w:val="20"/>
                <w:lang w:val="pl-PL" w:eastAsia="pl-PL"/>
              </w:rPr>
              <w:t>Dokumentacja techniczna powykonawcza: Specyfikacja komunikatów XML - część zewnętrzna</w:t>
            </w:r>
            <w:r w:rsidR="00AC2548" w:rsidRPr="00F478E8">
              <w:rPr>
                <w:rFonts w:ascii="Lato" w:hAnsi="Lato"/>
                <w:sz w:val="20"/>
                <w:szCs w:val="20"/>
                <w:lang w:val="pl-PL" w:eastAsia="pl-PL"/>
              </w:rPr>
              <w:tab/>
            </w:r>
          </w:p>
        </w:tc>
        <w:tc>
          <w:tcPr>
            <w:tcW w:w="2411" w:type="dxa"/>
          </w:tcPr>
          <w:p w14:paraId="71FE757D" w14:textId="77777777" w:rsidR="00AC2548" w:rsidRPr="00F478E8" w:rsidRDefault="00745FFE" w:rsidP="005529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478E8">
              <w:rPr>
                <w:rFonts w:ascii="Lato" w:hAnsi="Lato"/>
                <w:sz w:val="20"/>
                <w:szCs w:val="20"/>
                <w:lang w:val="pl-PL" w:eastAsia="pl-PL"/>
              </w:rPr>
              <w:t>ZF2-PWT-DtKXML-ZEWN</w:t>
            </w:r>
          </w:p>
        </w:tc>
        <w:tc>
          <w:tcPr>
            <w:tcW w:w="1214" w:type="dxa"/>
          </w:tcPr>
          <w:p w14:paraId="49EE2562" w14:textId="77777777" w:rsidR="00AC2548" w:rsidRPr="00F478E8" w:rsidRDefault="00AC2548" w:rsidP="005529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478E8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196" w:type="dxa"/>
          </w:tcPr>
          <w:p w14:paraId="501D0CDF" w14:textId="77777777" w:rsidR="00AC2548" w:rsidRPr="00F478E8" w:rsidRDefault="00AC2548" w:rsidP="005529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478E8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28735DB4" w14:textId="77777777" w:rsidR="00AC2548" w:rsidRDefault="00AC2548" w:rsidP="00C048E5">
      <w:pPr>
        <w:pStyle w:val="Nagwek3"/>
      </w:pPr>
      <w:bookmarkStart w:id="42" w:name="_Toc341696560"/>
      <w:bookmarkStart w:id="43" w:name="_Toc349568557"/>
      <w:bookmarkStart w:id="44" w:name="_Toc361655060"/>
      <w:bookmarkStart w:id="45" w:name="_Toc361657246"/>
      <w:bookmarkStart w:id="46" w:name="_Toc361666184"/>
      <w:bookmarkStart w:id="47" w:name="_Toc182566431"/>
      <w:r>
        <w:t>Dokumenty pomocnicze</w:t>
      </w:r>
      <w:bookmarkEnd w:id="42"/>
      <w:bookmarkEnd w:id="43"/>
      <w:bookmarkEnd w:id="44"/>
      <w:bookmarkEnd w:id="45"/>
      <w:bookmarkEnd w:id="46"/>
      <w:bookmarkEnd w:id="47"/>
    </w:p>
    <w:p w14:paraId="6CDE79AF" w14:textId="0D3854ED" w:rsidR="00AC2548" w:rsidRDefault="00AC2548" w:rsidP="00AC2548">
      <w:pPr>
        <w:pStyle w:val="Legenda"/>
      </w:pPr>
      <w:bookmarkStart w:id="48" w:name="_Toc361655088"/>
      <w:bookmarkStart w:id="49" w:name="_Toc361657257"/>
      <w:bookmarkStart w:id="50" w:name="_Toc361666195"/>
      <w:bookmarkStart w:id="51" w:name="_Toc182566535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4</w:t>
      </w:r>
      <w:r w:rsidR="00715F4C">
        <w:rPr>
          <w:noProof/>
        </w:rPr>
        <w:fldChar w:fldCharType="end"/>
      </w:r>
      <w:r>
        <w:t>. Wykaz dokumentów pomocniczych</w:t>
      </w:r>
      <w:bookmarkEnd w:id="48"/>
      <w:bookmarkEnd w:id="49"/>
      <w:bookmarkEnd w:id="50"/>
      <w:bookmarkEnd w:id="51"/>
    </w:p>
    <w:tbl>
      <w:tblPr>
        <w:tblStyle w:val="Siatkatabelijasna"/>
        <w:tblW w:w="9120" w:type="dxa"/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AC2548" w:rsidRPr="00152994" w14:paraId="3D6CEA0B" w14:textId="77777777" w:rsidTr="008D1D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0" w:type="dxa"/>
          </w:tcPr>
          <w:p w14:paraId="2DEF30BA" w14:textId="77777777" w:rsidR="00AC2548" w:rsidRPr="00F478E8" w:rsidRDefault="00AC2548" w:rsidP="00552930">
            <w:pPr>
              <w:pStyle w:val="Z2Nagwektabeli"/>
              <w:rPr>
                <w:rFonts w:ascii="Lato" w:hAnsi="Lato"/>
                <w:szCs w:val="18"/>
              </w:rPr>
            </w:pPr>
            <w:r w:rsidRPr="00F478E8">
              <w:rPr>
                <w:rFonts w:ascii="Lato" w:hAnsi="Lato"/>
                <w:szCs w:val="18"/>
              </w:rPr>
              <w:t>Nr</w:t>
            </w:r>
          </w:p>
        </w:tc>
        <w:tc>
          <w:tcPr>
            <w:tcW w:w="3840" w:type="dxa"/>
          </w:tcPr>
          <w:p w14:paraId="4C2D16AD" w14:textId="77777777" w:rsidR="00AC2548" w:rsidRPr="00F478E8" w:rsidRDefault="00AC2548" w:rsidP="00552930">
            <w:pPr>
              <w:pStyle w:val="Z2Nagwektabeli"/>
              <w:rPr>
                <w:rFonts w:ascii="Lato" w:hAnsi="Lato"/>
                <w:szCs w:val="18"/>
              </w:rPr>
            </w:pPr>
            <w:r w:rsidRPr="00F478E8">
              <w:rPr>
                <w:rFonts w:ascii="Lato" w:hAnsi="Lato"/>
                <w:szCs w:val="18"/>
              </w:rPr>
              <w:t>Nazwa</w:t>
            </w:r>
          </w:p>
        </w:tc>
        <w:tc>
          <w:tcPr>
            <w:tcW w:w="2400" w:type="dxa"/>
          </w:tcPr>
          <w:p w14:paraId="78CBD325" w14:textId="77777777" w:rsidR="00AC2548" w:rsidRPr="00F478E8" w:rsidRDefault="00AC2548" w:rsidP="00552930">
            <w:pPr>
              <w:pStyle w:val="Z2Nagwektabeli"/>
              <w:rPr>
                <w:rFonts w:ascii="Lato" w:hAnsi="Lato"/>
                <w:szCs w:val="18"/>
              </w:rPr>
            </w:pPr>
            <w:r w:rsidRPr="00F478E8">
              <w:rPr>
                <w:rFonts w:ascii="Lato" w:hAnsi="Lato"/>
                <w:szCs w:val="18"/>
              </w:rPr>
              <w:t>Identyfikator</w:t>
            </w:r>
          </w:p>
        </w:tc>
        <w:tc>
          <w:tcPr>
            <w:tcW w:w="1200" w:type="dxa"/>
          </w:tcPr>
          <w:p w14:paraId="3E702CA6" w14:textId="77777777" w:rsidR="00AC2548" w:rsidRPr="00F478E8" w:rsidRDefault="00AC2548" w:rsidP="00552930">
            <w:pPr>
              <w:pStyle w:val="Z2Nagwektabeli"/>
              <w:rPr>
                <w:rFonts w:ascii="Lato" w:hAnsi="Lato"/>
                <w:szCs w:val="18"/>
              </w:rPr>
            </w:pPr>
            <w:r w:rsidRPr="00F478E8">
              <w:rPr>
                <w:rFonts w:ascii="Lato" w:hAnsi="Lato"/>
                <w:szCs w:val="18"/>
              </w:rPr>
              <w:t>Wersja</w:t>
            </w:r>
          </w:p>
        </w:tc>
        <w:tc>
          <w:tcPr>
            <w:tcW w:w="1200" w:type="dxa"/>
          </w:tcPr>
          <w:p w14:paraId="706DC008" w14:textId="77777777" w:rsidR="00AC2548" w:rsidRPr="00F478E8" w:rsidRDefault="00AC2548" w:rsidP="00552930">
            <w:pPr>
              <w:pStyle w:val="Z2Nagwektabeli"/>
              <w:rPr>
                <w:rFonts w:ascii="Lato" w:hAnsi="Lato"/>
                <w:szCs w:val="18"/>
              </w:rPr>
            </w:pPr>
            <w:r w:rsidRPr="00F478E8">
              <w:rPr>
                <w:rFonts w:ascii="Lato" w:hAnsi="Lato"/>
                <w:szCs w:val="18"/>
              </w:rPr>
              <w:t>Data wydania</w:t>
            </w:r>
          </w:p>
        </w:tc>
      </w:tr>
      <w:tr w:rsidR="00C80DFC" w:rsidRPr="001D7BA3" w14:paraId="3287391B" w14:textId="77777777" w:rsidTr="008D1DEB">
        <w:tc>
          <w:tcPr>
            <w:tcW w:w="480" w:type="dxa"/>
          </w:tcPr>
          <w:p w14:paraId="165B7AA5" w14:textId="77777777" w:rsidR="00C80DFC" w:rsidRPr="00F478E8" w:rsidRDefault="00C80DFC" w:rsidP="00552930">
            <w:pPr>
              <w:pStyle w:val="Z2tabelatekst"/>
              <w:numPr>
                <w:ilvl w:val="0"/>
                <w:numId w:val="8"/>
              </w:numPr>
              <w:rPr>
                <w:rFonts w:ascii="Lato" w:hAnsi="Lato"/>
                <w:sz w:val="20"/>
                <w:szCs w:val="20"/>
                <w:lang w:val="pl-PL" w:eastAsia="pl-PL"/>
              </w:rPr>
            </w:pPr>
          </w:p>
        </w:tc>
        <w:tc>
          <w:tcPr>
            <w:tcW w:w="3840" w:type="dxa"/>
          </w:tcPr>
          <w:p w14:paraId="4E7CCCD4" w14:textId="77777777" w:rsidR="00C80DFC" w:rsidRPr="00F478E8" w:rsidRDefault="00C80DFC" w:rsidP="00D05D5C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478E8">
              <w:rPr>
                <w:rFonts w:ascii="Lato" w:hAnsi="Lato"/>
                <w:sz w:val="20"/>
                <w:szCs w:val="20"/>
                <w:lang w:val="pl-PL" w:eastAsia="pl-PL"/>
              </w:rPr>
              <w:t>Brak</w:t>
            </w:r>
          </w:p>
        </w:tc>
        <w:tc>
          <w:tcPr>
            <w:tcW w:w="2400" w:type="dxa"/>
          </w:tcPr>
          <w:p w14:paraId="24CAC665" w14:textId="77777777" w:rsidR="00C80DFC" w:rsidRPr="00F478E8" w:rsidRDefault="00C80DFC" w:rsidP="00D05D5C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478E8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1229E151" w14:textId="77777777" w:rsidR="00C80DFC" w:rsidRPr="00F478E8" w:rsidRDefault="00C80DFC" w:rsidP="00D05D5C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478E8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6BB5A4FC" w14:textId="77777777" w:rsidR="00C80DFC" w:rsidRPr="00F478E8" w:rsidRDefault="00C80DFC" w:rsidP="00D05D5C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F478E8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08A68778" w14:textId="77777777" w:rsidR="00621712" w:rsidRDefault="00621712" w:rsidP="00C048E5">
      <w:pPr>
        <w:pStyle w:val="Nagwek2"/>
      </w:pPr>
      <w:bookmarkStart w:id="52" w:name="_Toc182566432"/>
      <w:r>
        <w:lastRenderedPageBreak/>
        <w:t>Słownik przyjętych skrótów i terminów</w:t>
      </w:r>
      <w:bookmarkEnd w:id="36"/>
      <w:bookmarkEnd w:id="37"/>
      <w:bookmarkEnd w:id="38"/>
      <w:bookmarkEnd w:id="52"/>
    </w:p>
    <w:p w14:paraId="77A7C515" w14:textId="77777777" w:rsidR="003F3585" w:rsidRDefault="00C43119" w:rsidP="00C048E5">
      <w:pPr>
        <w:pStyle w:val="Nagwek3"/>
      </w:pPr>
      <w:bookmarkStart w:id="53" w:name="_Toc182566433"/>
      <w:r>
        <w:t xml:space="preserve">Skróty i </w:t>
      </w:r>
      <w:r w:rsidR="00E92D9D">
        <w:t>ak</w:t>
      </w:r>
      <w:r w:rsidR="003F3585">
        <w:t>ronimy</w:t>
      </w:r>
      <w:bookmarkEnd w:id="39"/>
      <w:bookmarkEnd w:id="40"/>
      <w:bookmarkEnd w:id="53"/>
    </w:p>
    <w:p w14:paraId="7A40A332" w14:textId="00174196" w:rsidR="00034C39" w:rsidRDefault="00034C39" w:rsidP="007D0A84">
      <w:pPr>
        <w:pStyle w:val="Legenda"/>
      </w:pPr>
      <w:bookmarkStart w:id="54" w:name="_Toc182566536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5</w:t>
      </w:r>
      <w:r w:rsidR="00715F4C">
        <w:rPr>
          <w:noProof/>
        </w:rPr>
        <w:fldChar w:fldCharType="end"/>
      </w:r>
      <w:r>
        <w:t>. Wykaz skrótów i akronimów</w:t>
      </w:r>
      <w:bookmarkEnd w:id="54"/>
    </w:p>
    <w:tbl>
      <w:tblPr>
        <w:tblStyle w:val="Siatkatabelijasna"/>
        <w:tblW w:w="9228" w:type="dxa"/>
        <w:tblLook w:val="01E0" w:firstRow="1" w:lastRow="1" w:firstColumn="1" w:lastColumn="1" w:noHBand="0" w:noVBand="0"/>
      </w:tblPr>
      <w:tblGrid>
        <w:gridCol w:w="2988"/>
        <w:gridCol w:w="6240"/>
      </w:tblGrid>
      <w:tr w:rsidR="00DD5472" w:rsidRPr="00D71458" w14:paraId="04056A67" w14:textId="77777777" w:rsidTr="008D1D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88" w:type="dxa"/>
          </w:tcPr>
          <w:p w14:paraId="1CC1BD03" w14:textId="77777777" w:rsidR="00DD5472" w:rsidRPr="00F478E8" w:rsidRDefault="00DD5472" w:rsidP="00D71458">
            <w:pPr>
              <w:pStyle w:val="Z2Nagwektabeli"/>
              <w:rPr>
                <w:rFonts w:ascii="Lato" w:hAnsi="Lato" w:cs="Arial"/>
                <w:szCs w:val="18"/>
              </w:rPr>
            </w:pPr>
            <w:bookmarkStart w:id="55" w:name="_Toc349568560"/>
            <w:r w:rsidRPr="00F478E8">
              <w:rPr>
                <w:rFonts w:ascii="Lato" w:hAnsi="Lato" w:cs="Arial"/>
                <w:szCs w:val="18"/>
              </w:rPr>
              <w:t>Skrót/Akronim</w:t>
            </w:r>
          </w:p>
        </w:tc>
        <w:tc>
          <w:tcPr>
            <w:tcW w:w="6240" w:type="dxa"/>
          </w:tcPr>
          <w:p w14:paraId="4F7CDBB4" w14:textId="77777777" w:rsidR="00DD5472" w:rsidRPr="00F478E8" w:rsidRDefault="00DD5472" w:rsidP="00D71458">
            <w:pPr>
              <w:pStyle w:val="Z2Nagwektabeli"/>
              <w:rPr>
                <w:rFonts w:ascii="Lato" w:hAnsi="Lato" w:cs="Arial"/>
                <w:szCs w:val="18"/>
              </w:rPr>
            </w:pPr>
            <w:r w:rsidRPr="00F478E8">
              <w:rPr>
                <w:rFonts w:ascii="Lato" w:hAnsi="Lato" w:cs="Arial"/>
                <w:szCs w:val="18"/>
              </w:rPr>
              <w:t>Objaśnienie</w:t>
            </w:r>
          </w:p>
        </w:tc>
      </w:tr>
      <w:tr w:rsidR="00DD5472" w:rsidRPr="00D71458" w14:paraId="412564DB" w14:textId="77777777" w:rsidTr="008D1DEB">
        <w:tc>
          <w:tcPr>
            <w:tcW w:w="2988" w:type="dxa"/>
          </w:tcPr>
          <w:p w14:paraId="5ECF9502" w14:textId="77777777" w:rsidR="00DD5472" w:rsidRPr="00F478E8" w:rsidRDefault="00DD5472" w:rsidP="00D71458">
            <w:pPr>
              <w:pStyle w:val="Tabelazwyky"/>
            </w:pPr>
            <w:r w:rsidRPr="00F478E8">
              <w:t>AIS</w:t>
            </w:r>
          </w:p>
        </w:tc>
        <w:tc>
          <w:tcPr>
            <w:tcW w:w="6240" w:type="dxa"/>
          </w:tcPr>
          <w:p w14:paraId="5C945247" w14:textId="77777777" w:rsidR="00DD5472" w:rsidRPr="00F478E8" w:rsidRDefault="00DD5472" w:rsidP="00D71458">
            <w:pPr>
              <w:pStyle w:val="Tabelazwyky"/>
            </w:pPr>
            <w:r w:rsidRPr="00C048E5">
              <w:rPr>
                <w:i/>
              </w:rPr>
              <w:t>Automated Import System</w:t>
            </w:r>
            <w:r w:rsidRPr="00F478E8">
              <w:t xml:space="preserve"> – Automatyczny System Importu. Także projekt „Programu e-Cło”.</w:t>
            </w:r>
          </w:p>
        </w:tc>
      </w:tr>
      <w:tr w:rsidR="00DD5472" w:rsidRPr="00D71458" w14:paraId="64A660D7" w14:textId="77777777" w:rsidTr="008D1DEB">
        <w:tc>
          <w:tcPr>
            <w:tcW w:w="2988" w:type="dxa"/>
          </w:tcPr>
          <w:p w14:paraId="529AF116" w14:textId="77777777" w:rsidR="00DD5472" w:rsidRPr="00F478E8" w:rsidRDefault="00DD5472" w:rsidP="00D7145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F478E8">
              <w:rPr>
                <w:rFonts w:cs="Arial"/>
                <w:sz w:val="20"/>
                <w:szCs w:val="20"/>
              </w:rPr>
              <w:t>ARI@DNA2</w:t>
            </w:r>
          </w:p>
        </w:tc>
        <w:tc>
          <w:tcPr>
            <w:tcW w:w="6240" w:type="dxa"/>
          </w:tcPr>
          <w:p w14:paraId="1D1FB66E" w14:textId="77777777" w:rsidR="00DD5472" w:rsidRPr="00F478E8" w:rsidRDefault="00DD5472" w:rsidP="00D71458">
            <w:pPr>
              <w:pStyle w:val="Tabelazwyky"/>
            </w:pPr>
            <w:r w:rsidRPr="00F478E8">
              <w:t>Hurtownia danych Administracji Celnej.</w:t>
            </w:r>
          </w:p>
        </w:tc>
      </w:tr>
      <w:tr w:rsidR="00DD5472" w:rsidRPr="00D71458" w14:paraId="2371634E" w14:textId="77777777" w:rsidTr="008D1DEB">
        <w:tc>
          <w:tcPr>
            <w:tcW w:w="2988" w:type="dxa"/>
          </w:tcPr>
          <w:p w14:paraId="5DDE11DD" w14:textId="77777777" w:rsidR="00DD5472" w:rsidRPr="00F478E8" w:rsidRDefault="00DD5472" w:rsidP="00D71458">
            <w:pPr>
              <w:pStyle w:val="Tabelazwyky"/>
            </w:pPr>
            <w:r w:rsidRPr="00F478E8">
              <w:t>CELINA</w:t>
            </w:r>
          </w:p>
        </w:tc>
        <w:tc>
          <w:tcPr>
            <w:tcW w:w="6240" w:type="dxa"/>
          </w:tcPr>
          <w:p w14:paraId="2B602B7F" w14:textId="77777777" w:rsidR="00DD5472" w:rsidRPr="00F478E8" w:rsidRDefault="00DD5472" w:rsidP="00D71458">
            <w:pPr>
              <w:pStyle w:val="Default"/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F478E8">
              <w:rPr>
                <w:rFonts w:ascii="Lato" w:hAnsi="Lato" w:cs="Arial"/>
                <w:sz w:val="20"/>
                <w:szCs w:val="20"/>
              </w:rPr>
              <w:t>System obsługi zgłoszeń celnych.</w:t>
            </w:r>
          </w:p>
        </w:tc>
      </w:tr>
      <w:tr w:rsidR="00DD5472" w:rsidRPr="00D71458" w14:paraId="202A0031" w14:textId="77777777" w:rsidTr="008D1DEB">
        <w:tc>
          <w:tcPr>
            <w:tcW w:w="2988" w:type="dxa"/>
          </w:tcPr>
          <w:p w14:paraId="4FFB7BB4" w14:textId="77777777" w:rsidR="00DD5472" w:rsidRPr="00F478E8" w:rsidRDefault="00DD5472" w:rsidP="00D71458">
            <w:pPr>
              <w:pStyle w:val="Tabelazwyky"/>
            </w:pPr>
            <w:r w:rsidRPr="00F478E8">
              <w:t>ECIP</w:t>
            </w:r>
          </w:p>
        </w:tc>
        <w:tc>
          <w:tcPr>
            <w:tcW w:w="6240" w:type="dxa"/>
          </w:tcPr>
          <w:p w14:paraId="7DC59675" w14:textId="77777777" w:rsidR="00DD5472" w:rsidRPr="00F478E8" w:rsidRDefault="00DD5472" w:rsidP="00D71458">
            <w:pPr>
              <w:pStyle w:val="Tabelazwyky"/>
              <w:rPr>
                <w:lang w:val="fr-FR"/>
              </w:rPr>
            </w:pPr>
            <w:r w:rsidRPr="00EA3622">
              <w:rPr>
                <w:i/>
                <w:lang w:val="en-GB"/>
              </w:rPr>
              <w:t>EU Customs Information Portal</w:t>
            </w:r>
            <w:r w:rsidRPr="00F478E8">
              <w:rPr>
                <w:i/>
                <w:lang w:val="fr-FR"/>
              </w:rPr>
              <w:t xml:space="preserve"> </w:t>
            </w:r>
            <w:r w:rsidRPr="00F478E8">
              <w:rPr>
                <w:lang w:val="fr-FR"/>
              </w:rPr>
              <w:t>– Europejski</w:t>
            </w:r>
            <w:r w:rsidRPr="00F478E8">
              <w:rPr>
                <w:i/>
                <w:lang w:val="fr-FR"/>
              </w:rPr>
              <w:t xml:space="preserve"> </w:t>
            </w:r>
            <w:r w:rsidRPr="00F478E8">
              <w:rPr>
                <w:lang w:val="fr-FR"/>
              </w:rPr>
              <w:t xml:space="preserve">Portal Informacji Celnej. </w:t>
            </w:r>
          </w:p>
        </w:tc>
      </w:tr>
      <w:tr w:rsidR="00DD5472" w:rsidRPr="00D71458" w14:paraId="6A7659B5" w14:textId="77777777" w:rsidTr="008D1DEB">
        <w:tc>
          <w:tcPr>
            <w:tcW w:w="2988" w:type="dxa"/>
          </w:tcPr>
          <w:p w14:paraId="06560AAE" w14:textId="77777777" w:rsidR="00DD5472" w:rsidRPr="00F478E8" w:rsidRDefault="00DD5472" w:rsidP="00D71458">
            <w:pPr>
              <w:pStyle w:val="Tabelazwyky"/>
            </w:pPr>
            <w:r w:rsidRPr="00F478E8">
              <w:t xml:space="preserve">ECIP/SEAP PL </w:t>
            </w:r>
          </w:p>
        </w:tc>
        <w:tc>
          <w:tcPr>
            <w:tcW w:w="6240" w:type="dxa"/>
          </w:tcPr>
          <w:p w14:paraId="2DE47580" w14:textId="77777777" w:rsidR="00DD5472" w:rsidRPr="00F478E8" w:rsidRDefault="00DD5472" w:rsidP="00D71458">
            <w:pPr>
              <w:pStyle w:val="Tabelazwyky"/>
            </w:pPr>
            <w:r w:rsidRPr="00C048E5">
              <w:rPr>
                <w:i/>
              </w:rPr>
              <w:t>European Customs Information Portal</w:t>
            </w:r>
            <w:r w:rsidRPr="00F478E8">
              <w:t xml:space="preserve"> - Europejski Informacyjny Portal Celny</w:t>
            </w:r>
          </w:p>
          <w:p w14:paraId="307C837F" w14:textId="77777777" w:rsidR="00DD5472" w:rsidRPr="00F478E8" w:rsidRDefault="00DD5472" w:rsidP="00D71458">
            <w:pPr>
              <w:pStyle w:val="Tabelazwyky"/>
            </w:pPr>
            <w:r w:rsidRPr="00C048E5">
              <w:rPr>
                <w:i/>
              </w:rPr>
              <w:t>Single Electronic Access Point</w:t>
            </w:r>
            <w:r w:rsidRPr="00EB0565">
              <w:t xml:space="preserve"> </w:t>
            </w:r>
            <w:r w:rsidRPr="00F478E8">
              <w:t>- Pojedynczy Elektroniczny Punkt Dostępu</w:t>
            </w:r>
          </w:p>
          <w:p w14:paraId="33CD6A5E" w14:textId="77777777" w:rsidR="00DD5472" w:rsidRPr="00F478E8" w:rsidRDefault="00DD5472" w:rsidP="00D71458">
            <w:pPr>
              <w:pStyle w:val="Tabelazwyky"/>
            </w:pPr>
            <w:r w:rsidRPr="00F478E8"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DD5472" w:rsidRPr="00D71458" w14:paraId="167C9BD9" w14:textId="77777777" w:rsidTr="008D1DEB">
        <w:tc>
          <w:tcPr>
            <w:tcW w:w="2988" w:type="dxa"/>
          </w:tcPr>
          <w:p w14:paraId="595C727B" w14:textId="77777777" w:rsidR="00DD5472" w:rsidRPr="00F478E8" w:rsidRDefault="00DD5472" w:rsidP="00D7145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F478E8">
              <w:rPr>
                <w:rFonts w:cs="Arial"/>
                <w:sz w:val="20"/>
                <w:szCs w:val="20"/>
              </w:rPr>
              <w:t>ESB</w:t>
            </w:r>
          </w:p>
        </w:tc>
        <w:tc>
          <w:tcPr>
            <w:tcW w:w="6240" w:type="dxa"/>
          </w:tcPr>
          <w:p w14:paraId="4AA0D0F1" w14:textId="77777777" w:rsidR="00DD5472" w:rsidRPr="00F478E8" w:rsidRDefault="00DD5472" w:rsidP="00D71458">
            <w:pPr>
              <w:pStyle w:val="Tabelazwyky"/>
            </w:pPr>
            <w:r w:rsidRPr="00C048E5">
              <w:rPr>
                <w:i/>
              </w:rPr>
              <w:t>Enterprise Service Bus</w:t>
            </w:r>
            <w:r w:rsidRPr="00F478E8">
              <w:t xml:space="preserve">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DD5472" w:rsidRPr="00D71458" w14:paraId="5C2F87E8" w14:textId="77777777" w:rsidTr="008D1DEB">
        <w:tc>
          <w:tcPr>
            <w:tcW w:w="2988" w:type="dxa"/>
          </w:tcPr>
          <w:p w14:paraId="457395B2" w14:textId="77777777" w:rsidR="00DD5472" w:rsidRPr="00F478E8" w:rsidRDefault="00DD5472" w:rsidP="00D7145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F478E8">
              <w:rPr>
                <w:rFonts w:cs="Arial"/>
                <w:sz w:val="20"/>
                <w:szCs w:val="20"/>
              </w:rPr>
              <w:t>ESKS</w:t>
            </w:r>
          </w:p>
        </w:tc>
        <w:tc>
          <w:tcPr>
            <w:tcW w:w="6240" w:type="dxa"/>
          </w:tcPr>
          <w:p w14:paraId="7E429A89" w14:textId="319693CD" w:rsidR="00DD5472" w:rsidRPr="00F478E8" w:rsidRDefault="00DD5472" w:rsidP="00D71458">
            <w:pPr>
              <w:pStyle w:val="Tabelazwyky"/>
            </w:pPr>
            <w:r w:rsidRPr="00F478E8">
              <w:t xml:space="preserve">Ewidencja Spraw Karnych Skarbowych - system informatyczny usprawniający pracę </w:t>
            </w:r>
            <w:r w:rsidR="00337FE3" w:rsidRPr="00F478E8">
              <w:t xml:space="preserve">Administracji Skarbowej </w:t>
            </w:r>
            <w:r w:rsidRPr="00F478E8">
              <w:t>w zakresie rejestracji spraw o przestępstwa i wykroczenia skarbowe oraz ewidencjonowania grzywien nakładanych w drodze mandatu karnego.</w:t>
            </w:r>
          </w:p>
        </w:tc>
      </w:tr>
      <w:tr w:rsidR="00DD5472" w:rsidRPr="00D71458" w14:paraId="4258D512" w14:textId="77777777" w:rsidTr="008D1DEB">
        <w:tc>
          <w:tcPr>
            <w:tcW w:w="2988" w:type="dxa"/>
          </w:tcPr>
          <w:p w14:paraId="267DBF27" w14:textId="77777777" w:rsidR="00DD5472" w:rsidRPr="00F478E8" w:rsidRDefault="00DD5472" w:rsidP="00D7145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F478E8">
              <w:rPr>
                <w:rFonts w:cs="Arial"/>
                <w:sz w:val="20"/>
                <w:szCs w:val="20"/>
              </w:rPr>
              <w:t>HERMES2</w:t>
            </w:r>
          </w:p>
        </w:tc>
        <w:tc>
          <w:tcPr>
            <w:tcW w:w="6240" w:type="dxa"/>
          </w:tcPr>
          <w:p w14:paraId="411AF5E9" w14:textId="77777777" w:rsidR="00DD5472" w:rsidRPr="00F478E8" w:rsidRDefault="00DD5472" w:rsidP="00D71458">
            <w:pPr>
              <w:pStyle w:val="Tabelazwyky"/>
            </w:pPr>
            <w:r w:rsidRPr="00F478E8">
              <w:t>Projekt „Programu e-Cło” obejmujący wdrożenie Systemu Zarządzania Zasobami Ludzkimi.</w:t>
            </w:r>
          </w:p>
        </w:tc>
      </w:tr>
      <w:tr w:rsidR="00DD5472" w:rsidRPr="00D71458" w14:paraId="3F672133" w14:textId="77777777" w:rsidTr="008D1DEB">
        <w:tc>
          <w:tcPr>
            <w:tcW w:w="2988" w:type="dxa"/>
          </w:tcPr>
          <w:p w14:paraId="64F2DCD1" w14:textId="77777777" w:rsidR="00DD5472" w:rsidRPr="00F478E8" w:rsidRDefault="00DD5472" w:rsidP="00D7145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F478E8">
              <w:rPr>
                <w:rFonts w:cs="Arial"/>
                <w:sz w:val="20"/>
                <w:szCs w:val="20"/>
              </w:rPr>
              <w:t>HTTP</w:t>
            </w:r>
          </w:p>
        </w:tc>
        <w:tc>
          <w:tcPr>
            <w:tcW w:w="6240" w:type="dxa"/>
          </w:tcPr>
          <w:p w14:paraId="540E307E" w14:textId="77777777" w:rsidR="00DD5472" w:rsidRPr="00F478E8" w:rsidRDefault="00DD5472" w:rsidP="00D7145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C048E5">
              <w:rPr>
                <w:rFonts w:eastAsia="Times New Roman" w:cs="Arial"/>
                <w:i/>
                <w:sz w:val="20"/>
                <w:szCs w:val="20"/>
                <w:lang w:eastAsia="pl-PL"/>
              </w:rPr>
              <w:t>Hypertext Transfer Protocol</w:t>
            </w:r>
            <w:r w:rsidRPr="00F478E8">
              <w:rPr>
                <w:rFonts w:cs="Arial"/>
                <w:sz w:val="20"/>
                <w:szCs w:val="20"/>
              </w:rPr>
              <w:t xml:space="preserve"> – protokół przesyłania dokumentów hipertekstowych.</w:t>
            </w:r>
          </w:p>
        </w:tc>
      </w:tr>
      <w:tr w:rsidR="00DD5472" w:rsidRPr="00D71458" w14:paraId="313B31A2" w14:textId="77777777" w:rsidTr="008D1DEB">
        <w:tc>
          <w:tcPr>
            <w:tcW w:w="2988" w:type="dxa"/>
          </w:tcPr>
          <w:p w14:paraId="727169AE" w14:textId="77777777" w:rsidR="00DD5472" w:rsidRPr="00F478E8" w:rsidRDefault="00DD5472" w:rsidP="00D71458">
            <w:pPr>
              <w:pStyle w:val="Tabelazwyky"/>
            </w:pPr>
            <w:r w:rsidRPr="00F478E8">
              <w:t>ISZTAR</w:t>
            </w:r>
          </w:p>
        </w:tc>
        <w:tc>
          <w:tcPr>
            <w:tcW w:w="6240" w:type="dxa"/>
          </w:tcPr>
          <w:p w14:paraId="03F03558" w14:textId="77777777" w:rsidR="00DD5472" w:rsidRPr="00F478E8" w:rsidRDefault="00DD5472" w:rsidP="00D71458">
            <w:pPr>
              <w:pStyle w:val="Tabelazwyky"/>
            </w:pPr>
            <w:r w:rsidRPr="00F478E8">
              <w:t xml:space="preserve">System Zintegrowanej Taryfy Celnej. </w:t>
            </w:r>
          </w:p>
        </w:tc>
      </w:tr>
      <w:tr w:rsidR="00DD5472" w:rsidRPr="00D71458" w14:paraId="273B2584" w14:textId="77777777" w:rsidTr="008D1DEB">
        <w:tc>
          <w:tcPr>
            <w:tcW w:w="2988" w:type="dxa"/>
          </w:tcPr>
          <w:p w14:paraId="46EBE453" w14:textId="77777777" w:rsidR="00DD5472" w:rsidRPr="00F478E8" w:rsidRDefault="00DD5472" w:rsidP="00D7145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F478E8">
              <w:rPr>
                <w:rFonts w:cs="Arial"/>
                <w:sz w:val="20"/>
                <w:szCs w:val="20"/>
              </w:rPr>
              <w:lastRenderedPageBreak/>
              <w:t>ISZTAR4</w:t>
            </w:r>
          </w:p>
        </w:tc>
        <w:tc>
          <w:tcPr>
            <w:tcW w:w="6240" w:type="dxa"/>
          </w:tcPr>
          <w:p w14:paraId="62A32123" w14:textId="77777777" w:rsidR="00DD5472" w:rsidRPr="00F478E8" w:rsidRDefault="00DD5472" w:rsidP="00D71458">
            <w:pPr>
              <w:pStyle w:val="Tabelazwyky"/>
            </w:pPr>
            <w:r w:rsidRPr="00F478E8">
              <w:t xml:space="preserve">System ISZTAR4 – Projekt w ramach Obszaru Zintegrowanej Taryfy Celnej, obejmujący przebudowę systemu w technologii wymiany komunikatów MCA, rozwój funkcjonalności zgodnie z </w:t>
            </w:r>
            <w:r w:rsidRPr="006F610A">
              <w:rPr>
                <w:i/>
              </w:rPr>
              <w:t>Integrated Tariff Environment</w:t>
            </w:r>
            <w:r w:rsidRPr="00EB0565">
              <w:t xml:space="preserve"> </w:t>
            </w:r>
            <w:r w:rsidRPr="00F478E8">
              <w:t>i TARIC oraz opracowane testy regresywne i przebudowę i integrację EBTI PL z portalem ECIP PL. Projekt Programu e-Cło.</w:t>
            </w:r>
          </w:p>
        </w:tc>
      </w:tr>
      <w:tr w:rsidR="00DD5472" w:rsidRPr="00D71458" w14:paraId="6DB4528F" w14:textId="77777777" w:rsidTr="008D1DEB">
        <w:tc>
          <w:tcPr>
            <w:tcW w:w="2988" w:type="dxa"/>
          </w:tcPr>
          <w:p w14:paraId="231AFEB7" w14:textId="77777777" w:rsidR="00DD5472" w:rsidRPr="00F478E8" w:rsidRDefault="00DD5472" w:rsidP="00D7145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F478E8">
              <w:rPr>
                <w:rFonts w:cs="Arial"/>
                <w:sz w:val="20"/>
                <w:szCs w:val="20"/>
              </w:rPr>
              <w:t>OSOZ2</w:t>
            </w:r>
          </w:p>
        </w:tc>
        <w:tc>
          <w:tcPr>
            <w:tcW w:w="6240" w:type="dxa"/>
          </w:tcPr>
          <w:p w14:paraId="5DAA6A13" w14:textId="77777777" w:rsidR="00DD5472" w:rsidRPr="00F478E8" w:rsidRDefault="00DD5472" w:rsidP="00D71458">
            <w:pPr>
              <w:pStyle w:val="Tabelazwyky"/>
            </w:pPr>
            <w:r w:rsidRPr="00F478E8">
              <w:rPr>
                <w:color w:val="000000"/>
              </w:rPr>
              <w:t>P</w:t>
            </w:r>
            <w:r w:rsidRPr="00F478E8">
              <w:t>rojekt „Programu e-Cło” Zintegrowany System Obsługi Zabezpieczeń.</w:t>
            </w:r>
          </w:p>
        </w:tc>
      </w:tr>
      <w:tr w:rsidR="00DD5472" w:rsidRPr="00D71458" w14:paraId="45256403" w14:textId="77777777" w:rsidTr="008D1DEB">
        <w:tc>
          <w:tcPr>
            <w:tcW w:w="2988" w:type="dxa"/>
          </w:tcPr>
          <w:p w14:paraId="39D03B39" w14:textId="77777777" w:rsidR="00DD5472" w:rsidRPr="00F478E8" w:rsidRDefault="00DD5472" w:rsidP="00D71458">
            <w:pPr>
              <w:pStyle w:val="Tabelazwyky"/>
            </w:pPr>
            <w:r w:rsidRPr="00F478E8">
              <w:t>OWNRES</w:t>
            </w:r>
          </w:p>
        </w:tc>
        <w:tc>
          <w:tcPr>
            <w:tcW w:w="6240" w:type="dxa"/>
          </w:tcPr>
          <w:p w14:paraId="047CDC8B" w14:textId="77777777" w:rsidR="00DD5472" w:rsidRPr="00F478E8" w:rsidRDefault="00DD5472" w:rsidP="00D71458">
            <w:pPr>
              <w:pStyle w:val="Tabelazwyky"/>
            </w:pPr>
            <w:r w:rsidRPr="00C048E5">
              <w:rPr>
                <w:i/>
              </w:rPr>
              <w:t>OWNRESources</w:t>
            </w:r>
            <w:r w:rsidRPr="006F610A">
              <w:rPr>
                <w:i/>
              </w:rPr>
              <w:t xml:space="preserve"> </w:t>
            </w:r>
            <w:r w:rsidRPr="00F478E8">
              <w:t>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DD5472" w:rsidRPr="00D71458" w14:paraId="763F4C45" w14:textId="77777777" w:rsidTr="008D1DEB">
        <w:tc>
          <w:tcPr>
            <w:tcW w:w="2988" w:type="dxa"/>
          </w:tcPr>
          <w:p w14:paraId="467AA4AD" w14:textId="77777777" w:rsidR="00DD5472" w:rsidRPr="00F478E8" w:rsidRDefault="00DD5472" w:rsidP="00D7145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F478E8">
              <w:rPr>
                <w:rFonts w:cs="Arial"/>
                <w:sz w:val="20"/>
                <w:szCs w:val="20"/>
              </w:rPr>
              <w:t>PDR</w:t>
            </w:r>
          </w:p>
        </w:tc>
        <w:tc>
          <w:tcPr>
            <w:tcW w:w="6240" w:type="dxa"/>
          </w:tcPr>
          <w:p w14:paraId="6A0C55AA" w14:textId="78B0E1EE" w:rsidR="00DD5472" w:rsidRPr="00F478E8" w:rsidRDefault="00DD5472" w:rsidP="00D71458">
            <w:pPr>
              <w:pStyle w:val="Tabelazwyky"/>
            </w:pPr>
            <w:r w:rsidRPr="00F478E8">
              <w:t>Podsystem Danych Referencyjnych – komponenty funkcjonalne do utrzymywania i udostępniania danych referencyjnych w systemach operacyjnych administracji celnej. Również rozumiany, jako system danych referencyjnych PDR, będący produktem projektu PDR, realizowanego w ramach Programu e-Cło.</w:t>
            </w:r>
          </w:p>
        </w:tc>
      </w:tr>
      <w:tr w:rsidR="00DD5472" w:rsidRPr="00D71458" w14:paraId="1ED48A7B" w14:textId="77777777" w:rsidTr="008D1DEB">
        <w:tc>
          <w:tcPr>
            <w:tcW w:w="2988" w:type="dxa"/>
          </w:tcPr>
          <w:p w14:paraId="755DFA62" w14:textId="77777777" w:rsidR="00DD5472" w:rsidRPr="00F478E8" w:rsidRDefault="00DD5472" w:rsidP="00D71458">
            <w:pPr>
              <w:pStyle w:val="Tabelazwyky"/>
            </w:pPr>
            <w:r w:rsidRPr="00F478E8">
              <w:t>PKI</w:t>
            </w:r>
          </w:p>
        </w:tc>
        <w:tc>
          <w:tcPr>
            <w:tcW w:w="6240" w:type="dxa"/>
          </w:tcPr>
          <w:p w14:paraId="315B839A" w14:textId="77777777" w:rsidR="00DD5472" w:rsidRPr="00F478E8" w:rsidRDefault="00DD5472" w:rsidP="00D71458">
            <w:pPr>
              <w:pStyle w:val="Tabelazwyky"/>
            </w:pPr>
            <w:r w:rsidRPr="00F478E8">
              <w:t>Projekt Programu e-Cło przewidujący stworzenie jednolitego podsystemu uwierzytelniania dla wszystkich systemów i u</w:t>
            </w:r>
            <w:r w:rsidR="00CC1B30" w:rsidRPr="00F478E8">
              <w:t xml:space="preserve">żytkowników wewnętrznych  wraz </w:t>
            </w:r>
            <w:r w:rsidRPr="00F478E8">
              <w:t xml:space="preserve">z </w:t>
            </w:r>
            <w:r w:rsidRPr="00C048E5">
              <w:rPr>
                <w:i/>
              </w:rPr>
              <w:t>Public Key Infrastructure</w:t>
            </w:r>
            <w:r w:rsidRPr="00F478E8">
              <w:t xml:space="preserve"> i funkcjonalnością/technologią jednokrotnego uwierzytelniania </w:t>
            </w:r>
            <w:r w:rsidRPr="00C048E5">
              <w:rPr>
                <w:i/>
              </w:rPr>
              <w:t>Single Sign On (SSO).</w:t>
            </w:r>
          </w:p>
        </w:tc>
      </w:tr>
      <w:tr w:rsidR="00DD5472" w:rsidRPr="00D71458" w14:paraId="5063AAEF" w14:textId="77777777" w:rsidTr="008D1DEB">
        <w:tc>
          <w:tcPr>
            <w:tcW w:w="2988" w:type="dxa"/>
          </w:tcPr>
          <w:p w14:paraId="5AD15ADC" w14:textId="77777777" w:rsidR="00DD5472" w:rsidRPr="00F478E8" w:rsidRDefault="00DD5472" w:rsidP="00D7145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F478E8">
              <w:rPr>
                <w:rFonts w:cs="Arial"/>
                <w:sz w:val="20"/>
                <w:szCs w:val="20"/>
              </w:rPr>
              <w:t>POLTAX</w:t>
            </w:r>
          </w:p>
        </w:tc>
        <w:tc>
          <w:tcPr>
            <w:tcW w:w="6240" w:type="dxa"/>
          </w:tcPr>
          <w:p w14:paraId="2C97A362" w14:textId="77777777" w:rsidR="00DD5472" w:rsidRPr="00F478E8" w:rsidRDefault="00DD5472" w:rsidP="00D71458">
            <w:pPr>
              <w:pStyle w:val="Tabelazwyky"/>
            </w:pPr>
            <w:r w:rsidRPr="00F478E8">
              <w:t>System ewidencjonowania i przetwarzania danych o podatnikach wykorzystywany w urzędach skarbowych wspomagający działalność administracji podatkowej.</w:t>
            </w:r>
          </w:p>
        </w:tc>
      </w:tr>
      <w:tr w:rsidR="00DD5472" w:rsidRPr="00D71458" w14:paraId="0D0D5B9E" w14:textId="77777777" w:rsidTr="008D1DEB">
        <w:tc>
          <w:tcPr>
            <w:tcW w:w="2988" w:type="dxa"/>
          </w:tcPr>
          <w:p w14:paraId="1AA185D7" w14:textId="77777777" w:rsidR="00DD5472" w:rsidRPr="00F478E8" w:rsidRDefault="00DD5472" w:rsidP="00D7145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F478E8">
              <w:rPr>
                <w:rFonts w:cs="Arial"/>
                <w:sz w:val="20"/>
                <w:szCs w:val="20"/>
              </w:rPr>
              <w:t>SK</w:t>
            </w:r>
          </w:p>
        </w:tc>
        <w:tc>
          <w:tcPr>
            <w:tcW w:w="6240" w:type="dxa"/>
          </w:tcPr>
          <w:p w14:paraId="41985BFA" w14:textId="77777777" w:rsidR="00DD5472" w:rsidRPr="00F478E8" w:rsidRDefault="00DD5472" w:rsidP="00D7145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F478E8">
              <w:rPr>
                <w:rFonts w:cs="Arial"/>
                <w:sz w:val="20"/>
                <w:szCs w:val="20"/>
              </w:rPr>
              <w:t>System informatyczny przeznaczony do prowadzenia ksiąg rachunkowych w formie elektronicznej.</w:t>
            </w:r>
          </w:p>
        </w:tc>
      </w:tr>
      <w:tr w:rsidR="00DD5472" w:rsidRPr="00D71458" w14:paraId="1C5E36F4" w14:textId="77777777" w:rsidTr="008D1DEB">
        <w:tc>
          <w:tcPr>
            <w:tcW w:w="2988" w:type="dxa"/>
          </w:tcPr>
          <w:p w14:paraId="54806F0D" w14:textId="77777777" w:rsidR="00DD5472" w:rsidRPr="00F478E8" w:rsidRDefault="00DD5472" w:rsidP="00D71458">
            <w:pPr>
              <w:pStyle w:val="Tabelazwyky"/>
            </w:pPr>
            <w:r w:rsidRPr="00F478E8">
              <w:t>SOA</w:t>
            </w:r>
          </w:p>
        </w:tc>
        <w:tc>
          <w:tcPr>
            <w:tcW w:w="6240" w:type="dxa"/>
          </w:tcPr>
          <w:p w14:paraId="5E311778" w14:textId="77777777" w:rsidR="00DD5472" w:rsidRPr="00F478E8" w:rsidRDefault="00DD5472" w:rsidP="00D71458">
            <w:pPr>
              <w:pStyle w:val="Tabelazwyky"/>
            </w:pPr>
            <w:r w:rsidRPr="00F478E8">
              <w:t xml:space="preserve">Architektura oparta na usługach (ang. </w:t>
            </w:r>
            <w:r w:rsidRPr="00C048E5">
              <w:rPr>
                <w:i/>
              </w:rPr>
              <w:t>Service-Oriented Architecture</w:t>
            </w:r>
            <w:r w:rsidRPr="00F478E8">
              <w:t>); koncepcja tworzenia systemów informatycznych, w której główny nacisk stawia się na definiowanie usług, które spełnią wymagania użytkownika. Pojęcie SOA obejmuje zestaw metod organizacyjnych i technicznych mający na celu lepsze powiązanie biznesowej strony organizacji z jej zasobami informatycznymi.</w:t>
            </w:r>
          </w:p>
        </w:tc>
      </w:tr>
      <w:tr w:rsidR="00DD5472" w:rsidRPr="00D71458" w14:paraId="38472769" w14:textId="77777777" w:rsidTr="008D1DEB">
        <w:tc>
          <w:tcPr>
            <w:tcW w:w="2988" w:type="dxa"/>
          </w:tcPr>
          <w:p w14:paraId="656EF8BE" w14:textId="77777777" w:rsidR="00DD5472" w:rsidRPr="00F478E8" w:rsidRDefault="00DD5472" w:rsidP="00D7145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F478E8">
              <w:rPr>
                <w:rFonts w:cs="Arial"/>
                <w:sz w:val="20"/>
                <w:szCs w:val="20"/>
              </w:rPr>
              <w:lastRenderedPageBreak/>
              <w:t>SOAP</w:t>
            </w:r>
          </w:p>
        </w:tc>
        <w:tc>
          <w:tcPr>
            <w:tcW w:w="6240" w:type="dxa"/>
          </w:tcPr>
          <w:p w14:paraId="6D498383" w14:textId="77777777" w:rsidR="00DD5472" w:rsidRPr="00F478E8" w:rsidRDefault="00DD5472" w:rsidP="00D71458">
            <w:pPr>
              <w:pStyle w:val="Tabelazwyky"/>
            </w:pPr>
            <w:r w:rsidRPr="00C048E5">
              <w:rPr>
                <w:i/>
              </w:rPr>
              <w:t>Simple Object Access Protocol</w:t>
            </w:r>
            <w:r w:rsidRPr="00F478E8">
              <w:t xml:space="preserve"> – protokół wywoływania zdalnego dostępu do obiektów, wykorzystujący XML do kodowania wywołań.</w:t>
            </w:r>
          </w:p>
        </w:tc>
      </w:tr>
      <w:tr w:rsidR="00DD5472" w:rsidRPr="00D71458" w14:paraId="585EAA6A" w14:textId="77777777" w:rsidTr="008D1DEB">
        <w:tc>
          <w:tcPr>
            <w:tcW w:w="2988" w:type="dxa"/>
          </w:tcPr>
          <w:p w14:paraId="1CBFB380" w14:textId="77777777" w:rsidR="00DD5472" w:rsidRPr="00F478E8" w:rsidRDefault="00DD5472" w:rsidP="00D7145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F478E8">
              <w:rPr>
                <w:rFonts w:cs="Arial"/>
                <w:sz w:val="20"/>
                <w:szCs w:val="20"/>
              </w:rPr>
              <w:t>SSO</w:t>
            </w:r>
          </w:p>
        </w:tc>
        <w:tc>
          <w:tcPr>
            <w:tcW w:w="6240" w:type="dxa"/>
          </w:tcPr>
          <w:p w14:paraId="0155EC80" w14:textId="77777777" w:rsidR="00DD5472" w:rsidRPr="00F478E8" w:rsidRDefault="00DD5472" w:rsidP="00D71458">
            <w:pPr>
              <w:pStyle w:val="Tabelazwyky"/>
            </w:pPr>
            <w:r w:rsidRPr="00C048E5">
              <w:rPr>
                <w:i/>
              </w:rPr>
              <w:t>Single Sign On</w:t>
            </w:r>
            <w:r w:rsidRPr="00F478E8">
              <w:t xml:space="preserve"> – Pojedyncze logowanie. Możliwość jednorazowego zalogowania się do usługi sieciowej i uzyskania dostępu do wszystkich autoryzowanych zasobów zgodnych z tą usługą.</w:t>
            </w:r>
          </w:p>
        </w:tc>
      </w:tr>
      <w:tr w:rsidR="00DD5472" w:rsidRPr="00D71458" w14:paraId="0DB36F5C" w14:textId="77777777" w:rsidTr="008D1DEB">
        <w:tc>
          <w:tcPr>
            <w:tcW w:w="2988" w:type="dxa"/>
          </w:tcPr>
          <w:p w14:paraId="42BC7C06" w14:textId="77777777" w:rsidR="00DD5472" w:rsidRPr="00F478E8" w:rsidRDefault="00DD5472" w:rsidP="00D7145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F478E8">
              <w:rPr>
                <w:rFonts w:cs="Arial"/>
                <w:sz w:val="20"/>
                <w:szCs w:val="20"/>
              </w:rPr>
              <w:t>SZPROT</w:t>
            </w:r>
          </w:p>
        </w:tc>
        <w:tc>
          <w:tcPr>
            <w:tcW w:w="6240" w:type="dxa"/>
          </w:tcPr>
          <w:p w14:paraId="53EEDD7A" w14:textId="77777777" w:rsidR="00DD5472" w:rsidRPr="00F478E8" w:rsidRDefault="00DD5472" w:rsidP="00D71458">
            <w:pPr>
              <w:pStyle w:val="Tabelazwyky"/>
            </w:pPr>
            <w:r w:rsidRPr="00F478E8">
              <w:t>System Zintegrowanej Rejestracji Przedsiębiorców. Projekt „Programu e-Cło”.</w:t>
            </w:r>
          </w:p>
        </w:tc>
      </w:tr>
      <w:tr w:rsidR="00DD5472" w:rsidRPr="00D71458" w14:paraId="3DE2E6C2" w14:textId="77777777" w:rsidTr="008D1DEB">
        <w:tc>
          <w:tcPr>
            <w:tcW w:w="2988" w:type="dxa"/>
          </w:tcPr>
          <w:p w14:paraId="37C3CE53" w14:textId="77777777" w:rsidR="00DD5472" w:rsidRPr="00F478E8" w:rsidRDefault="00DD5472" w:rsidP="00D7145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F478E8">
              <w:rPr>
                <w:rFonts w:cs="Arial"/>
                <w:sz w:val="20"/>
                <w:szCs w:val="20"/>
              </w:rPr>
              <w:t>TREZOR</w:t>
            </w:r>
          </w:p>
        </w:tc>
        <w:tc>
          <w:tcPr>
            <w:tcW w:w="6240" w:type="dxa"/>
          </w:tcPr>
          <w:p w14:paraId="6DCF1EF1" w14:textId="77777777" w:rsidR="00DD5472" w:rsidRPr="00F478E8" w:rsidRDefault="00DD5472" w:rsidP="00D71458">
            <w:pPr>
              <w:pStyle w:val="Tabelazwyky"/>
            </w:pPr>
            <w:r w:rsidRPr="00F478E8">
              <w:t>Informatyczny System Obsługi Budżetu Państwa.</w:t>
            </w:r>
          </w:p>
        </w:tc>
      </w:tr>
      <w:tr w:rsidR="00DD5472" w:rsidRPr="00D71458" w14:paraId="0E40D7E7" w14:textId="77777777" w:rsidTr="008D1DEB">
        <w:tc>
          <w:tcPr>
            <w:tcW w:w="2988" w:type="dxa"/>
          </w:tcPr>
          <w:p w14:paraId="44BB66D6" w14:textId="77777777" w:rsidR="00DD5472" w:rsidRPr="00F478E8" w:rsidRDefault="00DD5472" w:rsidP="00D7145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F478E8">
              <w:rPr>
                <w:rFonts w:cs="Arial"/>
                <w:sz w:val="20"/>
                <w:szCs w:val="20"/>
              </w:rPr>
              <w:t>WFW</w:t>
            </w:r>
          </w:p>
        </w:tc>
        <w:tc>
          <w:tcPr>
            <w:tcW w:w="6240" w:type="dxa"/>
          </w:tcPr>
          <w:p w14:paraId="6464E8B8" w14:textId="77777777" w:rsidR="00DD5472" w:rsidRPr="00F478E8" w:rsidRDefault="00DD5472" w:rsidP="00D7145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F478E8">
              <w:rPr>
                <w:rFonts w:cs="Arial"/>
                <w:sz w:val="20"/>
                <w:szCs w:val="20"/>
              </w:rPr>
              <w:t xml:space="preserve">Komponent architektury Systemu ZEFIR 2 realizujący obsługę procesów operacyjnych w zakresie obiegu spraw. Zapewnia zarówno funkcje obiegu spraw (tradycyjnie określane terminem </w:t>
            </w:r>
            <w:r w:rsidRPr="00EB0565">
              <w:rPr>
                <w:rFonts w:cs="Arial"/>
                <w:sz w:val="20"/>
                <w:szCs w:val="20"/>
              </w:rPr>
              <w:t>workflow</w:t>
            </w:r>
            <w:r w:rsidRPr="00F478E8">
              <w:rPr>
                <w:rFonts w:cs="Arial"/>
                <w:sz w:val="20"/>
                <w:szCs w:val="20"/>
              </w:rPr>
              <w:t xml:space="preserve">), jak i automatyzacji procesów biznesowych (tradycyjnie określane terminem </w:t>
            </w:r>
            <w:r w:rsidRPr="00C048E5">
              <w:rPr>
                <w:rFonts w:eastAsia="Times New Roman" w:cs="Arial"/>
                <w:i/>
                <w:sz w:val="20"/>
                <w:szCs w:val="20"/>
                <w:lang w:eastAsia="pl-PL"/>
              </w:rPr>
              <w:t>Business Process Management</w:t>
            </w:r>
            <w:r w:rsidRPr="00F478E8">
              <w:rPr>
                <w:rFonts w:cs="Arial"/>
                <w:sz w:val="20"/>
                <w:szCs w:val="20"/>
              </w:rPr>
              <w:t>, BPM).</w:t>
            </w:r>
          </w:p>
        </w:tc>
      </w:tr>
      <w:tr w:rsidR="00DD5472" w:rsidRPr="00D71458" w14:paraId="58F1BA51" w14:textId="77777777" w:rsidTr="008D1DEB">
        <w:tc>
          <w:tcPr>
            <w:tcW w:w="2988" w:type="dxa"/>
          </w:tcPr>
          <w:p w14:paraId="68A77276" w14:textId="77777777" w:rsidR="00DD5472" w:rsidRPr="00F478E8" w:rsidRDefault="00DD5472" w:rsidP="00D7145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F478E8">
              <w:rPr>
                <w:rFonts w:cs="Arial"/>
                <w:sz w:val="20"/>
                <w:szCs w:val="20"/>
              </w:rPr>
              <w:t>WOMIS</w:t>
            </w:r>
          </w:p>
        </w:tc>
        <w:tc>
          <w:tcPr>
            <w:tcW w:w="6240" w:type="dxa"/>
          </w:tcPr>
          <w:p w14:paraId="7ADF05E2" w14:textId="77777777" w:rsidR="00DD5472" w:rsidRPr="00F478E8" w:rsidRDefault="00DD5472" w:rsidP="00D71458">
            <w:pPr>
              <w:pStyle w:val="Tabelazwyky"/>
            </w:pPr>
            <w:r w:rsidRPr="00C048E5">
              <w:rPr>
                <w:i/>
              </w:rPr>
              <w:t>Write-Off Management and Information System</w:t>
            </w:r>
            <w:r w:rsidRPr="00F478E8">
              <w:t xml:space="preserve">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DD5472" w:rsidRPr="00D71458" w14:paraId="30E11B07" w14:textId="77777777" w:rsidTr="008D1DEB">
        <w:tc>
          <w:tcPr>
            <w:tcW w:w="2988" w:type="dxa"/>
          </w:tcPr>
          <w:p w14:paraId="4C85A225" w14:textId="77777777" w:rsidR="00DD5472" w:rsidRPr="00F478E8" w:rsidRDefault="00DD5472" w:rsidP="00D71458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F478E8">
              <w:rPr>
                <w:rFonts w:ascii="Lato" w:hAnsi="Lato" w:cs="Arial"/>
                <w:sz w:val="20"/>
                <w:szCs w:val="20"/>
                <w:lang w:val="pl-PL" w:eastAsia="pl-PL"/>
              </w:rPr>
              <w:t>WSDL</w:t>
            </w:r>
          </w:p>
        </w:tc>
        <w:tc>
          <w:tcPr>
            <w:tcW w:w="6240" w:type="dxa"/>
          </w:tcPr>
          <w:p w14:paraId="3DAA54C9" w14:textId="77777777" w:rsidR="00DD5472" w:rsidRPr="00F478E8" w:rsidRDefault="00DD5472" w:rsidP="00D71458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C048E5">
              <w:rPr>
                <w:rFonts w:ascii="Lato" w:hAnsi="Lato" w:cs="Arial"/>
                <w:i/>
                <w:sz w:val="20"/>
                <w:szCs w:val="20"/>
                <w:lang w:val="pl-PL" w:eastAsia="pl-PL"/>
              </w:rPr>
              <w:t>Web Services Description Language</w:t>
            </w:r>
            <w:r w:rsidRPr="00F478E8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– oparty na XML język do definiowania usług sieciowych. Opisuje protokoły i formaty używane przez usługi sieciowe. </w:t>
            </w:r>
          </w:p>
          <w:p w14:paraId="4A8379B6" w14:textId="77777777" w:rsidR="00DD5472" w:rsidRPr="00F478E8" w:rsidRDefault="00DD5472" w:rsidP="00D71458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F478E8">
              <w:rPr>
                <w:rFonts w:ascii="Lato" w:hAnsi="Lato" w:cs="Arial"/>
                <w:sz w:val="20"/>
                <w:szCs w:val="20"/>
                <w:lang w:val="pl-PL" w:eastAsia="pl-PL"/>
              </w:rPr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DD5472" w:rsidRPr="00D71458" w14:paraId="70066CCF" w14:textId="77777777" w:rsidTr="008D1DEB">
        <w:tc>
          <w:tcPr>
            <w:tcW w:w="2988" w:type="dxa"/>
          </w:tcPr>
          <w:p w14:paraId="46D6A233" w14:textId="77777777" w:rsidR="00DD5472" w:rsidRPr="00F478E8" w:rsidRDefault="00DD5472" w:rsidP="00D71458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F478E8">
              <w:rPr>
                <w:rFonts w:ascii="Lato" w:hAnsi="Lato" w:cs="Arial"/>
                <w:sz w:val="20"/>
                <w:szCs w:val="20"/>
                <w:lang w:val="pl-PL" w:eastAsia="pl-PL"/>
              </w:rPr>
              <w:t>XML</w:t>
            </w:r>
          </w:p>
        </w:tc>
        <w:tc>
          <w:tcPr>
            <w:tcW w:w="6240" w:type="dxa"/>
          </w:tcPr>
          <w:p w14:paraId="33196362" w14:textId="77777777" w:rsidR="00DD5472" w:rsidRPr="00F478E8" w:rsidRDefault="00DD5472" w:rsidP="00D71458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C048E5">
              <w:rPr>
                <w:rFonts w:ascii="Lato" w:hAnsi="Lato" w:cs="Arial"/>
                <w:i/>
                <w:sz w:val="20"/>
                <w:szCs w:val="20"/>
                <w:lang w:val="pl-PL" w:eastAsia="pl-PL"/>
              </w:rPr>
              <w:t>Extensible Markup Language</w:t>
            </w:r>
            <w:r w:rsidRPr="00F478E8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DD5472" w:rsidRPr="00D71458" w14:paraId="63AEF0AE" w14:textId="77777777" w:rsidTr="008D1DEB">
        <w:tc>
          <w:tcPr>
            <w:tcW w:w="2988" w:type="dxa"/>
          </w:tcPr>
          <w:p w14:paraId="4189229B" w14:textId="77777777" w:rsidR="00DD5472" w:rsidRPr="00F478E8" w:rsidRDefault="00DD5472" w:rsidP="00D71458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F478E8">
              <w:rPr>
                <w:rFonts w:ascii="Lato" w:hAnsi="Lato" w:cs="Arial"/>
                <w:sz w:val="20"/>
                <w:szCs w:val="20"/>
                <w:lang w:val="pl-PL" w:eastAsia="pl-PL"/>
              </w:rPr>
              <w:t>XML Schema</w:t>
            </w:r>
          </w:p>
        </w:tc>
        <w:tc>
          <w:tcPr>
            <w:tcW w:w="6240" w:type="dxa"/>
          </w:tcPr>
          <w:p w14:paraId="4501733E" w14:textId="77777777" w:rsidR="00DD5472" w:rsidRPr="00F478E8" w:rsidRDefault="00DD5472" w:rsidP="00D71458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F478E8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Schemat XML - standard służący do definiowania struktury dokumentu XML. </w:t>
            </w:r>
          </w:p>
        </w:tc>
      </w:tr>
      <w:tr w:rsidR="00DD5472" w:rsidRPr="00D71458" w14:paraId="3449BAD0" w14:textId="77777777" w:rsidTr="008D1DEB">
        <w:tc>
          <w:tcPr>
            <w:tcW w:w="2988" w:type="dxa"/>
          </w:tcPr>
          <w:p w14:paraId="49543746" w14:textId="77777777" w:rsidR="00DD5472" w:rsidRPr="00F478E8" w:rsidRDefault="00DD5472" w:rsidP="00D71458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F478E8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XSD </w:t>
            </w:r>
          </w:p>
        </w:tc>
        <w:tc>
          <w:tcPr>
            <w:tcW w:w="6240" w:type="dxa"/>
          </w:tcPr>
          <w:p w14:paraId="3ED96021" w14:textId="77777777" w:rsidR="00DD5472" w:rsidRPr="00F478E8" w:rsidRDefault="00CC1B30" w:rsidP="00D71458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B85AB4">
              <w:rPr>
                <w:rFonts w:ascii="Lato" w:hAnsi="Lato" w:cs="Arial"/>
                <w:i/>
                <w:sz w:val="20"/>
                <w:szCs w:val="20"/>
                <w:lang w:val="en-GB" w:eastAsia="pl-PL"/>
              </w:rPr>
              <w:t>XML Schema Definition</w:t>
            </w:r>
            <w:r w:rsidR="00DD5472" w:rsidRPr="00F478E8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- plik zawierający definicje XML Schema.</w:t>
            </w:r>
          </w:p>
        </w:tc>
      </w:tr>
      <w:tr w:rsidR="00DD5472" w:rsidRPr="00D71458" w14:paraId="0D35DF4C" w14:textId="77777777" w:rsidTr="008D1DEB">
        <w:tc>
          <w:tcPr>
            <w:tcW w:w="2988" w:type="dxa"/>
          </w:tcPr>
          <w:p w14:paraId="0B909BD3" w14:textId="77777777" w:rsidR="00DD5472" w:rsidRPr="00F478E8" w:rsidRDefault="00DD5472" w:rsidP="00D7145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F478E8">
              <w:rPr>
                <w:rFonts w:cs="Arial"/>
                <w:sz w:val="20"/>
                <w:szCs w:val="20"/>
              </w:rPr>
              <w:lastRenderedPageBreak/>
              <w:t>ZEFIR 2</w:t>
            </w:r>
          </w:p>
        </w:tc>
        <w:tc>
          <w:tcPr>
            <w:tcW w:w="6240" w:type="dxa"/>
          </w:tcPr>
          <w:p w14:paraId="45B6B476" w14:textId="77777777" w:rsidR="00DD5472" w:rsidRPr="00F478E8" w:rsidRDefault="00DD5472" w:rsidP="00D7145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F478E8">
              <w:rPr>
                <w:rFonts w:cs="Arial"/>
                <w:sz w:val="20"/>
                <w:szCs w:val="20"/>
              </w:rPr>
              <w:t>Zintegrowany system poboru należności i rozrachunków z UE i budżetem ZEFIR 2. Projekt „Programu e-Cło”.</w:t>
            </w:r>
          </w:p>
        </w:tc>
      </w:tr>
    </w:tbl>
    <w:p w14:paraId="66C42493" w14:textId="77777777" w:rsidR="003F3585" w:rsidRDefault="00C43119" w:rsidP="00C048E5">
      <w:pPr>
        <w:pStyle w:val="Nagwek3"/>
      </w:pPr>
      <w:bookmarkStart w:id="56" w:name="_Toc182566434"/>
      <w:r>
        <w:t>Terminy</w:t>
      </w:r>
      <w:bookmarkEnd w:id="55"/>
      <w:bookmarkEnd w:id="56"/>
    </w:p>
    <w:p w14:paraId="0DBBFD90" w14:textId="32A06731" w:rsidR="00034C39" w:rsidRPr="00F9660A" w:rsidRDefault="00034C39" w:rsidP="00F9660A">
      <w:pPr>
        <w:pStyle w:val="Z2PodpisRysunkuTabeli"/>
      </w:pPr>
      <w:bookmarkStart w:id="57" w:name="_Toc182566537"/>
      <w:r w:rsidRPr="00F9660A"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6</w:t>
      </w:r>
      <w:r w:rsidR="00715F4C">
        <w:rPr>
          <w:noProof/>
        </w:rPr>
        <w:fldChar w:fldCharType="end"/>
      </w:r>
      <w:r w:rsidRPr="00F9660A">
        <w:t>. Wykaz definicji</w:t>
      </w:r>
      <w:bookmarkEnd w:id="57"/>
    </w:p>
    <w:tbl>
      <w:tblPr>
        <w:tblStyle w:val="Siatkatabelijasn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E41761" w14:paraId="6AA23C51" w14:textId="77777777" w:rsidTr="008D1D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88" w:type="dxa"/>
          </w:tcPr>
          <w:p w14:paraId="7FFB2ED6" w14:textId="77777777" w:rsidR="00034C39" w:rsidRPr="00F478E8" w:rsidRDefault="00034C39" w:rsidP="00D71458">
            <w:pPr>
              <w:pStyle w:val="Z2Nagwektabeli"/>
              <w:rPr>
                <w:rFonts w:ascii="Lato" w:hAnsi="Lato" w:cs="Arial"/>
                <w:szCs w:val="18"/>
              </w:rPr>
            </w:pPr>
            <w:r w:rsidRPr="00F478E8">
              <w:rPr>
                <w:rFonts w:ascii="Lato" w:hAnsi="Lato" w:cs="Arial"/>
                <w:szCs w:val="18"/>
              </w:rPr>
              <w:t>Termin</w:t>
            </w:r>
          </w:p>
        </w:tc>
        <w:tc>
          <w:tcPr>
            <w:tcW w:w="6476" w:type="dxa"/>
          </w:tcPr>
          <w:p w14:paraId="6240CA6A" w14:textId="77777777" w:rsidR="00034C39" w:rsidRPr="00F478E8" w:rsidRDefault="00034C39" w:rsidP="00D71458">
            <w:pPr>
              <w:pStyle w:val="Z2Nagwektabeli"/>
              <w:rPr>
                <w:rFonts w:ascii="Lato" w:hAnsi="Lato" w:cs="Arial"/>
                <w:szCs w:val="18"/>
              </w:rPr>
            </w:pPr>
            <w:r w:rsidRPr="00F478E8">
              <w:rPr>
                <w:rFonts w:ascii="Lato" w:hAnsi="Lato" w:cs="Arial"/>
                <w:szCs w:val="18"/>
              </w:rPr>
              <w:t>Definicja</w:t>
            </w:r>
          </w:p>
        </w:tc>
      </w:tr>
      <w:tr w:rsidR="00D64ACB" w:rsidRPr="00E41761" w14:paraId="69A5AC85" w14:textId="77777777" w:rsidTr="008D1DEB">
        <w:tc>
          <w:tcPr>
            <w:tcW w:w="2988" w:type="dxa"/>
          </w:tcPr>
          <w:p w14:paraId="6CF0DA45" w14:textId="77777777" w:rsidR="00D64ACB" w:rsidRPr="00F478E8" w:rsidRDefault="00716456" w:rsidP="00D7145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F478E8">
              <w:rPr>
                <w:rFonts w:cs="Arial"/>
                <w:sz w:val="20"/>
                <w:szCs w:val="20"/>
              </w:rPr>
              <w:t>Komunikat</w:t>
            </w:r>
          </w:p>
        </w:tc>
        <w:tc>
          <w:tcPr>
            <w:tcW w:w="6476" w:type="dxa"/>
          </w:tcPr>
          <w:p w14:paraId="6EF28A04" w14:textId="77777777" w:rsidR="00D64ACB" w:rsidRPr="00F478E8" w:rsidRDefault="00716456" w:rsidP="00D7145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F478E8">
              <w:rPr>
                <w:rFonts w:cs="Arial"/>
                <w:sz w:val="20"/>
                <w:szCs w:val="20"/>
              </w:rPr>
              <w:t>Dokument XML, który jest wysyłany lub odbierany przez System.</w:t>
            </w:r>
          </w:p>
        </w:tc>
      </w:tr>
      <w:tr w:rsidR="00D64ACB" w:rsidRPr="00E41761" w14:paraId="408C46D0" w14:textId="77777777" w:rsidTr="008D1DEB">
        <w:tc>
          <w:tcPr>
            <w:tcW w:w="2988" w:type="dxa"/>
          </w:tcPr>
          <w:p w14:paraId="13D847E8" w14:textId="77777777" w:rsidR="00D64ACB" w:rsidRPr="00F478E8" w:rsidRDefault="002336F0" w:rsidP="00D71458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F478E8">
              <w:rPr>
                <w:rFonts w:ascii="Lato" w:hAnsi="Lato" w:cs="Arial"/>
                <w:sz w:val="20"/>
                <w:szCs w:val="20"/>
                <w:lang w:val="pl-PL" w:eastAsia="pl-PL"/>
              </w:rPr>
              <w:t>System</w:t>
            </w:r>
          </w:p>
        </w:tc>
        <w:tc>
          <w:tcPr>
            <w:tcW w:w="6476" w:type="dxa"/>
          </w:tcPr>
          <w:p w14:paraId="6B4B3DBC" w14:textId="77777777" w:rsidR="00D64ACB" w:rsidRPr="00F478E8" w:rsidRDefault="002336F0" w:rsidP="00D71458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F478E8">
              <w:rPr>
                <w:rFonts w:ascii="Lato" w:hAnsi="Lato" w:cs="Arial"/>
                <w:sz w:val="20"/>
                <w:szCs w:val="20"/>
                <w:lang w:val="pl-PL" w:eastAsia="pl-PL"/>
              </w:rPr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E41761" w14:paraId="1C0FE940" w14:textId="77777777" w:rsidTr="008D1DEB">
        <w:tc>
          <w:tcPr>
            <w:tcW w:w="2988" w:type="dxa"/>
          </w:tcPr>
          <w:p w14:paraId="60857A98" w14:textId="77777777" w:rsidR="00D64ACB" w:rsidRPr="00F478E8" w:rsidRDefault="00983089" w:rsidP="00D71458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F478E8">
              <w:rPr>
                <w:rFonts w:ascii="Lato" w:hAnsi="Lato" w:cs="Arial"/>
                <w:sz w:val="20"/>
                <w:szCs w:val="20"/>
                <w:lang w:val="pl-PL" w:eastAsia="pl-PL"/>
              </w:rPr>
              <w:t>XML schema</w:t>
            </w:r>
          </w:p>
        </w:tc>
        <w:tc>
          <w:tcPr>
            <w:tcW w:w="6476" w:type="dxa"/>
          </w:tcPr>
          <w:p w14:paraId="7BBCFBAC" w14:textId="77777777" w:rsidR="00D64ACB" w:rsidRPr="00F478E8" w:rsidRDefault="00983089" w:rsidP="00D71458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F478E8">
              <w:rPr>
                <w:rFonts w:ascii="Lato" w:hAnsi="Lato" w:cs="Arial"/>
                <w:sz w:val="20"/>
                <w:szCs w:val="20"/>
                <w:lang w:val="pl-PL" w:eastAsia="pl-PL"/>
              </w:rPr>
              <w:t>Opracowany przez W3C (maj 2001) standard służący do definiowania struktury dokumentu XML.</w:t>
            </w:r>
          </w:p>
        </w:tc>
      </w:tr>
    </w:tbl>
    <w:p w14:paraId="29740827" w14:textId="77777777" w:rsidR="008304F5" w:rsidRDefault="008304F5" w:rsidP="00C048E5">
      <w:pPr>
        <w:pStyle w:val="Nagwek1"/>
      </w:pPr>
      <w:bookmarkStart w:id="58" w:name="_Toc349568561"/>
      <w:bookmarkStart w:id="59" w:name="_Toc182566435"/>
      <w:r>
        <w:lastRenderedPageBreak/>
        <w:t>Zawartość merytoryczna dokumentu</w:t>
      </w:r>
      <w:bookmarkEnd w:id="58"/>
      <w:bookmarkEnd w:id="59"/>
    </w:p>
    <w:p w14:paraId="63699A15" w14:textId="77777777" w:rsidR="00654129" w:rsidRPr="00481FCB" w:rsidRDefault="00D64ACB" w:rsidP="00481FCB">
      <w:r w:rsidRPr="00481FCB">
        <w:t xml:space="preserve">Dokument zawiera </w:t>
      </w:r>
      <w:r w:rsidR="005E6523" w:rsidRPr="00481FCB">
        <w:t xml:space="preserve">definicje struktury i zawartości informacyjnej dokumentu XML (zwanej tutaj także komunikatem) </w:t>
      </w:r>
      <w:r w:rsidR="00110683" w:rsidRPr="00481FCB">
        <w:t>deklaracji AKC-</w:t>
      </w:r>
      <w:r w:rsidR="001371DA" w:rsidRPr="00481FCB">
        <w:t>4</w:t>
      </w:r>
      <w:r w:rsidR="005E6523" w:rsidRPr="00481FCB">
        <w:t>.</w:t>
      </w:r>
    </w:p>
    <w:p w14:paraId="6548F044" w14:textId="77777777" w:rsidR="003A1B70" w:rsidRPr="00481FCB" w:rsidRDefault="003A1B70" w:rsidP="00481FCB">
      <w:r w:rsidRPr="00481FCB">
        <w:t>Struktury danych wspólne dla wszystkich zestawów usług zostały umieszczone w plikach Types_Z</w:t>
      </w:r>
      <w:r w:rsidR="00CF54B3" w:rsidRPr="00481FCB">
        <w:t>3</w:t>
      </w:r>
      <w:r w:rsidRPr="00481FCB">
        <w:t>.xsd, Trader_Z</w:t>
      </w:r>
      <w:r w:rsidR="001F0A02" w:rsidRPr="00481FCB">
        <w:t>3</w:t>
      </w:r>
      <w:r w:rsidRPr="00481FCB">
        <w:t>.xsd, Authorization.xsd oraz w xmldsig-core-schema.xsd.</w:t>
      </w:r>
    </w:p>
    <w:p w14:paraId="3A365C56" w14:textId="21894E5D" w:rsidR="003A1B70" w:rsidRPr="00F9660A" w:rsidRDefault="003A1B70" w:rsidP="003A1B70">
      <w:pPr>
        <w:pStyle w:val="Z2PodpisRysunkuTabeli"/>
      </w:pPr>
      <w:bookmarkStart w:id="60" w:name="_Toc433108738"/>
      <w:bookmarkStart w:id="61" w:name="_Toc182566538"/>
      <w:r w:rsidRPr="00F9660A"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7</w:t>
      </w:r>
      <w:r w:rsidR="00715F4C">
        <w:rPr>
          <w:noProof/>
        </w:rPr>
        <w:fldChar w:fldCharType="end"/>
      </w:r>
      <w:r w:rsidRPr="00F9660A">
        <w:t xml:space="preserve">. </w:t>
      </w:r>
      <w:r>
        <w:t>Powiązanie plików XSD</w:t>
      </w:r>
      <w:bookmarkEnd w:id="60"/>
      <w:bookmarkEnd w:id="61"/>
    </w:p>
    <w:tbl>
      <w:tblPr>
        <w:tblStyle w:val="Siatkatabelijasna"/>
        <w:tblW w:w="9228" w:type="dxa"/>
        <w:tblLook w:val="01E0" w:firstRow="1" w:lastRow="1" w:firstColumn="1" w:lastColumn="1" w:noHBand="0" w:noVBand="0"/>
      </w:tblPr>
      <w:tblGrid>
        <w:gridCol w:w="2007"/>
        <w:gridCol w:w="7221"/>
      </w:tblGrid>
      <w:tr w:rsidR="003A1B70" w:rsidRPr="00F9660A" w14:paraId="6AFB43C3" w14:textId="77777777" w:rsidTr="008D1D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07" w:type="dxa"/>
          </w:tcPr>
          <w:p w14:paraId="52811DD7" w14:textId="77777777" w:rsidR="003A1B70" w:rsidRPr="00F478E8" w:rsidRDefault="003A1B70" w:rsidP="005B6B67">
            <w:pPr>
              <w:pStyle w:val="Z2Nagwektabeli"/>
              <w:rPr>
                <w:rFonts w:ascii="Lato" w:hAnsi="Lato"/>
                <w:szCs w:val="18"/>
              </w:rPr>
            </w:pPr>
            <w:r w:rsidRPr="00F478E8">
              <w:rPr>
                <w:rFonts w:ascii="Lato" w:hAnsi="Lato"/>
                <w:szCs w:val="18"/>
              </w:rPr>
              <w:t>Plik XSD</w:t>
            </w:r>
          </w:p>
        </w:tc>
        <w:tc>
          <w:tcPr>
            <w:tcW w:w="7221" w:type="dxa"/>
          </w:tcPr>
          <w:p w14:paraId="3E62AFB3" w14:textId="77777777" w:rsidR="003A1B70" w:rsidRPr="00F478E8" w:rsidRDefault="003A1B70" w:rsidP="005B6B67">
            <w:pPr>
              <w:pStyle w:val="Z2Nagwektabeli"/>
              <w:rPr>
                <w:rFonts w:ascii="Lato" w:hAnsi="Lato"/>
                <w:szCs w:val="18"/>
              </w:rPr>
            </w:pPr>
            <w:r w:rsidRPr="00F478E8">
              <w:rPr>
                <w:rFonts w:ascii="Lato" w:hAnsi="Lato"/>
                <w:szCs w:val="18"/>
              </w:rPr>
              <w:t>Opis</w:t>
            </w:r>
          </w:p>
        </w:tc>
      </w:tr>
      <w:tr w:rsidR="003A1B70" w:rsidRPr="00313AF7" w14:paraId="6E7AF538" w14:textId="77777777" w:rsidTr="008D1DEB">
        <w:tc>
          <w:tcPr>
            <w:tcW w:w="2007" w:type="dxa"/>
          </w:tcPr>
          <w:p w14:paraId="44637298" w14:textId="77777777" w:rsidR="003A1B70" w:rsidRPr="00EA3622" w:rsidRDefault="003A1B70" w:rsidP="00752F03">
            <w:pPr>
              <w:rPr>
                <w:rFonts w:cs="Arial"/>
                <w:sz w:val="20"/>
                <w:szCs w:val="20"/>
                <w:lang w:val="en-GB"/>
              </w:rPr>
            </w:pPr>
            <w:r w:rsidRPr="00EA3622">
              <w:rPr>
                <w:rFonts w:cs="Arial"/>
                <w:sz w:val="20"/>
                <w:szCs w:val="20"/>
                <w:lang w:val="en-GB"/>
              </w:rPr>
              <w:t>Types_Z</w:t>
            </w:r>
            <w:r w:rsidR="00752F03" w:rsidRPr="00EA3622">
              <w:rPr>
                <w:rFonts w:cs="Arial"/>
                <w:sz w:val="20"/>
                <w:szCs w:val="20"/>
                <w:lang w:val="en-GB"/>
              </w:rPr>
              <w:t>3</w:t>
            </w:r>
            <w:r w:rsidRPr="00EA3622">
              <w:rPr>
                <w:rFonts w:cs="Arial"/>
                <w:sz w:val="20"/>
                <w:szCs w:val="20"/>
                <w:lang w:val="en-GB"/>
              </w:rPr>
              <w:t>.xsd</w:t>
            </w:r>
          </w:p>
        </w:tc>
        <w:tc>
          <w:tcPr>
            <w:tcW w:w="7221" w:type="dxa"/>
          </w:tcPr>
          <w:p w14:paraId="36301AA5" w14:textId="77777777" w:rsidR="003A1B70" w:rsidRPr="00F478E8" w:rsidRDefault="003A1B70" w:rsidP="005B6B67">
            <w:pPr>
              <w:rPr>
                <w:rFonts w:cs="Arial"/>
                <w:sz w:val="20"/>
                <w:szCs w:val="20"/>
              </w:rPr>
            </w:pPr>
            <w:r w:rsidRPr="00F478E8">
              <w:rPr>
                <w:rFonts w:cs="Arial"/>
                <w:sz w:val="20"/>
                <w:szCs w:val="20"/>
              </w:rPr>
              <w:t>Definicje podstawowych wspólnych typów i struktur danych, wykorzystywanych we wszystkich zdefiniowanych deklaracjach</w:t>
            </w:r>
          </w:p>
        </w:tc>
      </w:tr>
      <w:tr w:rsidR="003A1B70" w:rsidRPr="00313AF7" w14:paraId="66123BA3" w14:textId="77777777" w:rsidTr="008D1DEB">
        <w:tc>
          <w:tcPr>
            <w:tcW w:w="2007" w:type="dxa"/>
          </w:tcPr>
          <w:p w14:paraId="7E1E57E8" w14:textId="77777777" w:rsidR="003A1B70" w:rsidRPr="00EA3622" w:rsidRDefault="003A1B70" w:rsidP="005B6B67">
            <w:pPr>
              <w:rPr>
                <w:rFonts w:cs="Arial"/>
                <w:sz w:val="20"/>
                <w:szCs w:val="20"/>
                <w:lang w:val="en-GB"/>
              </w:rPr>
            </w:pPr>
            <w:r w:rsidRPr="00EA3622">
              <w:rPr>
                <w:rFonts w:cs="Arial"/>
                <w:sz w:val="20"/>
                <w:szCs w:val="20"/>
                <w:lang w:val="en-GB"/>
              </w:rPr>
              <w:t>Trader_Z</w:t>
            </w:r>
            <w:r w:rsidR="001F0A02" w:rsidRPr="00EA3622">
              <w:rPr>
                <w:rFonts w:cs="Arial"/>
                <w:sz w:val="20"/>
                <w:szCs w:val="20"/>
                <w:lang w:val="en-GB"/>
              </w:rPr>
              <w:t>3.xsd</w:t>
            </w:r>
          </w:p>
        </w:tc>
        <w:tc>
          <w:tcPr>
            <w:tcW w:w="7221" w:type="dxa"/>
          </w:tcPr>
          <w:p w14:paraId="6D1F5524" w14:textId="77777777" w:rsidR="003A1B70" w:rsidRPr="00F478E8" w:rsidRDefault="003A1B70" w:rsidP="005B6B67">
            <w:pPr>
              <w:rPr>
                <w:rFonts w:cs="Arial"/>
                <w:sz w:val="20"/>
                <w:szCs w:val="20"/>
              </w:rPr>
            </w:pPr>
            <w:r w:rsidRPr="00F478E8">
              <w:rPr>
                <w:rFonts w:cs="Arial"/>
                <w:sz w:val="20"/>
                <w:szCs w:val="20"/>
              </w:rPr>
              <w:t>Definicje wspólnych struktur danych dotyczących podmiotów, wykorzystywanych we wszystkich zdefiniowanych deklaracjach</w:t>
            </w:r>
          </w:p>
        </w:tc>
      </w:tr>
      <w:tr w:rsidR="003A1B70" w:rsidRPr="00313AF7" w14:paraId="02BAC81C" w14:textId="77777777" w:rsidTr="008D1DEB">
        <w:tc>
          <w:tcPr>
            <w:tcW w:w="2007" w:type="dxa"/>
          </w:tcPr>
          <w:p w14:paraId="6486DC44" w14:textId="77777777" w:rsidR="003A1B70" w:rsidRPr="00EA3622" w:rsidRDefault="003A1B70" w:rsidP="005B6B67">
            <w:pPr>
              <w:rPr>
                <w:rFonts w:cs="Arial"/>
                <w:sz w:val="20"/>
                <w:szCs w:val="20"/>
                <w:lang w:val="en-GB"/>
              </w:rPr>
            </w:pPr>
            <w:r w:rsidRPr="00EA3622">
              <w:rPr>
                <w:rFonts w:cs="Arial"/>
                <w:sz w:val="20"/>
                <w:szCs w:val="20"/>
                <w:lang w:val="en-GB"/>
              </w:rPr>
              <w:t>Authorization.xsd</w:t>
            </w:r>
          </w:p>
        </w:tc>
        <w:tc>
          <w:tcPr>
            <w:tcW w:w="7221" w:type="dxa"/>
          </w:tcPr>
          <w:p w14:paraId="24BD06CE" w14:textId="77777777" w:rsidR="003A1B70" w:rsidRPr="00F478E8" w:rsidRDefault="003A1B70" w:rsidP="005B6B67">
            <w:pPr>
              <w:rPr>
                <w:rFonts w:cs="Arial"/>
                <w:sz w:val="20"/>
                <w:szCs w:val="20"/>
              </w:rPr>
            </w:pPr>
            <w:r w:rsidRPr="00F478E8">
              <w:rPr>
                <w:rFonts w:cs="Arial"/>
                <w:sz w:val="20"/>
                <w:szCs w:val="20"/>
              </w:rPr>
              <w:t>Definicje wspólnych struktur danych dotyczących autentykacji</w:t>
            </w:r>
          </w:p>
        </w:tc>
      </w:tr>
      <w:tr w:rsidR="003A1B70" w:rsidRPr="00313AF7" w14:paraId="64F576AE" w14:textId="77777777" w:rsidTr="008D1DEB">
        <w:tc>
          <w:tcPr>
            <w:tcW w:w="2007" w:type="dxa"/>
          </w:tcPr>
          <w:p w14:paraId="529B8149" w14:textId="77777777" w:rsidR="003A1B70" w:rsidRPr="00EA3622" w:rsidRDefault="003A1B70" w:rsidP="005B6B67">
            <w:pPr>
              <w:rPr>
                <w:rFonts w:cs="Arial"/>
                <w:sz w:val="20"/>
                <w:szCs w:val="20"/>
                <w:lang w:val="en-GB"/>
              </w:rPr>
            </w:pPr>
            <w:r w:rsidRPr="00EA3622">
              <w:rPr>
                <w:rFonts w:cs="Arial"/>
                <w:sz w:val="20"/>
                <w:szCs w:val="20"/>
                <w:lang w:val="en-GB"/>
              </w:rPr>
              <w:t>xmldsig-core-schema.xsd</w:t>
            </w:r>
          </w:p>
        </w:tc>
        <w:tc>
          <w:tcPr>
            <w:tcW w:w="7221" w:type="dxa"/>
          </w:tcPr>
          <w:p w14:paraId="32BBA052" w14:textId="77777777" w:rsidR="003A1B70" w:rsidRPr="00F478E8" w:rsidRDefault="003A1B70" w:rsidP="005B6B67">
            <w:pPr>
              <w:rPr>
                <w:rFonts w:cs="Arial"/>
                <w:sz w:val="20"/>
                <w:szCs w:val="20"/>
              </w:rPr>
            </w:pPr>
            <w:r w:rsidRPr="00F478E8">
              <w:rPr>
                <w:rFonts w:cs="Arial"/>
                <w:sz w:val="20"/>
                <w:szCs w:val="20"/>
              </w:rPr>
              <w:t>Opis składni i reguł przetwarzania podpisów cyfrowych.</w:t>
            </w:r>
          </w:p>
          <w:p w14:paraId="63022940" w14:textId="77777777" w:rsidR="003A1B70" w:rsidRPr="00F478E8" w:rsidRDefault="003A1B70" w:rsidP="005B6B67">
            <w:pPr>
              <w:rPr>
                <w:rFonts w:cs="Arial"/>
                <w:sz w:val="20"/>
                <w:szCs w:val="20"/>
              </w:rPr>
            </w:pPr>
            <w:r w:rsidRPr="00F478E8">
              <w:rPr>
                <w:rFonts w:cs="Arial"/>
                <w:sz w:val="20"/>
                <w:szCs w:val="20"/>
              </w:rPr>
              <w:t>http://www.w3.org/TR/xmldsig-core/xmldsig-core-schema.xsd</w:t>
            </w:r>
          </w:p>
        </w:tc>
      </w:tr>
      <w:tr w:rsidR="003A1B70" w:rsidRPr="00313AF7" w14:paraId="4DF43F20" w14:textId="77777777" w:rsidTr="008D1DEB">
        <w:tc>
          <w:tcPr>
            <w:tcW w:w="2007" w:type="dxa"/>
          </w:tcPr>
          <w:p w14:paraId="37D6E9C5" w14:textId="77777777" w:rsidR="003A1B70" w:rsidRPr="00EB0565" w:rsidRDefault="003A1B70" w:rsidP="003A1B70">
            <w:pPr>
              <w:rPr>
                <w:rFonts w:cs="Arial"/>
                <w:sz w:val="20"/>
                <w:szCs w:val="20"/>
              </w:rPr>
            </w:pPr>
            <w:r w:rsidRPr="00EB0565">
              <w:rPr>
                <w:rFonts w:cs="Arial"/>
                <w:sz w:val="20"/>
                <w:szCs w:val="20"/>
              </w:rPr>
              <w:t>akc_4.xsd,</w:t>
            </w:r>
          </w:p>
          <w:p w14:paraId="4AD30E5F" w14:textId="77777777" w:rsidR="003A1B70" w:rsidRPr="00EB0565" w:rsidRDefault="003A1B70" w:rsidP="003A1B70">
            <w:pPr>
              <w:rPr>
                <w:rFonts w:cs="Arial"/>
                <w:sz w:val="20"/>
                <w:szCs w:val="20"/>
              </w:rPr>
            </w:pPr>
            <w:r w:rsidRPr="00EB0565">
              <w:rPr>
                <w:rFonts w:cs="Arial"/>
                <w:sz w:val="20"/>
                <w:szCs w:val="20"/>
              </w:rPr>
              <w:t>akc_4a.xsd,</w:t>
            </w:r>
          </w:p>
          <w:p w14:paraId="1DDB2A41" w14:textId="77777777" w:rsidR="003A1B70" w:rsidRPr="00EB0565" w:rsidRDefault="003A1B70" w:rsidP="003A1B70">
            <w:pPr>
              <w:rPr>
                <w:rFonts w:cs="Arial"/>
                <w:sz w:val="20"/>
                <w:szCs w:val="20"/>
              </w:rPr>
            </w:pPr>
            <w:r w:rsidRPr="00EB0565">
              <w:rPr>
                <w:rFonts w:cs="Arial"/>
                <w:sz w:val="20"/>
                <w:szCs w:val="20"/>
              </w:rPr>
              <w:t>akc_4b.xsd,</w:t>
            </w:r>
          </w:p>
          <w:p w14:paraId="7BF0CDFC" w14:textId="77777777" w:rsidR="003A1B70" w:rsidRPr="00EB0565" w:rsidRDefault="003A1B70" w:rsidP="003A1B70">
            <w:pPr>
              <w:rPr>
                <w:rFonts w:cs="Arial"/>
                <w:sz w:val="20"/>
                <w:szCs w:val="20"/>
              </w:rPr>
            </w:pPr>
            <w:r w:rsidRPr="00EB0565">
              <w:rPr>
                <w:rFonts w:cs="Arial"/>
                <w:sz w:val="20"/>
                <w:szCs w:val="20"/>
              </w:rPr>
              <w:t>akc_4c.xsd,</w:t>
            </w:r>
          </w:p>
          <w:p w14:paraId="601B3C99" w14:textId="77777777" w:rsidR="003A1B70" w:rsidRPr="00EB0565" w:rsidRDefault="003A1B70" w:rsidP="003A1B70">
            <w:pPr>
              <w:rPr>
                <w:rFonts w:cs="Arial"/>
                <w:sz w:val="20"/>
                <w:szCs w:val="20"/>
              </w:rPr>
            </w:pPr>
            <w:r w:rsidRPr="00EB0565">
              <w:rPr>
                <w:rFonts w:cs="Arial"/>
                <w:sz w:val="20"/>
                <w:szCs w:val="20"/>
              </w:rPr>
              <w:t>akc_4d.xsd,</w:t>
            </w:r>
          </w:p>
          <w:p w14:paraId="0FF0A3C2" w14:textId="77777777" w:rsidR="003A1B70" w:rsidRPr="00EB0565" w:rsidRDefault="003A1B70" w:rsidP="003A1B70">
            <w:pPr>
              <w:rPr>
                <w:rFonts w:cs="Arial"/>
                <w:sz w:val="20"/>
                <w:szCs w:val="20"/>
              </w:rPr>
            </w:pPr>
            <w:r w:rsidRPr="00EB0565">
              <w:rPr>
                <w:rFonts w:cs="Arial"/>
                <w:sz w:val="20"/>
                <w:szCs w:val="20"/>
              </w:rPr>
              <w:t>akc_4e.xsd,</w:t>
            </w:r>
          </w:p>
          <w:p w14:paraId="1DC70BB7" w14:textId="77777777" w:rsidR="003A1B70" w:rsidRPr="00EB0565" w:rsidRDefault="003A1B70" w:rsidP="003A1B70">
            <w:pPr>
              <w:rPr>
                <w:rFonts w:cs="Arial"/>
                <w:sz w:val="20"/>
                <w:szCs w:val="20"/>
              </w:rPr>
            </w:pPr>
            <w:r w:rsidRPr="00EB0565">
              <w:rPr>
                <w:rFonts w:cs="Arial"/>
                <w:sz w:val="20"/>
                <w:szCs w:val="20"/>
              </w:rPr>
              <w:t>akc_4f.xsd,</w:t>
            </w:r>
          </w:p>
          <w:p w14:paraId="781934D5" w14:textId="77777777" w:rsidR="003A1B70" w:rsidRPr="00EB0565" w:rsidRDefault="003A1B70" w:rsidP="003A1B70">
            <w:pPr>
              <w:rPr>
                <w:rFonts w:cs="Arial"/>
                <w:sz w:val="20"/>
                <w:szCs w:val="20"/>
              </w:rPr>
            </w:pPr>
            <w:r w:rsidRPr="00EB0565">
              <w:rPr>
                <w:rFonts w:cs="Arial"/>
                <w:sz w:val="20"/>
                <w:szCs w:val="20"/>
              </w:rPr>
              <w:t>akc_4h.xsd,</w:t>
            </w:r>
          </w:p>
          <w:p w14:paraId="7A0CC8E9" w14:textId="77777777" w:rsidR="003A1B70" w:rsidRPr="00EB0565" w:rsidRDefault="003A1B70" w:rsidP="003A1B70">
            <w:pPr>
              <w:rPr>
                <w:rFonts w:cs="Arial"/>
                <w:sz w:val="20"/>
                <w:szCs w:val="20"/>
              </w:rPr>
            </w:pPr>
            <w:r w:rsidRPr="00EB0565">
              <w:rPr>
                <w:rFonts w:cs="Arial"/>
                <w:sz w:val="20"/>
                <w:szCs w:val="20"/>
              </w:rPr>
              <w:t>akc_4i.xsd,</w:t>
            </w:r>
          </w:p>
          <w:p w14:paraId="57848476" w14:textId="77777777" w:rsidR="003A1B70" w:rsidRPr="00EB0565" w:rsidRDefault="003A1B70" w:rsidP="003A1B70">
            <w:pPr>
              <w:rPr>
                <w:rFonts w:cs="Arial"/>
                <w:sz w:val="20"/>
                <w:szCs w:val="20"/>
              </w:rPr>
            </w:pPr>
            <w:r w:rsidRPr="00EB0565">
              <w:rPr>
                <w:rFonts w:cs="Arial"/>
                <w:sz w:val="20"/>
                <w:szCs w:val="20"/>
              </w:rPr>
              <w:t>akc_4j.xsd,</w:t>
            </w:r>
          </w:p>
          <w:p w14:paraId="11DA796A" w14:textId="77777777" w:rsidR="003A1B70" w:rsidRPr="00EB0565" w:rsidRDefault="003A1B70" w:rsidP="003A1B70">
            <w:pPr>
              <w:rPr>
                <w:rFonts w:cs="Arial"/>
                <w:sz w:val="20"/>
                <w:szCs w:val="20"/>
              </w:rPr>
            </w:pPr>
            <w:r w:rsidRPr="00EB0565">
              <w:rPr>
                <w:rFonts w:cs="Arial"/>
                <w:sz w:val="20"/>
                <w:szCs w:val="20"/>
              </w:rPr>
              <w:t>akc_4k.xsd,</w:t>
            </w:r>
          </w:p>
          <w:p w14:paraId="0570831F" w14:textId="77777777" w:rsidR="003A1B70" w:rsidRPr="00EB0565" w:rsidRDefault="003A1B70" w:rsidP="003A1B70">
            <w:pPr>
              <w:rPr>
                <w:rFonts w:cs="Arial"/>
                <w:sz w:val="20"/>
                <w:szCs w:val="20"/>
              </w:rPr>
            </w:pPr>
            <w:r w:rsidRPr="00EB0565">
              <w:rPr>
                <w:rFonts w:cs="Arial"/>
                <w:sz w:val="20"/>
                <w:szCs w:val="20"/>
              </w:rPr>
              <w:t>akc_4l.xsd</w:t>
            </w:r>
          </w:p>
          <w:p w14:paraId="4862E4CC" w14:textId="77777777" w:rsidR="00023012" w:rsidRPr="00EB0565" w:rsidRDefault="00023012" w:rsidP="003A1B70">
            <w:pPr>
              <w:rPr>
                <w:rFonts w:cs="Arial"/>
                <w:sz w:val="20"/>
                <w:szCs w:val="20"/>
              </w:rPr>
            </w:pPr>
            <w:r w:rsidRPr="00EB0565">
              <w:rPr>
                <w:rFonts w:cs="Arial"/>
                <w:sz w:val="20"/>
                <w:szCs w:val="20"/>
              </w:rPr>
              <w:t>akc_4m.xsd</w:t>
            </w:r>
          </w:p>
          <w:p w14:paraId="14F04A37" w14:textId="77777777" w:rsidR="00023012" w:rsidRPr="00EB0565" w:rsidRDefault="00023012" w:rsidP="003A1B70">
            <w:pPr>
              <w:rPr>
                <w:rFonts w:cs="Arial"/>
                <w:sz w:val="20"/>
                <w:szCs w:val="20"/>
              </w:rPr>
            </w:pPr>
            <w:r w:rsidRPr="00EB0565">
              <w:rPr>
                <w:rFonts w:cs="Arial"/>
                <w:sz w:val="20"/>
                <w:szCs w:val="20"/>
              </w:rPr>
              <w:t>akc_4n.xsd</w:t>
            </w:r>
          </w:p>
        </w:tc>
        <w:tc>
          <w:tcPr>
            <w:tcW w:w="7221" w:type="dxa"/>
          </w:tcPr>
          <w:p w14:paraId="615BED3B" w14:textId="77777777" w:rsidR="003A1B70" w:rsidRPr="00F478E8" w:rsidRDefault="003A1B70" w:rsidP="003A1B70">
            <w:pPr>
              <w:rPr>
                <w:rFonts w:cs="Arial"/>
                <w:sz w:val="20"/>
                <w:szCs w:val="20"/>
              </w:rPr>
            </w:pPr>
            <w:r w:rsidRPr="00F478E8">
              <w:rPr>
                <w:rFonts w:cs="Arial"/>
                <w:sz w:val="20"/>
                <w:szCs w:val="20"/>
              </w:rPr>
              <w:t>Struktura danych dla deklaracji.</w:t>
            </w:r>
          </w:p>
          <w:p w14:paraId="1EA8D4B1" w14:textId="77777777" w:rsidR="003A1B70" w:rsidRPr="00F478E8" w:rsidRDefault="003A1B70" w:rsidP="003A1B70">
            <w:pPr>
              <w:rPr>
                <w:rFonts w:cs="Arial"/>
                <w:sz w:val="20"/>
                <w:szCs w:val="20"/>
              </w:rPr>
            </w:pPr>
            <w:r w:rsidRPr="00F478E8">
              <w:rPr>
                <w:rFonts w:cs="Arial"/>
                <w:sz w:val="20"/>
                <w:szCs w:val="20"/>
              </w:rPr>
              <w:t>Struktury załączników do deklaracji.</w:t>
            </w:r>
          </w:p>
        </w:tc>
      </w:tr>
    </w:tbl>
    <w:p w14:paraId="2E268AA3" w14:textId="77777777" w:rsidR="003A1B70" w:rsidRDefault="003A1B70" w:rsidP="00D64ACB"/>
    <w:p w14:paraId="17A16B28" w14:textId="77777777" w:rsidR="004E2C82" w:rsidRDefault="007B6312" w:rsidP="00C048E5">
      <w:pPr>
        <w:pStyle w:val="Nagwek1"/>
      </w:pPr>
      <w:bookmarkStart w:id="62" w:name="_Toc530139779"/>
      <w:bookmarkStart w:id="63" w:name="_Toc182566436"/>
      <w:bookmarkEnd w:id="62"/>
      <w:r>
        <w:lastRenderedPageBreak/>
        <w:t>Specyfikacja deklaracji AKC_</w:t>
      </w:r>
      <w:r w:rsidR="00FC0692">
        <w:t>4</w:t>
      </w:r>
      <w:bookmarkEnd w:id="63"/>
    </w:p>
    <w:p w14:paraId="26988C23" w14:textId="2E155D4B" w:rsidR="00CA300B" w:rsidRPr="00481FCB" w:rsidRDefault="00667866" w:rsidP="00DF6CC1">
      <w:r w:rsidRPr="00481FCB">
        <w:t xml:space="preserve">Struktury typu </w:t>
      </w:r>
      <w:r w:rsidR="00951C8D" w:rsidRPr="00481FCB">
        <w:t xml:space="preserve">SignatureType, </w:t>
      </w:r>
      <w:r w:rsidR="00942D6B" w:rsidRPr="00481FCB">
        <w:t>Z</w:t>
      </w:r>
      <w:r w:rsidR="003159E5" w:rsidRPr="00481FCB">
        <w:t>Trader</w:t>
      </w:r>
      <w:r w:rsidR="00524432" w:rsidRPr="00481FCB">
        <w:t>, Z</w:t>
      </w:r>
      <w:r w:rsidR="00524D05" w:rsidRPr="00481FCB">
        <w:t>Ext</w:t>
      </w:r>
      <w:r w:rsidR="00524432" w:rsidRPr="00481FCB">
        <w:t>Statement</w:t>
      </w:r>
      <w:r w:rsidR="00942D6B" w:rsidRPr="00481FCB">
        <w:t xml:space="preserve"> </w:t>
      </w:r>
      <w:r w:rsidRPr="00481FCB">
        <w:t>zostały zdefiniowane w dokumencie</w:t>
      </w:r>
      <w:r w:rsidR="003E224C" w:rsidRPr="00481FCB">
        <w:t xml:space="preserve"> </w:t>
      </w:r>
      <w:r w:rsidR="003E224C" w:rsidRPr="00481FCB">
        <w:fldChar w:fldCharType="begin"/>
      </w:r>
      <w:r w:rsidR="003E224C" w:rsidRPr="00481FCB">
        <w:instrText xml:space="preserve"> REF _Ref361653747 \r \h </w:instrText>
      </w:r>
      <w:r w:rsidR="00481FCB">
        <w:instrText xml:space="preserve"> \* MERGEFORMAT </w:instrText>
      </w:r>
      <w:r w:rsidR="003E224C" w:rsidRPr="00481FCB">
        <w:fldChar w:fldCharType="separate"/>
      </w:r>
      <w:r w:rsidR="00EC7AC0" w:rsidRPr="00481FCB">
        <w:t>A1</w:t>
      </w:r>
      <w:r w:rsidR="003E224C" w:rsidRPr="00481FCB">
        <w:fldChar w:fldCharType="end"/>
      </w:r>
      <w:r w:rsidRPr="00481FCB">
        <w:t xml:space="preserve"> </w:t>
      </w:r>
      <w:r w:rsidR="00B507E4" w:rsidRPr="00481FCB">
        <w:t>i</w:t>
      </w:r>
      <w:r w:rsidRPr="00481FCB">
        <w:t xml:space="preserve"> nie będą tutaj szczegółowo omawiane.</w:t>
      </w:r>
    </w:p>
    <w:p w14:paraId="00653D9D" w14:textId="569CFAD9" w:rsidR="00F478E8" w:rsidRDefault="00F478E8" w:rsidP="00F478E8">
      <w:pPr>
        <w:pStyle w:val="Legenda"/>
        <w:keepNext/>
      </w:pPr>
      <w:bookmarkStart w:id="64" w:name="_Toc182566539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8</w:t>
      </w:r>
      <w:r w:rsidR="00715F4C">
        <w:rPr>
          <w:noProof/>
        </w:rPr>
        <w:fldChar w:fldCharType="end"/>
      </w:r>
      <w:r>
        <w:t xml:space="preserve">. </w:t>
      </w:r>
      <w:r w:rsidRPr="00A74329">
        <w:t>Dane ogólne w ramach struktury deklaracji AKC-4</w:t>
      </w:r>
      <w:bookmarkEnd w:id="64"/>
    </w:p>
    <w:tbl>
      <w:tblPr>
        <w:tblStyle w:val="Siatkatabelijasn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8D1DEB" w:rsidRPr="00D143FC" w14:paraId="0EB74376" w14:textId="77777777" w:rsidTr="008D1D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5408F84D" w14:textId="77777777" w:rsidR="008D1DEB" w:rsidRPr="00F478E8" w:rsidRDefault="008D1DEB" w:rsidP="00F478E8">
            <w:pPr>
              <w:pStyle w:val="Z2Nagwektabeli"/>
              <w:rPr>
                <w:rFonts w:ascii="Lato" w:hAnsi="Lato"/>
                <w:szCs w:val="18"/>
              </w:rPr>
            </w:pPr>
            <w:r w:rsidRPr="00F478E8">
              <w:rPr>
                <w:rFonts w:ascii="Lato" w:hAnsi="Lato"/>
                <w:szCs w:val="18"/>
              </w:rPr>
              <w:t>Ogólne</w:t>
            </w:r>
          </w:p>
        </w:tc>
        <w:tc>
          <w:tcPr>
            <w:tcW w:w="6584" w:type="dxa"/>
          </w:tcPr>
          <w:p w14:paraId="0149FE8E" w14:textId="2E9CE4F9" w:rsidR="008D1DEB" w:rsidRPr="00F478E8" w:rsidRDefault="008D1DEB" w:rsidP="00F478E8">
            <w:pPr>
              <w:pStyle w:val="Z2Nagwektabeli"/>
              <w:rPr>
                <w:rFonts w:ascii="Lato" w:hAnsi="Lato"/>
                <w:szCs w:val="18"/>
              </w:rPr>
            </w:pPr>
          </w:p>
        </w:tc>
      </w:tr>
      <w:tr w:rsidR="00AE58FB" w:rsidRPr="00CA300B" w14:paraId="1609438D" w14:textId="77777777" w:rsidTr="008D1DEB">
        <w:tc>
          <w:tcPr>
            <w:tcW w:w="2738" w:type="dxa"/>
          </w:tcPr>
          <w:p w14:paraId="27A3D059" w14:textId="77777777" w:rsidR="00AE58FB" w:rsidRPr="00F478E8" w:rsidRDefault="00AE58FB" w:rsidP="00F478E8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F478E8">
              <w:rPr>
                <w:rFonts w:ascii="Lato" w:hAnsi="Lato"/>
                <w:b w:val="0"/>
                <w:bCs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527CBA70" w14:textId="77777777" w:rsidR="00AE58FB" w:rsidRPr="00F478E8" w:rsidRDefault="00DF1DA5" w:rsidP="00F478E8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F478E8">
              <w:rPr>
                <w:rFonts w:ascii="Lato" w:hAnsi="Lato"/>
                <w:b w:val="0"/>
                <w:bCs/>
                <w:sz w:val="20"/>
                <w:szCs w:val="20"/>
              </w:rPr>
              <w:t xml:space="preserve">Deklaracja </w:t>
            </w:r>
            <w:r w:rsidR="003945C9" w:rsidRPr="00F478E8">
              <w:rPr>
                <w:rFonts w:ascii="Lato" w:hAnsi="Lato"/>
                <w:b w:val="0"/>
                <w:bCs/>
                <w:sz w:val="20"/>
                <w:szCs w:val="20"/>
              </w:rPr>
              <w:t>dla podatku akcyzowego</w:t>
            </w:r>
          </w:p>
        </w:tc>
      </w:tr>
      <w:tr w:rsidR="00AE58FB" w:rsidRPr="00D143FC" w14:paraId="32CB5606" w14:textId="77777777" w:rsidTr="008D1DEB">
        <w:tc>
          <w:tcPr>
            <w:tcW w:w="2738" w:type="dxa"/>
          </w:tcPr>
          <w:p w14:paraId="7C7146BF" w14:textId="77777777" w:rsidR="00AE58FB" w:rsidRPr="00F478E8" w:rsidRDefault="00AE58FB" w:rsidP="00F478E8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F478E8">
              <w:rPr>
                <w:rFonts w:ascii="Lato" w:hAnsi="Lato"/>
                <w:b w:val="0"/>
                <w:bCs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20B3F504" w14:textId="77777777" w:rsidR="00AE58FB" w:rsidRPr="00F478E8" w:rsidRDefault="00AE58FB" w:rsidP="00F478E8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</w:p>
        </w:tc>
      </w:tr>
      <w:tr w:rsidR="00AE58FB" w:rsidRPr="00D143FC" w14:paraId="70638725" w14:textId="77777777" w:rsidTr="008D1DEB">
        <w:tc>
          <w:tcPr>
            <w:tcW w:w="2738" w:type="dxa"/>
          </w:tcPr>
          <w:p w14:paraId="3DAFE72B" w14:textId="77777777" w:rsidR="00AE58FB" w:rsidRPr="00F478E8" w:rsidRDefault="00D41F2E" w:rsidP="00F478E8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F478E8">
              <w:rPr>
                <w:rFonts w:ascii="Lato" w:hAnsi="Lato"/>
                <w:b w:val="0"/>
                <w:bCs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20441EEF" w14:textId="77777777" w:rsidR="00AE58FB" w:rsidRPr="00F478E8" w:rsidRDefault="00023012" w:rsidP="00F478E8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F478E8">
              <w:rPr>
                <w:rFonts w:ascii="Lato" w:hAnsi="Lato"/>
                <w:b w:val="0"/>
                <w:bCs/>
                <w:sz w:val="20"/>
                <w:szCs w:val="20"/>
              </w:rPr>
              <w:t>4</w:t>
            </w:r>
            <w:r w:rsidR="00752F03" w:rsidRPr="00F478E8">
              <w:rPr>
                <w:rFonts w:ascii="Lato" w:hAnsi="Lato"/>
                <w:b w:val="0"/>
                <w:bCs/>
                <w:sz w:val="20"/>
                <w:szCs w:val="20"/>
              </w:rPr>
              <w:t>_0</w:t>
            </w:r>
          </w:p>
        </w:tc>
      </w:tr>
      <w:tr w:rsidR="00AE58FB" w:rsidRPr="00D143FC" w14:paraId="6268F50A" w14:textId="77777777" w:rsidTr="008D1DEB">
        <w:tc>
          <w:tcPr>
            <w:tcW w:w="2738" w:type="dxa"/>
          </w:tcPr>
          <w:p w14:paraId="35448BDB" w14:textId="77777777" w:rsidR="00AE58FB" w:rsidRPr="00F478E8" w:rsidRDefault="00D41F2E" w:rsidP="00F478E8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F478E8">
              <w:rPr>
                <w:rFonts w:ascii="Lato" w:hAnsi="Lato"/>
                <w:b w:val="0"/>
                <w:bCs/>
                <w:sz w:val="20"/>
                <w:szCs w:val="20"/>
              </w:rPr>
              <w:t>Zależności od innych dekl</w:t>
            </w:r>
            <w:r w:rsidR="009F770A" w:rsidRPr="00F478E8">
              <w:rPr>
                <w:rFonts w:ascii="Lato" w:hAnsi="Lato"/>
                <w:b w:val="0"/>
                <w:bCs/>
                <w:sz w:val="20"/>
                <w:szCs w:val="20"/>
              </w:rPr>
              <w:t>a</w:t>
            </w:r>
            <w:r w:rsidRPr="00F478E8">
              <w:rPr>
                <w:rFonts w:ascii="Lato" w:hAnsi="Lato"/>
                <w:b w:val="0"/>
                <w:bCs/>
                <w:sz w:val="20"/>
                <w:szCs w:val="20"/>
              </w:rPr>
              <w:t>racji</w:t>
            </w:r>
          </w:p>
        </w:tc>
        <w:tc>
          <w:tcPr>
            <w:tcW w:w="6584" w:type="dxa"/>
          </w:tcPr>
          <w:p w14:paraId="21B61C50" w14:textId="77777777" w:rsidR="00AE58FB" w:rsidRPr="00F478E8" w:rsidRDefault="00AE58FB" w:rsidP="00F478E8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</w:p>
        </w:tc>
      </w:tr>
      <w:tr w:rsidR="00AE58FB" w:rsidRPr="00D143FC" w14:paraId="22BDCC9A" w14:textId="77777777" w:rsidTr="008D1DEB">
        <w:tc>
          <w:tcPr>
            <w:tcW w:w="2738" w:type="dxa"/>
          </w:tcPr>
          <w:p w14:paraId="6F8D6183" w14:textId="77777777" w:rsidR="00AE58FB" w:rsidRPr="00F478E8" w:rsidRDefault="00AE58FB" w:rsidP="00F478E8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F478E8">
              <w:rPr>
                <w:rFonts w:ascii="Lato" w:hAnsi="Lato"/>
                <w:b w:val="0"/>
                <w:bCs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1DE2D97A" w14:textId="77777777" w:rsidR="00AE58FB" w:rsidRPr="00F478E8" w:rsidRDefault="009F6ED6" w:rsidP="00F478E8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F478E8">
              <w:rPr>
                <w:rFonts w:ascii="Lato" w:hAnsi="Lato"/>
                <w:b w:val="0"/>
                <w:bCs/>
                <w:sz w:val="20"/>
                <w:szCs w:val="20"/>
              </w:rPr>
              <w:t>XML</w:t>
            </w:r>
          </w:p>
        </w:tc>
      </w:tr>
      <w:tr w:rsidR="00AE58FB" w:rsidRPr="00D143FC" w14:paraId="3E74243B" w14:textId="77777777" w:rsidTr="008D1DEB">
        <w:tc>
          <w:tcPr>
            <w:tcW w:w="2738" w:type="dxa"/>
          </w:tcPr>
          <w:p w14:paraId="665EFB05" w14:textId="77777777" w:rsidR="00AE58FB" w:rsidRPr="00F478E8" w:rsidRDefault="00AE58FB" w:rsidP="00F478E8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F478E8">
              <w:rPr>
                <w:rFonts w:ascii="Lato" w:hAnsi="Lato"/>
                <w:b w:val="0"/>
                <w:bCs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64D0EF2B" w14:textId="77777777" w:rsidR="00AE58FB" w:rsidRPr="00F478E8" w:rsidRDefault="00AE58FB" w:rsidP="00F478E8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</w:p>
        </w:tc>
      </w:tr>
      <w:tr w:rsidR="00AE58FB" w:rsidRPr="00D143FC" w14:paraId="67742384" w14:textId="77777777" w:rsidTr="008D1DEB">
        <w:tc>
          <w:tcPr>
            <w:tcW w:w="2738" w:type="dxa"/>
          </w:tcPr>
          <w:p w14:paraId="089EBC96" w14:textId="77777777" w:rsidR="00AE58FB" w:rsidRPr="00F478E8" w:rsidRDefault="00AE58FB" w:rsidP="00F478E8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F478E8">
              <w:rPr>
                <w:rFonts w:ascii="Lato" w:hAnsi="Lato"/>
                <w:b w:val="0"/>
                <w:bCs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4CB56F1A" w14:textId="77777777" w:rsidR="00AE58FB" w:rsidRPr="00F478E8" w:rsidRDefault="00B5046C" w:rsidP="00F478E8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F478E8">
              <w:rPr>
                <w:rFonts w:ascii="Lato" w:hAnsi="Lato"/>
                <w:b w:val="0"/>
                <w:bCs/>
                <w:sz w:val="20"/>
                <w:szCs w:val="20"/>
              </w:rPr>
              <w:t>XML</w:t>
            </w:r>
          </w:p>
        </w:tc>
      </w:tr>
      <w:tr w:rsidR="00AE58FB" w:rsidRPr="00D143FC" w14:paraId="50DD3BDC" w14:textId="77777777" w:rsidTr="008D1DEB">
        <w:tc>
          <w:tcPr>
            <w:tcW w:w="2738" w:type="dxa"/>
          </w:tcPr>
          <w:p w14:paraId="6D836E72" w14:textId="77777777" w:rsidR="00AE58FB" w:rsidRPr="00F478E8" w:rsidRDefault="00AE58FB" w:rsidP="00F478E8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F478E8">
              <w:rPr>
                <w:rFonts w:ascii="Lato" w:hAnsi="Lato"/>
                <w:b w:val="0"/>
                <w:bCs/>
                <w:sz w:val="20"/>
                <w:szCs w:val="20"/>
              </w:rPr>
              <w:t>Namespaces</w:t>
            </w:r>
          </w:p>
        </w:tc>
        <w:tc>
          <w:tcPr>
            <w:tcW w:w="6584" w:type="dxa"/>
          </w:tcPr>
          <w:p w14:paraId="6630F00A" w14:textId="63F66406" w:rsidR="00B5046C" w:rsidRPr="00F478E8" w:rsidRDefault="00117850" w:rsidP="00F478E8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F478E8">
              <w:rPr>
                <w:rFonts w:ascii="Lato" w:hAnsi="Lato"/>
                <w:b w:val="0"/>
                <w:bCs/>
                <w:sz w:val="20"/>
                <w:szCs w:val="20"/>
              </w:rPr>
              <w:t xml:space="preserve">http://www.w3.org/2000/09/xmldsig# </w:t>
            </w:r>
          </w:p>
          <w:p w14:paraId="7E75ADBC" w14:textId="77777777" w:rsidR="00130986" w:rsidRPr="00F478E8" w:rsidRDefault="00130986" w:rsidP="00F478E8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F478E8">
              <w:rPr>
                <w:rFonts w:ascii="Lato" w:hAnsi="Lato"/>
                <w:b w:val="0"/>
                <w:bCs/>
                <w:sz w:val="20"/>
                <w:szCs w:val="20"/>
              </w:rPr>
              <w:t>http://www.e-clo.pl/ZEFIR2/eZefir2/xsd/v3_0/Types.xsd</w:t>
            </w:r>
          </w:p>
          <w:p w14:paraId="0396FA0A" w14:textId="7CA37527" w:rsidR="00752F03" w:rsidRPr="00F478E8" w:rsidRDefault="00130986" w:rsidP="00F478E8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F478E8">
              <w:rPr>
                <w:rFonts w:ascii="Lato" w:hAnsi="Lato"/>
                <w:b w:val="0"/>
                <w:bCs/>
                <w:sz w:val="20"/>
                <w:szCs w:val="20"/>
              </w:rPr>
              <w:t>http://www.e-clo.pl/ZEFIR2/eZefir2/xsd/v3_0/Trader.xsd</w:t>
            </w:r>
          </w:p>
          <w:p w14:paraId="5203051C" w14:textId="77777777" w:rsidR="00956FAD" w:rsidRPr="00F478E8" w:rsidRDefault="00752F03" w:rsidP="00F478E8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F478E8">
              <w:rPr>
                <w:rFonts w:ascii="Lato" w:hAnsi="Lato"/>
                <w:b w:val="0"/>
                <w:bCs/>
                <w:sz w:val="20"/>
                <w:szCs w:val="20"/>
              </w:rPr>
              <w:t>http://www.e-clo.pl/ZEFIR2/eZefir2/xsd/v2_0/Authentication.xsd</w:t>
            </w:r>
          </w:p>
          <w:p w14:paraId="58E7D4D8" w14:textId="77777777" w:rsidR="00117850" w:rsidRPr="00F478E8" w:rsidRDefault="00752F03" w:rsidP="00F478E8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F478E8">
              <w:rPr>
                <w:rFonts w:ascii="Lato" w:hAnsi="Lato"/>
                <w:b w:val="0"/>
                <w:bCs/>
                <w:sz w:val="20"/>
                <w:szCs w:val="20"/>
              </w:rPr>
              <w:t>http://www.e-clo.pl/ZEFIR2/eZefir2/xsd/</w:t>
            </w:r>
            <w:r w:rsidR="00023012" w:rsidRPr="00F478E8">
              <w:rPr>
                <w:rFonts w:ascii="Lato" w:hAnsi="Lato"/>
                <w:b w:val="0"/>
                <w:bCs/>
                <w:sz w:val="20"/>
                <w:szCs w:val="20"/>
              </w:rPr>
              <w:t>v4</w:t>
            </w:r>
            <w:r w:rsidRPr="00F478E8">
              <w:rPr>
                <w:rFonts w:ascii="Lato" w:hAnsi="Lato"/>
                <w:b w:val="0"/>
                <w:bCs/>
                <w:sz w:val="20"/>
                <w:szCs w:val="20"/>
              </w:rPr>
              <w:t>_0/AKC_4.xsd</w:t>
            </w:r>
          </w:p>
        </w:tc>
      </w:tr>
      <w:tr w:rsidR="00AE58FB" w:rsidRPr="00D143FC" w14:paraId="16F03FEE" w14:textId="77777777" w:rsidTr="008D1DEB">
        <w:tc>
          <w:tcPr>
            <w:tcW w:w="2738" w:type="dxa"/>
          </w:tcPr>
          <w:p w14:paraId="524E3525" w14:textId="77777777" w:rsidR="00AE58FB" w:rsidRPr="00F478E8" w:rsidRDefault="00AE58FB" w:rsidP="00F478E8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F478E8">
              <w:rPr>
                <w:rFonts w:ascii="Lato" w:hAnsi="Lato"/>
                <w:b w:val="0"/>
                <w:bCs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1D59BE8F" w14:textId="77777777" w:rsidR="00AE58FB" w:rsidRPr="00F478E8" w:rsidRDefault="002F2EC1" w:rsidP="00F478E8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F478E8">
              <w:rPr>
                <w:rFonts w:ascii="Lato" w:hAnsi="Lato"/>
                <w:b w:val="0"/>
                <w:bCs/>
                <w:sz w:val="20"/>
                <w:szCs w:val="20"/>
              </w:rPr>
              <w:t>akc_</w:t>
            </w:r>
            <w:r w:rsidR="00D04773" w:rsidRPr="00F478E8">
              <w:rPr>
                <w:rFonts w:ascii="Lato" w:hAnsi="Lato"/>
                <w:b w:val="0"/>
                <w:bCs/>
                <w:sz w:val="20"/>
                <w:szCs w:val="20"/>
              </w:rPr>
              <w:t>4</w:t>
            </w:r>
            <w:r w:rsidR="00AE58FB" w:rsidRPr="00F478E8">
              <w:rPr>
                <w:rFonts w:ascii="Lato" w:hAnsi="Lato"/>
                <w:b w:val="0"/>
                <w:bCs/>
                <w:sz w:val="20"/>
                <w:szCs w:val="20"/>
              </w:rPr>
              <w:t>.xsd</w:t>
            </w:r>
          </w:p>
        </w:tc>
      </w:tr>
    </w:tbl>
    <w:p w14:paraId="1229DA29" w14:textId="6915477F" w:rsidR="0007524F" w:rsidRDefault="00B85AB4" w:rsidP="004E2C82">
      <w:r>
        <w:t>Struktura:</w:t>
      </w:r>
    </w:p>
    <w:p w14:paraId="3C4C37F0" w14:textId="77777777" w:rsidR="00EB4C12" w:rsidRPr="00B85AB4" w:rsidRDefault="00EB4C12" w:rsidP="00794BCE">
      <w:pPr>
        <w:pStyle w:val="Akapitzlist"/>
        <w:numPr>
          <w:ilvl w:val="0"/>
          <w:numId w:val="19"/>
        </w:numPr>
        <w:rPr>
          <w:rFonts w:ascii="Consolas" w:hAnsi="Consolas"/>
          <w:lang w:val="en-GB"/>
        </w:rPr>
      </w:pPr>
      <w:r w:rsidRPr="00B85AB4">
        <w:rPr>
          <w:rFonts w:ascii="Consolas" w:hAnsi="Consolas"/>
          <w:lang w:val="en-GB"/>
        </w:rPr>
        <w:t>(AKC4Type)</w:t>
      </w:r>
    </w:p>
    <w:p w14:paraId="530ACE0D" w14:textId="34CCDDFE" w:rsidR="00EB4C12" w:rsidRPr="00B85AB4" w:rsidRDefault="00EB4C12" w:rsidP="00794BCE">
      <w:pPr>
        <w:pStyle w:val="Akapitzlist"/>
        <w:numPr>
          <w:ilvl w:val="0"/>
          <w:numId w:val="19"/>
        </w:numPr>
        <w:rPr>
          <w:rFonts w:ascii="Consolas" w:hAnsi="Consolas"/>
          <w:lang w:val="en-GB"/>
        </w:rPr>
      </w:pPr>
      <w:r w:rsidRPr="00B85AB4">
        <w:rPr>
          <w:rFonts w:ascii="Consolas" w:hAnsi="Consolas"/>
          <w:lang w:val="en-GB"/>
        </w:rPr>
        <w:t>(HeaderType)</w:t>
      </w:r>
    </w:p>
    <w:p w14:paraId="608FADB9" w14:textId="08AEE9A9" w:rsidR="00EB4C12" w:rsidRPr="00B85AB4" w:rsidRDefault="00EB4C12" w:rsidP="00794BCE">
      <w:pPr>
        <w:pStyle w:val="Akapitzlist"/>
        <w:numPr>
          <w:ilvl w:val="0"/>
          <w:numId w:val="19"/>
        </w:numPr>
        <w:rPr>
          <w:rFonts w:ascii="Consolas" w:hAnsi="Consolas"/>
          <w:lang w:val="en-GB"/>
        </w:rPr>
      </w:pPr>
      <w:r w:rsidRPr="00B85AB4">
        <w:rPr>
          <w:rFonts w:ascii="Consolas" w:hAnsi="Consolas"/>
          <w:lang w:val="en-GB"/>
        </w:rPr>
        <w:t>ZTrader</w:t>
      </w:r>
    </w:p>
    <w:p w14:paraId="03088CB8" w14:textId="4520EF53" w:rsidR="00EB4C12" w:rsidRPr="00B85AB4" w:rsidRDefault="00EB4C12" w:rsidP="00794BCE">
      <w:pPr>
        <w:pStyle w:val="Akapitzlist"/>
        <w:numPr>
          <w:ilvl w:val="0"/>
          <w:numId w:val="19"/>
        </w:numPr>
        <w:rPr>
          <w:rFonts w:ascii="Consolas" w:hAnsi="Consolas"/>
          <w:lang w:val="en-GB"/>
        </w:rPr>
      </w:pPr>
      <w:r w:rsidRPr="00B85AB4">
        <w:rPr>
          <w:rFonts w:ascii="Consolas" w:hAnsi="Consolas"/>
          <w:lang w:val="en-GB"/>
        </w:rPr>
        <w:t>(AttachmentType)</w:t>
      </w:r>
    </w:p>
    <w:p w14:paraId="7A0B21A4" w14:textId="44B8B7B2" w:rsidR="00EB4C12" w:rsidRPr="00B85AB4" w:rsidRDefault="00EB4C12" w:rsidP="00794BCE">
      <w:pPr>
        <w:pStyle w:val="Akapitzlist"/>
        <w:numPr>
          <w:ilvl w:val="0"/>
          <w:numId w:val="19"/>
        </w:numPr>
        <w:rPr>
          <w:rFonts w:ascii="Consolas" w:hAnsi="Consolas"/>
          <w:lang w:val="en-GB"/>
        </w:rPr>
      </w:pPr>
      <w:r w:rsidRPr="00B85AB4">
        <w:rPr>
          <w:rFonts w:ascii="Consolas" w:hAnsi="Consolas"/>
          <w:lang w:val="en-GB"/>
        </w:rPr>
        <w:t>(statementOfExciseDutyProductGroupsType)</w:t>
      </w:r>
    </w:p>
    <w:p w14:paraId="181696A1" w14:textId="5EC479D4" w:rsidR="00EB4C12" w:rsidRPr="00B85AB4" w:rsidRDefault="00EB4C12" w:rsidP="00794BCE">
      <w:pPr>
        <w:pStyle w:val="Akapitzlist"/>
        <w:numPr>
          <w:ilvl w:val="0"/>
          <w:numId w:val="19"/>
        </w:numPr>
        <w:rPr>
          <w:rFonts w:ascii="Consolas" w:hAnsi="Consolas"/>
          <w:lang w:val="en-GB"/>
        </w:rPr>
      </w:pPr>
      <w:r w:rsidRPr="00B85AB4">
        <w:rPr>
          <w:rFonts w:ascii="Consolas" w:hAnsi="Consolas"/>
          <w:lang w:val="en-GB"/>
        </w:rPr>
        <w:t>(AmountPayableType)</w:t>
      </w:r>
    </w:p>
    <w:p w14:paraId="359D673F" w14:textId="0FDBE0B2" w:rsidR="00EB4C12" w:rsidRPr="00B85AB4" w:rsidRDefault="00EB4C12" w:rsidP="00794BCE">
      <w:pPr>
        <w:pStyle w:val="Akapitzlist"/>
        <w:numPr>
          <w:ilvl w:val="0"/>
          <w:numId w:val="19"/>
        </w:numPr>
        <w:rPr>
          <w:rFonts w:ascii="Consolas" w:hAnsi="Consolas"/>
          <w:lang w:val="en-GB"/>
        </w:rPr>
      </w:pPr>
      <w:r w:rsidRPr="00B85AB4">
        <w:rPr>
          <w:rFonts w:ascii="Consolas" w:hAnsi="Consolas"/>
          <w:lang w:val="en-GB"/>
        </w:rPr>
        <w:t>(amountOfExciseDutyType)</w:t>
      </w:r>
    </w:p>
    <w:p w14:paraId="728E9DAC" w14:textId="42004361" w:rsidR="00EB4C12" w:rsidRPr="00B85AB4" w:rsidRDefault="00EB4C12" w:rsidP="00794BCE">
      <w:pPr>
        <w:pStyle w:val="Akapitzlist"/>
        <w:numPr>
          <w:ilvl w:val="0"/>
          <w:numId w:val="19"/>
        </w:numPr>
        <w:rPr>
          <w:rFonts w:ascii="Consolas" w:hAnsi="Consolas"/>
          <w:lang w:val="en-GB"/>
        </w:rPr>
      </w:pPr>
      <w:r w:rsidRPr="00B85AB4">
        <w:rPr>
          <w:rFonts w:ascii="Consolas" w:hAnsi="Consolas"/>
          <w:lang w:val="en-GB"/>
        </w:rPr>
        <w:t>ZExtStatement</w:t>
      </w:r>
    </w:p>
    <w:p w14:paraId="6443BBC1" w14:textId="07E1661A" w:rsidR="00EB4C12" w:rsidRPr="00B85AB4" w:rsidRDefault="00EB4C12" w:rsidP="00794BCE">
      <w:pPr>
        <w:pStyle w:val="Akapitzlist"/>
        <w:numPr>
          <w:ilvl w:val="0"/>
          <w:numId w:val="19"/>
        </w:numPr>
        <w:rPr>
          <w:rFonts w:ascii="Consolas" w:hAnsi="Consolas"/>
          <w:lang w:val="en-GB"/>
        </w:rPr>
      </w:pPr>
      <w:r w:rsidRPr="00B85AB4">
        <w:rPr>
          <w:rFonts w:ascii="Consolas" w:hAnsi="Consolas"/>
          <w:lang w:val="en-GB"/>
        </w:rPr>
        <w:t>(AuthenticationType)</w:t>
      </w:r>
    </w:p>
    <w:p w14:paraId="13A5D87E" w14:textId="193F5B36" w:rsidR="006C3F77" w:rsidRPr="00B85AB4" w:rsidRDefault="00EB4C12" w:rsidP="00794BCE">
      <w:pPr>
        <w:pStyle w:val="Akapitzlist"/>
        <w:numPr>
          <w:ilvl w:val="0"/>
          <w:numId w:val="19"/>
        </w:numPr>
        <w:rPr>
          <w:rFonts w:ascii="Consolas" w:hAnsi="Consolas"/>
          <w:lang w:val="en-GB"/>
        </w:rPr>
      </w:pPr>
      <w:r w:rsidRPr="00B85AB4">
        <w:rPr>
          <w:rFonts w:ascii="Consolas" w:hAnsi="Consolas"/>
          <w:lang w:val="en-GB"/>
        </w:rPr>
        <w:t>SignatureType</w:t>
      </w:r>
    </w:p>
    <w:p w14:paraId="2D4F42E8" w14:textId="47B36272" w:rsidR="005E55A1" w:rsidRDefault="005E55A1" w:rsidP="005E55A1">
      <w:pPr>
        <w:pStyle w:val="Legenda"/>
        <w:keepNext/>
      </w:pPr>
      <w:bookmarkStart w:id="65" w:name="_Toc182566540"/>
      <w:r>
        <w:lastRenderedPageBreak/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9</w:t>
      </w:r>
      <w:r w:rsidR="00715F4C">
        <w:rPr>
          <w:noProof/>
        </w:rPr>
        <w:fldChar w:fldCharType="end"/>
      </w:r>
      <w:r>
        <w:t xml:space="preserve">. </w:t>
      </w:r>
      <w:r w:rsidRPr="00735750">
        <w:t>Struktura elementu AKC4Type</w:t>
      </w:r>
      <w:bookmarkEnd w:id="65"/>
    </w:p>
    <w:tbl>
      <w:tblPr>
        <w:tblStyle w:val="Siatkatabelijasna"/>
        <w:tblW w:w="0" w:type="auto"/>
        <w:tblLook w:val="01E0" w:firstRow="1" w:lastRow="1" w:firstColumn="1" w:lastColumn="1" w:noHBand="0" w:noVBand="0"/>
      </w:tblPr>
      <w:tblGrid>
        <w:gridCol w:w="1746"/>
        <w:gridCol w:w="2985"/>
        <w:gridCol w:w="782"/>
        <w:gridCol w:w="2348"/>
        <w:gridCol w:w="1187"/>
      </w:tblGrid>
      <w:tr w:rsidR="00E51FA9" w:rsidRPr="00F478E8" w14:paraId="6FCF5894" w14:textId="77777777" w:rsidTr="008D1D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46" w:type="dxa"/>
          </w:tcPr>
          <w:p w14:paraId="2A1A7C48" w14:textId="77777777" w:rsidR="00E51FA9" w:rsidRPr="00F478E8" w:rsidRDefault="00E51FA9" w:rsidP="005D7ED5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F478E8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2989" w:type="dxa"/>
          </w:tcPr>
          <w:p w14:paraId="551E9625" w14:textId="77777777" w:rsidR="00E51FA9" w:rsidRPr="00F478E8" w:rsidRDefault="00E51FA9" w:rsidP="005D7ED5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F478E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783" w:type="dxa"/>
          </w:tcPr>
          <w:p w14:paraId="1172E7EE" w14:textId="77777777" w:rsidR="00E51FA9" w:rsidRPr="00F478E8" w:rsidRDefault="00E51FA9" w:rsidP="00E51FA9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F478E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349" w:type="dxa"/>
          </w:tcPr>
          <w:p w14:paraId="00384AD0" w14:textId="77777777" w:rsidR="00E51FA9" w:rsidRPr="00F478E8" w:rsidRDefault="00E51FA9" w:rsidP="005D7ED5">
            <w:pPr>
              <w:rPr>
                <w:rFonts w:cs="Arial"/>
                <w:b/>
                <w:sz w:val="18"/>
                <w:szCs w:val="18"/>
              </w:rPr>
            </w:pPr>
            <w:r w:rsidRPr="00F478E8">
              <w:rPr>
                <w:rFonts w:cs="Arial"/>
                <w:b/>
                <w:sz w:val="18"/>
                <w:szCs w:val="18"/>
              </w:rPr>
              <w:t>Typ</w:t>
            </w:r>
          </w:p>
        </w:tc>
        <w:tc>
          <w:tcPr>
            <w:tcW w:w="1187" w:type="dxa"/>
          </w:tcPr>
          <w:p w14:paraId="0A9ACDA1" w14:textId="77777777" w:rsidR="00E51FA9" w:rsidRPr="00F478E8" w:rsidRDefault="00E51FA9" w:rsidP="005D7ED5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F478E8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E51FA9" w:rsidRPr="00F478E8" w14:paraId="027FFECF" w14:textId="77777777" w:rsidTr="008D1DEB">
        <w:trPr>
          <w:trHeight w:val="213"/>
        </w:trPr>
        <w:tc>
          <w:tcPr>
            <w:tcW w:w="1746" w:type="dxa"/>
          </w:tcPr>
          <w:p w14:paraId="00860BBD" w14:textId="77777777" w:rsidR="00E51FA9" w:rsidRPr="00EA3622" w:rsidRDefault="00E51FA9" w:rsidP="005D7ED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EA3622">
              <w:rPr>
                <w:rStyle w:val="pole"/>
                <w:rFonts w:ascii="Lato" w:hAnsi="Lato"/>
                <w:sz w:val="20"/>
                <w:szCs w:val="20"/>
                <w:lang w:val="en-GB"/>
              </w:rPr>
              <w:t>Header</w:t>
            </w:r>
          </w:p>
        </w:tc>
        <w:tc>
          <w:tcPr>
            <w:tcW w:w="2989" w:type="dxa"/>
          </w:tcPr>
          <w:p w14:paraId="317CFE18" w14:textId="77777777" w:rsidR="00E51FA9" w:rsidRPr="00F478E8" w:rsidRDefault="00E51FA9" w:rsidP="005D7ED5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Nagłówek</w:t>
            </w:r>
            <w:r w:rsidR="00940D90" w:rsidRPr="00F478E8">
              <w:rPr>
                <w:rFonts w:eastAsia="Times New Roman" w:cs="Arial"/>
                <w:sz w:val="20"/>
                <w:szCs w:val="20"/>
              </w:rPr>
              <w:t xml:space="preserve"> deklaracji</w:t>
            </w:r>
          </w:p>
        </w:tc>
        <w:tc>
          <w:tcPr>
            <w:tcW w:w="783" w:type="dxa"/>
          </w:tcPr>
          <w:p w14:paraId="232CAD8C" w14:textId="77777777" w:rsidR="00E51FA9" w:rsidRPr="00F478E8" w:rsidRDefault="00987FBC" w:rsidP="00E51FA9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49" w:type="dxa"/>
          </w:tcPr>
          <w:p w14:paraId="040A9623" w14:textId="77777777" w:rsidR="00E51FA9" w:rsidRPr="00F478E8" w:rsidRDefault="005D4377" w:rsidP="005D7ED5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instrText xml:space="preserve"> REF HeaderType \h  \* MERGEFORMAT </w:instrTex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B85AB4">
              <w:rPr>
                <w:rStyle w:val="pole"/>
                <w:rFonts w:ascii="Lato" w:hAnsi="Lato"/>
                <w:sz w:val="20"/>
                <w:szCs w:val="20"/>
              </w:rPr>
              <w:t>HeaderType</w: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87" w:type="dxa"/>
          </w:tcPr>
          <w:p w14:paraId="252E7660" w14:textId="77777777" w:rsidR="00E51FA9" w:rsidRPr="00F478E8" w:rsidRDefault="00E51FA9" w:rsidP="005D7ED5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0B1AAA" w:rsidRPr="00F478E8" w14:paraId="3D959615" w14:textId="77777777" w:rsidTr="008D1DEB">
        <w:trPr>
          <w:trHeight w:val="213"/>
        </w:trPr>
        <w:tc>
          <w:tcPr>
            <w:tcW w:w="1746" w:type="dxa"/>
          </w:tcPr>
          <w:p w14:paraId="035EF055" w14:textId="77777777" w:rsidR="000B1AAA" w:rsidRPr="00EA3622" w:rsidRDefault="000B1AAA" w:rsidP="00074C86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EA3622">
              <w:rPr>
                <w:rStyle w:val="pole"/>
                <w:rFonts w:ascii="Lato" w:hAnsi="Lato"/>
                <w:sz w:val="20"/>
                <w:szCs w:val="20"/>
                <w:lang w:val="en-GB"/>
              </w:rPr>
              <w:t>Authentication</w:t>
            </w:r>
          </w:p>
        </w:tc>
        <w:tc>
          <w:tcPr>
            <w:tcW w:w="2989" w:type="dxa"/>
          </w:tcPr>
          <w:p w14:paraId="6C368D49" w14:textId="77777777" w:rsidR="000B1AAA" w:rsidRPr="00F478E8" w:rsidRDefault="000B1AAA" w:rsidP="00074C8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Uwierzytelnienie kwotą przychodu</w:t>
            </w:r>
          </w:p>
        </w:tc>
        <w:tc>
          <w:tcPr>
            <w:tcW w:w="783" w:type="dxa"/>
          </w:tcPr>
          <w:p w14:paraId="03D71CA4" w14:textId="77777777" w:rsidR="000B1AAA" w:rsidRPr="00F478E8" w:rsidRDefault="000B1AAA" w:rsidP="00074C8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49" w:type="dxa"/>
          </w:tcPr>
          <w:p w14:paraId="6E727A8B" w14:textId="77777777" w:rsidR="000B1AAA" w:rsidRPr="00F478E8" w:rsidRDefault="000B1AAA" w:rsidP="00074C8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478E8">
              <w:rPr>
                <w:rStyle w:val="pole"/>
                <w:rFonts w:ascii="Lato" w:hAnsi="Lato"/>
                <w:sz w:val="20"/>
                <w:szCs w:val="20"/>
              </w:rPr>
              <w:t>(AuthenticationType)</w:t>
            </w:r>
          </w:p>
        </w:tc>
        <w:tc>
          <w:tcPr>
            <w:tcW w:w="1187" w:type="dxa"/>
          </w:tcPr>
          <w:p w14:paraId="38D424D3" w14:textId="77777777" w:rsidR="000B1AAA" w:rsidRPr="00F478E8" w:rsidRDefault="000B1AAA" w:rsidP="00074C8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0B1AAA" w:rsidRPr="00F478E8" w14:paraId="216A3453" w14:textId="77777777" w:rsidTr="008D1DEB">
        <w:trPr>
          <w:trHeight w:val="213"/>
        </w:trPr>
        <w:tc>
          <w:tcPr>
            <w:tcW w:w="1746" w:type="dxa"/>
          </w:tcPr>
          <w:p w14:paraId="2EAB7EE5" w14:textId="77777777" w:rsidR="000B1AAA" w:rsidRPr="00EA3622" w:rsidRDefault="000B1AAA" w:rsidP="005D7ED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EA3622">
              <w:rPr>
                <w:rStyle w:val="pole"/>
                <w:rFonts w:ascii="Lato" w:hAnsi="Lato"/>
                <w:sz w:val="20"/>
                <w:szCs w:val="20"/>
                <w:lang w:val="en-GB"/>
              </w:rPr>
              <w:t>Signature</w:t>
            </w:r>
          </w:p>
        </w:tc>
        <w:tc>
          <w:tcPr>
            <w:tcW w:w="2989" w:type="dxa"/>
          </w:tcPr>
          <w:p w14:paraId="042FD3D0" w14:textId="77777777" w:rsidR="000B1AAA" w:rsidRPr="00F478E8" w:rsidRDefault="000B1AAA" w:rsidP="005D7ED5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Podpis cyfrowy</w:t>
            </w:r>
          </w:p>
        </w:tc>
        <w:tc>
          <w:tcPr>
            <w:tcW w:w="783" w:type="dxa"/>
          </w:tcPr>
          <w:p w14:paraId="39DD8404" w14:textId="77777777" w:rsidR="000B1AAA" w:rsidRPr="00F478E8" w:rsidRDefault="000B1AAA" w:rsidP="00E51FA9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49" w:type="dxa"/>
          </w:tcPr>
          <w:p w14:paraId="021E62CD" w14:textId="77777777" w:rsidR="000B1AAA" w:rsidRPr="00F478E8" w:rsidRDefault="000B1AAA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478E8">
              <w:rPr>
                <w:rStyle w:val="pole"/>
                <w:rFonts w:ascii="Lato" w:hAnsi="Lato"/>
                <w:sz w:val="20"/>
                <w:szCs w:val="20"/>
              </w:rPr>
              <w:t>SignatureType</w:t>
            </w:r>
          </w:p>
        </w:tc>
        <w:tc>
          <w:tcPr>
            <w:tcW w:w="1187" w:type="dxa"/>
          </w:tcPr>
          <w:p w14:paraId="62C101AD" w14:textId="77777777" w:rsidR="000B1AAA" w:rsidRPr="00F478E8" w:rsidRDefault="000B1AAA" w:rsidP="005D7ED5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5D4377" w:rsidRPr="00F478E8" w14:paraId="43B15F6F" w14:textId="77777777" w:rsidTr="008D1DEB">
        <w:trPr>
          <w:trHeight w:val="213"/>
        </w:trPr>
        <w:tc>
          <w:tcPr>
            <w:tcW w:w="1746" w:type="dxa"/>
          </w:tcPr>
          <w:p w14:paraId="026622E8" w14:textId="77777777" w:rsidR="005D4377" w:rsidRPr="00EA3622" w:rsidRDefault="005D4377" w:rsidP="005D4377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EA3622">
              <w:rPr>
                <w:rStyle w:val="pole"/>
                <w:rFonts w:ascii="Lato" w:hAnsi="Lato"/>
                <w:sz w:val="20"/>
                <w:szCs w:val="20"/>
                <w:lang w:val="en-GB"/>
              </w:rPr>
              <w:t>version</w:t>
            </w:r>
          </w:p>
        </w:tc>
        <w:tc>
          <w:tcPr>
            <w:tcW w:w="2989" w:type="dxa"/>
          </w:tcPr>
          <w:p w14:paraId="2355CE16" w14:textId="77777777" w:rsidR="005D4377" w:rsidRPr="00F478E8" w:rsidRDefault="005D4377" w:rsidP="00893FB3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Wersja schematu, z którą zgodny jest komunikat. Atrybut jest opcjonalny, w przypadku jego braku należy przyjąć wartość "</w:t>
            </w:r>
            <w:r w:rsidR="00940D90" w:rsidRPr="00F478E8">
              <w:rPr>
                <w:rFonts w:eastAsia="Times New Roman" w:cs="Arial"/>
                <w:sz w:val="20"/>
                <w:szCs w:val="20"/>
              </w:rPr>
              <w:t>4</w:t>
            </w:r>
            <w:r w:rsidRPr="00F478E8">
              <w:rPr>
                <w:rFonts w:eastAsia="Times New Roman" w:cs="Arial"/>
                <w:sz w:val="20"/>
                <w:szCs w:val="20"/>
              </w:rPr>
              <w:t>_0"</w:t>
            </w:r>
          </w:p>
        </w:tc>
        <w:tc>
          <w:tcPr>
            <w:tcW w:w="783" w:type="dxa"/>
          </w:tcPr>
          <w:p w14:paraId="2DCFF77D" w14:textId="77777777" w:rsidR="005D4377" w:rsidRPr="00F478E8" w:rsidRDefault="005D4377" w:rsidP="005D4377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349" w:type="dxa"/>
          </w:tcPr>
          <w:p w14:paraId="1E564A8F" w14:textId="77777777" w:rsidR="005D4377" w:rsidRPr="00F478E8" w:rsidRDefault="005D4377" w:rsidP="005D437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478E8">
              <w:rPr>
                <w:rStyle w:val="pole"/>
                <w:rFonts w:ascii="Lato" w:hAnsi="Lato"/>
                <w:sz w:val="20"/>
                <w:szCs w:val="20"/>
              </w:rPr>
              <w:t>ZVersion</w:t>
            </w:r>
          </w:p>
        </w:tc>
        <w:tc>
          <w:tcPr>
            <w:tcW w:w="1187" w:type="dxa"/>
          </w:tcPr>
          <w:p w14:paraId="6F7702BF" w14:textId="77777777" w:rsidR="005D4377" w:rsidRPr="00F478E8" w:rsidRDefault="005D4377" w:rsidP="005D4377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</w:tbl>
    <w:p w14:paraId="259D6051" w14:textId="1F8CC543" w:rsidR="005E55A1" w:rsidRDefault="005E55A1" w:rsidP="005E55A1">
      <w:pPr>
        <w:pStyle w:val="Legenda"/>
        <w:keepNext/>
      </w:pPr>
      <w:bookmarkStart w:id="66" w:name="_Toc182566541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10</w:t>
      </w:r>
      <w:r w:rsidR="00715F4C">
        <w:rPr>
          <w:noProof/>
        </w:rPr>
        <w:fldChar w:fldCharType="end"/>
      </w:r>
      <w:r>
        <w:t xml:space="preserve">. </w:t>
      </w:r>
      <w:r w:rsidRPr="00DB407A">
        <w:t>Struktura elementu HeaderType</w:t>
      </w:r>
      <w:bookmarkEnd w:id="66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809"/>
        <w:gridCol w:w="3402"/>
        <w:gridCol w:w="709"/>
        <w:gridCol w:w="2207"/>
        <w:gridCol w:w="1153"/>
      </w:tblGrid>
      <w:tr w:rsidR="00E51FA9" w:rsidRPr="00F478E8" w14:paraId="3B473E90" w14:textId="77777777" w:rsidTr="008D1D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809" w:type="dxa"/>
          </w:tcPr>
          <w:p w14:paraId="6DD822F5" w14:textId="77777777" w:rsidR="00E51FA9" w:rsidRPr="00F478E8" w:rsidRDefault="00E51FA9" w:rsidP="005D7ED5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F478E8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402" w:type="dxa"/>
          </w:tcPr>
          <w:p w14:paraId="17C203DF" w14:textId="77777777" w:rsidR="00E51FA9" w:rsidRPr="00F478E8" w:rsidRDefault="00E51FA9" w:rsidP="005D7ED5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F478E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709" w:type="dxa"/>
          </w:tcPr>
          <w:p w14:paraId="091B4706" w14:textId="77777777" w:rsidR="00E51FA9" w:rsidRPr="00F478E8" w:rsidRDefault="00E51FA9" w:rsidP="00E51FA9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F478E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207" w:type="dxa"/>
          </w:tcPr>
          <w:p w14:paraId="76806FD1" w14:textId="77777777" w:rsidR="00E51FA9" w:rsidRPr="00F478E8" w:rsidRDefault="00E51FA9" w:rsidP="005D7ED5">
            <w:pPr>
              <w:rPr>
                <w:rFonts w:cs="Arial"/>
                <w:b/>
                <w:sz w:val="18"/>
                <w:szCs w:val="18"/>
              </w:rPr>
            </w:pPr>
            <w:r w:rsidRPr="00F478E8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53" w:type="dxa"/>
          </w:tcPr>
          <w:p w14:paraId="384E9F6F" w14:textId="77777777" w:rsidR="00E51FA9" w:rsidRPr="00F478E8" w:rsidRDefault="00E51FA9" w:rsidP="005D7ED5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F478E8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E51FA9" w:rsidRPr="00F478E8" w14:paraId="4946521C" w14:textId="77777777" w:rsidTr="008D1DEB">
        <w:trPr>
          <w:trHeight w:val="213"/>
        </w:trPr>
        <w:tc>
          <w:tcPr>
            <w:tcW w:w="1809" w:type="dxa"/>
          </w:tcPr>
          <w:p w14:paraId="373800F7" w14:textId="77777777" w:rsidR="00E51FA9" w:rsidRPr="00EA3622" w:rsidRDefault="00E51FA9" w:rsidP="005D7ED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EA3622">
              <w:rPr>
                <w:rStyle w:val="pole"/>
                <w:rFonts w:ascii="Lato" w:hAnsi="Lato"/>
                <w:sz w:val="20"/>
                <w:szCs w:val="20"/>
                <w:lang w:val="en-GB"/>
              </w:rPr>
              <w:t>identifier</w:t>
            </w:r>
          </w:p>
        </w:tc>
        <w:tc>
          <w:tcPr>
            <w:tcW w:w="3402" w:type="dxa"/>
          </w:tcPr>
          <w:p w14:paraId="7A89D7B9" w14:textId="77777777" w:rsidR="00E51FA9" w:rsidRPr="00F478E8" w:rsidRDefault="00940D90" w:rsidP="005D7ED5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Identyfikator podatkowy NIP/numer PESEL podatnika</w:t>
            </w:r>
          </w:p>
        </w:tc>
        <w:tc>
          <w:tcPr>
            <w:tcW w:w="709" w:type="dxa"/>
          </w:tcPr>
          <w:p w14:paraId="1525C5CD" w14:textId="77777777" w:rsidR="00E51FA9" w:rsidRPr="00F478E8" w:rsidRDefault="00AD2476" w:rsidP="005D7ED5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2207" w:type="dxa"/>
          </w:tcPr>
          <w:p w14:paraId="65220B08" w14:textId="77777777" w:rsidR="00E51FA9" w:rsidRPr="00F478E8" w:rsidRDefault="00E51FA9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478E8">
              <w:rPr>
                <w:rStyle w:val="pole"/>
                <w:rFonts w:ascii="Lato" w:hAnsi="Lato"/>
                <w:sz w:val="20"/>
                <w:szCs w:val="20"/>
              </w:rPr>
              <w:t>ZIdentification</w:t>
            </w:r>
          </w:p>
        </w:tc>
        <w:tc>
          <w:tcPr>
            <w:tcW w:w="1153" w:type="dxa"/>
          </w:tcPr>
          <w:p w14:paraId="660E2FA2" w14:textId="77777777" w:rsidR="00E51FA9" w:rsidRPr="00F478E8" w:rsidRDefault="00E51FA9" w:rsidP="005D7ED5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E51FA9" w:rsidRPr="00F478E8" w14:paraId="778BA33D" w14:textId="77777777" w:rsidTr="008D1DEB">
        <w:trPr>
          <w:trHeight w:val="213"/>
        </w:trPr>
        <w:tc>
          <w:tcPr>
            <w:tcW w:w="1809" w:type="dxa"/>
          </w:tcPr>
          <w:p w14:paraId="29C8EA78" w14:textId="77777777" w:rsidR="00E51FA9" w:rsidRPr="00EA3622" w:rsidRDefault="00E51FA9" w:rsidP="007F29B2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EA3622">
              <w:rPr>
                <w:rStyle w:val="pole"/>
                <w:rFonts w:ascii="Lato" w:hAnsi="Lato"/>
                <w:sz w:val="20"/>
                <w:szCs w:val="20"/>
                <w:lang w:val="en-GB"/>
              </w:rPr>
              <w:t>formKind</w:t>
            </w:r>
          </w:p>
        </w:tc>
        <w:tc>
          <w:tcPr>
            <w:tcW w:w="3402" w:type="dxa"/>
          </w:tcPr>
          <w:p w14:paraId="1BD7BF75" w14:textId="77777777" w:rsidR="00E51FA9" w:rsidRPr="00F478E8" w:rsidRDefault="00940D90" w:rsidP="00856AEA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Rodzaj deklaracji. Jeżeli deklaracja składana jest przez zarejestrowanego odbiorcę w związku z nabyciem wewnątrzwspólnotowym wyrobów akcyzowych, należy wybrać AKC-4zo, w pozostałych przypadkach należy wybrać AKC-4.</w:t>
            </w:r>
          </w:p>
        </w:tc>
        <w:tc>
          <w:tcPr>
            <w:tcW w:w="709" w:type="dxa"/>
          </w:tcPr>
          <w:p w14:paraId="3ED8B861" w14:textId="77777777" w:rsidR="00E51FA9" w:rsidRPr="00F478E8" w:rsidRDefault="00AD2476" w:rsidP="00E51FA9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207" w:type="dxa"/>
          </w:tcPr>
          <w:p w14:paraId="1B264904" w14:textId="77777777" w:rsidR="00E51FA9" w:rsidRPr="00F478E8" w:rsidRDefault="00E51FA9" w:rsidP="007F29B2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F478E8">
              <w:rPr>
                <w:rStyle w:val="pole"/>
                <w:rFonts w:ascii="Lato" w:hAnsi="Lato"/>
                <w:sz w:val="20"/>
                <w:szCs w:val="20"/>
                <w:lang w:val="pl-PL"/>
              </w:rPr>
              <w:t>string (AKC-4 i AKC-4zo)</w:t>
            </w:r>
          </w:p>
        </w:tc>
        <w:tc>
          <w:tcPr>
            <w:tcW w:w="1153" w:type="dxa"/>
          </w:tcPr>
          <w:p w14:paraId="26CBE7E2" w14:textId="77777777" w:rsidR="00E51FA9" w:rsidRPr="00F478E8" w:rsidRDefault="00E51FA9" w:rsidP="007F29B2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E51FA9" w:rsidRPr="00F478E8" w14:paraId="0E3823AF" w14:textId="77777777" w:rsidTr="008D1DEB">
        <w:trPr>
          <w:trHeight w:val="213"/>
        </w:trPr>
        <w:tc>
          <w:tcPr>
            <w:tcW w:w="1809" w:type="dxa"/>
          </w:tcPr>
          <w:p w14:paraId="430248B5" w14:textId="77777777" w:rsidR="00E51FA9" w:rsidRPr="00EA3622" w:rsidRDefault="00E51FA9" w:rsidP="005D7ED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EA3622">
              <w:rPr>
                <w:rStyle w:val="pole"/>
                <w:rFonts w:ascii="Lato" w:hAnsi="Lato"/>
                <w:sz w:val="20"/>
                <w:szCs w:val="20"/>
                <w:lang w:val="en-GB"/>
              </w:rPr>
              <w:t>period</w:t>
            </w:r>
          </w:p>
        </w:tc>
        <w:tc>
          <w:tcPr>
            <w:tcW w:w="3402" w:type="dxa"/>
          </w:tcPr>
          <w:p w14:paraId="49AC10CF" w14:textId="77777777" w:rsidR="00E51FA9" w:rsidRPr="00F478E8" w:rsidRDefault="00940D90" w:rsidP="00856AEA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Data w formacie miesiąc i rok za jaki została złożona deklaracja.</w:t>
            </w:r>
          </w:p>
        </w:tc>
        <w:tc>
          <w:tcPr>
            <w:tcW w:w="709" w:type="dxa"/>
          </w:tcPr>
          <w:p w14:paraId="690DB2DB" w14:textId="77777777" w:rsidR="00E51FA9" w:rsidRPr="00F478E8" w:rsidRDefault="00AD2476" w:rsidP="005D7ED5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4, 5</w:t>
            </w:r>
          </w:p>
        </w:tc>
        <w:tc>
          <w:tcPr>
            <w:tcW w:w="2207" w:type="dxa"/>
          </w:tcPr>
          <w:p w14:paraId="4D937DB5" w14:textId="77777777" w:rsidR="00E51FA9" w:rsidRPr="00F478E8" w:rsidRDefault="00E51FA9" w:rsidP="005D7ED5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F478E8">
              <w:rPr>
                <w:rStyle w:val="pole"/>
                <w:rFonts w:ascii="Lato" w:hAnsi="Lato"/>
                <w:sz w:val="20"/>
                <w:szCs w:val="20"/>
                <w:lang w:val="pl-PL"/>
              </w:rPr>
              <w:t>ZPeriod</w:t>
            </w:r>
          </w:p>
          <w:p w14:paraId="2E4A7627" w14:textId="06D2C09D" w:rsidR="00E51FA9" w:rsidRPr="00F478E8" w:rsidRDefault="00D53588" w:rsidP="005D7ED5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F478E8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E51FA9" w:rsidRPr="00F478E8">
              <w:rPr>
                <w:rFonts w:eastAsia="Times New Roman" w:cs="Arial"/>
                <w:sz w:val="20"/>
                <w:szCs w:val="20"/>
              </w:rPr>
              <w:instrText>R</w:instrText>
            </w:r>
            <w:r w:rsidR="002C5004" w:rsidRPr="00F478E8">
              <w:rPr>
                <w:rFonts w:eastAsia="Times New Roman" w:cs="Arial"/>
                <w:sz w:val="20"/>
                <w:szCs w:val="20"/>
              </w:rPr>
              <w:instrText>1</w:instrText>
            </w:r>
            <w:r w:rsidRPr="00F478E8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F478E8" w:rsidRPr="00F478E8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F478E8">
              <w:rPr>
                <w:rFonts w:eastAsia="Times New Roman" w:cs="Arial"/>
                <w:sz w:val="20"/>
                <w:szCs w:val="20"/>
              </w:rPr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F478E8">
              <w:rPr>
                <w:rFonts w:eastAsia="Times New Roman" w:cs="Arial"/>
                <w:sz w:val="20"/>
                <w:szCs w:val="20"/>
              </w:rPr>
              <w:t>R1</w:t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="002E739F" w:rsidRPr="00F478E8">
              <w:rPr>
                <w:rFonts w:eastAsia="Times New Roman" w:cs="Arial"/>
                <w:sz w:val="20"/>
                <w:szCs w:val="20"/>
              </w:rPr>
              <w:t>, R32</w:t>
            </w:r>
          </w:p>
        </w:tc>
        <w:tc>
          <w:tcPr>
            <w:tcW w:w="1153" w:type="dxa"/>
          </w:tcPr>
          <w:p w14:paraId="79A37122" w14:textId="77777777" w:rsidR="00E51FA9" w:rsidRPr="00F478E8" w:rsidRDefault="00E51FA9" w:rsidP="005D7ED5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E51FA9" w:rsidRPr="00F478E8" w14:paraId="3B15F300" w14:textId="77777777" w:rsidTr="008D1DEB">
        <w:trPr>
          <w:trHeight w:val="213"/>
        </w:trPr>
        <w:tc>
          <w:tcPr>
            <w:tcW w:w="1809" w:type="dxa"/>
          </w:tcPr>
          <w:p w14:paraId="1ABDADA5" w14:textId="77777777" w:rsidR="00E51FA9" w:rsidRPr="00EA3622" w:rsidRDefault="00752F03" w:rsidP="002923B2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EA3622">
              <w:rPr>
                <w:rStyle w:val="pole"/>
                <w:rFonts w:ascii="Lato" w:hAnsi="Lato"/>
                <w:sz w:val="20"/>
                <w:szCs w:val="20"/>
                <w:lang w:val="en-GB"/>
              </w:rPr>
              <w:t>tax</w:t>
            </w:r>
            <w:r w:rsidR="00E51FA9" w:rsidRPr="00EA3622">
              <w:rPr>
                <w:rStyle w:val="pole"/>
                <w:rFonts w:ascii="Lato" w:hAnsi="Lato"/>
                <w:sz w:val="20"/>
                <w:szCs w:val="20"/>
                <w:lang w:val="en-GB"/>
              </w:rPr>
              <w:t>Office</w:t>
            </w:r>
          </w:p>
        </w:tc>
        <w:tc>
          <w:tcPr>
            <w:tcW w:w="3402" w:type="dxa"/>
          </w:tcPr>
          <w:p w14:paraId="79BB47D6" w14:textId="77777777" w:rsidR="00940D90" w:rsidRPr="00F478E8" w:rsidRDefault="00940D90" w:rsidP="006277E7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Naczelnik urzędu skarbowego.</w:t>
            </w:r>
          </w:p>
          <w:p w14:paraId="20BFE617" w14:textId="77777777" w:rsidR="006277E7" w:rsidRPr="00F478E8" w:rsidRDefault="006277E7" w:rsidP="006277E7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 xml:space="preserve">Zgodny ze słownikiem </w:t>
            </w:r>
            <w:r w:rsidR="008A6961" w:rsidRPr="00F478E8">
              <w:rPr>
                <w:rFonts w:eastAsia="Times New Roman" w:cs="Arial"/>
                <w:sz w:val="20"/>
                <w:szCs w:val="20"/>
              </w:rPr>
              <w:t>3090</w:t>
            </w:r>
            <w:r w:rsidRPr="00F478E8">
              <w:rPr>
                <w:rFonts w:eastAsia="Times New Roman" w:cs="Arial"/>
                <w:sz w:val="20"/>
                <w:szCs w:val="20"/>
              </w:rPr>
              <w:t>, dostępnym pod adresem:</w:t>
            </w:r>
          </w:p>
          <w:p w14:paraId="7CEAB1E1" w14:textId="77777777" w:rsidR="00893FB3" w:rsidRPr="00F478E8" w:rsidRDefault="006277E7" w:rsidP="006C3F77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https://puesc.gov.p</w:t>
            </w:r>
            <w:r w:rsidR="00893FB3" w:rsidRPr="00F478E8">
              <w:rPr>
                <w:rFonts w:eastAsia="Times New Roman" w:cs="Arial"/>
                <w:sz w:val="20"/>
                <w:szCs w:val="20"/>
              </w:rPr>
              <w:t>l/seap_pdr_extimpl/slowniki/</w:t>
            </w:r>
            <w:r w:rsidR="008A6961" w:rsidRPr="00F478E8">
              <w:rPr>
                <w:rFonts w:eastAsia="Times New Roman" w:cs="Arial"/>
                <w:sz w:val="20"/>
                <w:szCs w:val="20"/>
              </w:rPr>
              <w:t>3090</w:t>
            </w:r>
          </w:p>
        </w:tc>
        <w:tc>
          <w:tcPr>
            <w:tcW w:w="709" w:type="dxa"/>
          </w:tcPr>
          <w:p w14:paraId="52B7076A" w14:textId="77777777" w:rsidR="00E51FA9" w:rsidRPr="00F478E8" w:rsidRDefault="00AD2476" w:rsidP="00E51FA9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6</w:t>
            </w:r>
          </w:p>
        </w:tc>
        <w:tc>
          <w:tcPr>
            <w:tcW w:w="2207" w:type="dxa"/>
          </w:tcPr>
          <w:p w14:paraId="52A43EF4" w14:textId="77777777" w:rsidR="00E51FA9" w:rsidRPr="00F478E8" w:rsidRDefault="00E51FA9" w:rsidP="00752F0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478E8">
              <w:rPr>
                <w:rStyle w:val="pole"/>
                <w:rFonts w:ascii="Lato" w:hAnsi="Lato"/>
                <w:sz w:val="20"/>
                <w:szCs w:val="20"/>
              </w:rPr>
              <w:t>Z</w:t>
            </w:r>
            <w:r w:rsidR="00752F03" w:rsidRPr="00F478E8">
              <w:rPr>
                <w:rStyle w:val="pole"/>
                <w:rFonts w:ascii="Lato" w:hAnsi="Lato"/>
                <w:sz w:val="20"/>
                <w:szCs w:val="20"/>
              </w:rPr>
              <w:t>Tax</w:t>
            </w:r>
            <w:r w:rsidRPr="00F478E8">
              <w:rPr>
                <w:rStyle w:val="pole"/>
                <w:rFonts w:ascii="Lato" w:hAnsi="Lato"/>
                <w:sz w:val="20"/>
                <w:szCs w:val="20"/>
              </w:rPr>
              <w:t>Office</w:t>
            </w:r>
          </w:p>
        </w:tc>
        <w:tc>
          <w:tcPr>
            <w:tcW w:w="1153" w:type="dxa"/>
          </w:tcPr>
          <w:p w14:paraId="0210017E" w14:textId="77777777" w:rsidR="00E51FA9" w:rsidRPr="00F478E8" w:rsidRDefault="00E51FA9" w:rsidP="002923B2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E51FA9" w:rsidRPr="00F478E8" w14:paraId="19BDCA2B" w14:textId="77777777" w:rsidTr="008D1DEB">
        <w:trPr>
          <w:trHeight w:val="213"/>
        </w:trPr>
        <w:tc>
          <w:tcPr>
            <w:tcW w:w="1809" w:type="dxa"/>
          </w:tcPr>
          <w:p w14:paraId="541811A1" w14:textId="77777777" w:rsidR="00E51FA9" w:rsidRPr="00EA3622" w:rsidRDefault="00E51FA9" w:rsidP="005D7ED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EA3622">
              <w:rPr>
                <w:rStyle w:val="pole"/>
                <w:rFonts w:ascii="Lato" w:hAnsi="Lato"/>
                <w:sz w:val="20"/>
                <w:szCs w:val="20"/>
                <w:lang w:val="en-GB"/>
              </w:rPr>
              <w:t>submissionAim</w:t>
            </w:r>
          </w:p>
        </w:tc>
        <w:tc>
          <w:tcPr>
            <w:tcW w:w="3402" w:type="dxa"/>
          </w:tcPr>
          <w:p w14:paraId="3A693B09" w14:textId="77777777" w:rsidR="00E51FA9" w:rsidRPr="00F478E8" w:rsidRDefault="00940D90" w:rsidP="005D7ED5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Cel złożenia formularza: złożenie deklaracji/korekta deklaracji</w:t>
            </w:r>
          </w:p>
        </w:tc>
        <w:tc>
          <w:tcPr>
            <w:tcW w:w="709" w:type="dxa"/>
          </w:tcPr>
          <w:p w14:paraId="720A912C" w14:textId="77777777" w:rsidR="00E51FA9" w:rsidRPr="00F478E8" w:rsidRDefault="00AD2476" w:rsidP="005D7ED5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2207" w:type="dxa"/>
          </w:tcPr>
          <w:p w14:paraId="1A703B13" w14:textId="77777777" w:rsidR="00E51FA9" w:rsidRPr="00F478E8" w:rsidRDefault="00E51FA9" w:rsidP="005D7ED5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F478E8">
              <w:rPr>
                <w:rStyle w:val="pole"/>
                <w:rFonts w:ascii="Lato" w:hAnsi="Lato"/>
                <w:sz w:val="20"/>
                <w:szCs w:val="20"/>
                <w:lang w:val="pl-PL"/>
              </w:rPr>
              <w:t>ZSubmissionAim</w:t>
            </w:r>
          </w:p>
          <w:p w14:paraId="5E970591" w14:textId="5E33F484" w:rsidR="00E51FA9" w:rsidRPr="00F478E8" w:rsidRDefault="00D53588" w:rsidP="005D7ED5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F478E8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E51FA9" w:rsidRPr="00F478E8">
              <w:rPr>
                <w:rFonts w:eastAsia="Times New Roman" w:cs="Arial"/>
                <w:sz w:val="20"/>
                <w:szCs w:val="20"/>
              </w:rPr>
              <w:instrText>R</w:instrText>
            </w:r>
            <w:r w:rsidR="002C5004" w:rsidRPr="00F478E8">
              <w:rPr>
                <w:rFonts w:eastAsia="Times New Roman" w:cs="Arial"/>
                <w:sz w:val="20"/>
                <w:szCs w:val="20"/>
              </w:rPr>
              <w:instrText>2</w:instrText>
            </w:r>
            <w:r w:rsidRPr="00F478E8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F478E8" w:rsidRPr="00F478E8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F478E8">
              <w:rPr>
                <w:rFonts w:eastAsia="Times New Roman" w:cs="Arial"/>
                <w:sz w:val="20"/>
                <w:szCs w:val="20"/>
              </w:rPr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F478E8">
              <w:rPr>
                <w:rFonts w:eastAsia="Times New Roman" w:cs="Arial"/>
                <w:sz w:val="20"/>
                <w:szCs w:val="20"/>
              </w:rPr>
              <w:t>R2</w:t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53" w:type="dxa"/>
          </w:tcPr>
          <w:p w14:paraId="62BD7852" w14:textId="77777777" w:rsidR="00E51FA9" w:rsidRPr="00F478E8" w:rsidRDefault="00E51FA9" w:rsidP="005D7ED5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AD2476" w:rsidRPr="00F478E8" w14:paraId="642BC8EE" w14:textId="77777777" w:rsidTr="008D1DEB">
        <w:trPr>
          <w:trHeight w:val="213"/>
        </w:trPr>
        <w:tc>
          <w:tcPr>
            <w:tcW w:w="1809" w:type="dxa"/>
          </w:tcPr>
          <w:p w14:paraId="21018813" w14:textId="77777777" w:rsidR="00AD2476" w:rsidRPr="00EA3622" w:rsidRDefault="00AD2476" w:rsidP="0013785F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EA3622">
              <w:rPr>
                <w:rStyle w:val="pole"/>
                <w:rFonts w:ascii="Lato" w:hAnsi="Lato"/>
                <w:sz w:val="20"/>
                <w:szCs w:val="20"/>
                <w:lang w:val="en-GB"/>
              </w:rPr>
              <w:t>orgDocNo</w:t>
            </w:r>
          </w:p>
        </w:tc>
        <w:tc>
          <w:tcPr>
            <w:tcW w:w="3402" w:type="dxa"/>
          </w:tcPr>
          <w:p w14:paraId="52CDFA12" w14:textId="77777777" w:rsidR="00AD2476" w:rsidRPr="00F478E8" w:rsidRDefault="00AD2476" w:rsidP="0013785F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Numer dokumentu pierwotnego, którego dotyczy korekta.</w:t>
            </w:r>
          </w:p>
        </w:tc>
        <w:tc>
          <w:tcPr>
            <w:tcW w:w="709" w:type="dxa"/>
          </w:tcPr>
          <w:p w14:paraId="42FF7515" w14:textId="77777777" w:rsidR="00AD2476" w:rsidRPr="00F478E8" w:rsidRDefault="00AD2476" w:rsidP="0013785F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207" w:type="dxa"/>
          </w:tcPr>
          <w:p w14:paraId="5D3B79B9" w14:textId="77777777" w:rsidR="00AD2476" w:rsidRPr="00F478E8" w:rsidRDefault="002F31F2" w:rsidP="0013785F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478E8">
              <w:rPr>
                <w:rStyle w:val="pole"/>
                <w:rFonts w:ascii="Lato" w:hAnsi="Lato"/>
                <w:sz w:val="20"/>
                <w:szCs w:val="20"/>
              </w:rPr>
              <w:t>ZDocNo</w:t>
            </w:r>
          </w:p>
        </w:tc>
        <w:tc>
          <w:tcPr>
            <w:tcW w:w="1153" w:type="dxa"/>
          </w:tcPr>
          <w:p w14:paraId="4DB998E8" w14:textId="77777777" w:rsidR="00AD2476" w:rsidRPr="00F478E8" w:rsidRDefault="00AD2476" w:rsidP="0013785F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AD2476" w:rsidRPr="00F478E8" w14:paraId="6937564A" w14:textId="77777777" w:rsidTr="008D1DEB">
        <w:trPr>
          <w:trHeight w:val="213"/>
        </w:trPr>
        <w:tc>
          <w:tcPr>
            <w:tcW w:w="1809" w:type="dxa"/>
          </w:tcPr>
          <w:p w14:paraId="7EC84BB1" w14:textId="77777777" w:rsidR="00AD2476" w:rsidRPr="00EA3622" w:rsidRDefault="00AD2476" w:rsidP="005D7ED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EA3622">
              <w:rPr>
                <w:rStyle w:val="pole"/>
                <w:rFonts w:ascii="Lato" w:hAnsi="Lato"/>
                <w:sz w:val="20"/>
                <w:szCs w:val="20"/>
                <w:lang w:val="en-GB"/>
              </w:rPr>
              <w:lastRenderedPageBreak/>
              <w:t>justification</w:t>
            </w:r>
          </w:p>
        </w:tc>
        <w:tc>
          <w:tcPr>
            <w:tcW w:w="3402" w:type="dxa"/>
          </w:tcPr>
          <w:p w14:paraId="650CC174" w14:textId="77777777" w:rsidR="00AD2476" w:rsidRPr="00F478E8" w:rsidRDefault="00AD2476" w:rsidP="005D7ED5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Pole tekstowe pozwalające na wprowadzenie informacji uzasadniającej korektę.</w:t>
            </w:r>
          </w:p>
        </w:tc>
        <w:tc>
          <w:tcPr>
            <w:tcW w:w="709" w:type="dxa"/>
          </w:tcPr>
          <w:p w14:paraId="35667E98" w14:textId="77777777" w:rsidR="00AD2476" w:rsidRPr="00F478E8" w:rsidRDefault="003E005F" w:rsidP="005D7ED5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207" w:type="dxa"/>
          </w:tcPr>
          <w:p w14:paraId="381365EF" w14:textId="77777777" w:rsidR="00AD2476" w:rsidRPr="00F478E8" w:rsidRDefault="00AD2476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478E8">
              <w:rPr>
                <w:rStyle w:val="pole"/>
                <w:rFonts w:ascii="Lato" w:hAnsi="Lato"/>
                <w:sz w:val="20"/>
                <w:szCs w:val="20"/>
              </w:rPr>
              <w:t>string(256)</w:t>
            </w:r>
          </w:p>
        </w:tc>
        <w:tc>
          <w:tcPr>
            <w:tcW w:w="1153" w:type="dxa"/>
          </w:tcPr>
          <w:p w14:paraId="5B3A5E0F" w14:textId="77777777" w:rsidR="00AD2476" w:rsidRPr="00F478E8" w:rsidRDefault="00AD2476" w:rsidP="005D7ED5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AD2476" w:rsidRPr="00F478E8" w14:paraId="0ACC93DF" w14:textId="77777777" w:rsidTr="008D1DEB">
        <w:trPr>
          <w:trHeight w:val="213"/>
        </w:trPr>
        <w:tc>
          <w:tcPr>
            <w:tcW w:w="1809" w:type="dxa"/>
          </w:tcPr>
          <w:p w14:paraId="0AF643DB" w14:textId="77777777" w:rsidR="00AD2476" w:rsidRPr="00EA3622" w:rsidRDefault="00AD2476" w:rsidP="005D7ED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EA3622">
              <w:rPr>
                <w:rStyle w:val="pole"/>
                <w:rFonts w:ascii="Lato" w:hAnsi="Lato"/>
                <w:sz w:val="20"/>
                <w:szCs w:val="20"/>
                <w:lang w:val="en-GB"/>
              </w:rPr>
              <w:t>Trader</w:t>
            </w:r>
          </w:p>
        </w:tc>
        <w:tc>
          <w:tcPr>
            <w:tcW w:w="3402" w:type="dxa"/>
          </w:tcPr>
          <w:p w14:paraId="2495DC69" w14:textId="77777777" w:rsidR="00AD2476" w:rsidRPr="00F478E8" w:rsidRDefault="00940D90" w:rsidP="005D7ED5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Podmiot</w:t>
            </w:r>
          </w:p>
        </w:tc>
        <w:tc>
          <w:tcPr>
            <w:tcW w:w="709" w:type="dxa"/>
          </w:tcPr>
          <w:p w14:paraId="2435764C" w14:textId="77777777" w:rsidR="00AD2476" w:rsidRPr="00F478E8" w:rsidRDefault="003E005F" w:rsidP="00E51FA9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B</w:t>
            </w:r>
          </w:p>
        </w:tc>
        <w:tc>
          <w:tcPr>
            <w:tcW w:w="2207" w:type="dxa"/>
          </w:tcPr>
          <w:p w14:paraId="32080665" w14:textId="77777777" w:rsidR="00AD2476" w:rsidRPr="00F478E8" w:rsidRDefault="00AD2476" w:rsidP="005D7ED5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F478E8">
              <w:rPr>
                <w:rStyle w:val="pole"/>
                <w:rFonts w:ascii="Lato" w:hAnsi="Lato"/>
                <w:sz w:val="20"/>
                <w:szCs w:val="20"/>
                <w:lang w:val="pl-PL"/>
              </w:rPr>
              <w:t>ZTrader</w:t>
            </w:r>
          </w:p>
          <w:p w14:paraId="78EA20C9" w14:textId="0A384F9D" w:rsidR="003734EB" w:rsidRPr="00F478E8" w:rsidRDefault="00D53588" w:rsidP="005D7ED5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F478E8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3734EB" w:rsidRPr="00F478E8">
              <w:rPr>
                <w:rFonts w:eastAsia="Times New Roman" w:cs="Arial"/>
                <w:sz w:val="20"/>
                <w:szCs w:val="20"/>
              </w:rPr>
              <w:instrText>R</w:instrText>
            </w:r>
            <w:r w:rsidR="002C5004" w:rsidRPr="00F478E8">
              <w:rPr>
                <w:rFonts w:eastAsia="Times New Roman" w:cs="Arial"/>
                <w:sz w:val="20"/>
                <w:szCs w:val="20"/>
              </w:rPr>
              <w:instrText>3</w:instrText>
            </w:r>
            <w:r w:rsidRPr="00F478E8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F478E8" w:rsidRPr="00F478E8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F478E8">
              <w:rPr>
                <w:rFonts w:eastAsia="Times New Roman" w:cs="Arial"/>
                <w:sz w:val="20"/>
                <w:szCs w:val="20"/>
              </w:rPr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F478E8">
              <w:rPr>
                <w:rFonts w:eastAsia="Times New Roman" w:cs="Arial"/>
                <w:sz w:val="20"/>
                <w:szCs w:val="20"/>
              </w:rPr>
              <w:t>R3</w:t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53" w:type="dxa"/>
          </w:tcPr>
          <w:p w14:paraId="48F8C5E4" w14:textId="77777777" w:rsidR="00AD2476" w:rsidRPr="00F478E8" w:rsidRDefault="00AD2476" w:rsidP="005D7ED5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AD2476" w:rsidRPr="00F478E8" w14:paraId="6F50721B" w14:textId="77777777" w:rsidTr="008D1DEB">
        <w:trPr>
          <w:trHeight w:val="213"/>
        </w:trPr>
        <w:tc>
          <w:tcPr>
            <w:tcW w:w="1809" w:type="dxa"/>
          </w:tcPr>
          <w:p w14:paraId="655195E5" w14:textId="77777777" w:rsidR="00AD2476" w:rsidRPr="00EA3622" w:rsidRDefault="00AD2476" w:rsidP="005D7ED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EA3622">
              <w:rPr>
                <w:rStyle w:val="pole"/>
                <w:rFonts w:ascii="Lato" w:hAnsi="Lato"/>
                <w:sz w:val="20"/>
                <w:szCs w:val="20"/>
                <w:lang w:val="en-GB"/>
              </w:rPr>
              <w:t>Attachment</w:t>
            </w:r>
          </w:p>
        </w:tc>
        <w:tc>
          <w:tcPr>
            <w:tcW w:w="3402" w:type="dxa"/>
          </w:tcPr>
          <w:p w14:paraId="05F061C3" w14:textId="77777777" w:rsidR="00AD2476" w:rsidRPr="00F478E8" w:rsidRDefault="00BC784D" w:rsidP="005D7ED5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Informacja o załącznikach</w:t>
            </w:r>
          </w:p>
        </w:tc>
        <w:tc>
          <w:tcPr>
            <w:tcW w:w="709" w:type="dxa"/>
          </w:tcPr>
          <w:p w14:paraId="71E33B12" w14:textId="77777777" w:rsidR="00AD2476" w:rsidRPr="00F478E8" w:rsidRDefault="00BC784D" w:rsidP="00E51FA9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F</w:t>
            </w:r>
          </w:p>
        </w:tc>
        <w:tc>
          <w:tcPr>
            <w:tcW w:w="2207" w:type="dxa"/>
          </w:tcPr>
          <w:p w14:paraId="355E1B73" w14:textId="77777777" w:rsidR="00AD2476" w:rsidRPr="00B85AB4" w:rsidRDefault="00134B6F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instrText xml:space="preserve"> REF AttachmentType\h  \* MERGEFORMAT </w:instrTex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B85AB4">
              <w:rPr>
                <w:rStyle w:val="pole"/>
                <w:rFonts w:ascii="Lato" w:hAnsi="Lato"/>
                <w:sz w:val="20"/>
                <w:szCs w:val="20"/>
              </w:rPr>
              <w:t>AttachmentType</w: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53" w:type="dxa"/>
          </w:tcPr>
          <w:p w14:paraId="764FD2A1" w14:textId="77777777" w:rsidR="00AD2476" w:rsidRPr="00F478E8" w:rsidRDefault="00AD2476" w:rsidP="005D7ED5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BC784D" w:rsidRPr="00F478E8" w14:paraId="0F124036" w14:textId="77777777" w:rsidTr="008D1DEB">
        <w:trPr>
          <w:trHeight w:val="213"/>
        </w:trPr>
        <w:tc>
          <w:tcPr>
            <w:tcW w:w="1809" w:type="dxa"/>
          </w:tcPr>
          <w:p w14:paraId="7C366D51" w14:textId="77777777" w:rsidR="00BC784D" w:rsidRPr="00EA3622" w:rsidRDefault="00BC784D" w:rsidP="005D7ED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EA3622">
              <w:rPr>
                <w:rStyle w:val="pole"/>
                <w:rFonts w:ascii="Lato" w:hAnsi="Lato"/>
                <w:sz w:val="20"/>
                <w:szCs w:val="20"/>
                <w:lang w:val="en-GB"/>
              </w:rPr>
              <w:t>statementOfExciseDutyProductGroups</w:t>
            </w:r>
          </w:p>
        </w:tc>
        <w:tc>
          <w:tcPr>
            <w:tcW w:w="3402" w:type="dxa"/>
          </w:tcPr>
          <w:p w14:paraId="4F0CB1D6" w14:textId="77777777" w:rsidR="00BC784D" w:rsidRPr="00F478E8" w:rsidRDefault="00BC784D" w:rsidP="005D7ED5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Zestawienie podatku akcyzowego według grup wyrobów</w:t>
            </w:r>
          </w:p>
        </w:tc>
        <w:tc>
          <w:tcPr>
            <w:tcW w:w="709" w:type="dxa"/>
          </w:tcPr>
          <w:p w14:paraId="350F50DC" w14:textId="77777777" w:rsidR="00BC784D" w:rsidRPr="00F478E8" w:rsidRDefault="00BC784D" w:rsidP="00E51FA9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C</w:t>
            </w:r>
          </w:p>
        </w:tc>
        <w:tc>
          <w:tcPr>
            <w:tcW w:w="2207" w:type="dxa"/>
          </w:tcPr>
          <w:p w14:paraId="279DD3E7" w14:textId="77777777" w:rsidR="00BC784D" w:rsidRPr="00B85AB4" w:rsidRDefault="00BC784D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478E8">
              <w:rPr>
                <w:rStyle w:val="pole"/>
                <w:rFonts w:ascii="Lato" w:hAnsi="Lato"/>
                <w:sz w:val="20"/>
                <w:szCs w:val="20"/>
              </w:rPr>
              <w:t>statementOfExciseDutyProductGroupsType</w:t>
            </w:r>
          </w:p>
        </w:tc>
        <w:tc>
          <w:tcPr>
            <w:tcW w:w="1153" w:type="dxa"/>
          </w:tcPr>
          <w:p w14:paraId="6CD6FF6F" w14:textId="77777777" w:rsidR="00BC784D" w:rsidRPr="00F478E8" w:rsidRDefault="00BC784D" w:rsidP="005D7ED5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AD2476" w:rsidRPr="00F478E8" w14:paraId="0D7B3777" w14:textId="77777777" w:rsidTr="008D1DEB">
        <w:trPr>
          <w:trHeight w:val="213"/>
        </w:trPr>
        <w:tc>
          <w:tcPr>
            <w:tcW w:w="1809" w:type="dxa"/>
          </w:tcPr>
          <w:p w14:paraId="4A3606E6" w14:textId="77777777" w:rsidR="00AD2476" w:rsidRPr="00EA3622" w:rsidRDefault="00AD2476" w:rsidP="005D7ED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EA3622">
              <w:rPr>
                <w:rStyle w:val="pole"/>
                <w:rFonts w:ascii="Lato" w:hAnsi="Lato"/>
                <w:sz w:val="20"/>
                <w:szCs w:val="20"/>
                <w:lang w:val="en-GB"/>
              </w:rPr>
              <w:t>AmountPayable</w:t>
            </w:r>
          </w:p>
        </w:tc>
        <w:tc>
          <w:tcPr>
            <w:tcW w:w="3402" w:type="dxa"/>
          </w:tcPr>
          <w:p w14:paraId="15B370A3" w14:textId="77777777" w:rsidR="00AD2476" w:rsidRPr="00F478E8" w:rsidRDefault="00940D90" w:rsidP="005D7ED5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Rozliczenie podatku akcyzowego</w:t>
            </w:r>
          </w:p>
        </w:tc>
        <w:tc>
          <w:tcPr>
            <w:tcW w:w="709" w:type="dxa"/>
          </w:tcPr>
          <w:p w14:paraId="1FF4D0D8" w14:textId="77777777" w:rsidR="00AD2476" w:rsidRPr="00F478E8" w:rsidRDefault="003B7BB3" w:rsidP="005D7ED5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D</w:t>
            </w:r>
          </w:p>
        </w:tc>
        <w:tc>
          <w:tcPr>
            <w:tcW w:w="2207" w:type="dxa"/>
          </w:tcPr>
          <w:p w14:paraId="0DFCA7B8" w14:textId="77777777" w:rsidR="00AD2476" w:rsidRPr="00B85AB4" w:rsidRDefault="00134B6F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instrText xml:space="preserve"> REF AmountPayableType \h  \* MERGEFORMAT </w:instrTex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B85AB4">
              <w:rPr>
                <w:rStyle w:val="pole"/>
                <w:rFonts w:ascii="Lato" w:hAnsi="Lato"/>
                <w:sz w:val="20"/>
                <w:szCs w:val="20"/>
              </w:rPr>
              <w:t>AmountPayableType</w: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53" w:type="dxa"/>
          </w:tcPr>
          <w:p w14:paraId="30BAE8A1" w14:textId="77777777" w:rsidR="00AD2476" w:rsidRPr="00F478E8" w:rsidRDefault="00AD2476" w:rsidP="005D7ED5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BC784D" w:rsidRPr="00F478E8" w14:paraId="51A3EC0D" w14:textId="77777777" w:rsidTr="008D1DEB">
        <w:trPr>
          <w:trHeight w:val="213"/>
        </w:trPr>
        <w:tc>
          <w:tcPr>
            <w:tcW w:w="1809" w:type="dxa"/>
          </w:tcPr>
          <w:p w14:paraId="4B0B94F0" w14:textId="77777777" w:rsidR="00BC784D" w:rsidRPr="00EA3622" w:rsidRDefault="00BC784D" w:rsidP="005D7ED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EA3622">
              <w:rPr>
                <w:rStyle w:val="pole"/>
                <w:rFonts w:ascii="Lato" w:hAnsi="Lato"/>
                <w:sz w:val="20"/>
                <w:szCs w:val="20"/>
                <w:lang w:val="en-GB"/>
              </w:rPr>
              <w:t>amountOfExciseDuty</w:t>
            </w:r>
          </w:p>
        </w:tc>
        <w:tc>
          <w:tcPr>
            <w:tcW w:w="3402" w:type="dxa"/>
          </w:tcPr>
          <w:p w14:paraId="165DAAAF" w14:textId="77777777" w:rsidR="00BC784D" w:rsidRPr="00F478E8" w:rsidRDefault="00BC784D" w:rsidP="005D7ED5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Wysokość podatku akcyzowego przypadającego do zapłaty</w:t>
            </w:r>
          </w:p>
        </w:tc>
        <w:tc>
          <w:tcPr>
            <w:tcW w:w="709" w:type="dxa"/>
          </w:tcPr>
          <w:p w14:paraId="2269B9D7" w14:textId="77777777" w:rsidR="00BC784D" w:rsidRPr="00F478E8" w:rsidRDefault="00BC784D" w:rsidP="005D7ED5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E</w:t>
            </w:r>
          </w:p>
        </w:tc>
        <w:tc>
          <w:tcPr>
            <w:tcW w:w="2207" w:type="dxa"/>
          </w:tcPr>
          <w:p w14:paraId="4D0B44C5" w14:textId="77777777" w:rsidR="00BC784D" w:rsidRPr="00B85AB4" w:rsidRDefault="00BC784D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t>amountOfExciseDutyType</w:t>
            </w:r>
          </w:p>
        </w:tc>
        <w:tc>
          <w:tcPr>
            <w:tcW w:w="1153" w:type="dxa"/>
          </w:tcPr>
          <w:p w14:paraId="445A2756" w14:textId="77777777" w:rsidR="00BC784D" w:rsidRPr="00F478E8" w:rsidRDefault="00BC784D" w:rsidP="005D7ED5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AD2476" w:rsidRPr="00F478E8" w14:paraId="12BF7F0E" w14:textId="77777777" w:rsidTr="008D1DEB">
        <w:trPr>
          <w:trHeight w:val="213"/>
        </w:trPr>
        <w:tc>
          <w:tcPr>
            <w:tcW w:w="1809" w:type="dxa"/>
          </w:tcPr>
          <w:p w14:paraId="18A39873" w14:textId="77777777" w:rsidR="00AD2476" w:rsidRPr="00EA3622" w:rsidRDefault="00AD2476" w:rsidP="005D7ED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EA3622">
              <w:rPr>
                <w:rStyle w:val="pole"/>
                <w:rFonts w:ascii="Lato" w:hAnsi="Lato"/>
                <w:sz w:val="20"/>
                <w:szCs w:val="20"/>
                <w:lang w:val="en-GB"/>
              </w:rPr>
              <w:t>Statement</w:t>
            </w:r>
          </w:p>
        </w:tc>
        <w:tc>
          <w:tcPr>
            <w:tcW w:w="3402" w:type="dxa"/>
          </w:tcPr>
          <w:p w14:paraId="571C3291" w14:textId="77777777" w:rsidR="00AD2476" w:rsidRPr="00F478E8" w:rsidRDefault="00AD2476" w:rsidP="005D7ED5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Oświadczenie podatnika lub osoby reprezentującej podatnika</w:t>
            </w:r>
          </w:p>
        </w:tc>
        <w:tc>
          <w:tcPr>
            <w:tcW w:w="709" w:type="dxa"/>
          </w:tcPr>
          <w:p w14:paraId="6FCCC6C1" w14:textId="77777777" w:rsidR="00AD2476" w:rsidRPr="00F478E8" w:rsidRDefault="00940D90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G</w:t>
            </w:r>
          </w:p>
          <w:p w14:paraId="1DF1D167" w14:textId="77777777" w:rsidR="00AD2476" w:rsidRPr="00F478E8" w:rsidRDefault="00AD2476" w:rsidP="00E51FA9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207" w:type="dxa"/>
          </w:tcPr>
          <w:p w14:paraId="60FB167C" w14:textId="77777777" w:rsidR="00AD2476" w:rsidRPr="00F478E8" w:rsidRDefault="00AD2476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478E8">
              <w:rPr>
                <w:rStyle w:val="pole"/>
                <w:rFonts w:ascii="Lato" w:hAnsi="Lato"/>
                <w:sz w:val="20"/>
                <w:szCs w:val="20"/>
              </w:rPr>
              <w:t>Z</w:t>
            </w:r>
            <w:r w:rsidR="005F3413" w:rsidRPr="00F478E8">
              <w:rPr>
                <w:rStyle w:val="pole"/>
                <w:rFonts w:ascii="Lato" w:hAnsi="Lato"/>
                <w:sz w:val="20"/>
                <w:szCs w:val="20"/>
              </w:rPr>
              <w:t>Ext</w:t>
            </w:r>
            <w:r w:rsidRPr="00F478E8">
              <w:rPr>
                <w:rStyle w:val="pole"/>
                <w:rFonts w:ascii="Lato" w:hAnsi="Lato"/>
                <w:sz w:val="20"/>
                <w:szCs w:val="20"/>
              </w:rPr>
              <w:t>Statement</w:t>
            </w:r>
          </w:p>
        </w:tc>
        <w:tc>
          <w:tcPr>
            <w:tcW w:w="1153" w:type="dxa"/>
          </w:tcPr>
          <w:p w14:paraId="1B9A8A7C" w14:textId="77777777" w:rsidR="00AD2476" w:rsidRPr="00F478E8" w:rsidRDefault="00913459" w:rsidP="005D7ED5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1</w:t>
            </w:r>
            <w:r w:rsidR="00AD2476" w:rsidRPr="00F478E8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5D4377" w:rsidRPr="00F478E8" w14:paraId="3F71CD6F" w14:textId="77777777" w:rsidTr="008D1DEB">
        <w:trPr>
          <w:trHeight w:val="213"/>
        </w:trPr>
        <w:tc>
          <w:tcPr>
            <w:tcW w:w="1809" w:type="dxa"/>
          </w:tcPr>
          <w:p w14:paraId="577A04EA" w14:textId="77777777" w:rsidR="005D4377" w:rsidRPr="00EA3622" w:rsidRDefault="005D4377" w:rsidP="005D4377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EA3622">
              <w:rPr>
                <w:rStyle w:val="pole"/>
                <w:rFonts w:ascii="Lato" w:hAnsi="Lato"/>
                <w:sz w:val="20"/>
                <w:szCs w:val="20"/>
                <w:lang w:val="en-GB"/>
              </w:rPr>
              <w:t>selfRef</w:t>
            </w:r>
          </w:p>
        </w:tc>
        <w:tc>
          <w:tcPr>
            <w:tcW w:w="3402" w:type="dxa"/>
          </w:tcPr>
          <w:p w14:paraId="7F1B741F" w14:textId="77777777" w:rsidR="005D4377" w:rsidRPr="00F478E8" w:rsidRDefault="005D4377" w:rsidP="005D4377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Numer własny komunikatu</w:t>
            </w:r>
          </w:p>
        </w:tc>
        <w:tc>
          <w:tcPr>
            <w:tcW w:w="709" w:type="dxa"/>
          </w:tcPr>
          <w:p w14:paraId="5B42D7C6" w14:textId="77777777" w:rsidR="005D4377" w:rsidRPr="00F478E8" w:rsidRDefault="005D4377" w:rsidP="005D4377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207" w:type="dxa"/>
          </w:tcPr>
          <w:p w14:paraId="2E5CB35A" w14:textId="77777777" w:rsidR="005D4377" w:rsidRPr="00F478E8" w:rsidRDefault="005D4377" w:rsidP="005D437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478E8">
              <w:rPr>
                <w:rStyle w:val="pole"/>
                <w:rFonts w:ascii="Lato" w:hAnsi="Lato"/>
                <w:sz w:val="20"/>
                <w:szCs w:val="20"/>
              </w:rPr>
              <w:t>ZSelfRef</w:t>
            </w:r>
          </w:p>
        </w:tc>
        <w:tc>
          <w:tcPr>
            <w:tcW w:w="1153" w:type="dxa"/>
          </w:tcPr>
          <w:p w14:paraId="3559572B" w14:textId="77777777" w:rsidR="005D4377" w:rsidRPr="00F478E8" w:rsidRDefault="00940D90" w:rsidP="005D4377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1</w:t>
            </w:r>
            <w:r w:rsidR="005D4377" w:rsidRPr="00F478E8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</w:tbl>
    <w:p w14:paraId="11E90427" w14:textId="5CC7A365" w:rsidR="005E55A1" w:rsidRDefault="005E55A1" w:rsidP="005E55A1">
      <w:pPr>
        <w:pStyle w:val="Legenda"/>
        <w:keepNext/>
      </w:pPr>
      <w:bookmarkStart w:id="67" w:name="_Toc182566542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11</w:t>
      </w:r>
      <w:r w:rsidR="00715F4C">
        <w:rPr>
          <w:noProof/>
        </w:rPr>
        <w:fldChar w:fldCharType="end"/>
      </w:r>
      <w:r>
        <w:t xml:space="preserve">. </w:t>
      </w:r>
      <w:r w:rsidRPr="00A11F05">
        <w:t>Struktura elementu AttachmentType</w:t>
      </w:r>
      <w:bookmarkEnd w:id="67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37"/>
        <w:gridCol w:w="2098"/>
        <w:gridCol w:w="1197"/>
      </w:tblGrid>
      <w:tr w:rsidR="00E51FA9" w:rsidRPr="00F478E8" w14:paraId="065F2582" w14:textId="77777777" w:rsidTr="008D1D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33F1F1CA" w14:textId="77777777" w:rsidR="00E51FA9" w:rsidRPr="00F478E8" w:rsidRDefault="00E51FA9" w:rsidP="005D7ED5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F478E8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63D5AD7E" w14:textId="77777777" w:rsidR="00E51FA9" w:rsidRPr="00F478E8" w:rsidRDefault="00E51FA9" w:rsidP="005D7ED5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F478E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37" w:type="dxa"/>
          </w:tcPr>
          <w:p w14:paraId="176DB62F" w14:textId="77777777" w:rsidR="00E51FA9" w:rsidRPr="00F478E8" w:rsidRDefault="00E51FA9" w:rsidP="00E51FA9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F478E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8" w:type="dxa"/>
          </w:tcPr>
          <w:p w14:paraId="66F2E2C4" w14:textId="77777777" w:rsidR="00E51FA9" w:rsidRPr="00F478E8" w:rsidRDefault="00E51FA9" w:rsidP="005D7ED5">
            <w:pPr>
              <w:rPr>
                <w:rFonts w:cs="Arial"/>
                <w:b/>
                <w:sz w:val="18"/>
                <w:szCs w:val="18"/>
              </w:rPr>
            </w:pPr>
            <w:r w:rsidRPr="00F478E8">
              <w:rPr>
                <w:rFonts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0EF2742A" w14:textId="77777777" w:rsidR="00E51FA9" w:rsidRPr="00F478E8" w:rsidRDefault="00E51FA9" w:rsidP="005D7ED5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F478E8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D23254" w:rsidRPr="00F478E8" w14:paraId="3D01F252" w14:textId="77777777" w:rsidTr="008D1DEB">
        <w:trPr>
          <w:trHeight w:val="213"/>
        </w:trPr>
        <w:tc>
          <w:tcPr>
            <w:tcW w:w="1788" w:type="dxa"/>
          </w:tcPr>
          <w:p w14:paraId="0B2EB330" w14:textId="77777777" w:rsidR="00D23254" w:rsidRPr="00F478E8" w:rsidRDefault="00D23254" w:rsidP="00D2325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478E8">
              <w:rPr>
                <w:rStyle w:val="pole"/>
                <w:rFonts w:ascii="Lato" w:hAnsi="Lato"/>
                <w:sz w:val="20"/>
                <w:szCs w:val="20"/>
              </w:rPr>
              <w:t>AKC4A</w:t>
            </w:r>
          </w:p>
        </w:tc>
        <w:tc>
          <w:tcPr>
            <w:tcW w:w="3360" w:type="dxa"/>
          </w:tcPr>
          <w:p w14:paraId="199CEC71" w14:textId="77777777" w:rsidR="00D23254" w:rsidRPr="00F478E8" w:rsidRDefault="00D23254" w:rsidP="00D23254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Załącznik AKC-4/A</w:t>
            </w:r>
          </w:p>
        </w:tc>
        <w:tc>
          <w:tcPr>
            <w:tcW w:w="837" w:type="dxa"/>
          </w:tcPr>
          <w:p w14:paraId="342760C7" w14:textId="77777777" w:rsidR="00D23254" w:rsidRPr="00F478E8" w:rsidRDefault="00D23254" w:rsidP="00D23254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98" w:type="dxa"/>
          </w:tcPr>
          <w:p w14:paraId="65B86ED5" w14:textId="77777777" w:rsidR="00D23254" w:rsidRPr="00B85AB4" w:rsidRDefault="00D23254" w:rsidP="00D2325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instrText xml:space="preserve"> REF AKC4AType \h  \* MERGEFORMAT </w:instrTex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B85AB4">
              <w:rPr>
                <w:rStyle w:val="pole"/>
                <w:rFonts w:ascii="Lato" w:hAnsi="Lato"/>
                <w:sz w:val="20"/>
                <w:szCs w:val="20"/>
              </w:rPr>
              <w:t>AKC4AType</w: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F80D896" w14:textId="77777777" w:rsidR="00D23254" w:rsidRPr="00F478E8" w:rsidRDefault="00D23254" w:rsidP="00D23254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0..*</w:t>
            </w:r>
          </w:p>
        </w:tc>
      </w:tr>
      <w:tr w:rsidR="00D23254" w:rsidRPr="00F478E8" w14:paraId="4E1320BE" w14:textId="77777777" w:rsidTr="008D1DEB">
        <w:trPr>
          <w:trHeight w:val="213"/>
        </w:trPr>
        <w:tc>
          <w:tcPr>
            <w:tcW w:w="1788" w:type="dxa"/>
          </w:tcPr>
          <w:p w14:paraId="0EBA0923" w14:textId="77777777" w:rsidR="00D23254" w:rsidRPr="00F478E8" w:rsidRDefault="00D23254" w:rsidP="00D2325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478E8">
              <w:rPr>
                <w:rStyle w:val="pole"/>
                <w:rFonts w:ascii="Lato" w:hAnsi="Lato"/>
                <w:sz w:val="20"/>
                <w:szCs w:val="20"/>
              </w:rPr>
              <w:t>AKC4B</w:t>
            </w:r>
          </w:p>
        </w:tc>
        <w:tc>
          <w:tcPr>
            <w:tcW w:w="3360" w:type="dxa"/>
          </w:tcPr>
          <w:p w14:paraId="11FD32EC" w14:textId="77777777" w:rsidR="00D23254" w:rsidRPr="00F478E8" w:rsidRDefault="00D23254" w:rsidP="00D23254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Załącznik AKC-4/B</w:t>
            </w:r>
          </w:p>
        </w:tc>
        <w:tc>
          <w:tcPr>
            <w:tcW w:w="837" w:type="dxa"/>
          </w:tcPr>
          <w:p w14:paraId="39974BD8" w14:textId="77777777" w:rsidR="00D23254" w:rsidRPr="00F478E8" w:rsidRDefault="00D23254" w:rsidP="00D23254">
            <w:pPr>
              <w:rPr>
                <w:rFonts w:eastAsia="Times New Roman" w:cs="Arial"/>
                <w:sz w:val="20"/>
                <w:szCs w:val="20"/>
                <w:lang w:val="en-US"/>
              </w:rPr>
            </w:pPr>
            <w:r w:rsidRPr="00F478E8">
              <w:rPr>
                <w:rFonts w:eastAsia="Times New Roman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2098" w:type="dxa"/>
          </w:tcPr>
          <w:p w14:paraId="7C457B93" w14:textId="77777777" w:rsidR="00D23254" w:rsidRPr="00B85AB4" w:rsidRDefault="00D23254" w:rsidP="00D2325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instrText xml:space="preserve"> REF AKC4BType \h  \* MERGEFORMAT </w:instrTex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B85AB4">
              <w:rPr>
                <w:rStyle w:val="pole"/>
                <w:rFonts w:ascii="Lato" w:hAnsi="Lato"/>
                <w:sz w:val="20"/>
                <w:szCs w:val="20"/>
              </w:rPr>
              <w:t>AKC4BType</w: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0A2BC01" w14:textId="77777777" w:rsidR="00D23254" w:rsidRPr="00F478E8" w:rsidRDefault="00D23254" w:rsidP="00D23254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0..*</w:t>
            </w:r>
          </w:p>
        </w:tc>
      </w:tr>
      <w:tr w:rsidR="00D23254" w:rsidRPr="00F478E8" w14:paraId="25A05FBE" w14:textId="77777777" w:rsidTr="008D1DEB">
        <w:trPr>
          <w:trHeight w:val="213"/>
        </w:trPr>
        <w:tc>
          <w:tcPr>
            <w:tcW w:w="1788" w:type="dxa"/>
          </w:tcPr>
          <w:p w14:paraId="4EDC0392" w14:textId="77777777" w:rsidR="00D23254" w:rsidRPr="00F478E8" w:rsidRDefault="00D23254" w:rsidP="00D2325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478E8">
              <w:rPr>
                <w:rStyle w:val="pole"/>
                <w:rFonts w:ascii="Lato" w:hAnsi="Lato"/>
                <w:sz w:val="20"/>
                <w:szCs w:val="20"/>
              </w:rPr>
              <w:t>AKC4C</w:t>
            </w:r>
          </w:p>
        </w:tc>
        <w:tc>
          <w:tcPr>
            <w:tcW w:w="3360" w:type="dxa"/>
          </w:tcPr>
          <w:p w14:paraId="6981DD1D" w14:textId="77777777" w:rsidR="00D23254" w:rsidRPr="00F478E8" w:rsidRDefault="00D23254" w:rsidP="00D23254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Załącznik AKC-4/C</w:t>
            </w:r>
          </w:p>
        </w:tc>
        <w:tc>
          <w:tcPr>
            <w:tcW w:w="837" w:type="dxa"/>
          </w:tcPr>
          <w:p w14:paraId="360CA303" w14:textId="77777777" w:rsidR="00D23254" w:rsidRPr="00F478E8" w:rsidRDefault="00D23254" w:rsidP="00D23254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98" w:type="dxa"/>
          </w:tcPr>
          <w:p w14:paraId="1DD67F23" w14:textId="77777777" w:rsidR="00D23254" w:rsidRPr="00B85AB4" w:rsidRDefault="00D23254" w:rsidP="00D2325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instrText xml:space="preserve"> REF AKC4CType \h  \* MERGEFORMAT </w:instrTex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B85AB4">
              <w:rPr>
                <w:rStyle w:val="pole"/>
                <w:rFonts w:ascii="Lato" w:hAnsi="Lato"/>
                <w:sz w:val="20"/>
                <w:szCs w:val="20"/>
              </w:rPr>
              <w:t>AKC4CType</w: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8D81B69" w14:textId="77777777" w:rsidR="00D23254" w:rsidRPr="00F478E8" w:rsidRDefault="00D23254" w:rsidP="00D23254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0..*</w:t>
            </w:r>
          </w:p>
        </w:tc>
      </w:tr>
      <w:tr w:rsidR="00D23254" w:rsidRPr="00F478E8" w14:paraId="49C91A0B" w14:textId="77777777" w:rsidTr="008D1DEB">
        <w:trPr>
          <w:trHeight w:val="213"/>
        </w:trPr>
        <w:tc>
          <w:tcPr>
            <w:tcW w:w="1788" w:type="dxa"/>
          </w:tcPr>
          <w:p w14:paraId="1485B246" w14:textId="77777777" w:rsidR="00D23254" w:rsidRPr="00F478E8" w:rsidRDefault="00D23254" w:rsidP="00D2325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478E8">
              <w:rPr>
                <w:rStyle w:val="pole"/>
                <w:rFonts w:ascii="Lato" w:hAnsi="Lato"/>
                <w:sz w:val="20"/>
                <w:szCs w:val="20"/>
              </w:rPr>
              <w:t>AKC4D</w:t>
            </w:r>
          </w:p>
        </w:tc>
        <w:tc>
          <w:tcPr>
            <w:tcW w:w="3360" w:type="dxa"/>
          </w:tcPr>
          <w:p w14:paraId="6814EE62" w14:textId="77777777" w:rsidR="00D23254" w:rsidRPr="00F478E8" w:rsidRDefault="00D23254" w:rsidP="00D23254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Załącznik AKC-4/D</w:t>
            </w:r>
          </w:p>
        </w:tc>
        <w:tc>
          <w:tcPr>
            <w:tcW w:w="837" w:type="dxa"/>
          </w:tcPr>
          <w:p w14:paraId="060A2655" w14:textId="77777777" w:rsidR="00D23254" w:rsidRPr="00F478E8" w:rsidRDefault="00D23254" w:rsidP="00D23254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98" w:type="dxa"/>
          </w:tcPr>
          <w:p w14:paraId="4E6D409A" w14:textId="77777777" w:rsidR="00D23254" w:rsidRPr="00B85AB4" w:rsidRDefault="00D23254" w:rsidP="00D2325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instrText xml:space="preserve"> REF AKC4DType \h  \* MERGEFORMAT </w:instrTex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B85AB4">
              <w:rPr>
                <w:rStyle w:val="pole"/>
                <w:rFonts w:ascii="Lato" w:hAnsi="Lato"/>
                <w:sz w:val="20"/>
                <w:szCs w:val="20"/>
              </w:rPr>
              <w:t>AKC4DType</w: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05436DA" w14:textId="77777777" w:rsidR="00D23254" w:rsidRPr="00F478E8" w:rsidRDefault="00D23254" w:rsidP="00D23254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0..*</w:t>
            </w:r>
          </w:p>
        </w:tc>
      </w:tr>
      <w:tr w:rsidR="00D23254" w:rsidRPr="00F478E8" w14:paraId="7AE1B1BC" w14:textId="77777777" w:rsidTr="008D1DEB">
        <w:trPr>
          <w:trHeight w:val="213"/>
        </w:trPr>
        <w:tc>
          <w:tcPr>
            <w:tcW w:w="1788" w:type="dxa"/>
          </w:tcPr>
          <w:p w14:paraId="42F8F176" w14:textId="77777777" w:rsidR="00D23254" w:rsidRPr="00F478E8" w:rsidRDefault="00D23254" w:rsidP="00D2325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478E8">
              <w:rPr>
                <w:rStyle w:val="pole"/>
                <w:rFonts w:ascii="Lato" w:hAnsi="Lato"/>
                <w:sz w:val="20"/>
                <w:szCs w:val="20"/>
              </w:rPr>
              <w:t>AKC4E</w:t>
            </w:r>
          </w:p>
        </w:tc>
        <w:tc>
          <w:tcPr>
            <w:tcW w:w="3360" w:type="dxa"/>
          </w:tcPr>
          <w:p w14:paraId="6354110F" w14:textId="77777777" w:rsidR="00D23254" w:rsidRPr="00F478E8" w:rsidRDefault="00D23254" w:rsidP="00D23254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Załącznik AKC-4/E</w:t>
            </w:r>
          </w:p>
        </w:tc>
        <w:tc>
          <w:tcPr>
            <w:tcW w:w="837" w:type="dxa"/>
          </w:tcPr>
          <w:p w14:paraId="2B1F5A72" w14:textId="77777777" w:rsidR="00D23254" w:rsidRPr="00F478E8" w:rsidRDefault="00D23254" w:rsidP="00D23254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98" w:type="dxa"/>
          </w:tcPr>
          <w:p w14:paraId="6CDD93C3" w14:textId="77777777" w:rsidR="00D23254" w:rsidRPr="00B85AB4" w:rsidRDefault="00D23254" w:rsidP="00D2325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instrText xml:space="preserve"> REF AKC4EType \h  \* MERGEFORMAT </w:instrTex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B85AB4">
              <w:rPr>
                <w:rStyle w:val="pole"/>
                <w:rFonts w:ascii="Lato" w:hAnsi="Lato"/>
                <w:sz w:val="20"/>
                <w:szCs w:val="20"/>
              </w:rPr>
              <w:t>AKC4EType</w: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B7AA391" w14:textId="77777777" w:rsidR="00D23254" w:rsidRPr="00F478E8" w:rsidRDefault="00D23254" w:rsidP="00D23254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0..*</w:t>
            </w:r>
          </w:p>
        </w:tc>
      </w:tr>
      <w:tr w:rsidR="00D23254" w:rsidRPr="00F478E8" w14:paraId="362EA1BE" w14:textId="77777777" w:rsidTr="008D1DEB">
        <w:trPr>
          <w:trHeight w:val="213"/>
        </w:trPr>
        <w:tc>
          <w:tcPr>
            <w:tcW w:w="1788" w:type="dxa"/>
          </w:tcPr>
          <w:p w14:paraId="3F6C851D" w14:textId="77777777" w:rsidR="00D23254" w:rsidRPr="00F478E8" w:rsidRDefault="00D23254" w:rsidP="00D23254">
            <w:pPr>
              <w:tabs>
                <w:tab w:val="left" w:pos="1014"/>
              </w:tabs>
              <w:rPr>
                <w:rStyle w:val="pole"/>
                <w:rFonts w:ascii="Lato" w:hAnsi="Lato"/>
                <w:sz w:val="20"/>
                <w:szCs w:val="20"/>
              </w:rPr>
            </w:pPr>
            <w:r w:rsidRPr="00F478E8">
              <w:rPr>
                <w:rStyle w:val="pole"/>
                <w:rFonts w:ascii="Lato" w:hAnsi="Lato"/>
                <w:sz w:val="20"/>
                <w:szCs w:val="20"/>
              </w:rPr>
              <w:t>AKC4F</w:t>
            </w:r>
            <w:r w:rsidRPr="00F478E8">
              <w:rPr>
                <w:rStyle w:val="pole"/>
                <w:rFonts w:ascii="Lato" w:hAnsi="Lato"/>
                <w:sz w:val="20"/>
                <w:szCs w:val="20"/>
              </w:rPr>
              <w:tab/>
            </w:r>
          </w:p>
        </w:tc>
        <w:tc>
          <w:tcPr>
            <w:tcW w:w="3360" w:type="dxa"/>
          </w:tcPr>
          <w:p w14:paraId="413B8147" w14:textId="77777777" w:rsidR="00D23254" w:rsidRPr="00F478E8" w:rsidRDefault="00D23254" w:rsidP="00D23254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Załącznik AKC-4/F</w:t>
            </w:r>
          </w:p>
        </w:tc>
        <w:tc>
          <w:tcPr>
            <w:tcW w:w="837" w:type="dxa"/>
          </w:tcPr>
          <w:p w14:paraId="22DB4F2C" w14:textId="77777777" w:rsidR="00D23254" w:rsidRPr="00F478E8" w:rsidRDefault="00D23254" w:rsidP="00D23254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98" w:type="dxa"/>
          </w:tcPr>
          <w:p w14:paraId="5278FE4F" w14:textId="77777777" w:rsidR="00D23254" w:rsidRPr="00B85AB4" w:rsidRDefault="00D23254" w:rsidP="00D2325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instrText xml:space="preserve"> REF AKC4FType \h  \* MERGEFORMAT </w:instrTex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B85AB4">
              <w:rPr>
                <w:rStyle w:val="pole"/>
                <w:rFonts w:ascii="Lato" w:hAnsi="Lato"/>
                <w:sz w:val="20"/>
                <w:szCs w:val="20"/>
              </w:rPr>
              <w:t>AKC4FType</w: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6C106CD" w14:textId="77777777" w:rsidR="00D23254" w:rsidRPr="00F478E8" w:rsidRDefault="00D23254" w:rsidP="00D23254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0..*</w:t>
            </w:r>
          </w:p>
        </w:tc>
      </w:tr>
      <w:tr w:rsidR="00D23254" w:rsidRPr="00F478E8" w14:paraId="732570E8" w14:textId="77777777" w:rsidTr="008D1DEB">
        <w:trPr>
          <w:trHeight w:val="213"/>
        </w:trPr>
        <w:tc>
          <w:tcPr>
            <w:tcW w:w="1788" w:type="dxa"/>
          </w:tcPr>
          <w:p w14:paraId="35FFC380" w14:textId="77777777" w:rsidR="00D23254" w:rsidRPr="00F478E8" w:rsidRDefault="00D23254" w:rsidP="00D23254">
            <w:pPr>
              <w:tabs>
                <w:tab w:val="left" w:pos="1014"/>
              </w:tabs>
              <w:rPr>
                <w:rStyle w:val="pole"/>
                <w:rFonts w:ascii="Lato" w:hAnsi="Lato"/>
                <w:sz w:val="20"/>
                <w:szCs w:val="20"/>
              </w:rPr>
            </w:pPr>
            <w:r w:rsidRPr="00F478E8">
              <w:rPr>
                <w:rStyle w:val="pole"/>
                <w:rFonts w:ascii="Lato" w:hAnsi="Lato"/>
                <w:sz w:val="20"/>
                <w:szCs w:val="20"/>
              </w:rPr>
              <w:t>AKC4H</w:t>
            </w:r>
          </w:p>
        </w:tc>
        <w:tc>
          <w:tcPr>
            <w:tcW w:w="3360" w:type="dxa"/>
          </w:tcPr>
          <w:p w14:paraId="2FFBD84C" w14:textId="77777777" w:rsidR="00D23254" w:rsidRPr="00F478E8" w:rsidRDefault="00D23254" w:rsidP="00D23254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Załącznik AKC-4/H</w:t>
            </w:r>
          </w:p>
        </w:tc>
        <w:tc>
          <w:tcPr>
            <w:tcW w:w="837" w:type="dxa"/>
          </w:tcPr>
          <w:p w14:paraId="6BA5AA6E" w14:textId="77777777" w:rsidR="00D23254" w:rsidRPr="00F478E8" w:rsidRDefault="00D23254" w:rsidP="00D23254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98" w:type="dxa"/>
          </w:tcPr>
          <w:p w14:paraId="4D884176" w14:textId="77777777" w:rsidR="00D23254" w:rsidRPr="00B85AB4" w:rsidRDefault="00D23254" w:rsidP="00D2325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instrText xml:space="preserve"> REF AKC4HType \h  \* MERGEFORMAT </w:instrTex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B85AB4">
              <w:rPr>
                <w:rStyle w:val="pole"/>
                <w:rFonts w:ascii="Lato" w:hAnsi="Lato"/>
                <w:sz w:val="20"/>
                <w:szCs w:val="20"/>
              </w:rPr>
              <w:t>AKC4HType</w: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F441D50" w14:textId="77777777" w:rsidR="00D23254" w:rsidRPr="00F478E8" w:rsidRDefault="00D23254" w:rsidP="00D23254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0..*</w:t>
            </w:r>
          </w:p>
        </w:tc>
      </w:tr>
      <w:tr w:rsidR="00D23254" w:rsidRPr="00F478E8" w14:paraId="6D8DE5FD" w14:textId="77777777" w:rsidTr="008D1DEB">
        <w:trPr>
          <w:trHeight w:val="213"/>
        </w:trPr>
        <w:tc>
          <w:tcPr>
            <w:tcW w:w="1788" w:type="dxa"/>
          </w:tcPr>
          <w:p w14:paraId="7E697561" w14:textId="77777777" w:rsidR="00D23254" w:rsidRPr="00F478E8" w:rsidRDefault="00D23254" w:rsidP="00D23254">
            <w:pPr>
              <w:tabs>
                <w:tab w:val="left" w:pos="1014"/>
              </w:tabs>
              <w:rPr>
                <w:rStyle w:val="pole"/>
                <w:rFonts w:ascii="Lato" w:hAnsi="Lato"/>
                <w:sz w:val="20"/>
                <w:szCs w:val="20"/>
              </w:rPr>
            </w:pPr>
            <w:r w:rsidRPr="00F478E8">
              <w:rPr>
                <w:rStyle w:val="pole"/>
                <w:rFonts w:ascii="Lato" w:hAnsi="Lato"/>
                <w:sz w:val="20"/>
                <w:szCs w:val="20"/>
              </w:rPr>
              <w:t>AKC4I</w:t>
            </w:r>
            <w:r w:rsidRPr="00F478E8">
              <w:rPr>
                <w:rStyle w:val="pole"/>
                <w:rFonts w:ascii="Lato" w:hAnsi="Lato"/>
                <w:sz w:val="20"/>
                <w:szCs w:val="20"/>
              </w:rPr>
              <w:tab/>
            </w:r>
          </w:p>
        </w:tc>
        <w:tc>
          <w:tcPr>
            <w:tcW w:w="3360" w:type="dxa"/>
          </w:tcPr>
          <w:p w14:paraId="2EC9093E" w14:textId="77777777" w:rsidR="00D23254" w:rsidRPr="00F478E8" w:rsidRDefault="00D23254" w:rsidP="00D23254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Załącznik AKC-4/I</w:t>
            </w:r>
          </w:p>
        </w:tc>
        <w:tc>
          <w:tcPr>
            <w:tcW w:w="837" w:type="dxa"/>
          </w:tcPr>
          <w:p w14:paraId="717464DD" w14:textId="77777777" w:rsidR="00D23254" w:rsidRPr="00F478E8" w:rsidRDefault="00D23254" w:rsidP="00D23254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98" w:type="dxa"/>
          </w:tcPr>
          <w:p w14:paraId="194E6E38" w14:textId="77777777" w:rsidR="00D23254" w:rsidRPr="00B85AB4" w:rsidRDefault="00D23254" w:rsidP="00D2325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instrText xml:space="preserve"> REF AKC4IType \h  \* MERGEFORMAT </w:instrTex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B85AB4">
              <w:rPr>
                <w:rStyle w:val="pole"/>
                <w:rFonts w:ascii="Lato" w:hAnsi="Lato"/>
                <w:sz w:val="20"/>
                <w:szCs w:val="20"/>
              </w:rPr>
              <w:t>AKC4IType</w: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0E71E9A" w14:textId="77777777" w:rsidR="00D23254" w:rsidRPr="00F478E8" w:rsidRDefault="00D23254" w:rsidP="00D23254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0..*</w:t>
            </w:r>
          </w:p>
        </w:tc>
      </w:tr>
      <w:tr w:rsidR="00D23254" w:rsidRPr="00F478E8" w14:paraId="3D9919CB" w14:textId="77777777" w:rsidTr="008D1DEB">
        <w:trPr>
          <w:trHeight w:val="213"/>
        </w:trPr>
        <w:tc>
          <w:tcPr>
            <w:tcW w:w="1788" w:type="dxa"/>
          </w:tcPr>
          <w:p w14:paraId="77BD1869" w14:textId="77777777" w:rsidR="00D23254" w:rsidRPr="00F478E8" w:rsidRDefault="00D23254" w:rsidP="00D23254">
            <w:pPr>
              <w:tabs>
                <w:tab w:val="left" w:pos="1014"/>
              </w:tabs>
              <w:rPr>
                <w:rStyle w:val="pole"/>
                <w:rFonts w:ascii="Lato" w:hAnsi="Lato"/>
                <w:sz w:val="20"/>
                <w:szCs w:val="20"/>
              </w:rPr>
            </w:pPr>
            <w:r w:rsidRPr="00F478E8">
              <w:rPr>
                <w:rStyle w:val="pole"/>
                <w:rFonts w:ascii="Lato" w:hAnsi="Lato"/>
                <w:sz w:val="20"/>
                <w:szCs w:val="20"/>
              </w:rPr>
              <w:t>AKC4J</w:t>
            </w:r>
            <w:r w:rsidRPr="00F478E8">
              <w:rPr>
                <w:rStyle w:val="pole"/>
                <w:rFonts w:ascii="Lato" w:hAnsi="Lato"/>
                <w:sz w:val="20"/>
                <w:szCs w:val="20"/>
              </w:rPr>
              <w:tab/>
            </w:r>
          </w:p>
        </w:tc>
        <w:tc>
          <w:tcPr>
            <w:tcW w:w="3360" w:type="dxa"/>
          </w:tcPr>
          <w:p w14:paraId="2C5E7DF0" w14:textId="77777777" w:rsidR="00D23254" w:rsidRPr="00F478E8" w:rsidRDefault="00D23254" w:rsidP="00D23254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Załącznik AKC-4/J</w:t>
            </w:r>
          </w:p>
        </w:tc>
        <w:tc>
          <w:tcPr>
            <w:tcW w:w="837" w:type="dxa"/>
          </w:tcPr>
          <w:p w14:paraId="40123B87" w14:textId="77777777" w:rsidR="00D23254" w:rsidRPr="00F478E8" w:rsidRDefault="00D23254" w:rsidP="00D23254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98" w:type="dxa"/>
          </w:tcPr>
          <w:p w14:paraId="16826DA2" w14:textId="77777777" w:rsidR="00D23254" w:rsidRPr="00B85AB4" w:rsidRDefault="00D23254" w:rsidP="00D2325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instrText xml:space="preserve"> REF AKC4JType \h  \* MERGEFORMAT </w:instrTex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B85AB4">
              <w:rPr>
                <w:rStyle w:val="pole"/>
                <w:rFonts w:ascii="Lato" w:hAnsi="Lato"/>
                <w:sz w:val="20"/>
                <w:szCs w:val="20"/>
              </w:rPr>
              <w:t>AKC4JType</w: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4B48D2F" w14:textId="77777777" w:rsidR="00D23254" w:rsidRPr="00F478E8" w:rsidRDefault="00D23254" w:rsidP="00D23254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0..*</w:t>
            </w:r>
          </w:p>
        </w:tc>
      </w:tr>
      <w:tr w:rsidR="00D23254" w:rsidRPr="00F478E8" w14:paraId="1778357F" w14:textId="77777777" w:rsidTr="008D1DEB">
        <w:trPr>
          <w:trHeight w:val="213"/>
        </w:trPr>
        <w:tc>
          <w:tcPr>
            <w:tcW w:w="1788" w:type="dxa"/>
          </w:tcPr>
          <w:p w14:paraId="357F52CB" w14:textId="77777777" w:rsidR="00D23254" w:rsidRPr="00F478E8" w:rsidRDefault="00D23254" w:rsidP="00D23254">
            <w:pPr>
              <w:tabs>
                <w:tab w:val="left" w:pos="1014"/>
              </w:tabs>
              <w:rPr>
                <w:rStyle w:val="pole"/>
                <w:rFonts w:ascii="Lato" w:hAnsi="Lato"/>
                <w:sz w:val="20"/>
                <w:szCs w:val="20"/>
              </w:rPr>
            </w:pPr>
            <w:r w:rsidRPr="00F478E8">
              <w:rPr>
                <w:rStyle w:val="pole"/>
                <w:rFonts w:ascii="Lato" w:hAnsi="Lato"/>
                <w:sz w:val="20"/>
                <w:szCs w:val="20"/>
              </w:rPr>
              <w:t>AKC4K</w:t>
            </w:r>
            <w:r w:rsidRPr="00F478E8">
              <w:rPr>
                <w:rStyle w:val="pole"/>
                <w:rFonts w:ascii="Lato" w:hAnsi="Lato"/>
                <w:sz w:val="20"/>
                <w:szCs w:val="20"/>
              </w:rPr>
              <w:tab/>
            </w:r>
          </w:p>
        </w:tc>
        <w:tc>
          <w:tcPr>
            <w:tcW w:w="3360" w:type="dxa"/>
          </w:tcPr>
          <w:p w14:paraId="70980B9C" w14:textId="77777777" w:rsidR="00D23254" w:rsidRPr="00F478E8" w:rsidRDefault="00D23254" w:rsidP="00D23254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Załącznik AKC-4/K</w:t>
            </w:r>
          </w:p>
        </w:tc>
        <w:tc>
          <w:tcPr>
            <w:tcW w:w="837" w:type="dxa"/>
          </w:tcPr>
          <w:p w14:paraId="14026605" w14:textId="77777777" w:rsidR="00D23254" w:rsidRPr="00F478E8" w:rsidRDefault="00D23254" w:rsidP="00D23254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98" w:type="dxa"/>
          </w:tcPr>
          <w:p w14:paraId="3B109B85" w14:textId="77777777" w:rsidR="00D23254" w:rsidRPr="00B85AB4" w:rsidRDefault="00D23254" w:rsidP="00D2325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instrText xml:space="preserve"> REF AKC4KType \h  \* MERGEFORMAT </w:instrTex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B85AB4">
              <w:rPr>
                <w:rStyle w:val="pole"/>
                <w:rFonts w:ascii="Lato" w:hAnsi="Lato"/>
                <w:sz w:val="20"/>
                <w:szCs w:val="20"/>
              </w:rPr>
              <w:t>AKC4KType</w: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72AFEA8" w14:textId="77777777" w:rsidR="00D23254" w:rsidRPr="00F478E8" w:rsidRDefault="00D23254" w:rsidP="00D23254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0..*</w:t>
            </w:r>
          </w:p>
        </w:tc>
      </w:tr>
      <w:tr w:rsidR="00D23254" w:rsidRPr="00F478E8" w14:paraId="5AE4DA09" w14:textId="77777777" w:rsidTr="008D1DEB">
        <w:trPr>
          <w:trHeight w:val="213"/>
        </w:trPr>
        <w:tc>
          <w:tcPr>
            <w:tcW w:w="1788" w:type="dxa"/>
          </w:tcPr>
          <w:p w14:paraId="79A90108" w14:textId="77777777" w:rsidR="00D23254" w:rsidRPr="00F478E8" w:rsidRDefault="00D23254" w:rsidP="00D23254">
            <w:pPr>
              <w:tabs>
                <w:tab w:val="left" w:pos="1014"/>
              </w:tabs>
              <w:rPr>
                <w:rStyle w:val="pole"/>
                <w:rFonts w:ascii="Lato" w:hAnsi="Lato"/>
                <w:sz w:val="20"/>
                <w:szCs w:val="20"/>
              </w:rPr>
            </w:pPr>
            <w:r w:rsidRPr="00F478E8">
              <w:rPr>
                <w:rStyle w:val="pole"/>
                <w:rFonts w:ascii="Lato" w:hAnsi="Lato"/>
                <w:sz w:val="20"/>
                <w:szCs w:val="20"/>
              </w:rPr>
              <w:t>AKC4L</w:t>
            </w:r>
            <w:r w:rsidRPr="00F478E8">
              <w:rPr>
                <w:rStyle w:val="pole"/>
                <w:rFonts w:ascii="Lato" w:hAnsi="Lato"/>
                <w:sz w:val="20"/>
                <w:szCs w:val="20"/>
              </w:rPr>
              <w:tab/>
            </w:r>
          </w:p>
        </w:tc>
        <w:tc>
          <w:tcPr>
            <w:tcW w:w="3360" w:type="dxa"/>
          </w:tcPr>
          <w:p w14:paraId="63997D13" w14:textId="77777777" w:rsidR="00D23254" w:rsidRPr="00F478E8" w:rsidRDefault="00D23254" w:rsidP="00D23254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Załącznik AKC-4/L</w:t>
            </w:r>
          </w:p>
        </w:tc>
        <w:tc>
          <w:tcPr>
            <w:tcW w:w="837" w:type="dxa"/>
          </w:tcPr>
          <w:p w14:paraId="126034C5" w14:textId="77777777" w:rsidR="00D23254" w:rsidRPr="00F478E8" w:rsidRDefault="00D23254" w:rsidP="00D23254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98" w:type="dxa"/>
          </w:tcPr>
          <w:p w14:paraId="0FD52E81" w14:textId="77777777" w:rsidR="00D23254" w:rsidRPr="00B85AB4" w:rsidRDefault="00D23254" w:rsidP="00D2325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instrText xml:space="preserve"> REF AKC4LType \h  \* MERGEFORMAT </w:instrTex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B85AB4">
              <w:rPr>
                <w:rStyle w:val="pole"/>
                <w:rFonts w:ascii="Lato" w:hAnsi="Lato"/>
                <w:sz w:val="20"/>
                <w:szCs w:val="20"/>
              </w:rPr>
              <w:t>AKC4LType</w: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065C28A" w14:textId="77777777" w:rsidR="00D23254" w:rsidRPr="00F478E8" w:rsidRDefault="00D23254" w:rsidP="00D23254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0..*</w:t>
            </w:r>
          </w:p>
        </w:tc>
      </w:tr>
      <w:tr w:rsidR="005F2346" w:rsidRPr="00F478E8" w14:paraId="4A0A5653" w14:textId="77777777" w:rsidTr="008D1DEB">
        <w:trPr>
          <w:trHeight w:val="213"/>
        </w:trPr>
        <w:tc>
          <w:tcPr>
            <w:tcW w:w="1788" w:type="dxa"/>
          </w:tcPr>
          <w:p w14:paraId="188D6410" w14:textId="77777777" w:rsidR="005F2346" w:rsidRPr="00F478E8" w:rsidRDefault="005F2346" w:rsidP="00D23254">
            <w:pPr>
              <w:tabs>
                <w:tab w:val="left" w:pos="1014"/>
              </w:tabs>
              <w:rPr>
                <w:rStyle w:val="pole"/>
                <w:rFonts w:ascii="Lato" w:hAnsi="Lato"/>
                <w:sz w:val="20"/>
                <w:szCs w:val="20"/>
              </w:rPr>
            </w:pPr>
            <w:r w:rsidRPr="00F478E8">
              <w:rPr>
                <w:rStyle w:val="pole"/>
                <w:rFonts w:ascii="Lato" w:hAnsi="Lato"/>
                <w:sz w:val="20"/>
                <w:szCs w:val="20"/>
              </w:rPr>
              <w:t>AKC4M</w:t>
            </w:r>
          </w:p>
        </w:tc>
        <w:tc>
          <w:tcPr>
            <w:tcW w:w="3360" w:type="dxa"/>
          </w:tcPr>
          <w:p w14:paraId="0344850B" w14:textId="77777777" w:rsidR="005F2346" w:rsidRPr="00F478E8" w:rsidRDefault="005F2346" w:rsidP="00D23254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Załącznik AKC-4/M</w:t>
            </w:r>
          </w:p>
        </w:tc>
        <w:tc>
          <w:tcPr>
            <w:tcW w:w="837" w:type="dxa"/>
          </w:tcPr>
          <w:p w14:paraId="76B0B88E" w14:textId="77777777" w:rsidR="005F2346" w:rsidRPr="00F478E8" w:rsidRDefault="005F2346" w:rsidP="00D23254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98" w:type="dxa"/>
          </w:tcPr>
          <w:p w14:paraId="74A51D51" w14:textId="77777777" w:rsidR="005F2346" w:rsidRPr="00B85AB4" w:rsidRDefault="005F2346" w:rsidP="00D2325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t>AKC4MType</w:t>
            </w:r>
          </w:p>
        </w:tc>
        <w:tc>
          <w:tcPr>
            <w:tcW w:w="1197" w:type="dxa"/>
          </w:tcPr>
          <w:p w14:paraId="7D629566" w14:textId="77777777" w:rsidR="005F2346" w:rsidRPr="00F478E8" w:rsidRDefault="005F2346" w:rsidP="00D23254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0..*</w:t>
            </w:r>
          </w:p>
        </w:tc>
      </w:tr>
      <w:tr w:rsidR="005F2346" w:rsidRPr="00F478E8" w14:paraId="0E4DA297" w14:textId="77777777" w:rsidTr="008D1DEB">
        <w:trPr>
          <w:trHeight w:val="213"/>
        </w:trPr>
        <w:tc>
          <w:tcPr>
            <w:tcW w:w="1788" w:type="dxa"/>
          </w:tcPr>
          <w:p w14:paraId="099E9A21" w14:textId="77777777" w:rsidR="005F2346" w:rsidRPr="00F478E8" w:rsidRDefault="005F2346" w:rsidP="00D23254">
            <w:pPr>
              <w:tabs>
                <w:tab w:val="left" w:pos="1014"/>
              </w:tabs>
              <w:rPr>
                <w:rStyle w:val="pole"/>
                <w:rFonts w:ascii="Lato" w:hAnsi="Lato"/>
                <w:sz w:val="20"/>
                <w:szCs w:val="20"/>
              </w:rPr>
            </w:pPr>
            <w:r w:rsidRPr="00F478E8">
              <w:rPr>
                <w:rStyle w:val="pole"/>
                <w:rFonts w:ascii="Lato" w:hAnsi="Lato"/>
                <w:sz w:val="20"/>
                <w:szCs w:val="20"/>
              </w:rPr>
              <w:t>AKC4N</w:t>
            </w:r>
          </w:p>
        </w:tc>
        <w:tc>
          <w:tcPr>
            <w:tcW w:w="3360" w:type="dxa"/>
          </w:tcPr>
          <w:p w14:paraId="248B8DA7" w14:textId="77777777" w:rsidR="005F2346" w:rsidRPr="00F478E8" w:rsidRDefault="005F2346" w:rsidP="00D23254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Załącznik AKC-4/N</w:t>
            </w:r>
          </w:p>
        </w:tc>
        <w:tc>
          <w:tcPr>
            <w:tcW w:w="837" w:type="dxa"/>
          </w:tcPr>
          <w:p w14:paraId="18C5F2D9" w14:textId="77777777" w:rsidR="005F2346" w:rsidRPr="00F478E8" w:rsidRDefault="005F2346" w:rsidP="00D23254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98" w:type="dxa"/>
          </w:tcPr>
          <w:p w14:paraId="7D0224A1" w14:textId="77777777" w:rsidR="005F2346" w:rsidRPr="00B85AB4" w:rsidRDefault="005F2346" w:rsidP="00D2325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t>AKC4NType</w:t>
            </w:r>
          </w:p>
        </w:tc>
        <w:tc>
          <w:tcPr>
            <w:tcW w:w="1197" w:type="dxa"/>
          </w:tcPr>
          <w:p w14:paraId="56441E5C" w14:textId="77777777" w:rsidR="005F2346" w:rsidRPr="00F478E8" w:rsidRDefault="005F2346" w:rsidP="00D23254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0..*</w:t>
            </w:r>
          </w:p>
        </w:tc>
      </w:tr>
    </w:tbl>
    <w:p w14:paraId="4B6CC0D5" w14:textId="766410D5" w:rsidR="005E55A1" w:rsidRDefault="005E55A1" w:rsidP="005E55A1">
      <w:pPr>
        <w:pStyle w:val="Legenda"/>
        <w:keepNext/>
      </w:pPr>
      <w:bookmarkStart w:id="68" w:name="_Toc182566543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12</w:t>
      </w:r>
      <w:r w:rsidR="00715F4C">
        <w:rPr>
          <w:noProof/>
        </w:rPr>
        <w:fldChar w:fldCharType="end"/>
      </w:r>
      <w:r>
        <w:t xml:space="preserve">. </w:t>
      </w:r>
      <w:r w:rsidRPr="00581A82">
        <w:t>Struktura elementu statementOfExciseDutyProductGroupsType</w:t>
      </w:r>
      <w:bookmarkEnd w:id="68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37"/>
        <w:gridCol w:w="2098"/>
        <w:gridCol w:w="1197"/>
      </w:tblGrid>
      <w:tr w:rsidR="001120E3" w:rsidRPr="00F478E8" w14:paraId="3D15851F" w14:textId="77777777" w:rsidTr="008D1D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5217AE1E" w14:textId="77777777" w:rsidR="001120E3" w:rsidRPr="00F478E8" w:rsidRDefault="001120E3" w:rsidP="00855336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F478E8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717F9268" w14:textId="77777777" w:rsidR="001120E3" w:rsidRPr="00F478E8" w:rsidRDefault="001120E3" w:rsidP="00855336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F478E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37" w:type="dxa"/>
          </w:tcPr>
          <w:p w14:paraId="462093FF" w14:textId="77777777" w:rsidR="001120E3" w:rsidRPr="00F478E8" w:rsidRDefault="001120E3" w:rsidP="00855336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F478E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8" w:type="dxa"/>
          </w:tcPr>
          <w:p w14:paraId="6ADA6CFC" w14:textId="77777777" w:rsidR="001120E3" w:rsidRPr="00F478E8" w:rsidRDefault="001120E3" w:rsidP="00855336">
            <w:pPr>
              <w:rPr>
                <w:rFonts w:cs="Arial"/>
                <w:b/>
                <w:sz w:val="18"/>
                <w:szCs w:val="18"/>
              </w:rPr>
            </w:pPr>
            <w:r w:rsidRPr="00F478E8">
              <w:rPr>
                <w:rFonts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5893E719" w14:textId="77777777" w:rsidR="001120E3" w:rsidRPr="00F478E8" w:rsidRDefault="001120E3" w:rsidP="00855336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F478E8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1120E3" w:rsidRPr="00F478E8" w14:paraId="7A0579E7" w14:textId="77777777" w:rsidTr="008D1DEB">
        <w:trPr>
          <w:trHeight w:val="213"/>
        </w:trPr>
        <w:tc>
          <w:tcPr>
            <w:tcW w:w="1788" w:type="dxa"/>
          </w:tcPr>
          <w:p w14:paraId="7DA0C455" w14:textId="77777777" w:rsidR="001120E3" w:rsidRPr="00EA3622" w:rsidRDefault="001120E3" w:rsidP="00855336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EA3622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exciseDutyEthylAlcohol</w:t>
            </w:r>
          </w:p>
        </w:tc>
        <w:tc>
          <w:tcPr>
            <w:tcW w:w="3360" w:type="dxa"/>
          </w:tcPr>
          <w:p w14:paraId="1B98FB6D" w14:textId="77777777" w:rsidR="001120E3" w:rsidRPr="00F478E8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 xml:space="preserve">Ogółem podatek akcyzowy od alkoholu etylowego. Kwota z poz. </w:t>
            </w:r>
            <w:r w:rsidRPr="00F478E8">
              <w:rPr>
                <w:rFonts w:eastAsia="Times New Roman" w:cs="Arial"/>
                <w:sz w:val="20"/>
                <w:szCs w:val="20"/>
              </w:rPr>
              <w:lastRenderedPageBreak/>
              <w:t>13 formularza/formularzy nr 1, 2, 3...AKC-4/A</w:t>
            </w:r>
          </w:p>
        </w:tc>
        <w:tc>
          <w:tcPr>
            <w:tcW w:w="837" w:type="dxa"/>
          </w:tcPr>
          <w:p w14:paraId="56F23287" w14:textId="77777777" w:rsidR="001120E3" w:rsidRPr="00F478E8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lastRenderedPageBreak/>
              <w:t>20</w:t>
            </w:r>
          </w:p>
        </w:tc>
        <w:tc>
          <w:tcPr>
            <w:tcW w:w="2098" w:type="dxa"/>
          </w:tcPr>
          <w:p w14:paraId="24894C25" w14:textId="77777777" w:rsidR="001120E3" w:rsidRPr="00F478E8" w:rsidRDefault="001120E3" w:rsidP="00855336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F478E8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</w:t>
            </w:r>
            <w:r w:rsidR="00BC784D" w:rsidRPr="00F478E8">
              <w:rPr>
                <w:rStyle w:val="pole"/>
                <w:rFonts w:ascii="Lato" w:hAnsi="Lato"/>
                <w:sz w:val="20"/>
                <w:szCs w:val="20"/>
                <w:lang w:val="pl-PL"/>
              </w:rPr>
              <w:t>T</w:t>
            </w:r>
          </w:p>
          <w:p w14:paraId="423AFEE2" w14:textId="2D52DD7A" w:rsidR="001120E3" w:rsidRPr="00F478E8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F478E8">
              <w:rPr>
                <w:rFonts w:eastAsia="Times New Roman" w:cs="Arial"/>
                <w:sz w:val="20"/>
                <w:szCs w:val="20"/>
              </w:rPr>
              <w:instrText xml:space="preserve"> REF R13 \h </w:instrText>
            </w:r>
            <w:r w:rsidR="00F478E8" w:rsidRPr="00F478E8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F478E8">
              <w:rPr>
                <w:rFonts w:eastAsia="Times New Roman" w:cs="Arial"/>
                <w:sz w:val="20"/>
                <w:szCs w:val="20"/>
              </w:rPr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Pr="00F478E8">
              <w:rPr>
                <w:rFonts w:eastAsia="Times New Roman" w:cs="Arial"/>
                <w:sz w:val="20"/>
                <w:szCs w:val="20"/>
              </w:rPr>
              <w:t>R13</w:t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C50FCF7" w14:textId="77777777" w:rsidR="001120E3" w:rsidRPr="00F478E8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1120E3" w:rsidRPr="00F478E8" w14:paraId="61CA28AE" w14:textId="77777777" w:rsidTr="008D1DEB">
        <w:trPr>
          <w:trHeight w:val="213"/>
        </w:trPr>
        <w:tc>
          <w:tcPr>
            <w:tcW w:w="1788" w:type="dxa"/>
          </w:tcPr>
          <w:p w14:paraId="3F227B98" w14:textId="77777777" w:rsidR="001120E3" w:rsidRPr="00EA3622" w:rsidRDefault="001120E3" w:rsidP="00855336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EA3622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exciseDutyWine</w:t>
            </w:r>
          </w:p>
        </w:tc>
        <w:tc>
          <w:tcPr>
            <w:tcW w:w="3360" w:type="dxa"/>
          </w:tcPr>
          <w:p w14:paraId="28EC469E" w14:textId="77777777" w:rsidR="001120E3" w:rsidRPr="00F478E8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Ogółem podatek akcyzowy od wina, napojów fermentowanych i wyrobów pośrednich. Kwota z poz. 13 formularza/formularzy nr 1, 2, 3...AKC-4/B</w:t>
            </w:r>
          </w:p>
        </w:tc>
        <w:tc>
          <w:tcPr>
            <w:tcW w:w="837" w:type="dxa"/>
          </w:tcPr>
          <w:p w14:paraId="0B5DF16B" w14:textId="77777777" w:rsidR="001120E3" w:rsidRPr="00F478E8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21</w:t>
            </w:r>
          </w:p>
        </w:tc>
        <w:tc>
          <w:tcPr>
            <w:tcW w:w="2098" w:type="dxa"/>
          </w:tcPr>
          <w:p w14:paraId="2E035D6E" w14:textId="77777777" w:rsidR="001120E3" w:rsidRPr="00F478E8" w:rsidRDefault="001120E3" w:rsidP="00855336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F478E8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</w:t>
            </w:r>
            <w:r w:rsidR="00BC784D" w:rsidRPr="00F478E8">
              <w:rPr>
                <w:rStyle w:val="pole"/>
                <w:rFonts w:ascii="Lato" w:hAnsi="Lato"/>
                <w:sz w:val="20"/>
                <w:szCs w:val="20"/>
                <w:lang w:val="pl-PL"/>
              </w:rPr>
              <w:t>T</w:t>
            </w:r>
          </w:p>
          <w:p w14:paraId="52240A58" w14:textId="5F0767F0" w:rsidR="001120E3" w:rsidRPr="00F478E8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F478E8">
              <w:rPr>
                <w:rFonts w:eastAsia="Times New Roman" w:cs="Arial"/>
                <w:sz w:val="20"/>
                <w:szCs w:val="20"/>
              </w:rPr>
              <w:instrText xml:space="preserve"> REF R14 \h </w:instrText>
            </w:r>
            <w:r w:rsidR="00F478E8" w:rsidRPr="00F478E8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F478E8">
              <w:rPr>
                <w:rFonts w:eastAsia="Times New Roman" w:cs="Arial"/>
                <w:sz w:val="20"/>
                <w:szCs w:val="20"/>
              </w:rPr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Pr="00F478E8">
              <w:rPr>
                <w:rFonts w:eastAsia="Times New Roman" w:cs="Arial"/>
                <w:sz w:val="20"/>
                <w:szCs w:val="20"/>
              </w:rPr>
              <w:t>R14</w:t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BADB373" w14:textId="77777777" w:rsidR="001120E3" w:rsidRPr="00F478E8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1120E3" w:rsidRPr="00F478E8" w14:paraId="10350924" w14:textId="77777777" w:rsidTr="008D1DEB">
        <w:trPr>
          <w:trHeight w:val="213"/>
        </w:trPr>
        <w:tc>
          <w:tcPr>
            <w:tcW w:w="1788" w:type="dxa"/>
          </w:tcPr>
          <w:p w14:paraId="23877640" w14:textId="77777777" w:rsidR="001120E3" w:rsidRPr="00EA3622" w:rsidRDefault="001120E3" w:rsidP="00855336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EA3622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exciseDutyBeer</w:t>
            </w:r>
          </w:p>
        </w:tc>
        <w:tc>
          <w:tcPr>
            <w:tcW w:w="3360" w:type="dxa"/>
          </w:tcPr>
          <w:p w14:paraId="1ED04354" w14:textId="77777777" w:rsidR="001120E3" w:rsidRPr="00F478E8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Ogółem podatek akcyzowy od piwa. Kwota z poz. 13 formularza/formularzy nr 1, 2, 3...AKC-4/C</w:t>
            </w:r>
          </w:p>
        </w:tc>
        <w:tc>
          <w:tcPr>
            <w:tcW w:w="837" w:type="dxa"/>
          </w:tcPr>
          <w:p w14:paraId="36B3AB55" w14:textId="77777777" w:rsidR="001120E3" w:rsidRPr="00F478E8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22</w:t>
            </w:r>
          </w:p>
        </w:tc>
        <w:tc>
          <w:tcPr>
            <w:tcW w:w="2098" w:type="dxa"/>
          </w:tcPr>
          <w:p w14:paraId="25C0B01A" w14:textId="77777777" w:rsidR="001120E3" w:rsidRPr="00F478E8" w:rsidRDefault="001120E3" w:rsidP="00855336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F478E8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</w:t>
            </w:r>
            <w:r w:rsidR="00BC784D" w:rsidRPr="00F478E8">
              <w:rPr>
                <w:rStyle w:val="pole"/>
                <w:rFonts w:ascii="Lato" w:hAnsi="Lato"/>
                <w:sz w:val="20"/>
                <w:szCs w:val="20"/>
                <w:lang w:val="pl-PL"/>
              </w:rPr>
              <w:t>T</w:t>
            </w:r>
          </w:p>
          <w:p w14:paraId="6C308F36" w14:textId="3A2B3B21" w:rsidR="001120E3" w:rsidRPr="00F478E8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F478E8">
              <w:rPr>
                <w:rFonts w:eastAsia="Times New Roman" w:cs="Arial"/>
                <w:sz w:val="20"/>
                <w:szCs w:val="20"/>
              </w:rPr>
              <w:instrText xml:space="preserve"> REF R15 \h </w:instrText>
            </w:r>
            <w:r w:rsidR="00F478E8" w:rsidRPr="00F478E8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F478E8">
              <w:rPr>
                <w:rFonts w:eastAsia="Times New Roman" w:cs="Arial"/>
                <w:sz w:val="20"/>
                <w:szCs w:val="20"/>
              </w:rPr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Pr="00F478E8">
              <w:rPr>
                <w:rFonts w:eastAsia="Times New Roman" w:cs="Arial"/>
                <w:sz w:val="20"/>
                <w:szCs w:val="20"/>
              </w:rPr>
              <w:t>R15</w:t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DF30C8C" w14:textId="77777777" w:rsidR="001120E3" w:rsidRPr="00F478E8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1120E3" w:rsidRPr="00F478E8" w14:paraId="3AC62B95" w14:textId="77777777" w:rsidTr="008D1DEB">
        <w:trPr>
          <w:trHeight w:val="213"/>
        </w:trPr>
        <w:tc>
          <w:tcPr>
            <w:tcW w:w="1788" w:type="dxa"/>
          </w:tcPr>
          <w:p w14:paraId="5DAC58FB" w14:textId="77777777" w:rsidR="001120E3" w:rsidRPr="00EA3622" w:rsidRDefault="001120E3" w:rsidP="00855336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EA3622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exciseDutyFuel</w:t>
            </w:r>
          </w:p>
        </w:tc>
        <w:tc>
          <w:tcPr>
            <w:tcW w:w="3360" w:type="dxa"/>
          </w:tcPr>
          <w:p w14:paraId="37DE8A26" w14:textId="77777777" w:rsidR="001120E3" w:rsidRPr="00F478E8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Ogółem podatek akcyzowy od paliw silnikowych (z wyłączeniem gazu). Kwota z poz. 13 formularza/formularzy nr 1, 2, 3...AKC-4/D</w:t>
            </w:r>
          </w:p>
        </w:tc>
        <w:tc>
          <w:tcPr>
            <w:tcW w:w="837" w:type="dxa"/>
          </w:tcPr>
          <w:p w14:paraId="6F669C08" w14:textId="77777777" w:rsidR="001120E3" w:rsidRPr="00F478E8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23</w:t>
            </w:r>
          </w:p>
        </w:tc>
        <w:tc>
          <w:tcPr>
            <w:tcW w:w="2098" w:type="dxa"/>
          </w:tcPr>
          <w:p w14:paraId="4E7CE301" w14:textId="77777777" w:rsidR="001120E3" w:rsidRPr="00F478E8" w:rsidRDefault="001120E3" w:rsidP="00855336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F478E8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ZAmountT</w:t>
            </w:r>
          </w:p>
          <w:p w14:paraId="281D8032" w14:textId="27882BC5" w:rsidR="001120E3" w:rsidRPr="00F478E8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F478E8">
              <w:rPr>
                <w:rFonts w:eastAsia="Times New Roman" w:cs="Arial"/>
                <w:sz w:val="20"/>
                <w:szCs w:val="20"/>
              </w:rPr>
              <w:instrText xml:space="preserve"> REF R16 \h </w:instrText>
            </w:r>
            <w:r w:rsidR="00F478E8" w:rsidRPr="00F478E8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F478E8">
              <w:rPr>
                <w:rFonts w:eastAsia="Times New Roman" w:cs="Arial"/>
                <w:sz w:val="20"/>
                <w:szCs w:val="20"/>
              </w:rPr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Pr="00F478E8">
              <w:rPr>
                <w:rFonts w:eastAsia="Times New Roman" w:cs="Arial"/>
                <w:sz w:val="20"/>
                <w:szCs w:val="20"/>
              </w:rPr>
              <w:t>R16</w:t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ECBC80C" w14:textId="77777777" w:rsidR="001120E3" w:rsidRPr="00F478E8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1120E3" w:rsidRPr="00F478E8" w14:paraId="2C8C421E" w14:textId="77777777" w:rsidTr="008D1DEB">
        <w:trPr>
          <w:trHeight w:val="213"/>
        </w:trPr>
        <w:tc>
          <w:tcPr>
            <w:tcW w:w="1788" w:type="dxa"/>
          </w:tcPr>
          <w:p w14:paraId="5F82C7F2" w14:textId="77777777" w:rsidR="001120E3" w:rsidRPr="00EA3622" w:rsidRDefault="001120E3" w:rsidP="00855336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EA3622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exciseDutyCar</w:t>
            </w:r>
          </w:p>
        </w:tc>
        <w:tc>
          <w:tcPr>
            <w:tcW w:w="3360" w:type="dxa"/>
          </w:tcPr>
          <w:p w14:paraId="373D806E" w14:textId="77777777" w:rsidR="001120E3" w:rsidRPr="00F478E8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Ogółem podatek akcyzowy od samochodów osobowych. Kwota z poz. 7 formularza nr 1 AKC-4/E</w:t>
            </w:r>
          </w:p>
        </w:tc>
        <w:tc>
          <w:tcPr>
            <w:tcW w:w="837" w:type="dxa"/>
          </w:tcPr>
          <w:p w14:paraId="4D74DCEB" w14:textId="77777777" w:rsidR="001120E3" w:rsidRPr="00F478E8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24</w:t>
            </w:r>
          </w:p>
        </w:tc>
        <w:tc>
          <w:tcPr>
            <w:tcW w:w="2098" w:type="dxa"/>
          </w:tcPr>
          <w:p w14:paraId="174BFEDD" w14:textId="77777777" w:rsidR="001120E3" w:rsidRPr="00F478E8" w:rsidRDefault="00BC784D" w:rsidP="00855336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F478E8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ZAmountT</w:t>
            </w:r>
          </w:p>
          <w:p w14:paraId="597D0F71" w14:textId="2E03E2AF" w:rsidR="001120E3" w:rsidRPr="00F478E8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F478E8">
              <w:rPr>
                <w:rFonts w:eastAsia="Times New Roman" w:cs="Arial"/>
                <w:sz w:val="20"/>
                <w:szCs w:val="20"/>
              </w:rPr>
              <w:instrText xml:space="preserve"> REF R17 \h </w:instrText>
            </w:r>
            <w:r w:rsidR="00F478E8" w:rsidRPr="00F478E8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F478E8">
              <w:rPr>
                <w:rFonts w:eastAsia="Times New Roman" w:cs="Arial"/>
                <w:sz w:val="20"/>
                <w:szCs w:val="20"/>
              </w:rPr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Pr="00F478E8">
              <w:rPr>
                <w:rFonts w:eastAsia="Times New Roman" w:cs="Arial"/>
                <w:sz w:val="20"/>
                <w:szCs w:val="20"/>
              </w:rPr>
              <w:t>R17</w:t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DC653DE" w14:textId="77777777" w:rsidR="001120E3" w:rsidRPr="00F478E8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1120E3" w:rsidRPr="00F478E8" w14:paraId="11469A81" w14:textId="77777777" w:rsidTr="008D1DEB">
        <w:trPr>
          <w:trHeight w:val="213"/>
        </w:trPr>
        <w:tc>
          <w:tcPr>
            <w:tcW w:w="1788" w:type="dxa"/>
          </w:tcPr>
          <w:p w14:paraId="1BD143E7" w14:textId="77777777" w:rsidR="001120E3" w:rsidRPr="00EA3622" w:rsidRDefault="001120E3" w:rsidP="00855336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EA3622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exciseDutyTobacco</w:t>
            </w:r>
          </w:p>
        </w:tc>
        <w:tc>
          <w:tcPr>
            <w:tcW w:w="3360" w:type="dxa"/>
          </w:tcPr>
          <w:p w14:paraId="4626C7F0" w14:textId="77777777" w:rsidR="001120E3" w:rsidRPr="00F478E8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Ogółem podatek akcyzowy od wyrobów tytoniowych. Kwota z poz. 13 formularza/formularzy nr 1, 2, 3...AKC-4/F</w:t>
            </w:r>
          </w:p>
        </w:tc>
        <w:tc>
          <w:tcPr>
            <w:tcW w:w="837" w:type="dxa"/>
          </w:tcPr>
          <w:p w14:paraId="58D125EA" w14:textId="77777777" w:rsidR="001120E3" w:rsidRPr="00F478E8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25</w:t>
            </w:r>
          </w:p>
        </w:tc>
        <w:tc>
          <w:tcPr>
            <w:tcW w:w="2098" w:type="dxa"/>
          </w:tcPr>
          <w:p w14:paraId="6AA87924" w14:textId="661C1D4D" w:rsidR="001120E3" w:rsidRPr="00F478E8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ZAmountT</w:t>
            </w:r>
            <w:r w:rsidRPr="00F478E8">
              <w:rPr>
                <w:rFonts w:eastAsia="Times New Roman" w:cs="Arial"/>
                <w:sz w:val="20"/>
                <w:szCs w:val="20"/>
              </w:rPr>
              <w:br/>
              <w:t xml:space="preserve">Patrz reguła </w:t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F478E8">
              <w:rPr>
                <w:rFonts w:eastAsia="Times New Roman" w:cs="Arial"/>
                <w:sz w:val="20"/>
                <w:szCs w:val="20"/>
              </w:rPr>
              <w:instrText xml:space="preserve"> REF R18 \h </w:instrText>
            </w:r>
            <w:r w:rsidR="00F478E8" w:rsidRPr="00F478E8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F478E8">
              <w:rPr>
                <w:rFonts w:eastAsia="Times New Roman" w:cs="Arial"/>
                <w:sz w:val="20"/>
                <w:szCs w:val="20"/>
              </w:rPr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Pr="00F478E8">
              <w:rPr>
                <w:rFonts w:eastAsia="Times New Roman" w:cs="Arial"/>
                <w:sz w:val="20"/>
                <w:szCs w:val="20"/>
              </w:rPr>
              <w:t>R18</w:t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C3C52F0" w14:textId="77777777" w:rsidR="001120E3" w:rsidRPr="00F478E8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1120E3" w:rsidRPr="00F478E8" w14:paraId="23A45EFC" w14:textId="77777777" w:rsidTr="008D1DEB">
        <w:trPr>
          <w:trHeight w:val="213"/>
        </w:trPr>
        <w:tc>
          <w:tcPr>
            <w:tcW w:w="1788" w:type="dxa"/>
          </w:tcPr>
          <w:p w14:paraId="5CA20E1E" w14:textId="77777777" w:rsidR="001120E3" w:rsidRPr="00EA3622" w:rsidRDefault="001120E3" w:rsidP="00855336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EA3622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exciseDutyElectricity</w:t>
            </w:r>
          </w:p>
        </w:tc>
        <w:tc>
          <w:tcPr>
            <w:tcW w:w="3360" w:type="dxa"/>
          </w:tcPr>
          <w:p w14:paraId="50048B22" w14:textId="77777777" w:rsidR="001120E3" w:rsidRPr="00F478E8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Ogółem podatek akcyzowy od energii elektrycznej. Kwota z poz. 8 formularza AKC-4/H</w:t>
            </w:r>
          </w:p>
        </w:tc>
        <w:tc>
          <w:tcPr>
            <w:tcW w:w="837" w:type="dxa"/>
          </w:tcPr>
          <w:p w14:paraId="595A8951" w14:textId="77777777" w:rsidR="001120E3" w:rsidRPr="00F478E8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26</w:t>
            </w:r>
          </w:p>
        </w:tc>
        <w:tc>
          <w:tcPr>
            <w:tcW w:w="2098" w:type="dxa"/>
          </w:tcPr>
          <w:p w14:paraId="0152CCD5" w14:textId="77777777" w:rsidR="001120E3" w:rsidRPr="00F478E8" w:rsidRDefault="001120E3" w:rsidP="00855336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F478E8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ZAmountT</w:t>
            </w:r>
          </w:p>
          <w:p w14:paraId="6088CA23" w14:textId="5F9D08FC" w:rsidR="001120E3" w:rsidRPr="00F478E8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F478E8">
              <w:rPr>
                <w:rFonts w:eastAsia="Times New Roman" w:cs="Arial"/>
                <w:sz w:val="20"/>
                <w:szCs w:val="20"/>
              </w:rPr>
              <w:instrText xml:space="preserve"> REF R19 \h </w:instrText>
            </w:r>
            <w:r w:rsidR="00F478E8" w:rsidRPr="00F478E8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F478E8">
              <w:rPr>
                <w:rFonts w:eastAsia="Times New Roman" w:cs="Arial"/>
                <w:sz w:val="20"/>
                <w:szCs w:val="20"/>
              </w:rPr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Pr="00F478E8">
              <w:rPr>
                <w:rFonts w:eastAsia="Times New Roman" w:cs="Arial"/>
                <w:sz w:val="20"/>
                <w:szCs w:val="20"/>
              </w:rPr>
              <w:t>R19</w:t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ABF9AD9" w14:textId="77777777" w:rsidR="001120E3" w:rsidRPr="00F478E8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1120E3" w:rsidRPr="00F478E8" w14:paraId="64B96327" w14:textId="77777777" w:rsidTr="008D1DEB">
        <w:trPr>
          <w:trHeight w:val="213"/>
        </w:trPr>
        <w:tc>
          <w:tcPr>
            <w:tcW w:w="1788" w:type="dxa"/>
          </w:tcPr>
          <w:p w14:paraId="73DCAF9A" w14:textId="77777777" w:rsidR="001120E3" w:rsidRPr="00EA3622" w:rsidRDefault="001120E3" w:rsidP="00855336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EA3622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exciseDutyHeatingFuel</w:t>
            </w:r>
          </w:p>
        </w:tc>
        <w:tc>
          <w:tcPr>
            <w:tcW w:w="3360" w:type="dxa"/>
          </w:tcPr>
          <w:p w14:paraId="7449A0C7" w14:textId="77777777" w:rsidR="001120E3" w:rsidRPr="00F478E8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Ogółem podatek akcyzowy od paliw opałowych (z wyłączeniem wyrobów węglowych i wyrobów gazowych). Kwota z poz. 13 formularza/formularzy nr 1, 2, 3...AKC-4/I</w:t>
            </w:r>
          </w:p>
        </w:tc>
        <w:tc>
          <w:tcPr>
            <w:tcW w:w="837" w:type="dxa"/>
          </w:tcPr>
          <w:p w14:paraId="47A9D99E" w14:textId="77777777" w:rsidR="001120E3" w:rsidRPr="00F478E8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27</w:t>
            </w:r>
          </w:p>
        </w:tc>
        <w:tc>
          <w:tcPr>
            <w:tcW w:w="2098" w:type="dxa"/>
          </w:tcPr>
          <w:p w14:paraId="5A0E6ED2" w14:textId="77777777" w:rsidR="001120E3" w:rsidRPr="00F478E8" w:rsidRDefault="001120E3" w:rsidP="00855336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F478E8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ZAmountT</w:t>
            </w:r>
          </w:p>
          <w:p w14:paraId="76BE41C2" w14:textId="266E889C" w:rsidR="001120E3" w:rsidRPr="00F478E8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F478E8">
              <w:rPr>
                <w:rFonts w:eastAsia="Times New Roman" w:cs="Arial"/>
                <w:sz w:val="20"/>
                <w:szCs w:val="20"/>
              </w:rPr>
              <w:instrText xml:space="preserve"> REF R20 \h </w:instrText>
            </w:r>
            <w:r w:rsidR="00F478E8" w:rsidRPr="00F478E8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F478E8">
              <w:rPr>
                <w:rFonts w:eastAsia="Times New Roman" w:cs="Arial"/>
                <w:sz w:val="20"/>
                <w:szCs w:val="20"/>
              </w:rPr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Pr="00F478E8">
              <w:rPr>
                <w:rFonts w:eastAsia="Times New Roman" w:cs="Arial"/>
                <w:sz w:val="20"/>
                <w:szCs w:val="20"/>
              </w:rPr>
              <w:t>R20</w:t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BED96A6" w14:textId="77777777" w:rsidR="001120E3" w:rsidRPr="00F478E8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1120E3" w:rsidRPr="00F478E8" w14:paraId="0D2FAD76" w14:textId="77777777" w:rsidTr="008D1DEB">
        <w:trPr>
          <w:trHeight w:val="213"/>
        </w:trPr>
        <w:tc>
          <w:tcPr>
            <w:tcW w:w="1788" w:type="dxa"/>
          </w:tcPr>
          <w:p w14:paraId="371DAAF5" w14:textId="77777777" w:rsidR="001120E3" w:rsidRPr="00EA3622" w:rsidRDefault="001120E3" w:rsidP="00855336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EA3622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exciseDutyGasEngine</w:t>
            </w:r>
          </w:p>
        </w:tc>
        <w:tc>
          <w:tcPr>
            <w:tcW w:w="3360" w:type="dxa"/>
          </w:tcPr>
          <w:p w14:paraId="0834400A" w14:textId="77777777" w:rsidR="001120E3" w:rsidRPr="00F478E8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Ogółem podatek akcyzowy od gazu do napędu silników spalinowych. Kwota z poz. 13 formularza/formularzy nr 1, 2, 3...AKC-4/J</w:t>
            </w:r>
          </w:p>
        </w:tc>
        <w:tc>
          <w:tcPr>
            <w:tcW w:w="837" w:type="dxa"/>
          </w:tcPr>
          <w:p w14:paraId="57897A9A" w14:textId="77777777" w:rsidR="001120E3" w:rsidRPr="00F478E8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28</w:t>
            </w:r>
          </w:p>
        </w:tc>
        <w:tc>
          <w:tcPr>
            <w:tcW w:w="2098" w:type="dxa"/>
          </w:tcPr>
          <w:p w14:paraId="50313DE9" w14:textId="77777777" w:rsidR="001120E3" w:rsidRPr="00F478E8" w:rsidRDefault="001120E3" w:rsidP="00855336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F478E8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ZAmountT</w:t>
            </w:r>
          </w:p>
          <w:p w14:paraId="0C20F6EE" w14:textId="797B9313" w:rsidR="001120E3" w:rsidRPr="00F478E8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F478E8">
              <w:rPr>
                <w:rFonts w:eastAsia="Times New Roman" w:cs="Arial"/>
                <w:sz w:val="20"/>
                <w:szCs w:val="20"/>
              </w:rPr>
              <w:instrText xml:space="preserve"> REF R21 \h </w:instrText>
            </w:r>
            <w:r w:rsidR="00F478E8" w:rsidRPr="00F478E8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F478E8">
              <w:rPr>
                <w:rFonts w:eastAsia="Times New Roman" w:cs="Arial"/>
                <w:sz w:val="20"/>
                <w:szCs w:val="20"/>
              </w:rPr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Pr="00F478E8">
              <w:rPr>
                <w:rFonts w:eastAsia="Times New Roman" w:cs="Arial"/>
                <w:sz w:val="20"/>
                <w:szCs w:val="20"/>
              </w:rPr>
              <w:t>R21</w:t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7ADAF6C" w14:textId="77777777" w:rsidR="001120E3" w:rsidRPr="00F478E8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1120E3" w:rsidRPr="00F478E8" w14:paraId="415765A5" w14:textId="77777777" w:rsidTr="008D1DEB">
        <w:trPr>
          <w:trHeight w:val="213"/>
        </w:trPr>
        <w:tc>
          <w:tcPr>
            <w:tcW w:w="1788" w:type="dxa"/>
          </w:tcPr>
          <w:p w14:paraId="791E3891" w14:textId="77777777" w:rsidR="001120E3" w:rsidRPr="00EA3622" w:rsidRDefault="001120E3" w:rsidP="00855336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EA3622">
              <w:rPr>
                <w:rStyle w:val="pole"/>
                <w:rFonts w:ascii="Lato" w:hAnsi="Lato"/>
                <w:sz w:val="20"/>
                <w:szCs w:val="20"/>
                <w:lang w:val="en-GB"/>
              </w:rPr>
              <w:lastRenderedPageBreak/>
              <w:t>exciseDutyOil</w:t>
            </w:r>
          </w:p>
        </w:tc>
        <w:tc>
          <w:tcPr>
            <w:tcW w:w="3360" w:type="dxa"/>
          </w:tcPr>
          <w:p w14:paraId="176D156E" w14:textId="77777777" w:rsidR="001120E3" w:rsidRPr="00F478E8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Ogółem podatek akcyzowy od olejów smarowych i pozostałych olejów. Kwota z poz. 12 formularza/formularzy nr 1, 2, 3...AKC-4/K</w:t>
            </w:r>
          </w:p>
        </w:tc>
        <w:tc>
          <w:tcPr>
            <w:tcW w:w="837" w:type="dxa"/>
          </w:tcPr>
          <w:p w14:paraId="4EDBCF16" w14:textId="77777777" w:rsidR="001120E3" w:rsidRPr="00F478E8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29</w:t>
            </w:r>
          </w:p>
        </w:tc>
        <w:tc>
          <w:tcPr>
            <w:tcW w:w="2098" w:type="dxa"/>
          </w:tcPr>
          <w:p w14:paraId="61A46CAF" w14:textId="77777777" w:rsidR="001120E3" w:rsidRPr="00F478E8" w:rsidRDefault="001120E3" w:rsidP="00855336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F478E8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ZAmountT</w:t>
            </w:r>
          </w:p>
          <w:p w14:paraId="7BEA72C7" w14:textId="14C627E8" w:rsidR="001120E3" w:rsidRPr="00F478E8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F478E8">
              <w:rPr>
                <w:rFonts w:eastAsia="Times New Roman" w:cs="Arial"/>
                <w:sz w:val="20"/>
                <w:szCs w:val="20"/>
              </w:rPr>
              <w:instrText xml:space="preserve"> REF R22 \h </w:instrText>
            </w:r>
            <w:r w:rsidR="00F478E8" w:rsidRPr="00F478E8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F478E8">
              <w:rPr>
                <w:rFonts w:eastAsia="Times New Roman" w:cs="Arial"/>
                <w:sz w:val="20"/>
                <w:szCs w:val="20"/>
              </w:rPr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Pr="00F478E8">
              <w:rPr>
                <w:rFonts w:eastAsia="Times New Roman" w:cs="Arial"/>
                <w:sz w:val="20"/>
                <w:szCs w:val="20"/>
              </w:rPr>
              <w:t>R22</w:t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C422A23" w14:textId="77777777" w:rsidR="001120E3" w:rsidRPr="00F478E8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1120E3" w:rsidRPr="00F478E8" w14:paraId="103125FB" w14:textId="77777777" w:rsidTr="008D1DEB">
        <w:trPr>
          <w:trHeight w:val="213"/>
        </w:trPr>
        <w:tc>
          <w:tcPr>
            <w:tcW w:w="1788" w:type="dxa"/>
          </w:tcPr>
          <w:p w14:paraId="50E33831" w14:textId="77777777" w:rsidR="001120E3" w:rsidRPr="00EA3622" w:rsidRDefault="001120E3" w:rsidP="00855336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EA3622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exciseDutyGas</w:t>
            </w:r>
          </w:p>
        </w:tc>
        <w:tc>
          <w:tcPr>
            <w:tcW w:w="3360" w:type="dxa"/>
          </w:tcPr>
          <w:p w14:paraId="37EF940E" w14:textId="77777777" w:rsidR="001120E3" w:rsidRPr="00F478E8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Ogółem podatek akcyzowy od wyrobów gazowych (z wyłączeniem gazu do napędów silników spalinowych). Kwota z poz. 9 formularza/formularzy nr 1, 2, 3...AKC-4/L</w:t>
            </w:r>
          </w:p>
        </w:tc>
        <w:tc>
          <w:tcPr>
            <w:tcW w:w="837" w:type="dxa"/>
          </w:tcPr>
          <w:p w14:paraId="7D0FB845" w14:textId="77777777" w:rsidR="001120E3" w:rsidRPr="00F478E8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30</w:t>
            </w:r>
          </w:p>
        </w:tc>
        <w:tc>
          <w:tcPr>
            <w:tcW w:w="2098" w:type="dxa"/>
          </w:tcPr>
          <w:p w14:paraId="5F1D3171" w14:textId="77777777" w:rsidR="001120E3" w:rsidRPr="00F478E8" w:rsidRDefault="001120E3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478E8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  <w:p w14:paraId="7DFE97FC" w14:textId="10F5A742" w:rsidR="001120E3" w:rsidRPr="00F478E8" w:rsidRDefault="001120E3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F478E8">
              <w:rPr>
                <w:rFonts w:eastAsia="Times New Roman" w:cs="Arial"/>
                <w:sz w:val="20"/>
                <w:szCs w:val="20"/>
              </w:rPr>
              <w:instrText xml:space="preserve"> REF R22 \h </w:instrText>
            </w:r>
            <w:r w:rsidR="00F478E8" w:rsidRPr="00F478E8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F478E8">
              <w:rPr>
                <w:rFonts w:eastAsia="Times New Roman" w:cs="Arial"/>
                <w:sz w:val="20"/>
                <w:szCs w:val="20"/>
              </w:rPr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Pr="00F478E8">
              <w:rPr>
                <w:rFonts w:eastAsia="Times New Roman" w:cs="Arial"/>
                <w:sz w:val="20"/>
                <w:szCs w:val="20"/>
              </w:rPr>
              <w:t>R33</w:t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B1999E1" w14:textId="77777777" w:rsidR="001120E3" w:rsidRPr="00F478E8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1120E3" w:rsidRPr="00F478E8" w14:paraId="7E629C3C" w14:textId="77777777" w:rsidTr="008D1DEB">
        <w:trPr>
          <w:trHeight w:val="213"/>
        </w:trPr>
        <w:tc>
          <w:tcPr>
            <w:tcW w:w="1788" w:type="dxa"/>
          </w:tcPr>
          <w:p w14:paraId="488ACE79" w14:textId="77777777" w:rsidR="001120E3" w:rsidRPr="00EA3622" w:rsidRDefault="001120E3" w:rsidP="00855336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EA3622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exciseLiquidECigarettes</w:t>
            </w:r>
          </w:p>
        </w:tc>
        <w:tc>
          <w:tcPr>
            <w:tcW w:w="3360" w:type="dxa"/>
          </w:tcPr>
          <w:p w14:paraId="101FCBF4" w14:textId="77777777" w:rsidR="001120E3" w:rsidRPr="00F478E8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Ogółem podatek akcyzowy od płynu do papierosów elektronicznych. Kwota z poz. 12 formularza/formularzy nr 1, 2, 3...AKC-4/M</w:t>
            </w:r>
          </w:p>
        </w:tc>
        <w:tc>
          <w:tcPr>
            <w:tcW w:w="837" w:type="dxa"/>
          </w:tcPr>
          <w:p w14:paraId="2EE01ADF" w14:textId="77777777" w:rsidR="001120E3" w:rsidRPr="00F478E8" w:rsidDel="00891B1C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31</w:t>
            </w:r>
          </w:p>
        </w:tc>
        <w:tc>
          <w:tcPr>
            <w:tcW w:w="2098" w:type="dxa"/>
          </w:tcPr>
          <w:p w14:paraId="66739E92" w14:textId="77777777" w:rsidR="001120E3" w:rsidRPr="00F478E8" w:rsidRDefault="001120E3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478E8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  <w:p w14:paraId="7C9744C4" w14:textId="3B1E3664" w:rsidR="001120E3" w:rsidRPr="00F478E8" w:rsidRDefault="001120E3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F478E8">
              <w:rPr>
                <w:rFonts w:eastAsia="Times New Roman" w:cs="Arial"/>
                <w:sz w:val="20"/>
                <w:szCs w:val="20"/>
              </w:rPr>
              <w:instrText xml:space="preserve"> REF R22 \h </w:instrText>
            </w:r>
            <w:r w:rsidR="00F478E8" w:rsidRPr="00F478E8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F478E8">
              <w:rPr>
                <w:rFonts w:eastAsia="Times New Roman" w:cs="Arial"/>
                <w:sz w:val="20"/>
                <w:szCs w:val="20"/>
              </w:rPr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Pr="00F478E8">
              <w:rPr>
                <w:rFonts w:eastAsia="Times New Roman" w:cs="Arial"/>
                <w:sz w:val="20"/>
                <w:szCs w:val="20"/>
              </w:rPr>
              <w:t>R34</w:t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2360B76" w14:textId="77777777" w:rsidR="001120E3" w:rsidRPr="00F478E8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1120E3" w:rsidRPr="00F478E8" w14:paraId="4E2D3F2F" w14:textId="77777777" w:rsidTr="008D1DEB">
        <w:trPr>
          <w:trHeight w:val="213"/>
        </w:trPr>
        <w:tc>
          <w:tcPr>
            <w:tcW w:w="1788" w:type="dxa"/>
          </w:tcPr>
          <w:p w14:paraId="281098FE" w14:textId="77777777" w:rsidR="001120E3" w:rsidRPr="00EA3622" w:rsidRDefault="001120E3" w:rsidP="00855336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EA3622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exciseInnovativeProducts</w:t>
            </w:r>
          </w:p>
        </w:tc>
        <w:tc>
          <w:tcPr>
            <w:tcW w:w="3360" w:type="dxa"/>
          </w:tcPr>
          <w:p w14:paraId="1FCA1108" w14:textId="77777777" w:rsidR="001120E3" w:rsidRPr="00F478E8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Ogółem podatek akcyzowy od wyrobów nowatorskich. Kwota z poz. 12 formularza/formularzy nr 1, 2, 3...AKC-4/N</w:t>
            </w:r>
          </w:p>
        </w:tc>
        <w:tc>
          <w:tcPr>
            <w:tcW w:w="837" w:type="dxa"/>
          </w:tcPr>
          <w:p w14:paraId="25FC21B2" w14:textId="77777777" w:rsidR="001120E3" w:rsidRPr="00F478E8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32</w:t>
            </w:r>
          </w:p>
        </w:tc>
        <w:tc>
          <w:tcPr>
            <w:tcW w:w="2098" w:type="dxa"/>
          </w:tcPr>
          <w:p w14:paraId="54A56F92" w14:textId="77777777" w:rsidR="001120E3" w:rsidRPr="00F478E8" w:rsidRDefault="001120E3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478E8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  <w:p w14:paraId="69B61FEF" w14:textId="111962A3" w:rsidR="001120E3" w:rsidRPr="00F478E8" w:rsidRDefault="001120E3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F478E8">
              <w:rPr>
                <w:rFonts w:eastAsia="Times New Roman" w:cs="Arial"/>
                <w:sz w:val="20"/>
                <w:szCs w:val="20"/>
              </w:rPr>
              <w:instrText xml:space="preserve"> REF R22 \h </w:instrText>
            </w:r>
            <w:r w:rsidR="00F478E8" w:rsidRPr="00F478E8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F478E8">
              <w:rPr>
                <w:rFonts w:eastAsia="Times New Roman" w:cs="Arial"/>
                <w:sz w:val="20"/>
                <w:szCs w:val="20"/>
              </w:rPr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Pr="00F478E8">
              <w:rPr>
                <w:rFonts w:eastAsia="Times New Roman" w:cs="Arial"/>
                <w:sz w:val="20"/>
                <w:szCs w:val="20"/>
              </w:rPr>
              <w:t>R35</w:t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AF4033F" w14:textId="77777777" w:rsidR="001120E3" w:rsidRPr="00F478E8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1120E3" w:rsidRPr="00F478E8" w14:paraId="4097321D" w14:textId="77777777" w:rsidTr="008D1DEB">
        <w:trPr>
          <w:trHeight w:val="213"/>
        </w:trPr>
        <w:tc>
          <w:tcPr>
            <w:tcW w:w="1788" w:type="dxa"/>
          </w:tcPr>
          <w:p w14:paraId="38DDC9DD" w14:textId="77777777" w:rsidR="001120E3" w:rsidRPr="00EA3622" w:rsidRDefault="001120E3" w:rsidP="00855336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EA3622">
              <w:rPr>
                <w:rStyle w:val="pole"/>
                <w:rFonts w:ascii="Lato" w:hAnsi="Lato"/>
                <w:sz w:val="20"/>
                <w:szCs w:val="20"/>
                <w:lang w:val="en-GB"/>
              </w:rPr>
              <w:t>totalExciseDuties</w:t>
            </w:r>
          </w:p>
        </w:tc>
        <w:tc>
          <w:tcPr>
            <w:tcW w:w="3360" w:type="dxa"/>
          </w:tcPr>
          <w:p w14:paraId="2F95EA52" w14:textId="77777777" w:rsidR="001120E3" w:rsidRPr="00F478E8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Razem podatek akcyzowy. Suma kwot z poz. od 20 do 32.</w:t>
            </w:r>
          </w:p>
        </w:tc>
        <w:tc>
          <w:tcPr>
            <w:tcW w:w="837" w:type="dxa"/>
          </w:tcPr>
          <w:p w14:paraId="254B06C2" w14:textId="77777777" w:rsidR="001120E3" w:rsidRPr="00F478E8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33</w:t>
            </w:r>
          </w:p>
        </w:tc>
        <w:tc>
          <w:tcPr>
            <w:tcW w:w="2098" w:type="dxa"/>
          </w:tcPr>
          <w:p w14:paraId="4A4F1871" w14:textId="77777777" w:rsidR="001120E3" w:rsidRPr="00F478E8" w:rsidRDefault="001120E3" w:rsidP="00855336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F478E8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</w:t>
            </w:r>
            <w:r w:rsidR="00BC784D" w:rsidRPr="00F478E8">
              <w:rPr>
                <w:rStyle w:val="pole"/>
                <w:rFonts w:ascii="Lato" w:hAnsi="Lato"/>
                <w:sz w:val="20"/>
                <w:szCs w:val="20"/>
                <w:lang w:val="pl-PL"/>
              </w:rPr>
              <w:t>T</w:t>
            </w:r>
          </w:p>
          <w:p w14:paraId="57698A54" w14:textId="15E9C58F" w:rsidR="001120E3" w:rsidRPr="00F478E8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F478E8">
              <w:rPr>
                <w:rFonts w:eastAsia="Times New Roman" w:cs="Arial"/>
                <w:sz w:val="20"/>
                <w:szCs w:val="20"/>
              </w:rPr>
              <w:instrText xml:space="preserve"> REF R23 \h </w:instrText>
            </w:r>
            <w:r w:rsidR="00F478E8" w:rsidRPr="00F478E8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F478E8">
              <w:rPr>
                <w:rFonts w:eastAsia="Times New Roman" w:cs="Arial"/>
                <w:sz w:val="20"/>
                <w:szCs w:val="20"/>
              </w:rPr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Pr="00F478E8">
              <w:rPr>
                <w:rFonts w:eastAsia="Times New Roman" w:cs="Arial"/>
                <w:sz w:val="20"/>
                <w:szCs w:val="20"/>
              </w:rPr>
              <w:t>R23</w:t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6ECAC35" w14:textId="77777777" w:rsidR="001120E3" w:rsidRPr="00F478E8" w:rsidRDefault="001120E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</w:tbl>
    <w:p w14:paraId="052054D0" w14:textId="14FD7D0E" w:rsidR="005E55A1" w:rsidRDefault="005E55A1" w:rsidP="005E55A1">
      <w:pPr>
        <w:pStyle w:val="Legenda"/>
        <w:keepNext/>
      </w:pPr>
      <w:bookmarkStart w:id="69" w:name="_Toc182566544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13</w:t>
      </w:r>
      <w:r w:rsidR="00715F4C">
        <w:rPr>
          <w:noProof/>
        </w:rPr>
        <w:fldChar w:fldCharType="end"/>
      </w:r>
      <w:r>
        <w:t xml:space="preserve">. </w:t>
      </w:r>
      <w:r w:rsidRPr="00705970">
        <w:t>Struktura elementu AmountPayableType</w:t>
      </w:r>
      <w:bookmarkEnd w:id="69"/>
    </w:p>
    <w:tbl>
      <w:tblPr>
        <w:tblStyle w:val="Siatkatabelijasna"/>
        <w:tblW w:w="9284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9"/>
        <w:gridCol w:w="1197"/>
      </w:tblGrid>
      <w:tr w:rsidR="00E51FA9" w:rsidRPr="00F478E8" w14:paraId="748E3229" w14:textId="77777777" w:rsidTr="008D1D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7C15386B" w14:textId="77777777" w:rsidR="00E51FA9" w:rsidRPr="00F478E8" w:rsidRDefault="00E51FA9" w:rsidP="002923B2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F478E8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55224E57" w14:textId="77777777" w:rsidR="00E51FA9" w:rsidRPr="00F478E8" w:rsidRDefault="00E51FA9" w:rsidP="002923B2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F478E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202447FC" w14:textId="77777777" w:rsidR="00E51FA9" w:rsidRPr="00F478E8" w:rsidRDefault="00E51FA9" w:rsidP="00E51FA9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F478E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9" w:type="dxa"/>
          </w:tcPr>
          <w:p w14:paraId="2AEA4300" w14:textId="77777777" w:rsidR="00E51FA9" w:rsidRPr="00F478E8" w:rsidRDefault="00E51FA9" w:rsidP="002923B2">
            <w:pPr>
              <w:rPr>
                <w:rFonts w:cs="Arial"/>
                <w:b/>
                <w:sz w:val="18"/>
                <w:szCs w:val="18"/>
              </w:rPr>
            </w:pPr>
            <w:r w:rsidRPr="00F478E8">
              <w:rPr>
                <w:rFonts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7819102B" w14:textId="77777777" w:rsidR="00E51FA9" w:rsidRPr="00F478E8" w:rsidRDefault="00E51FA9" w:rsidP="002923B2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F478E8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E51FA9" w:rsidRPr="00F478E8" w14:paraId="7B2F4700" w14:textId="77777777" w:rsidTr="008D1DEB">
        <w:trPr>
          <w:trHeight w:val="213"/>
        </w:trPr>
        <w:tc>
          <w:tcPr>
            <w:tcW w:w="1788" w:type="dxa"/>
          </w:tcPr>
          <w:p w14:paraId="0E274882" w14:textId="77777777" w:rsidR="00E51FA9" w:rsidRPr="00F478E8" w:rsidRDefault="00E51FA9" w:rsidP="002923B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478E8">
              <w:rPr>
                <w:rStyle w:val="pole"/>
                <w:rFonts w:ascii="Lato" w:hAnsi="Lato"/>
                <w:sz w:val="20"/>
                <w:szCs w:val="20"/>
              </w:rPr>
              <w:t>totalAmountOfExciseStamps</w:t>
            </w:r>
          </w:p>
        </w:tc>
        <w:tc>
          <w:tcPr>
            <w:tcW w:w="3360" w:type="dxa"/>
          </w:tcPr>
          <w:p w14:paraId="14154F36" w14:textId="77777777" w:rsidR="00E51FA9" w:rsidRPr="00F478E8" w:rsidRDefault="005F2346" w:rsidP="00856AEA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Kwota stanowiąca wartość podatkowych znaków akcyzy. Suma kwot z poz. 14 formularza/formularzy AKC-4/A, AKC-4/B, AKC-4/F oraz z poz. 13 formularza/formularzy AKC-4/M i AKC-4/N.</w:t>
            </w:r>
          </w:p>
        </w:tc>
        <w:tc>
          <w:tcPr>
            <w:tcW w:w="840" w:type="dxa"/>
          </w:tcPr>
          <w:p w14:paraId="108C9600" w14:textId="77777777" w:rsidR="00E51FA9" w:rsidRPr="00F478E8" w:rsidRDefault="005F2346" w:rsidP="002923B2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34</w:t>
            </w:r>
          </w:p>
        </w:tc>
        <w:tc>
          <w:tcPr>
            <w:tcW w:w="2099" w:type="dxa"/>
          </w:tcPr>
          <w:p w14:paraId="7C632722" w14:textId="77777777" w:rsidR="00E51FA9" w:rsidRPr="00F478E8" w:rsidRDefault="00E51FA9" w:rsidP="002923B2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F478E8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</w:t>
            </w:r>
            <w:r w:rsidR="00BC784D" w:rsidRPr="00F478E8">
              <w:rPr>
                <w:rStyle w:val="pole"/>
                <w:rFonts w:ascii="Lato" w:hAnsi="Lato"/>
                <w:sz w:val="20"/>
                <w:szCs w:val="20"/>
                <w:lang w:val="pl-PL"/>
              </w:rPr>
              <w:t>T</w:t>
            </w:r>
          </w:p>
          <w:p w14:paraId="02E138D8" w14:textId="444CB738" w:rsidR="00E51FA9" w:rsidRPr="00F478E8" w:rsidRDefault="00D53588" w:rsidP="002923B2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F478E8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E51FA9" w:rsidRPr="00F478E8">
              <w:rPr>
                <w:rFonts w:eastAsia="Times New Roman" w:cs="Arial"/>
                <w:sz w:val="20"/>
                <w:szCs w:val="20"/>
              </w:rPr>
              <w:instrText>R24</w:instrText>
            </w:r>
            <w:r w:rsidRPr="00F478E8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F478E8" w:rsidRPr="00F478E8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F478E8">
              <w:rPr>
                <w:rFonts w:eastAsia="Times New Roman" w:cs="Arial"/>
                <w:sz w:val="20"/>
                <w:szCs w:val="20"/>
              </w:rPr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F478E8">
              <w:rPr>
                <w:rFonts w:eastAsia="Times New Roman" w:cs="Arial"/>
                <w:sz w:val="20"/>
                <w:szCs w:val="20"/>
              </w:rPr>
              <w:t>R24</w:t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54E62C1" w14:textId="77777777" w:rsidR="00E51FA9" w:rsidRPr="00F478E8" w:rsidRDefault="00BC784D" w:rsidP="002923B2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1</w:t>
            </w:r>
            <w:r w:rsidR="00E51FA9" w:rsidRPr="00F478E8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E51FA9" w:rsidRPr="00F478E8" w14:paraId="1E8C3898" w14:textId="77777777" w:rsidTr="008D1DEB">
        <w:trPr>
          <w:trHeight w:val="213"/>
        </w:trPr>
        <w:tc>
          <w:tcPr>
            <w:tcW w:w="1788" w:type="dxa"/>
          </w:tcPr>
          <w:p w14:paraId="5FC3C761" w14:textId="77777777" w:rsidR="00E51FA9" w:rsidRPr="00F478E8" w:rsidRDefault="00E51FA9" w:rsidP="002923B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478E8">
              <w:rPr>
                <w:rStyle w:val="pole"/>
                <w:rFonts w:ascii="Lato" w:hAnsi="Lato"/>
                <w:sz w:val="20"/>
                <w:szCs w:val="20"/>
              </w:rPr>
              <w:t>totalAmountOfPaymentsDaily</w:t>
            </w:r>
          </w:p>
        </w:tc>
        <w:tc>
          <w:tcPr>
            <w:tcW w:w="3360" w:type="dxa"/>
          </w:tcPr>
          <w:p w14:paraId="74C4C228" w14:textId="77777777" w:rsidR="00E51FA9" w:rsidRPr="00F478E8" w:rsidRDefault="005F2346" w:rsidP="00856AEA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Kwota wpłat dziennych. Suma kwot z poz. 175 formularza AKC-4/A, AKC-4/B, AKC-4/F, z poz. 174 formularza AKC-4/C, AKC-4/D, AKC-4/I, AKC-4/J, AKC-4/M, AKC-</w:t>
            </w:r>
            <w:r w:rsidRPr="00F478E8">
              <w:rPr>
                <w:rFonts w:eastAsia="Times New Roman" w:cs="Arial"/>
                <w:sz w:val="20"/>
                <w:szCs w:val="20"/>
              </w:rPr>
              <w:lastRenderedPageBreak/>
              <w:t>4/N oraz z poz. 173 formularza AKC-4/K.</w:t>
            </w:r>
          </w:p>
        </w:tc>
        <w:tc>
          <w:tcPr>
            <w:tcW w:w="840" w:type="dxa"/>
          </w:tcPr>
          <w:p w14:paraId="3B596447" w14:textId="77777777" w:rsidR="00E51FA9" w:rsidRPr="00F478E8" w:rsidRDefault="005F2346" w:rsidP="002923B2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lastRenderedPageBreak/>
              <w:t>35</w:t>
            </w:r>
          </w:p>
        </w:tc>
        <w:tc>
          <w:tcPr>
            <w:tcW w:w="2099" w:type="dxa"/>
          </w:tcPr>
          <w:p w14:paraId="6F68D96C" w14:textId="77777777" w:rsidR="00E51FA9" w:rsidRPr="00F478E8" w:rsidRDefault="00E51FA9" w:rsidP="002923B2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F478E8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</w:t>
            </w:r>
            <w:r w:rsidR="00BC784D" w:rsidRPr="00F478E8">
              <w:rPr>
                <w:rStyle w:val="pole"/>
                <w:rFonts w:ascii="Lato" w:hAnsi="Lato"/>
                <w:sz w:val="20"/>
                <w:szCs w:val="20"/>
                <w:lang w:val="pl-PL"/>
              </w:rPr>
              <w:t>P</w:t>
            </w:r>
          </w:p>
          <w:p w14:paraId="2469F813" w14:textId="4E1DC8FE" w:rsidR="00E51FA9" w:rsidRPr="00F478E8" w:rsidRDefault="00D53588" w:rsidP="002923B2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F478E8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E51FA9" w:rsidRPr="00F478E8">
              <w:rPr>
                <w:rFonts w:eastAsia="Times New Roman" w:cs="Arial"/>
                <w:sz w:val="20"/>
                <w:szCs w:val="20"/>
              </w:rPr>
              <w:instrText>R25</w:instrText>
            </w:r>
            <w:r w:rsidRPr="00F478E8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F478E8" w:rsidRPr="00F478E8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F478E8">
              <w:rPr>
                <w:rFonts w:eastAsia="Times New Roman" w:cs="Arial"/>
                <w:sz w:val="20"/>
                <w:szCs w:val="20"/>
              </w:rPr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F478E8">
              <w:rPr>
                <w:rFonts w:eastAsia="Times New Roman" w:cs="Arial"/>
                <w:sz w:val="20"/>
                <w:szCs w:val="20"/>
              </w:rPr>
              <w:t>R25</w:t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05EC3DA" w14:textId="77777777" w:rsidR="00E51FA9" w:rsidRPr="00F478E8" w:rsidRDefault="00BC784D" w:rsidP="002923B2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1</w:t>
            </w:r>
            <w:r w:rsidR="00E51FA9" w:rsidRPr="00F478E8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E51FA9" w:rsidRPr="00F478E8" w14:paraId="2474A7B7" w14:textId="77777777" w:rsidTr="008D1DEB">
        <w:trPr>
          <w:trHeight w:val="213"/>
        </w:trPr>
        <w:tc>
          <w:tcPr>
            <w:tcW w:w="1788" w:type="dxa"/>
          </w:tcPr>
          <w:p w14:paraId="0463F41E" w14:textId="77777777" w:rsidR="00E51FA9" w:rsidRPr="00F478E8" w:rsidRDefault="00E51FA9" w:rsidP="002923B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478E8">
              <w:rPr>
                <w:rStyle w:val="pole"/>
                <w:rFonts w:ascii="Lato" w:hAnsi="Lato"/>
                <w:sz w:val="20"/>
                <w:szCs w:val="20"/>
              </w:rPr>
              <w:t>totalAmountOfPrePayment</w:t>
            </w:r>
          </w:p>
        </w:tc>
        <w:tc>
          <w:tcPr>
            <w:tcW w:w="3360" w:type="dxa"/>
          </w:tcPr>
          <w:p w14:paraId="0998CEA9" w14:textId="77777777" w:rsidR="00E51FA9" w:rsidRPr="00F478E8" w:rsidRDefault="005F2346" w:rsidP="00856AEA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Kwota dokonanej przedpłaty akcyzy. Suma kwot z poz. 22 deklaracji AKC-PA (A), AKC-PA (B), AKC-PA (C), AKC-PA (D), AKC-PA (F), AKC-PA (I), AKC-PA (J), AKC-PA (K), AKC-PA (M) i AKC-PA (N) złożonej/złożonych za miesiąc, którego niniejsza deklaracja dotyczy.</w:t>
            </w:r>
          </w:p>
        </w:tc>
        <w:tc>
          <w:tcPr>
            <w:tcW w:w="840" w:type="dxa"/>
          </w:tcPr>
          <w:p w14:paraId="463CDFDE" w14:textId="77777777" w:rsidR="00E51FA9" w:rsidRPr="00F478E8" w:rsidRDefault="005F2346" w:rsidP="002923B2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36</w:t>
            </w:r>
          </w:p>
        </w:tc>
        <w:tc>
          <w:tcPr>
            <w:tcW w:w="2099" w:type="dxa"/>
          </w:tcPr>
          <w:p w14:paraId="28652383" w14:textId="77777777" w:rsidR="00E51FA9" w:rsidRPr="00F478E8" w:rsidRDefault="00E51FA9" w:rsidP="0070740A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F478E8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</w:t>
            </w:r>
            <w:r w:rsidR="00BC784D" w:rsidRPr="00F478E8">
              <w:rPr>
                <w:rStyle w:val="pole"/>
                <w:rFonts w:ascii="Lato" w:hAnsi="Lato"/>
                <w:sz w:val="20"/>
                <w:szCs w:val="20"/>
                <w:lang w:val="pl-PL"/>
              </w:rPr>
              <w:t>P</w:t>
            </w:r>
          </w:p>
          <w:p w14:paraId="4B102697" w14:textId="67B49675" w:rsidR="00E51FA9" w:rsidRPr="00F478E8" w:rsidRDefault="00D53588" w:rsidP="0070740A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F478E8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E51FA9" w:rsidRPr="00F478E8">
              <w:rPr>
                <w:rFonts w:eastAsia="Times New Roman" w:cs="Arial"/>
                <w:sz w:val="20"/>
                <w:szCs w:val="20"/>
              </w:rPr>
              <w:instrText>R26</w:instrText>
            </w:r>
            <w:r w:rsidRPr="00F478E8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F478E8" w:rsidRPr="00F478E8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F478E8">
              <w:rPr>
                <w:rFonts w:eastAsia="Times New Roman" w:cs="Arial"/>
                <w:sz w:val="20"/>
                <w:szCs w:val="20"/>
              </w:rPr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F478E8">
              <w:rPr>
                <w:rFonts w:eastAsia="Times New Roman" w:cs="Arial"/>
                <w:sz w:val="20"/>
                <w:szCs w:val="20"/>
              </w:rPr>
              <w:t>R26</w:t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  <w:p w14:paraId="45A54C11" w14:textId="77777777" w:rsidR="00E51FA9" w:rsidRPr="00F478E8" w:rsidRDefault="00E51FA9" w:rsidP="0070740A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197" w:type="dxa"/>
          </w:tcPr>
          <w:p w14:paraId="71640083" w14:textId="77777777" w:rsidR="00E51FA9" w:rsidRPr="00F478E8" w:rsidRDefault="00BC784D" w:rsidP="002923B2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1</w:t>
            </w:r>
            <w:r w:rsidR="00E51FA9" w:rsidRPr="00F478E8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</w:tbl>
    <w:p w14:paraId="54FF9B2F" w14:textId="75AC5602" w:rsidR="005E55A1" w:rsidRDefault="005E55A1" w:rsidP="005E55A1">
      <w:pPr>
        <w:pStyle w:val="Legenda"/>
        <w:keepNext/>
      </w:pPr>
      <w:bookmarkStart w:id="70" w:name="_Toc182566545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14</w:t>
      </w:r>
      <w:r w:rsidR="00715F4C">
        <w:rPr>
          <w:noProof/>
        </w:rPr>
        <w:fldChar w:fldCharType="end"/>
      </w:r>
      <w:r>
        <w:t xml:space="preserve">. </w:t>
      </w:r>
      <w:r w:rsidRPr="00964D92">
        <w:t>Struktura elementu amountOfExciseDutyType</w:t>
      </w:r>
      <w:bookmarkEnd w:id="70"/>
    </w:p>
    <w:tbl>
      <w:tblPr>
        <w:tblStyle w:val="Siatkatabelijasna"/>
        <w:tblW w:w="9284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9"/>
        <w:gridCol w:w="1197"/>
      </w:tblGrid>
      <w:tr w:rsidR="00BC784D" w:rsidRPr="00F478E8" w14:paraId="7BA8C1F2" w14:textId="77777777" w:rsidTr="008D1D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09C028FD" w14:textId="77777777" w:rsidR="00BC784D" w:rsidRPr="00F478E8" w:rsidRDefault="00BC784D" w:rsidP="00855336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F478E8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2BF12649" w14:textId="77777777" w:rsidR="00BC784D" w:rsidRPr="00F478E8" w:rsidRDefault="00BC784D" w:rsidP="00855336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F478E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5D569715" w14:textId="77777777" w:rsidR="00BC784D" w:rsidRPr="00F478E8" w:rsidRDefault="00BC784D" w:rsidP="00855336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F478E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9" w:type="dxa"/>
          </w:tcPr>
          <w:p w14:paraId="5DEEF54A" w14:textId="77777777" w:rsidR="00BC784D" w:rsidRPr="00F478E8" w:rsidRDefault="00BC784D" w:rsidP="00855336">
            <w:pPr>
              <w:rPr>
                <w:rFonts w:cs="Arial"/>
                <w:b/>
                <w:sz w:val="18"/>
                <w:szCs w:val="18"/>
              </w:rPr>
            </w:pPr>
            <w:r w:rsidRPr="00F478E8">
              <w:rPr>
                <w:rFonts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334510F8" w14:textId="77777777" w:rsidR="00BC784D" w:rsidRPr="00F478E8" w:rsidRDefault="00BC784D" w:rsidP="00855336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F478E8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BC784D" w:rsidRPr="00F478E8" w14:paraId="7DA9C392" w14:textId="77777777" w:rsidTr="008D1DEB">
        <w:trPr>
          <w:trHeight w:val="213"/>
        </w:trPr>
        <w:tc>
          <w:tcPr>
            <w:tcW w:w="1788" w:type="dxa"/>
          </w:tcPr>
          <w:p w14:paraId="1425688A" w14:textId="77777777" w:rsidR="00BC784D" w:rsidRPr="00F478E8" w:rsidRDefault="00BC784D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478E8">
              <w:rPr>
                <w:rStyle w:val="pole"/>
                <w:rFonts w:ascii="Lato" w:hAnsi="Lato"/>
                <w:sz w:val="20"/>
                <w:szCs w:val="20"/>
              </w:rPr>
              <w:t>amountOfSurpPrevDecl</w:t>
            </w:r>
          </w:p>
        </w:tc>
        <w:tc>
          <w:tcPr>
            <w:tcW w:w="3360" w:type="dxa"/>
          </w:tcPr>
          <w:p w14:paraId="7A2820EA" w14:textId="77777777" w:rsidR="00BC784D" w:rsidRPr="00F478E8" w:rsidRDefault="00BC784D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Kwota z pozycji "Nadwyżka wpłat do rozliczenia" z ostatniej złożonej deklaracji</w:t>
            </w:r>
          </w:p>
        </w:tc>
        <w:tc>
          <w:tcPr>
            <w:tcW w:w="840" w:type="dxa"/>
          </w:tcPr>
          <w:p w14:paraId="7083A658" w14:textId="77777777" w:rsidR="00BC784D" w:rsidRPr="00F478E8" w:rsidRDefault="00BC784D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37</w:t>
            </w:r>
          </w:p>
        </w:tc>
        <w:tc>
          <w:tcPr>
            <w:tcW w:w="2099" w:type="dxa"/>
          </w:tcPr>
          <w:p w14:paraId="05916932" w14:textId="77777777" w:rsidR="00BC784D" w:rsidRPr="00F478E8" w:rsidRDefault="00BC784D" w:rsidP="00855336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F478E8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</w:t>
            </w:r>
            <w:r w:rsidR="00044DEB" w:rsidRPr="00F478E8">
              <w:rPr>
                <w:rStyle w:val="pole"/>
                <w:rFonts w:ascii="Lato" w:hAnsi="Lato"/>
                <w:sz w:val="20"/>
                <w:szCs w:val="20"/>
                <w:lang w:val="pl-PL"/>
              </w:rPr>
              <w:t>T</w:t>
            </w:r>
          </w:p>
          <w:p w14:paraId="367D53F1" w14:textId="15FCECB6" w:rsidR="00BC784D" w:rsidRPr="00F478E8" w:rsidRDefault="00BC784D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F478E8">
              <w:rPr>
                <w:rFonts w:eastAsia="Times New Roman" w:cs="Arial"/>
                <w:sz w:val="20"/>
                <w:szCs w:val="20"/>
              </w:rPr>
              <w:instrText xml:space="preserve"> REF R27 \h </w:instrText>
            </w:r>
            <w:r w:rsidR="00F478E8" w:rsidRPr="00F478E8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F478E8">
              <w:rPr>
                <w:rFonts w:eastAsia="Times New Roman" w:cs="Arial"/>
                <w:sz w:val="20"/>
                <w:szCs w:val="20"/>
              </w:rPr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Pr="00F478E8">
              <w:rPr>
                <w:rFonts w:eastAsia="Times New Roman" w:cs="Arial"/>
                <w:sz w:val="20"/>
                <w:szCs w:val="20"/>
              </w:rPr>
              <w:t>R27</w:t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10A27E9" w14:textId="77777777" w:rsidR="00BC784D" w:rsidRPr="00F478E8" w:rsidRDefault="00044DEB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1</w:t>
            </w:r>
            <w:r w:rsidR="00BC784D" w:rsidRPr="00F478E8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BC784D" w:rsidRPr="00F478E8" w14:paraId="760B58BF" w14:textId="77777777" w:rsidTr="008D1DEB">
        <w:trPr>
          <w:trHeight w:val="213"/>
        </w:trPr>
        <w:tc>
          <w:tcPr>
            <w:tcW w:w="1788" w:type="dxa"/>
          </w:tcPr>
          <w:p w14:paraId="74C0C580" w14:textId="77777777" w:rsidR="00BC784D" w:rsidRPr="00F478E8" w:rsidRDefault="00BC784D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478E8">
              <w:rPr>
                <w:rStyle w:val="pole"/>
                <w:rFonts w:ascii="Lato" w:hAnsi="Lato"/>
                <w:sz w:val="20"/>
                <w:szCs w:val="20"/>
              </w:rPr>
              <w:t>surplusOfAdvanPaymExcise</w:t>
            </w:r>
          </w:p>
        </w:tc>
        <w:tc>
          <w:tcPr>
            <w:tcW w:w="3360" w:type="dxa"/>
          </w:tcPr>
          <w:p w14:paraId="2265C8D8" w14:textId="77777777" w:rsidR="00BC784D" w:rsidRPr="00F478E8" w:rsidRDefault="00BC784D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Kwota z pozycji "Nadwyżka wpłat do rozliczenia" z ostatniej złożonej deklaracji - w tym nadwyżka przedpłaty akcyzy</w:t>
            </w:r>
          </w:p>
        </w:tc>
        <w:tc>
          <w:tcPr>
            <w:tcW w:w="840" w:type="dxa"/>
          </w:tcPr>
          <w:p w14:paraId="35D6DE5C" w14:textId="77777777" w:rsidR="00BC784D" w:rsidRPr="00F478E8" w:rsidRDefault="00BC784D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38</w:t>
            </w:r>
          </w:p>
        </w:tc>
        <w:tc>
          <w:tcPr>
            <w:tcW w:w="2099" w:type="dxa"/>
          </w:tcPr>
          <w:p w14:paraId="0F1D4BBD" w14:textId="77777777" w:rsidR="00BC784D" w:rsidRPr="00F478E8" w:rsidRDefault="00BC784D" w:rsidP="00855336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F478E8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</w:t>
            </w:r>
            <w:r w:rsidR="00044DEB" w:rsidRPr="00F478E8">
              <w:rPr>
                <w:rStyle w:val="pole"/>
                <w:rFonts w:ascii="Lato" w:hAnsi="Lato"/>
                <w:sz w:val="20"/>
                <w:szCs w:val="20"/>
                <w:lang w:val="pl-PL"/>
              </w:rPr>
              <w:t>T</w:t>
            </w:r>
          </w:p>
          <w:p w14:paraId="71EF3CBE" w14:textId="2311AC4E" w:rsidR="00BC784D" w:rsidRPr="00F478E8" w:rsidRDefault="00BC784D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F478E8">
              <w:rPr>
                <w:rFonts w:eastAsia="Times New Roman" w:cs="Arial"/>
                <w:sz w:val="20"/>
                <w:szCs w:val="20"/>
              </w:rPr>
              <w:instrText xml:space="preserve"> REF R28 \h </w:instrText>
            </w:r>
            <w:r w:rsidR="00F478E8" w:rsidRPr="00F478E8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F478E8">
              <w:rPr>
                <w:rFonts w:eastAsia="Times New Roman" w:cs="Arial"/>
                <w:sz w:val="20"/>
                <w:szCs w:val="20"/>
              </w:rPr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Pr="00F478E8">
              <w:rPr>
                <w:rFonts w:eastAsia="Times New Roman" w:cs="Arial"/>
                <w:sz w:val="20"/>
                <w:szCs w:val="20"/>
              </w:rPr>
              <w:t>R28</w:t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1FA2FE0" w14:textId="77777777" w:rsidR="00BC784D" w:rsidRPr="00F478E8" w:rsidRDefault="00044DEB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1</w:t>
            </w:r>
            <w:r w:rsidR="00BC784D" w:rsidRPr="00F478E8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BC784D" w:rsidRPr="00F478E8" w14:paraId="7FBF428C" w14:textId="77777777" w:rsidTr="008D1DEB">
        <w:trPr>
          <w:trHeight w:val="213"/>
        </w:trPr>
        <w:tc>
          <w:tcPr>
            <w:tcW w:w="1788" w:type="dxa"/>
          </w:tcPr>
          <w:p w14:paraId="2C589652" w14:textId="77777777" w:rsidR="00BC784D" w:rsidRPr="00F478E8" w:rsidRDefault="00BC784D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478E8">
              <w:rPr>
                <w:rStyle w:val="pole"/>
                <w:rFonts w:ascii="Lato" w:hAnsi="Lato"/>
                <w:sz w:val="20"/>
                <w:szCs w:val="20"/>
              </w:rPr>
              <w:t>toPay</w:t>
            </w:r>
          </w:p>
        </w:tc>
        <w:tc>
          <w:tcPr>
            <w:tcW w:w="3360" w:type="dxa"/>
          </w:tcPr>
          <w:p w14:paraId="5D8B86CD" w14:textId="77777777" w:rsidR="00BC784D" w:rsidRPr="00F478E8" w:rsidRDefault="00BC784D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Do zapłaty. Od kwoty z poz. 33 należy odjąć sumę kwot z poz. 34, 35, 36 i 37. Jeżeli różnica jest liczbą ujemną, należy wpisać 0.</w:t>
            </w:r>
          </w:p>
        </w:tc>
        <w:tc>
          <w:tcPr>
            <w:tcW w:w="840" w:type="dxa"/>
          </w:tcPr>
          <w:p w14:paraId="4CBF5D75" w14:textId="77777777" w:rsidR="00BC784D" w:rsidRPr="00F478E8" w:rsidRDefault="00BC784D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39</w:t>
            </w:r>
          </w:p>
        </w:tc>
        <w:tc>
          <w:tcPr>
            <w:tcW w:w="2099" w:type="dxa"/>
          </w:tcPr>
          <w:p w14:paraId="64713C6D" w14:textId="77777777" w:rsidR="00BC784D" w:rsidRPr="00F478E8" w:rsidRDefault="00BC784D" w:rsidP="00855336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F478E8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</w:t>
            </w:r>
            <w:r w:rsidR="00044DEB" w:rsidRPr="00F478E8">
              <w:rPr>
                <w:rStyle w:val="pole"/>
                <w:rFonts w:ascii="Lato" w:hAnsi="Lato"/>
                <w:sz w:val="20"/>
                <w:szCs w:val="20"/>
                <w:lang w:val="pl-PL"/>
              </w:rPr>
              <w:t>P</w:t>
            </w:r>
          </w:p>
          <w:p w14:paraId="67280327" w14:textId="780BE9ED" w:rsidR="00BC784D" w:rsidRPr="00F478E8" w:rsidRDefault="00BC784D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F478E8">
              <w:rPr>
                <w:rFonts w:eastAsia="Times New Roman" w:cs="Arial"/>
                <w:sz w:val="20"/>
                <w:szCs w:val="20"/>
              </w:rPr>
              <w:instrText xml:space="preserve"> REF R29 \h </w:instrText>
            </w:r>
            <w:r w:rsidR="00F478E8" w:rsidRPr="00F478E8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F478E8">
              <w:rPr>
                <w:rFonts w:eastAsia="Times New Roman" w:cs="Arial"/>
                <w:sz w:val="20"/>
                <w:szCs w:val="20"/>
              </w:rPr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Pr="00F478E8">
              <w:rPr>
                <w:rFonts w:eastAsia="Times New Roman" w:cs="Arial"/>
                <w:sz w:val="20"/>
                <w:szCs w:val="20"/>
              </w:rPr>
              <w:t>R29</w:t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50DDC0B" w14:textId="77777777" w:rsidR="00BC784D" w:rsidRPr="00F478E8" w:rsidRDefault="00044DEB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1</w:t>
            </w:r>
            <w:r w:rsidR="00BC784D" w:rsidRPr="00F478E8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BC784D" w:rsidRPr="00F478E8" w14:paraId="5194223C" w14:textId="77777777" w:rsidTr="008D1DEB">
        <w:trPr>
          <w:trHeight w:val="213"/>
        </w:trPr>
        <w:tc>
          <w:tcPr>
            <w:tcW w:w="1788" w:type="dxa"/>
          </w:tcPr>
          <w:p w14:paraId="6768E9AC" w14:textId="77777777" w:rsidR="00BC784D" w:rsidRPr="00F478E8" w:rsidRDefault="00BC784D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478E8">
              <w:rPr>
                <w:rStyle w:val="pole"/>
                <w:rFonts w:ascii="Lato" w:hAnsi="Lato"/>
                <w:sz w:val="20"/>
                <w:szCs w:val="20"/>
              </w:rPr>
              <w:t>excessContributSettlement</w:t>
            </w:r>
          </w:p>
        </w:tc>
        <w:tc>
          <w:tcPr>
            <w:tcW w:w="3360" w:type="dxa"/>
          </w:tcPr>
          <w:p w14:paraId="3ED94C38" w14:textId="77777777" w:rsidR="00BC784D" w:rsidRPr="00F478E8" w:rsidRDefault="00BC784D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Nadwyżka wpłat do rozliczenia. Od sumy kwot z poz. 34, 35, 36 i 37 należy odjąć kwotę z poz. 33. Jeżeli różnica jest liczbą ujemną, należy wpisać 0.</w:t>
            </w:r>
          </w:p>
        </w:tc>
        <w:tc>
          <w:tcPr>
            <w:tcW w:w="840" w:type="dxa"/>
          </w:tcPr>
          <w:p w14:paraId="314DC6ED" w14:textId="77777777" w:rsidR="00BC784D" w:rsidRPr="00F478E8" w:rsidRDefault="00BC784D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40</w:t>
            </w:r>
          </w:p>
        </w:tc>
        <w:tc>
          <w:tcPr>
            <w:tcW w:w="2099" w:type="dxa"/>
          </w:tcPr>
          <w:p w14:paraId="0FD54FFC" w14:textId="77777777" w:rsidR="00BC784D" w:rsidRPr="00F478E8" w:rsidRDefault="00BC784D" w:rsidP="00855336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F478E8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</w:t>
            </w:r>
            <w:r w:rsidR="00044DEB" w:rsidRPr="00F478E8">
              <w:rPr>
                <w:rStyle w:val="pole"/>
                <w:rFonts w:ascii="Lato" w:hAnsi="Lato"/>
                <w:sz w:val="20"/>
                <w:szCs w:val="20"/>
                <w:lang w:val="pl-PL"/>
              </w:rPr>
              <w:t>P</w:t>
            </w:r>
          </w:p>
          <w:p w14:paraId="056A40E1" w14:textId="7C1A0EC6" w:rsidR="00BC784D" w:rsidRPr="00F478E8" w:rsidRDefault="00BC784D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F478E8">
              <w:rPr>
                <w:rFonts w:eastAsia="Times New Roman" w:cs="Arial"/>
                <w:sz w:val="20"/>
                <w:szCs w:val="20"/>
              </w:rPr>
              <w:instrText xml:space="preserve"> REF R30 \h </w:instrText>
            </w:r>
            <w:r w:rsidR="00F478E8" w:rsidRPr="00F478E8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F478E8">
              <w:rPr>
                <w:rFonts w:eastAsia="Times New Roman" w:cs="Arial"/>
                <w:sz w:val="20"/>
                <w:szCs w:val="20"/>
              </w:rPr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Pr="00F478E8">
              <w:rPr>
                <w:rFonts w:eastAsia="Times New Roman" w:cs="Arial"/>
                <w:sz w:val="20"/>
                <w:szCs w:val="20"/>
              </w:rPr>
              <w:t>R30</w:t>
            </w:r>
            <w:r w:rsidRPr="00F478E8">
              <w:rPr>
                <w:rFonts w:eastAsia="Times New Roman" w:cs="Arial"/>
                <w:sz w:val="20"/>
                <w:szCs w:val="20"/>
              </w:rPr>
              <w:tab/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847B268" w14:textId="77777777" w:rsidR="00BC784D" w:rsidRPr="00F478E8" w:rsidRDefault="00044DEB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1</w:t>
            </w:r>
            <w:r w:rsidR="00BC784D" w:rsidRPr="00F478E8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BC784D" w:rsidRPr="00F478E8" w14:paraId="40D556E2" w14:textId="77777777" w:rsidTr="008D1DEB">
        <w:trPr>
          <w:trHeight w:val="213"/>
        </w:trPr>
        <w:tc>
          <w:tcPr>
            <w:tcW w:w="1788" w:type="dxa"/>
          </w:tcPr>
          <w:p w14:paraId="3AF24B90" w14:textId="77777777" w:rsidR="00BC784D" w:rsidRPr="00F478E8" w:rsidRDefault="00BC784D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478E8">
              <w:rPr>
                <w:rStyle w:val="pole"/>
                <w:rFonts w:ascii="Lato" w:hAnsi="Lato"/>
                <w:sz w:val="20"/>
                <w:szCs w:val="20"/>
              </w:rPr>
              <w:t>excessContributSurplusPaymExcise</w:t>
            </w:r>
          </w:p>
        </w:tc>
        <w:tc>
          <w:tcPr>
            <w:tcW w:w="3360" w:type="dxa"/>
          </w:tcPr>
          <w:p w14:paraId="7C499F23" w14:textId="77777777" w:rsidR="00BC784D" w:rsidRPr="00F478E8" w:rsidRDefault="00BC784D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Nadwyżka wpłat do rozliczenia - w tym nadwyżka przedpłaty akcyzy.</w:t>
            </w:r>
          </w:p>
        </w:tc>
        <w:tc>
          <w:tcPr>
            <w:tcW w:w="840" w:type="dxa"/>
          </w:tcPr>
          <w:p w14:paraId="2F6AFB06" w14:textId="77777777" w:rsidR="00BC784D" w:rsidRPr="00F478E8" w:rsidRDefault="00BC784D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41</w:t>
            </w:r>
          </w:p>
        </w:tc>
        <w:tc>
          <w:tcPr>
            <w:tcW w:w="2099" w:type="dxa"/>
          </w:tcPr>
          <w:p w14:paraId="362CF204" w14:textId="77777777" w:rsidR="00BC784D" w:rsidRPr="00F478E8" w:rsidRDefault="00BC784D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478E8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044DEB" w:rsidRPr="00F478E8">
              <w:rPr>
                <w:rStyle w:val="pole"/>
                <w:rFonts w:ascii="Lato" w:hAnsi="Lato"/>
                <w:sz w:val="20"/>
                <w:szCs w:val="20"/>
              </w:rPr>
              <w:t>P</w:t>
            </w:r>
          </w:p>
          <w:p w14:paraId="754D5F50" w14:textId="0EB5AE81" w:rsidR="00BC784D" w:rsidRPr="00F478E8" w:rsidRDefault="00BC784D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F478E8">
              <w:rPr>
                <w:rFonts w:eastAsia="Times New Roman" w:cs="Arial"/>
                <w:sz w:val="20"/>
                <w:szCs w:val="20"/>
              </w:rPr>
              <w:instrText xml:space="preserve"> REF R31 \h </w:instrText>
            </w:r>
            <w:r w:rsidR="00F478E8" w:rsidRPr="00F478E8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F478E8">
              <w:rPr>
                <w:rFonts w:eastAsia="Times New Roman" w:cs="Arial"/>
                <w:sz w:val="20"/>
                <w:szCs w:val="20"/>
              </w:rPr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Pr="00F478E8">
              <w:rPr>
                <w:rFonts w:eastAsia="Times New Roman" w:cs="Arial"/>
                <w:sz w:val="20"/>
                <w:szCs w:val="20"/>
              </w:rPr>
              <w:t>R31</w:t>
            </w:r>
            <w:r w:rsidRPr="00F478E8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44E746D" w14:textId="77777777" w:rsidR="00BC784D" w:rsidRPr="00F478E8" w:rsidRDefault="00044DEB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F478E8">
              <w:rPr>
                <w:rFonts w:eastAsia="Times New Roman" w:cs="Arial"/>
                <w:sz w:val="20"/>
                <w:szCs w:val="20"/>
              </w:rPr>
              <w:t>1</w:t>
            </w:r>
            <w:r w:rsidR="00BC784D" w:rsidRPr="00F478E8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</w:tbl>
    <w:p w14:paraId="7D23C6C7" w14:textId="77777777" w:rsidR="00805EC9" w:rsidRDefault="00805EC9" w:rsidP="00C048E5">
      <w:pPr>
        <w:pStyle w:val="Nagwek2"/>
      </w:pPr>
      <w:bookmarkStart w:id="71" w:name="_Toc182566437"/>
      <w:r>
        <w:lastRenderedPageBreak/>
        <w:t>Reguły</w:t>
      </w:r>
      <w:bookmarkEnd w:id="71"/>
    </w:p>
    <w:p w14:paraId="51FC608E" w14:textId="0FDCEE72" w:rsidR="005E55A1" w:rsidRDefault="005E55A1" w:rsidP="005E55A1">
      <w:pPr>
        <w:pStyle w:val="Legenda"/>
        <w:keepNext/>
      </w:pPr>
      <w:bookmarkStart w:id="72" w:name="_Toc182566546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15</w:t>
      </w:r>
      <w:r w:rsidR="00715F4C">
        <w:rPr>
          <w:noProof/>
        </w:rPr>
        <w:fldChar w:fldCharType="end"/>
      </w:r>
      <w:r>
        <w:t xml:space="preserve">. </w:t>
      </w:r>
      <w:r w:rsidRPr="00C17817">
        <w:t>Reguły dotyczące deklaracji AKC-4</w:t>
      </w:r>
      <w:bookmarkEnd w:id="72"/>
    </w:p>
    <w:tbl>
      <w:tblPr>
        <w:tblStyle w:val="Siatkatabelijasna"/>
        <w:tblW w:w="0" w:type="auto"/>
        <w:tblLook w:val="01E0" w:firstRow="1" w:lastRow="1" w:firstColumn="1" w:lastColumn="1" w:noHBand="0" w:noVBand="0"/>
      </w:tblPr>
      <w:tblGrid>
        <w:gridCol w:w="943"/>
        <w:gridCol w:w="8105"/>
      </w:tblGrid>
      <w:tr w:rsidR="00805EC9" w14:paraId="34A63921" w14:textId="77777777" w:rsidTr="008D1D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43" w:type="dxa"/>
          </w:tcPr>
          <w:p w14:paraId="608DC61D" w14:textId="77777777" w:rsidR="00805EC9" w:rsidRPr="005E55A1" w:rsidRDefault="00805EC9" w:rsidP="005876FF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5E55A1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111" w:type="dxa"/>
          </w:tcPr>
          <w:p w14:paraId="39F63042" w14:textId="77777777" w:rsidR="00805EC9" w:rsidRPr="005E55A1" w:rsidRDefault="00805EC9" w:rsidP="005876FF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5E55A1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704468" w:rsidRPr="001767A9" w14:paraId="327DB74D" w14:textId="77777777" w:rsidTr="008D1DEB">
        <w:trPr>
          <w:trHeight w:val="213"/>
        </w:trPr>
        <w:tc>
          <w:tcPr>
            <w:tcW w:w="943" w:type="dxa"/>
          </w:tcPr>
          <w:p w14:paraId="67EA8911" w14:textId="77777777" w:rsidR="00704468" w:rsidRPr="005E55A1" w:rsidRDefault="00E35ABF" w:rsidP="00DA6725">
            <w:pPr>
              <w:rPr>
                <w:rFonts w:eastAsia="Times New Roman" w:cs="Arial"/>
                <w:sz w:val="20"/>
                <w:szCs w:val="20"/>
              </w:rPr>
            </w:pPr>
            <w:bookmarkStart w:id="73" w:name="R1"/>
            <w:r w:rsidRPr="005E55A1">
              <w:rPr>
                <w:rFonts w:eastAsia="Times New Roman" w:cs="Arial"/>
                <w:sz w:val="20"/>
                <w:szCs w:val="20"/>
              </w:rPr>
              <w:t>R1</w:t>
            </w:r>
            <w:bookmarkEnd w:id="73"/>
          </w:p>
        </w:tc>
        <w:tc>
          <w:tcPr>
            <w:tcW w:w="8111" w:type="dxa"/>
          </w:tcPr>
          <w:p w14:paraId="2B994877" w14:textId="77777777" w:rsidR="00704468" w:rsidRPr="005E55A1" w:rsidRDefault="00582478" w:rsidP="001D33BE">
            <w:pPr>
              <w:rPr>
                <w:rFonts w:eastAsia="Times New Roman" w:cs="Arial"/>
                <w:sz w:val="20"/>
                <w:szCs w:val="20"/>
              </w:rPr>
            </w:pPr>
            <w:r w:rsidRPr="005E55A1">
              <w:rPr>
                <w:rFonts w:eastAsia="Times New Roman" w:cs="Arial"/>
                <w:sz w:val="20"/>
                <w:szCs w:val="20"/>
              </w:rPr>
              <w:t xml:space="preserve">Deklaracja nie może być złożona za okres </w:t>
            </w:r>
            <w:r w:rsidR="00D35501" w:rsidRPr="005E55A1">
              <w:rPr>
                <w:rFonts w:eastAsia="Times New Roman" w:cs="Arial"/>
                <w:sz w:val="20"/>
                <w:szCs w:val="20"/>
              </w:rPr>
              <w:t>który się jeszcze nie zakończył</w:t>
            </w:r>
            <w:r w:rsidRPr="005E55A1">
              <w:rPr>
                <w:rFonts w:eastAsia="Times New Roman" w:cs="Arial"/>
                <w:sz w:val="20"/>
                <w:szCs w:val="20"/>
              </w:rPr>
              <w:t>.</w:t>
            </w:r>
          </w:p>
        </w:tc>
      </w:tr>
      <w:tr w:rsidR="00704468" w:rsidRPr="001767A9" w14:paraId="4819A8FB" w14:textId="77777777" w:rsidTr="008D1DEB">
        <w:trPr>
          <w:trHeight w:val="213"/>
        </w:trPr>
        <w:tc>
          <w:tcPr>
            <w:tcW w:w="943" w:type="dxa"/>
          </w:tcPr>
          <w:p w14:paraId="1BEDD60C" w14:textId="77777777" w:rsidR="00704468" w:rsidRPr="005E55A1" w:rsidRDefault="00E35ABF" w:rsidP="00DA6725">
            <w:pPr>
              <w:rPr>
                <w:rFonts w:eastAsia="Times New Roman" w:cs="Arial"/>
                <w:sz w:val="20"/>
                <w:szCs w:val="20"/>
              </w:rPr>
            </w:pPr>
            <w:bookmarkStart w:id="74" w:name="R2"/>
            <w:r w:rsidRPr="005E55A1">
              <w:rPr>
                <w:rFonts w:eastAsia="Times New Roman" w:cs="Arial"/>
                <w:sz w:val="20"/>
                <w:szCs w:val="20"/>
              </w:rPr>
              <w:t>R2</w:t>
            </w:r>
            <w:bookmarkEnd w:id="74"/>
          </w:p>
        </w:tc>
        <w:tc>
          <w:tcPr>
            <w:tcW w:w="8111" w:type="dxa"/>
          </w:tcPr>
          <w:p w14:paraId="0E39525E" w14:textId="77777777" w:rsidR="00704468" w:rsidRPr="005E55A1" w:rsidRDefault="00704468" w:rsidP="001D33BE">
            <w:pPr>
              <w:rPr>
                <w:rFonts w:eastAsia="Times New Roman" w:cs="Arial"/>
                <w:sz w:val="20"/>
                <w:szCs w:val="20"/>
              </w:rPr>
            </w:pPr>
            <w:r w:rsidRPr="005E55A1">
              <w:rPr>
                <w:rFonts w:eastAsia="Times New Roman" w:cs="Arial"/>
                <w:sz w:val="20"/>
                <w:szCs w:val="20"/>
              </w:rPr>
              <w:t>Pole tekstowe wypełnione wartościami „Deklaracja” albo „Korekta”.</w:t>
            </w:r>
          </w:p>
        </w:tc>
      </w:tr>
      <w:tr w:rsidR="00E35ABF" w:rsidRPr="001767A9" w14:paraId="12D76784" w14:textId="77777777" w:rsidTr="008D1DEB">
        <w:trPr>
          <w:trHeight w:val="213"/>
        </w:trPr>
        <w:tc>
          <w:tcPr>
            <w:tcW w:w="943" w:type="dxa"/>
          </w:tcPr>
          <w:p w14:paraId="1B746DF1" w14:textId="77777777" w:rsidR="00E35ABF" w:rsidRPr="005E55A1" w:rsidRDefault="00E35ABF" w:rsidP="00DA6725">
            <w:pPr>
              <w:rPr>
                <w:rFonts w:eastAsia="Times New Roman" w:cs="Arial"/>
                <w:sz w:val="20"/>
                <w:szCs w:val="20"/>
              </w:rPr>
            </w:pPr>
            <w:bookmarkStart w:id="75" w:name="R3"/>
            <w:r w:rsidRPr="005E55A1">
              <w:rPr>
                <w:rFonts w:eastAsia="Times New Roman" w:cs="Arial"/>
                <w:sz w:val="20"/>
                <w:szCs w:val="20"/>
              </w:rPr>
              <w:t>R3</w:t>
            </w:r>
            <w:bookmarkEnd w:id="75"/>
          </w:p>
        </w:tc>
        <w:tc>
          <w:tcPr>
            <w:tcW w:w="8111" w:type="dxa"/>
          </w:tcPr>
          <w:p w14:paraId="5CAA7856" w14:textId="77777777" w:rsidR="00E35ABF" w:rsidRPr="005E55A1" w:rsidRDefault="00E35ABF" w:rsidP="00EF2FF1">
            <w:pPr>
              <w:rPr>
                <w:rFonts w:eastAsia="Times New Roman" w:cs="Arial"/>
                <w:sz w:val="20"/>
                <w:szCs w:val="20"/>
              </w:rPr>
            </w:pPr>
            <w:r w:rsidRPr="005E55A1">
              <w:rPr>
                <w:rFonts w:eastAsia="Times New Roman" w:cs="Arial"/>
                <w:sz w:val="20"/>
                <w:szCs w:val="20"/>
              </w:rPr>
              <w:t>W przypadku, gdy deklaracja nie jest składana przez obcokrajowca (foreigner &lt;&gt; true) muszą być wypełnione pola province, district, commune, houseNumber, postalCode, postalName.</w:t>
            </w:r>
          </w:p>
        </w:tc>
      </w:tr>
      <w:tr w:rsidR="00704468" w:rsidRPr="001767A9" w14:paraId="367E5EF7" w14:textId="77777777" w:rsidTr="008D1DEB">
        <w:trPr>
          <w:trHeight w:val="213"/>
        </w:trPr>
        <w:tc>
          <w:tcPr>
            <w:tcW w:w="943" w:type="dxa"/>
          </w:tcPr>
          <w:p w14:paraId="6CAAF87C" w14:textId="77777777" w:rsidR="00704468" w:rsidRPr="005E55A1" w:rsidRDefault="00704468" w:rsidP="00DA6725">
            <w:pPr>
              <w:rPr>
                <w:rFonts w:eastAsia="Times New Roman" w:cs="Arial"/>
                <w:sz w:val="20"/>
                <w:szCs w:val="20"/>
              </w:rPr>
            </w:pPr>
            <w:bookmarkStart w:id="76" w:name="R13"/>
            <w:r w:rsidRPr="005E55A1">
              <w:rPr>
                <w:rFonts w:eastAsia="Times New Roman" w:cs="Arial"/>
                <w:sz w:val="20"/>
                <w:szCs w:val="20"/>
              </w:rPr>
              <w:t>R13</w:t>
            </w:r>
            <w:bookmarkEnd w:id="76"/>
          </w:p>
        </w:tc>
        <w:tc>
          <w:tcPr>
            <w:tcW w:w="8111" w:type="dxa"/>
          </w:tcPr>
          <w:p w14:paraId="760B9C76" w14:textId="77777777" w:rsidR="00704468" w:rsidRPr="005E55A1" w:rsidRDefault="00704468" w:rsidP="00EF2FF1">
            <w:pPr>
              <w:rPr>
                <w:rFonts w:eastAsia="Times New Roman" w:cs="Arial"/>
                <w:sz w:val="20"/>
                <w:szCs w:val="20"/>
              </w:rPr>
            </w:pPr>
            <w:r w:rsidRPr="005E55A1">
              <w:rPr>
                <w:rFonts w:eastAsia="Times New Roman" w:cs="Arial"/>
                <w:sz w:val="20"/>
                <w:szCs w:val="20"/>
              </w:rPr>
              <w:t>Pole wymagalne tylko w przypadku gdy do deklaracji dopięty jest co najmniej jeden załącznik AKC-4/A. System automatycznie podpowiada wyliczoną wartość na podstawie sumy pól „ogółem podatek” w z</w:t>
            </w:r>
            <w:r w:rsidR="00CC1B30" w:rsidRPr="005E55A1">
              <w:rPr>
                <w:rFonts w:eastAsia="Times New Roman" w:cs="Arial"/>
                <w:sz w:val="20"/>
                <w:szCs w:val="20"/>
              </w:rPr>
              <w:t xml:space="preserve">łożonych załącznikach AKC-4/A. </w:t>
            </w:r>
            <w:r w:rsidRPr="005E55A1">
              <w:rPr>
                <w:rFonts w:eastAsia="Times New Roman" w:cs="Arial"/>
                <w:sz w:val="20"/>
                <w:szCs w:val="20"/>
              </w:rPr>
              <w:t xml:space="preserve">Walidacja: porównanie wprowadzonej wartości z wartością sumy pól „ogółem podatek” w złożonych załącznikach AKC-4/A. </w:t>
            </w:r>
          </w:p>
        </w:tc>
      </w:tr>
      <w:tr w:rsidR="00704468" w:rsidRPr="001767A9" w14:paraId="1F67C763" w14:textId="77777777" w:rsidTr="008D1DEB">
        <w:trPr>
          <w:trHeight w:val="213"/>
        </w:trPr>
        <w:tc>
          <w:tcPr>
            <w:tcW w:w="943" w:type="dxa"/>
          </w:tcPr>
          <w:p w14:paraId="290E0C90" w14:textId="77777777" w:rsidR="00704468" w:rsidRPr="005E55A1" w:rsidRDefault="00704468" w:rsidP="00DA6725">
            <w:pPr>
              <w:rPr>
                <w:rFonts w:eastAsia="Times New Roman" w:cs="Arial"/>
                <w:sz w:val="20"/>
                <w:szCs w:val="20"/>
              </w:rPr>
            </w:pPr>
            <w:bookmarkStart w:id="77" w:name="R14"/>
            <w:r w:rsidRPr="005E55A1">
              <w:rPr>
                <w:rFonts w:eastAsia="Times New Roman" w:cs="Arial"/>
                <w:sz w:val="20"/>
                <w:szCs w:val="20"/>
              </w:rPr>
              <w:t>R14</w:t>
            </w:r>
            <w:bookmarkEnd w:id="77"/>
          </w:p>
        </w:tc>
        <w:tc>
          <w:tcPr>
            <w:tcW w:w="8111" w:type="dxa"/>
          </w:tcPr>
          <w:p w14:paraId="1B04BA32" w14:textId="77777777" w:rsidR="00704468" w:rsidRPr="005E55A1" w:rsidRDefault="00704468" w:rsidP="00EF2FF1">
            <w:pPr>
              <w:rPr>
                <w:rFonts w:eastAsia="Times New Roman" w:cs="Arial"/>
                <w:sz w:val="20"/>
                <w:szCs w:val="20"/>
              </w:rPr>
            </w:pPr>
            <w:r w:rsidRPr="005E55A1">
              <w:rPr>
                <w:rFonts w:eastAsia="Times New Roman" w:cs="Arial"/>
                <w:sz w:val="20"/>
                <w:szCs w:val="20"/>
              </w:rPr>
              <w:t xml:space="preserve">Pole wymagalne tylko w przypadku gdy do deklaracji dopięty jest co najmniej jeden załącznik AKC-4/B. System automatycznie podpowiada wyliczoną wartość na podstawie sumy pól „ogółem podatek” w </w:t>
            </w:r>
            <w:r w:rsidR="00CC1B30" w:rsidRPr="005E55A1">
              <w:rPr>
                <w:rFonts w:eastAsia="Times New Roman" w:cs="Arial"/>
                <w:sz w:val="20"/>
                <w:szCs w:val="20"/>
              </w:rPr>
              <w:t>złożonych załącznikach AKC-4/B.</w:t>
            </w:r>
            <w:r w:rsidRPr="005E55A1">
              <w:rPr>
                <w:rFonts w:eastAsia="Times New Roman" w:cs="Arial"/>
                <w:sz w:val="20"/>
                <w:szCs w:val="20"/>
              </w:rPr>
              <w:t xml:space="preserve"> Walidacja: porównanie wprowadzonej wartości z wartością sumy pól „ogółem podatek” w złożonych załącznikach AKC-4/B. </w:t>
            </w:r>
          </w:p>
        </w:tc>
      </w:tr>
      <w:tr w:rsidR="00704468" w:rsidRPr="001767A9" w14:paraId="191FD805" w14:textId="77777777" w:rsidTr="008D1DEB">
        <w:trPr>
          <w:trHeight w:val="213"/>
        </w:trPr>
        <w:tc>
          <w:tcPr>
            <w:tcW w:w="943" w:type="dxa"/>
          </w:tcPr>
          <w:p w14:paraId="6B58F5C8" w14:textId="77777777" w:rsidR="00704468" w:rsidRPr="005E55A1" w:rsidRDefault="00704468" w:rsidP="00DA6725">
            <w:pPr>
              <w:rPr>
                <w:rFonts w:eastAsia="Times New Roman" w:cs="Arial"/>
                <w:sz w:val="20"/>
                <w:szCs w:val="20"/>
              </w:rPr>
            </w:pPr>
            <w:bookmarkStart w:id="78" w:name="R15"/>
            <w:r w:rsidRPr="005E55A1">
              <w:rPr>
                <w:rFonts w:eastAsia="Times New Roman" w:cs="Arial"/>
                <w:sz w:val="20"/>
                <w:szCs w:val="20"/>
              </w:rPr>
              <w:t>R15</w:t>
            </w:r>
            <w:bookmarkEnd w:id="78"/>
          </w:p>
        </w:tc>
        <w:tc>
          <w:tcPr>
            <w:tcW w:w="8111" w:type="dxa"/>
          </w:tcPr>
          <w:p w14:paraId="4ED9EB2C" w14:textId="77777777" w:rsidR="00704468" w:rsidRPr="005E55A1" w:rsidRDefault="00704468" w:rsidP="00EF2FF1">
            <w:pPr>
              <w:rPr>
                <w:rFonts w:eastAsia="Times New Roman" w:cs="Arial"/>
                <w:sz w:val="20"/>
                <w:szCs w:val="20"/>
              </w:rPr>
            </w:pPr>
            <w:r w:rsidRPr="005E55A1">
              <w:rPr>
                <w:rFonts w:eastAsia="Times New Roman" w:cs="Arial"/>
                <w:sz w:val="20"/>
                <w:szCs w:val="20"/>
              </w:rPr>
              <w:t xml:space="preserve">Pole wymagalne tylko w przypadku gdy do deklaracji dopięty jest co najmniej jeden załącznik AKC-4/C. System automatycznie podpowiada wyliczoną wartość na podstawie sumy pól „ogółem podatek” w </w:t>
            </w:r>
            <w:r w:rsidR="00CC1B30" w:rsidRPr="005E55A1">
              <w:rPr>
                <w:rFonts w:eastAsia="Times New Roman" w:cs="Arial"/>
                <w:sz w:val="20"/>
                <w:szCs w:val="20"/>
              </w:rPr>
              <w:t>złożonych załącznikach AKC-4/C.</w:t>
            </w:r>
            <w:r w:rsidRPr="005E55A1">
              <w:rPr>
                <w:rFonts w:eastAsia="Times New Roman" w:cs="Arial"/>
                <w:sz w:val="20"/>
                <w:szCs w:val="20"/>
              </w:rPr>
              <w:t xml:space="preserve"> Walidacja: porównanie wprowadzonej wartości z wartością sumy pól „ogółem podatek” w złożonych załącznikach AKC-4/C. </w:t>
            </w:r>
          </w:p>
        </w:tc>
      </w:tr>
      <w:tr w:rsidR="00704468" w:rsidRPr="001767A9" w14:paraId="6D783B42" w14:textId="77777777" w:rsidTr="008D1DEB">
        <w:trPr>
          <w:trHeight w:val="213"/>
        </w:trPr>
        <w:tc>
          <w:tcPr>
            <w:tcW w:w="943" w:type="dxa"/>
          </w:tcPr>
          <w:p w14:paraId="75AEF3E8" w14:textId="77777777" w:rsidR="00704468" w:rsidRPr="005E55A1" w:rsidRDefault="00704468" w:rsidP="00DA6725">
            <w:pPr>
              <w:rPr>
                <w:rFonts w:eastAsia="Times New Roman" w:cs="Arial"/>
                <w:sz w:val="20"/>
                <w:szCs w:val="20"/>
              </w:rPr>
            </w:pPr>
            <w:bookmarkStart w:id="79" w:name="R16"/>
            <w:r w:rsidRPr="005E55A1">
              <w:rPr>
                <w:rFonts w:eastAsia="Times New Roman" w:cs="Arial"/>
                <w:sz w:val="20"/>
                <w:szCs w:val="20"/>
              </w:rPr>
              <w:t>R16</w:t>
            </w:r>
            <w:bookmarkEnd w:id="79"/>
          </w:p>
        </w:tc>
        <w:tc>
          <w:tcPr>
            <w:tcW w:w="8111" w:type="dxa"/>
          </w:tcPr>
          <w:p w14:paraId="53CFFF0B" w14:textId="77777777" w:rsidR="00704468" w:rsidRPr="005E55A1" w:rsidRDefault="00704468" w:rsidP="00EF2FF1">
            <w:pPr>
              <w:rPr>
                <w:rFonts w:eastAsia="Times New Roman" w:cs="Arial"/>
                <w:sz w:val="20"/>
                <w:szCs w:val="20"/>
              </w:rPr>
            </w:pPr>
            <w:r w:rsidRPr="005E55A1">
              <w:rPr>
                <w:rFonts w:eastAsia="Times New Roman" w:cs="Arial"/>
                <w:sz w:val="20"/>
                <w:szCs w:val="20"/>
              </w:rPr>
              <w:t xml:space="preserve">Pole wymagalne tylko w przypadku gdy do deklaracji dopięty jest co najmniej jeden załącznik AKC-4/D. System automatycznie podpowiada wyliczoną wartość na podstawie sumy pól „ogółem podatek” w </w:t>
            </w:r>
            <w:r w:rsidR="00CC1B30" w:rsidRPr="005E55A1">
              <w:rPr>
                <w:rFonts w:eastAsia="Times New Roman" w:cs="Arial"/>
                <w:sz w:val="20"/>
                <w:szCs w:val="20"/>
              </w:rPr>
              <w:t>złożonych załącznikach AKC-4/D.</w:t>
            </w:r>
            <w:r w:rsidRPr="005E55A1">
              <w:rPr>
                <w:rFonts w:eastAsia="Times New Roman" w:cs="Arial"/>
                <w:sz w:val="20"/>
                <w:szCs w:val="20"/>
              </w:rPr>
              <w:t xml:space="preserve"> Walidacja: porównanie wprowadzonej wartości z wartością sumy pól „ogółem podatek” w złożonych załącznikach AKC-4/D. </w:t>
            </w:r>
          </w:p>
        </w:tc>
      </w:tr>
      <w:tr w:rsidR="00704468" w:rsidRPr="001767A9" w14:paraId="464D3BE2" w14:textId="77777777" w:rsidTr="008D1DEB">
        <w:trPr>
          <w:trHeight w:val="213"/>
        </w:trPr>
        <w:tc>
          <w:tcPr>
            <w:tcW w:w="943" w:type="dxa"/>
          </w:tcPr>
          <w:p w14:paraId="38865341" w14:textId="77777777" w:rsidR="00704468" w:rsidRPr="005E55A1" w:rsidRDefault="00704468" w:rsidP="00DA6725">
            <w:pPr>
              <w:rPr>
                <w:rFonts w:eastAsia="Times New Roman" w:cs="Arial"/>
                <w:sz w:val="20"/>
                <w:szCs w:val="20"/>
              </w:rPr>
            </w:pPr>
            <w:bookmarkStart w:id="80" w:name="R17"/>
            <w:r w:rsidRPr="005E55A1">
              <w:rPr>
                <w:rFonts w:eastAsia="Times New Roman" w:cs="Arial"/>
                <w:sz w:val="20"/>
                <w:szCs w:val="20"/>
              </w:rPr>
              <w:t>R17</w:t>
            </w:r>
            <w:bookmarkEnd w:id="80"/>
          </w:p>
        </w:tc>
        <w:tc>
          <w:tcPr>
            <w:tcW w:w="8111" w:type="dxa"/>
          </w:tcPr>
          <w:p w14:paraId="1434BD42" w14:textId="77777777" w:rsidR="00704468" w:rsidRPr="005E55A1" w:rsidRDefault="00704468" w:rsidP="00EF2FF1">
            <w:pPr>
              <w:rPr>
                <w:rFonts w:eastAsia="Times New Roman" w:cs="Arial"/>
                <w:sz w:val="20"/>
                <w:szCs w:val="20"/>
              </w:rPr>
            </w:pPr>
            <w:r w:rsidRPr="005E55A1">
              <w:rPr>
                <w:rFonts w:eastAsia="Times New Roman" w:cs="Arial"/>
                <w:sz w:val="20"/>
                <w:szCs w:val="20"/>
              </w:rPr>
              <w:t>Pole wymagalne tylko w przypadku gdy do deklaracji dopięty jest co najmniej jeden załącznik AKC-4/E. System automatycznie podpowiada wyliczoną wartość na podstawie sumy pól „ogółem podatek” w złożonych załączn</w:t>
            </w:r>
            <w:r w:rsidR="00CC1B30" w:rsidRPr="005E55A1">
              <w:rPr>
                <w:rFonts w:eastAsia="Times New Roman" w:cs="Arial"/>
                <w:sz w:val="20"/>
                <w:szCs w:val="20"/>
              </w:rPr>
              <w:t>ikach AKC-4/E.</w:t>
            </w:r>
            <w:r w:rsidRPr="005E55A1">
              <w:rPr>
                <w:rFonts w:eastAsia="Times New Roman" w:cs="Arial"/>
                <w:sz w:val="20"/>
                <w:szCs w:val="20"/>
              </w:rPr>
              <w:t xml:space="preserve"> Walidacja: porównanie wprowadzonej wartości z wartością sumy pól „ogółem podatek” w złożonych załącznikach AKC-4/E. </w:t>
            </w:r>
          </w:p>
        </w:tc>
      </w:tr>
      <w:tr w:rsidR="00704468" w:rsidRPr="001767A9" w14:paraId="5677017F" w14:textId="77777777" w:rsidTr="008D1DEB">
        <w:trPr>
          <w:trHeight w:val="213"/>
        </w:trPr>
        <w:tc>
          <w:tcPr>
            <w:tcW w:w="943" w:type="dxa"/>
          </w:tcPr>
          <w:p w14:paraId="1BFF1BB4" w14:textId="77777777" w:rsidR="00704468" w:rsidRPr="005E55A1" w:rsidRDefault="00704468" w:rsidP="00DA6725">
            <w:pPr>
              <w:rPr>
                <w:rFonts w:eastAsia="Times New Roman" w:cs="Arial"/>
                <w:sz w:val="20"/>
                <w:szCs w:val="20"/>
              </w:rPr>
            </w:pPr>
            <w:bookmarkStart w:id="81" w:name="R18"/>
            <w:r w:rsidRPr="005E55A1">
              <w:rPr>
                <w:rFonts w:eastAsia="Times New Roman" w:cs="Arial"/>
                <w:sz w:val="20"/>
                <w:szCs w:val="20"/>
              </w:rPr>
              <w:t>R18</w:t>
            </w:r>
            <w:bookmarkEnd w:id="81"/>
          </w:p>
        </w:tc>
        <w:tc>
          <w:tcPr>
            <w:tcW w:w="8111" w:type="dxa"/>
          </w:tcPr>
          <w:p w14:paraId="24D690A0" w14:textId="77777777" w:rsidR="00704468" w:rsidRPr="005E55A1" w:rsidRDefault="00704468" w:rsidP="00EF2FF1">
            <w:pPr>
              <w:rPr>
                <w:rFonts w:eastAsia="Times New Roman" w:cs="Arial"/>
                <w:sz w:val="20"/>
                <w:szCs w:val="20"/>
              </w:rPr>
            </w:pPr>
            <w:r w:rsidRPr="005E55A1">
              <w:rPr>
                <w:rFonts w:eastAsia="Times New Roman" w:cs="Arial"/>
                <w:sz w:val="20"/>
                <w:szCs w:val="20"/>
              </w:rPr>
              <w:t xml:space="preserve">Pole wymagalne tylko w przypadku gdy do deklaracji dopięty jest co najmniej jeden załącznik AKC-4/F. System automatycznie podpowiada wyliczoną wartość na podstawie sumy pól „ogółem podatek” w </w:t>
            </w:r>
            <w:r w:rsidR="00CC1B30" w:rsidRPr="005E55A1">
              <w:rPr>
                <w:rFonts w:eastAsia="Times New Roman" w:cs="Arial"/>
                <w:sz w:val="20"/>
                <w:szCs w:val="20"/>
              </w:rPr>
              <w:t>złożonych załącznikach AKC-4/F.</w:t>
            </w:r>
            <w:r w:rsidRPr="005E55A1">
              <w:rPr>
                <w:rFonts w:eastAsia="Times New Roman" w:cs="Arial"/>
                <w:sz w:val="20"/>
                <w:szCs w:val="20"/>
              </w:rPr>
              <w:t xml:space="preserve"> Walidacja: porównanie </w:t>
            </w:r>
            <w:r w:rsidRPr="005E55A1">
              <w:rPr>
                <w:rFonts w:eastAsia="Times New Roman" w:cs="Arial"/>
                <w:sz w:val="20"/>
                <w:szCs w:val="20"/>
              </w:rPr>
              <w:lastRenderedPageBreak/>
              <w:t xml:space="preserve">wprowadzonej wartości z wartością sumy pól „ogółem podatek” w złożonych załącznikach AKC-4/F. </w:t>
            </w:r>
          </w:p>
        </w:tc>
      </w:tr>
      <w:tr w:rsidR="00704468" w:rsidRPr="001767A9" w14:paraId="660ECA26" w14:textId="77777777" w:rsidTr="008D1DEB">
        <w:trPr>
          <w:trHeight w:val="213"/>
        </w:trPr>
        <w:tc>
          <w:tcPr>
            <w:tcW w:w="943" w:type="dxa"/>
          </w:tcPr>
          <w:p w14:paraId="2E8147E5" w14:textId="77777777" w:rsidR="00704468" w:rsidRPr="005E55A1" w:rsidRDefault="00704468" w:rsidP="00DA6725">
            <w:pPr>
              <w:tabs>
                <w:tab w:val="left" w:pos="714"/>
              </w:tabs>
              <w:rPr>
                <w:rFonts w:eastAsia="Times New Roman" w:cs="Arial"/>
                <w:sz w:val="20"/>
                <w:szCs w:val="20"/>
              </w:rPr>
            </w:pPr>
            <w:bookmarkStart w:id="82" w:name="R19"/>
            <w:r w:rsidRPr="005E55A1">
              <w:rPr>
                <w:rFonts w:eastAsia="Times New Roman" w:cs="Arial"/>
                <w:sz w:val="20"/>
                <w:szCs w:val="20"/>
              </w:rPr>
              <w:lastRenderedPageBreak/>
              <w:t>R19</w:t>
            </w:r>
            <w:bookmarkEnd w:id="82"/>
          </w:p>
        </w:tc>
        <w:tc>
          <w:tcPr>
            <w:tcW w:w="8111" w:type="dxa"/>
          </w:tcPr>
          <w:p w14:paraId="30AFDF1B" w14:textId="77777777" w:rsidR="00704468" w:rsidRPr="005E55A1" w:rsidRDefault="00704468" w:rsidP="00EF2FF1">
            <w:pPr>
              <w:rPr>
                <w:rFonts w:eastAsia="Times New Roman" w:cs="Arial"/>
                <w:sz w:val="20"/>
                <w:szCs w:val="20"/>
              </w:rPr>
            </w:pPr>
            <w:r w:rsidRPr="005E55A1">
              <w:rPr>
                <w:rFonts w:eastAsia="Times New Roman" w:cs="Arial"/>
                <w:sz w:val="20"/>
                <w:szCs w:val="20"/>
              </w:rPr>
              <w:t xml:space="preserve">Pole wymagalne tylko w przypadku gdy do deklaracji dopięty jest co najmniej jeden załącznik AKC-4/H. System automatycznie podpowiada wyliczoną wartość na podstawie sumy pól „ogółem podatek” w </w:t>
            </w:r>
            <w:r w:rsidR="00CC1B30" w:rsidRPr="005E55A1">
              <w:rPr>
                <w:rFonts w:eastAsia="Times New Roman" w:cs="Arial"/>
                <w:sz w:val="20"/>
                <w:szCs w:val="20"/>
              </w:rPr>
              <w:t>złożonych załącznikach AKC-4/H.</w:t>
            </w:r>
            <w:r w:rsidRPr="005E55A1">
              <w:rPr>
                <w:rFonts w:eastAsia="Times New Roman" w:cs="Arial"/>
                <w:sz w:val="20"/>
                <w:szCs w:val="20"/>
              </w:rPr>
              <w:t xml:space="preserve"> Walidacja: porównanie wprowadzonej wartości z wartością sumy pól „ogółem podatek” w złożonych załącznikach AKC-4/H. </w:t>
            </w:r>
          </w:p>
        </w:tc>
      </w:tr>
      <w:tr w:rsidR="00704468" w:rsidRPr="001767A9" w14:paraId="44B7F451" w14:textId="77777777" w:rsidTr="008D1DEB">
        <w:trPr>
          <w:trHeight w:val="213"/>
        </w:trPr>
        <w:tc>
          <w:tcPr>
            <w:tcW w:w="943" w:type="dxa"/>
          </w:tcPr>
          <w:p w14:paraId="606E0E9C" w14:textId="77777777" w:rsidR="00704468" w:rsidRPr="005E55A1" w:rsidRDefault="00704468" w:rsidP="00DA6725">
            <w:pPr>
              <w:tabs>
                <w:tab w:val="left" w:pos="714"/>
              </w:tabs>
              <w:rPr>
                <w:rFonts w:eastAsia="Times New Roman" w:cs="Arial"/>
                <w:sz w:val="20"/>
                <w:szCs w:val="20"/>
              </w:rPr>
            </w:pPr>
            <w:bookmarkStart w:id="83" w:name="R20"/>
            <w:r w:rsidRPr="005E55A1">
              <w:rPr>
                <w:rFonts w:eastAsia="Times New Roman" w:cs="Arial"/>
                <w:sz w:val="20"/>
                <w:szCs w:val="20"/>
              </w:rPr>
              <w:t>R20</w:t>
            </w:r>
            <w:bookmarkEnd w:id="83"/>
          </w:p>
        </w:tc>
        <w:tc>
          <w:tcPr>
            <w:tcW w:w="8111" w:type="dxa"/>
          </w:tcPr>
          <w:p w14:paraId="79336BB5" w14:textId="77777777" w:rsidR="00704468" w:rsidRPr="005E55A1" w:rsidRDefault="00704468" w:rsidP="00C9054B">
            <w:pPr>
              <w:rPr>
                <w:rFonts w:eastAsia="Times New Roman" w:cs="Arial"/>
                <w:sz w:val="20"/>
                <w:szCs w:val="20"/>
              </w:rPr>
            </w:pPr>
            <w:r w:rsidRPr="005E55A1">
              <w:rPr>
                <w:rFonts w:eastAsia="Times New Roman" w:cs="Arial"/>
                <w:sz w:val="20"/>
                <w:szCs w:val="20"/>
              </w:rPr>
              <w:t xml:space="preserve">Pole wymagalne tylko w przypadku gdy do deklaracji dopięty jest co najmniej jeden załącznik AKC-4/I. System automatycznie podpowiada wyliczoną wartość na podstawie sumy pól „ogółem podatek” w </w:t>
            </w:r>
            <w:r w:rsidR="00CC1B30" w:rsidRPr="005E55A1">
              <w:rPr>
                <w:rFonts w:eastAsia="Times New Roman" w:cs="Arial"/>
                <w:sz w:val="20"/>
                <w:szCs w:val="20"/>
              </w:rPr>
              <w:t>złożonych załącznikach AKC-4/I.</w:t>
            </w:r>
            <w:r w:rsidRPr="005E55A1">
              <w:rPr>
                <w:rFonts w:eastAsia="Times New Roman" w:cs="Arial"/>
                <w:sz w:val="20"/>
                <w:szCs w:val="20"/>
              </w:rPr>
              <w:t xml:space="preserve"> Walidacja: porównanie wprowadzonej wartości z wartością sumy pól „ogółem podatek” w złożonych załącznikach AKC-4/I. </w:t>
            </w:r>
          </w:p>
        </w:tc>
      </w:tr>
      <w:tr w:rsidR="00704468" w:rsidRPr="001767A9" w14:paraId="26D58B7C" w14:textId="77777777" w:rsidTr="008D1DEB">
        <w:trPr>
          <w:trHeight w:val="213"/>
        </w:trPr>
        <w:tc>
          <w:tcPr>
            <w:tcW w:w="943" w:type="dxa"/>
          </w:tcPr>
          <w:p w14:paraId="6024A11D" w14:textId="77777777" w:rsidR="00704468" w:rsidRPr="005E55A1" w:rsidRDefault="00704468" w:rsidP="00DA6725">
            <w:pPr>
              <w:tabs>
                <w:tab w:val="left" w:pos="714"/>
              </w:tabs>
              <w:rPr>
                <w:rFonts w:eastAsia="Times New Roman" w:cs="Arial"/>
                <w:sz w:val="20"/>
                <w:szCs w:val="20"/>
              </w:rPr>
            </w:pPr>
            <w:bookmarkStart w:id="84" w:name="R21"/>
            <w:r w:rsidRPr="005E55A1">
              <w:rPr>
                <w:rFonts w:eastAsia="Times New Roman" w:cs="Arial"/>
                <w:sz w:val="20"/>
                <w:szCs w:val="20"/>
              </w:rPr>
              <w:t>R21</w:t>
            </w:r>
            <w:bookmarkEnd w:id="84"/>
          </w:p>
        </w:tc>
        <w:tc>
          <w:tcPr>
            <w:tcW w:w="8111" w:type="dxa"/>
          </w:tcPr>
          <w:p w14:paraId="7845BFA1" w14:textId="77777777" w:rsidR="00704468" w:rsidRPr="005E55A1" w:rsidRDefault="00704468" w:rsidP="00C9054B">
            <w:pPr>
              <w:rPr>
                <w:rFonts w:eastAsia="Times New Roman" w:cs="Arial"/>
                <w:sz w:val="20"/>
                <w:szCs w:val="20"/>
              </w:rPr>
            </w:pPr>
            <w:r w:rsidRPr="005E55A1">
              <w:rPr>
                <w:rFonts w:eastAsia="Times New Roman" w:cs="Arial"/>
                <w:sz w:val="20"/>
                <w:szCs w:val="20"/>
              </w:rPr>
              <w:t xml:space="preserve">Pole wymagalne tylko w przypadku gdy do deklaracji dopięty jest co najmniej jeden załącznik AKC-4/J. System automatycznie podpowiada wyliczoną wartość na podstawie sumy pól „ogółem podatek” w </w:t>
            </w:r>
            <w:r w:rsidR="00CC1B30" w:rsidRPr="005E55A1">
              <w:rPr>
                <w:rFonts w:eastAsia="Times New Roman" w:cs="Arial"/>
                <w:sz w:val="20"/>
                <w:szCs w:val="20"/>
              </w:rPr>
              <w:t>złożonych załącznikach AKC-4/J.</w:t>
            </w:r>
            <w:r w:rsidRPr="005E55A1">
              <w:rPr>
                <w:rFonts w:eastAsia="Times New Roman" w:cs="Arial"/>
                <w:sz w:val="20"/>
                <w:szCs w:val="20"/>
              </w:rPr>
              <w:t xml:space="preserve"> Walidacja: porównanie wprowadzonej wartości z wartością sumy pól „ogółem podatek” w złożonych załącznikach AKC-4/J. </w:t>
            </w:r>
          </w:p>
        </w:tc>
      </w:tr>
      <w:tr w:rsidR="00704468" w:rsidRPr="001767A9" w14:paraId="0365150A" w14:textId="77777777" w:rsidTr="008D1DEB">
        <w:trPr>
          <w:trHeight w:val="213"/>
        </w:trPr>
        <w:tc>
          <w:tcPr>
            <w:tcW w:w="943" w:type="dxa"/>
          </w:tcPr>
          <w:p w14:paraId="6954E198" w14:textId="77777777" w:rsidR="00704468" w:rsidRPr="005E55A1" w:rsidRDefault="00704468" w:rsidP="00DA6725">
            <w:pPr>
              <w:tabs>
                <w:tab w:val="left" w:pos="714"/>
              </w:tabs>
              <w:rPr>
                <w:rFonts w:eastAsia="Times New Roman" w:cs="Arial"/>
                <w:sz w:val="20"/>
                <w:szCs w:val="20"/>
              </w:rPr>
            </w:pPr>
            <w:bookmarkStart w:id="85" w:name="R22"/>
            <w:r w:rsidRPr="005E55A1">
              <w:rPr>
                <w:rFonts w:eastAsia="Times New Roman" w:cs="Arial"/>
                <w:sz w:val="20"/>
                <w:szCs w:val="20"/>
              </w:rPr>
              <w:t>R22</w:t>
            </w:r>
            <w:bookmarkEnd w:id="85"/>
          </w:p>
        </w:tc>
        <w:tc>
          <w:tcPr>
            <w:tcW w:w="8111" w:type="dxa"/>
          </w:tcPr>
          <w:p w14:paraId="785F8458" w14:textId="77777777" w:rsidR="00704468" w:rsidRPr="005E55A1" w:rsidRDefault="00704468" w:rsidP="00C9054B">
            <w:pPr>
              <w:rPr>
                <w:rFonts w:eastAsia="Times New Roman" w:cs="Arial"/>
                <w:sz w:val="20"/>
                <w:szCs w:val="20"/>
              </w:rPr>
            </w:pPr>
            <w:r w:rsidRPr="005E55A1">
              <w:rPr>
                <w:rFonts w:eastAsia="Times New Roman" w:cs="Arial"/>
                <w:sz w:val="20"/>
                <w:szCs w:val="20"/>
              </w:rPr>
              <w:t xml:space="preserve">Pole wymagalne tylko w przypadku gdy do deklaracji dopięty jest co najmniej jeden załącznik AKC-4/K. System automatycznie podpowiada wyliczoną wartość na podstawie sumy pól „ogółem podatek” w </w:t>
            </w:r>
            <w:r w:rsidR="00CC1B30" w:rsidRPr="005E55A1">
              <w:rPr>
                <w:rFonts w:eastAsia="Times New Roman" w:cs="Arial"/>
                <w:sz w:val="20"/>
                <w:szCs w:val="20"/>
              </w:rPr>
              <w:t>złożonych załącznikach AKC-4/K.</w:t>
            </w:r>
            <w:r w:rsidRPr="005E55A1">
              <w:rPr>
                <w:rFonts w:eastAsia="Times New Roman" w:cs="Arial"/>
                <w:sz w:val="20"/>
                <w:szCs w:val="20"/>
              </w:rPr>
              <w:t xml:space="preserve"> Walidacja: porównanie wprowadzonej wartości z wartością sumy pól „ogółem podatek” w złożonych załącznikach AKC-4/K.</w:t>
            </w:r>
          </w:p>
        </w:tc>
      </w:tr>
      <w:tr w:rsidR="00704468" w:rsidRPr="001767A9" w14:paraId="1FBC7165" w14:textId="77777777" w:rsidTr="008D1DEB">
        <w:trPr>
          <w:trHeight w:val="213"/>
        </w:trPr>
        <w:tc>
          <w:tcPr>
            <w:tcW w:w="943" w:type="dxa"/>
          </w:tcPr>
          <w:p w14:paraId="57E4D7DB" w14:textId="77777777" w:rsidR="00704468" w:rsidRPr="005E55A1" w:rsidRDefault="00704468" w:rsidP="00DA6725">
            <w:pPr>
              <w:tabs>
                <w:tab w:val="left" w:pos="714"/>
              </w:tabs>
              <w:rPr>
                <w:rFonts w:eastAsia="Times New Roman" w:cs="Arial"/>
                <w:sz w:val="20"/>
                <w:szCs w:val="20"/>
              </w:rPr>
            </w:pPr>
            <w:bookmarkStart w:id="86" w:name="R23"/>
            <w:r w:rsidRPr="005E55A1">
              <w:rPr>
                <w:rFonts w:eastAsia="Times New Roman" w:cs="Arial"/>
                <w:sz w:val="20"/>
                <w:szCs w:val="20"/>
              </w:rPr>
              <w:t>R23</w:t>
            </w:r>
            <w:bookmarkEnd w:id="86"/>
          </w:p>
        </w:tc>
        <w:tc>
          <w:tcPr>
            <w:tcW w:w="8111" w:type="dxa"/>
          </w:tcPr>
          <w:p w14:paraId="0139C162" w14:textId="77777777" w:rsidR="00704468" w:rsidRPr="005E55A1" w:rsidRDefault="00704468" w:rsidP="00C9054B">
            <w:pPr>
              <w:rPr>
                <w:rFonts w:eastAsia="Times New Roman" w:cs="Arial"/>
                <w:sz w:val="20"/>
                <w:szCs w:val="20"/>
              </w:rPr>
            </w:pPr>
            <w:r w:rsidRPr="005E55A1">
              <w:rPr>
                <w:rFonts w:eastAsia="Times New Roman" w:cs="Arial"/>
                <w:sz w:val="20"/>
                <w:szCs w:val="20"/>
              </w:rPr>
              <w:t xml:space="preserve">System wstawia wyliczoną wartość na podstawie sumy deklarowanego podatku akcyzowego z pól „ogółem podatek akcyzowy od…”. Walidacja: porównanie wprowadzonej wartości z wartością sumy w polach „ogółem podatek akcyzowy od…” deklaracji. </w:t>
            </w:r>
          </w:p>
        </w:tc>
      </w:tr>
      <w:tr w:rsidR="00704468" w:rsidRPr="001767A9" w14:paraId="34B33066" w14:textId="77777777" w:rsidTr="008D1DEB">
        <w:trPr>
          <w:trHeight w:val="213"/>
        </w:trPr>
        <w:tc>
          <w:tcPr>
            <w:tcW w:w="943" w:type="dxa"/>
          </w:tcPr>
          <w:p w14:paraId="1B56EA4A" w14:textId="77777777" w:rsidR="00704468" w:rsidRPr="005E55A1" w:rsidRDefault="00704468" w:rsidP="00DA6725">
            <w:pPr>
              <w:tabs>
                <w:tab w:val="left" w:pos="714"/>
              </w:tabs>
              <w:rPr>
                <w:rFonts w:eastAsia="Times New Roman" w:cs="Arial"/>
                <w:sz w:val="20"/>
                <w:szCs w:val="20"/>
              </w:rPr>
            </w:pPr>
            <w:bookmarkStart w:id="87" w:name="R24"/>
            <w:r w:rsidRPr="005E55A1">
              <w:rPr>
                <w:rFonts w:eastAsia="Times New Roman" w:cs="Arial"/>
                <w:sz w:val="20"/>
                <w:szCs w:val="20"/>
              </w:rPr>
              <w:t>R24</w:t>
            </w:r>
            <w:bookmarkEnd w:id="87"/>
          </w:p>
        </w:tc>
        <w:tc>
          <w:tcPr>
            <w:tcW w:w="8111" w:type="dxa"/>
          </w:tcPr>
          <w:p w14:paraId="7066D981" w14:textId="77777777" w:rsidR="00704468" w:rsidRPr="005E55A1" w:rsidRDefault="00704468" w:rsidP="00C9054B">
            <w:pPr>
              <w:rPr>
                <w:rFonts w:eastAsia="Times New Roman" w:cs="Arial"/>
                <w:sz w:val="20"/>
                <w:szCs w:val="20"/>
              </w:rPr>
            </w:pPr>
            <w:r w:rsidRPr="005E55A1">
              <w:rPr>
                <w:rFonts w:eastAsia="Times New Roman" w:cs="Arial"/>
                <w:sz w:val="20"/>
                <w:szCs w:val="20"/>
              </w:rPr>
              <w:t xml:space="preserve">Pole wymagalne tylko w przypadku gdy w do deklaracji dopięto ww. załączniki. Pole podpowiadane automatycznie przez System.  Walidacja: porównanie wprowadzonej wartości z wartością sumy z pól „Kwota stanowiąca wartość podatkowych znaków akcyzy” załączników AKC-4/A, z AKC-4/B i AKC-4/F. </w:t>
            </w:r>
          </w:p>
        </w:tc>
      </w:tr>
      <w:tr w:rsidR="00704468" w:rsidRPr="001767A9" w14:paraId="10E3BC5D" w14:textId="77777777" w:rsidTr="008D1DEB">
        <w:trPr>
          <w:trHeight w:val="213"/>
        </w:trPr>
        <w:tc>
          <w:tcPr>
            <w:tcW w:w="943" w:type="dxa"/>
          </w:tcPr>
          <w:p w14:paraId="595484F5" w14:textId="77777777" w:rsidR="00704468" w:rsidRPr="005E55A1" w:rsidRDefault="00704468" w:rsidP="00DA6725">
            <w:pPr>
              <w:tabs>
                <w:tab w:val="left" w:pos="714"/>
              </w:tabs>
              <w:rPr>
                <w:rFonts w:eastAsia="Times New Roman" w:cs="Arial"/>
                <w:sz w:val="20"/>
                <w:szCs w:val="20"/>
              </w:rPr>
            </w:pPr>
            <w:bookmarkStart w:id="88" w:name="R25"/>
            <w:r w:rsidRPr="005E55A1">
              <w:rPr>
                <w:rFonts w:eastAsia="Times New Roman" w:cs="Arial"/>
                <w:sz w:val="20"/>
                <w:szCs w:val="20"/>
              </w:rPr>
              <w:t>R25</w:t>
            </w:r>
            <w:bookmarkEnd w:id="88"/>
          </w:p>
        </w:tc>
        <w:tc>
          <w:tcPr>
            <w:tcW w:w="8111" w:type="dxa"/>
          </w:tcPr>
          <w:p w14:paraId="1A7D84EC" w14:textId="77777777" w:rsidR="00704468" w:rsidRPr="005E55A1" w:rsidRDefault="00704468" w:rsidP="00E50380">
            <w:pPr>
              <w:rPr>
                <w:rFonts w:eastAsia="Times New Roman" w:cs="Arial"/>
                <w:sz w:val="20"/>
                <w:szCs w:val="20"/>
              </w:rPr>
            </w:pPr>
            <w:r w:rsidRPr="005E55A1">
              <w:rPr>
                <w:rFonts w:eastAsia="Times New Roman" w:cs="Arial"/>
                <w:sz w:val="20"/>
                <w:szCs w:val="20"/>
              </w:rPr>
              <w:t>System wstawia wyliczoną wartość na podstawie sumy z pól „Razem kwota dokonanych wpłat dziennych” z załączników.</w:t>
            </w:r>
          </w:p>
          <w:p w14:paraId="5C610403" w14:textId="77777777" w:rsidR="00704468" w:rsidRPr="005E55A1" w:rsidRDefault="00704468" w:rsidP="00E50380">
            <w:pPr>
              <w:rPr>
                <w:rFonts w:eastAsia="Times New Roman" w:cs="Arial"/>
                <w:sz w:val="20"/>
                <w:szCs w:val="20"/>
              </w:rPr>
            </w:pPr>
            <w:r w:rsidRPr="005E55A1">
              <w:rPr>
                <w:rFonts w:eastAsia="Times New Roman" w:cs="Arial"/>
                <w:sz w:val="20"/>
                <w:szCs w:val="20"/>
              </w:rPr>
              <w:t xml:space="preserve">Walidacja: porównanie wprowadzonej wartości z wyliczoną. </w:t>
            </w:r>
          </w:p>
        </w:tc>
      </w:tr>
      <w:tr w:rsidR="00704468" w:rsidRPr="001767A9" w14:paraId="7C54D3E0" w14:textId="77777777" w:rsidTr="008D1DEB">
        <w:trPr>
          <w:trHeight w:val="213"/>
        </w:trPr>
        <w:tc>
          <w:tcPr>
            <w:tcW w:w="943" w:type="dxa"/>
          </w:tcPr>
          <w:p w14:paraId="0BBDE406" w14:textId="77777777" w:rsidR="00704468" w:rsidRPr="005E55A1" w:rsidRDefault="00704468" w:rsidP="00DA6725">
            <w:pPr>
              <w:tabs>
                <w:tab w:val="left" w:pos="714"/>
              </w:tabs>
              <w:rPr>
                <w:rFonts w:eastAsia="Times New Roman" w:cs="Arial"/>
                <w:sz w:val="20"/>
                <w:szCs w:val="20"/>
              </w:rPr>
            </w:pPr>
            <w:bookmarkStart w:id="89" w:name="R26"/>
            <w:r w:rsidRPr="005E55A1">
              <w:rPr>
                <w:rFonts w:eastAsia="Times New Roman" w:cs="Arial"/>
                <w:sz w:val="20"/>
                <w:szCs w:val="20"/>
              </w:rPr>
              <w:t>R26</w:t>
            </w:r>
            <w:bookmarkEnd w:id="89"/>
          </w:p>
        </w:tc>
        <w:tc>
          <w:tcPr>
            <w:tcW w:w="8111" w:type="dxa"/>
          </w:tcPr>
          <w:p w14:paraId="0EE1826A" w14:textId="77777777" w:rsidR="00704468" w:rsidRPr="005E55A1" w:rsidRDefault="00704468" w:rsidP="00C9054B">
            <w:pPr>
              <w:rPr>
                <w:rFonts w:eastAsia="Times New Roman" w:cs="Arial"/>
                <w:sz w:val="20"/>
                <w:szCs w:val="20"/>
              </w:rPr>
            </w:pPr>
            <w:r w:rsidRPr="005E55A1">
              <w:rPr>
                <w:rFonts w:eastAsia="Times New Roman" w:cs="Arial"/>
                <w:sz w:val="20"/>
                <w:szCs w:val="20"/>
              </w:rPr>
              <w:t xml:space="preserve">Walidacja: porównanie wprowadzonej wartości z wartością sumy z pól „Przedpłata akcyzy do zapłaty” z załączników. </w:t>
            </w:r>
          </w:p>
        </w:tc>
      </w:tr>
      <w:tr w:rsidR="00704468" w:rsidRPr="001767A9" w14:paraId="6E8C35CE" w14:textId="77777777" w:rsidTr="008D1DEB">
        <w:trPr>
          <w:trHeight w:val="213"/>
        </w:trPr>
        <w:tc>
          <w:tcPr>
            <w:tcW w:w="943" w:type="dxa"/>
          </w:tcPr>
          <w:p w14:paraId="5D51417E" w14:textId="77777777" w:rsidR="00704468" w:rsidRPr="005E55A1" w:rsidRDefault="00704468" w:rsidP="00DA6725">
            <w:pPr>
              <w:tabs>
                <w:tab w:val="left" w:pos="714"/>
              </w:tabs>
              <w:rPr>
                <w:rFonts w:eastAsia="Times New Roman" w:cs="Arial"/>
                <w:sz w:val="20"/>
                <w:szCs w:val="20"/>
              </w:rPr>
            </w:pPr>
            <w:bookmarkStart w:id="90" w:name="R27"/>
            <w:r w:rsidRPr="005E55A1">
              <w:rPr>
                <w:rFonts w:eastAsia="Times New Roman" w:cs="Arial"/>
                <w:sz w:val="20"/>
                <w:szCs w:val="20"/>
              </w:rPr>
              <w:t>R27</w:t>
            </w:r>
            <w:bookmarkEnd w:id="90"/>
          </w:p>
        </w:tc>
        <w:tc>
          <w:tcPr>
            <w:tcW w:w="8111" w:type="dxa"/>
          </w:tcPr>
          <w:p w14:paraId="114A6833" w14:textId="77777777" w:rsidR="00704468" w:rsidRPr="005E55A1" w:rsidRDefault="00704468" w:rsidP="00C9054B">
            <w:pPr>
              <w:rPr>
                <w:rFonts w:eastAsia="Times New Roman" w:cs="Arial"/>
                <w:sz w:val="20"/>
                <w:szCs w:val="20"/>
              </w:rPr>
            </w:pPr>
            <w:r w:rsidRPr="005E55A1">
              <w:rPr>
                <w:rFonts w:eastAsia="Times New Roman" w:cs="Arial"/>
                <w:sz w:val="20"/>
                <w:szCs w:val="20"/>
              </w:rPr>
              <w:t xml:space="preserve">Walidacja wartości wprowadzonej i pobranej z wartością w polu „Kwota z pozycji „Nadwyżka wpłat do rozliczenia” z ostatniej złożonej deklaracji” deklaracji za poprzedni okres. </w:t>
            </w:r>
          </w:p>
        </w:tc>
      </w:tr>
      <w:tr w:rsidR="00704468" w:rsidRPr="001767A9" w14:paraId="247FAE7F" w14:textId="77777777" w:rsidTr="008D1DEB">
        <w:trPr>
          <w:trHeight w:val="213"/>
        </w:trPr>
        <w:tc>
          <w:tcPr>
            <w:tcW w:w="943" w:type="dxa"/>
          </w:tcPr>
          <w:p w14:paraId="13F91268" w14:textId="77777777" w:rsidR="00704468" w:rsidRPr="005E55A1" w:rsidRDefault="00704468" w:rsidP="00DA6725">
            <w:pPr>
              <w:tabs>
                <w:tab w:val="left" w:pos="714"/>
              </w:tabs>
              <w:rPr>
                <w:rFonts w:eastAsia="Times New Roman" w:cs="Arial"/>
                <w:sz w:val="20"/>
                <w:szCs w:val="20"/>
              </w:rPr>
            </w:pPr>
            <w:bookmarkStart w:id="91" w:name="R28"/>
            <w:r w:rsidRPr="005E55A1">
              <w:rPr>
                <w:rFonts w:eastAsia="Times New Roman" w:cs="Arial"/>
                <w:sz w:val="20"/>
                <w:szCs w:val="20"/>
              </w:rPr>
              <w:lastRenderedPageBreak/>
              <w:t>R28</w:t>
            </w:r>
            <w:bookmarkEnd w:id="91"/>
          </w:p>
        </w:tc>
        <w:tc>
          <w:tcPr>
            <w:tcW w:w="8111" w:type="dxa"/>
          </w:tcPr>
          <w:p w14:paraId="5543C8EA" w14:textId="77777777" w:rsidR="00704468" w:rsidRPr="005E55A1" w:rsidRDefault="00704468" w:rsidP="00C9054B">
            <w:pPr>
              <w:rPr>
                <w:rFonts w:eastAsia="Times New Roman" w:cs="Arial"/>
                <w:sz w:val="20"/>
                <w:szCs w:val="20"/>
              </w:rPr>
            </w:pPr>
            <w:r w:rsidRPr="005E55A1">
              <w:rPr>
                <w:rFonts w:eastAsia="Times New Roman" w:cs="Arial"/>
                <w:sz w:val="20"/>
                <w:szCs w:val="20"/>
              </w:rPr>
              <w:t xml:space="preserve">Walidacja wartości wprowadzonej i pobranej z wartością w polu „Kwota z pozycji „w tym nadwyżka przedpłaty akcyzy” deklaracji za poprzedni okres. </w:t>
            </w:r>
          </w:p>
        </w:tc>
      </w:tr>
      <w:tr w:rsidR="00704468" w:rsidRPr="001767A9" w14:paraId="2D3F3CA9" w14:textId="77777777" w:rsidTr="008D1DEB">
        <w:trPr>
          <w:trHeight w:val="213"/>
        </w:trPr>
        <w:tc>
          <w:tcPr>
            <w:tcW w:w="943" w:type="dxa"/>
          </w:tcPr>
          <w:p w14:paraId="515610C8" w14:textId="77777777" w:rsidR="00704468" w:rsidRPr="005E55A1" w:rsidRDefault="00704468" w:rsidP="00DA6725">
            <w:pPr>
              <w:tabs>
                <w:tab w:val="left" w:pos="714"/>
              </w:tabs>
              <w:rPr>
                <w:rFonts w:eastAsia="Times New Roman" w:cs="Arial"/>
                <w:sz w:val="20"/>
                <w:szCs w:val="20"/>
              </w:rPr>
            </w:pPr>
            <w:bookmarkStart w:id="92" w:name="R29"/>
            <w:r w:rsidRPr="005E55A1">
              <w:rPr>
                <w:rFonts w:eastAsia="Times New Roman" w:cs="Arial"/>
                <w:sz w:val="20"/>
                <w:szCs w:val="20"/>
              </w:rPr>
              <w:t>R29</w:t>
            </w:r>
            <w:bookmarkEnd w:id="92"/>
          </w:p>
        </w:tc>
        <w:tc>
          <w:tcPr>
            <w:tcW w:w="8111" w:type="dxa"/>
          </w:tcPr>
          <w:p w14:paraId="6DCEAFE8" w14:textId="77777777" w:rsidR="00704468" w:rsidRPr="005E55A1" w:rsidRDefault="00704468" w:rsidP="00C9054B">
            <w:pPr>
              <w:rPr>
                <w:rFonts w:eastAsia="Times New Roman" w:cs="Arial"/>
                <w:sz w:val="20"/>
                <w:szCs w:val="20"/>
              </w:rPr>
            </w:pPr>
            <w:r w:rsidRPr="005E55A1">
              <w:rPr>
                <w:rFonts w:eastAsia="Times New Roman" w:cs="Arial"/>
                <w:sz w:val="20"/>
                <w:szCs w:val="20"/>
              </w:rPr>
              <w:t>Walidacja: porównanie wprowadzonej wartości z kwotą wyliczoną z wartości w polach wg wzoru: Razem podatek akcyzowy – (Kwota stanowiąca wartość podatkowych znaków akcyzy +Kwota wpłat dziennych+ Kwota dokonanej przedpłaty akcyzy+ Kwota z pozycji „Nadwyżka wpłat do rozliczenia” z ostatniej złożonej deklaracji). Jeśli wyliczona warto</w:t>
            </w:r>
            <w:r w:rsidR="00CC1B30" w:rsidRPr="005E55A1">
              <w:rPr>
                <w:rFonts w:eastAsia="Times New Roman" w:cs="Arial"/>
                <w:sz w:val="20"/>
                <w:szCs w:val="20"/>
              </w:rPr>
              <w:t xml:space="preserve">ść jest ujemna, powinno być 0. </w:t>
            </w:r>
          </w:p>
        </w:tc>
      </w:tr>
      <w:tr w:rsidR="00704468" w:rsidRPr="001767A9" w14:paraId="71851252" w14:textId="77777777" w:rsidTr="008D1DEB">
        <w:trPr>
          <w:trHeight w:val="213"/>
        </w:trPr>
        <w:tc>
          <w:tcPr>
            <w:tcW w:w="943" w:type="dxa"/>
          </w:tcPr>
          <w:p w14:paraId="6E06F017" w14:textId="77777777" w:rsidR="00704468" w:rsidRPr="005E55A1" w:rsidRDefault="00704468" w:rsidP="00DA6725">
            <w:pPr>
              <w:tabs>
                <w:tab w:val="left" w:pos="714"/>
              </w:tabs>
              <w:rPr>
                <w:rFonts w:eastAsia="Times New Roman" w:cs="Arial"/>
                <w:sz w:val="20"/>
                <w:szCs w:val="20"/>
              </w:rPr>
            </w:pPr>
            <w:bookmarkStart w:id="93" w:name="R30"/>
            <w:r w:rsidRPr="005E55A1">
              <w:rPr>
                <w:rFonts w:eastAsia="Times New Roman" w:cs="Arial"/>
                <w:sz w:val="20"/>
                <w:szCs w:val="20"/>
              </w:rPr>
              <w:t>R30</w:t>
            </w:r>
            <w:r w:rsidRPr="005E55A1">
              <w:rPr>
                <w:rFonts w:eastAsia="Times New Roman" w:cs="Arial"/>
                <w:sz w:val="20"/>
                <w:szCs w:val="20"/>
              </w:rPr>
              <w:tab/>
            </w:r>
            <w:bookmarkEnd w:id="93"/>
          </w:p>
        </w:tc>
        <w:tc>
          <w:tcPr>
            <w:tcW w:w="8111" w:type="dxa"/>
          </w:tcPr>
          <w:p w14:paraId="1B359440" w14:textId="77777777" w:rsidR="00704468" w:rsidRPr="005E55A1" w:rsidRDefault="00704468" w:rsidP="00C9054B">
            <w:pPr>
              <w:rPr>
                <w:rFonts w:eastAsia="Times New Roman" w:cs="Arial"/>
                <w:sz w:val="20"/>
                <w:szCs w:val="20"/>
              </w:rPr>
            </w:pPr>
            <w:r w:rsidRPr="005E55A1">
              <w:rPr>
                <w:rFonts w:eastAsia="Times New Roman" w:cs="Arial"/>
                <w:sz w:val="20"/>
                <w:szCs w:val="20"/>
              </w:rPr>
              <w:t xml:space="preserve">Walidacja: porównanie wprowadzonej wartości z kwotą wyliczoną z wartości w polach wg wzoru: (Kwota stanowiąca wartość podatkowych znaków akcyzy +Kwota wpłat dziennych+ Kwota dokonanej przedpłaty akcyzy+ Kwota z pozycji „Nadwyżka wpłat do rozliczenia” z ostatniej złożonej deklaracji) – razem podatek akcyzowy. Jeśli wyliczona wartość jest ujemna, powinno być 0.  </w:t>
            </w:r>
          </w:p>
        </w:tc>
      </w:tr>
      <w:tr w:rsidR="00704468" w:rsidRPr="001767A9" w14:paraId="7AEA9EB4" w14:textId="77777777" w:rsidTr="008D1DEB">
        <w:trPr>
          <w:trHeight w:val="213"/>
        </w:trPr>
        <w:tc>
          <w:tcPr>
            <w:tcW w:w="943" w:type="dxa"/>
          </w:tcPr>
          <w:p w14:paraId="191CC10A" w14:textId="77777777" w:rsidR="00704468" w:rsidRPr="005E55A1" w:rsidRDefault="00B00797" w:rsidP="004C0C89">
            <w:pPr>
              <w:tabs>
                <w:tab w:val="left" w:pos="714"/>
              </w:tabs>
              <w:rPr>
                <w:rFonts w:eastAsia="Times New Roman" w:cs="Arial"/>
                <w:sz w:val="20"/>
                <w:szCs w:val="20"/>
              </w:rPr>
            </w:pPr>
            <w:bookmarkStart w:id="94" w:name="R31"/>
            <w:r w:rsidRPr="005E55A1">
              <w:rPr>
                <w:rFonts w:eastAsia="Times New Roman" w:cs="Arial"/>
                <w:sz w:val="20"/>
                <w:szCs w:val="20"/>
              </w:rPr>
              <w:t>R</w:t>
            </w:r>
            <w:r w:rsidR="00704468" w:rsidRPr="005E55A1">
              <w:rPr>
                <w:rFonts w:eastAsia="Times New Roman" w:cs="Arial"/>
                <w:sz w:val="20"/>
                <w:szCs w:val="20"/>
              </w:rPr>
              <w:t>31</w:t>
            </w:r>
            <w:bookmarkEnd w:id="94"/>
          </w:p>
        </w:tc>
        <w:tc>
          <w:tcPr>
            <w:tcW w:w="8111" w:type="dxa"/>
          </w:tcPr>
          <w:p w14:paraId="7F2649D0" w14:textId="77777777" w:rsidR="00704468" w:rsidRPr="005E55A1" w:rsidRDefault="00704468" w:rsidP="00C9054B">
            <w:pPr>
              <w:rPr>
                <w:rFonts w:eastAsia="Times New Roman" w:cs="Arial"/>
                <w:sz w:val="20"/>
                <w:szCs w:val="20"/>
              </w:rPr>
            </w:pPr>
            <w:r w:rsidRPr="005E55A1">
              <w:rPr>
                <w:rFonts w:eastAsia="Times New Roman" w:cs="Arial"/>
                <w:sz w:val="20"/>
                <w:szCs w:val="20"/>
              </w:rPr>
              <w:t xml:space="preserve">Walidacja: porównanie wprowadzonej wartości z kwotą w polu kwota dokonanej przedpłaty akcyzy. Wprowadzona wartość nie może być wyższa niż kwota dokonanej przedpłaty akcyzy. </w:t>
            </w:r>
          </w:p>
        </w:tc>
      </w:tr>
      <w:tr w:rsidR="00663F02" w:rsidRPr="001767A9" w14:paraId="3A200237" w14:textId="77777777" w:rsidTr="008D1DEB">
        <w:trPr>
          <w:trHeight w:val="213"/>
        </w:trPr>
        <w:tc>
          <w:tcPr>
            <w:tcW w:w="943" w:type="dxa"/>
          </w:tcPr>
          <w:p w14:paraId="15D76032" w14:textId="77777777" w:rsidR="00663F02" w:rsidRPr="005E55A1" w:rsidRDefault="00663F02" w:rsidP="004C0C89">
            <w:pPr>
              <w:tabs>
                <w:tab w:val="left" w:pos="714"/>
              </w:tabs>
              <w:rPr>
                <w:rFonts w:eastAsia="Times New Roman" w:cs="Arial"/>
                <w:sz w:val="20"/>
                <w:szCs w:val="20"/>
              </w:rPr>
            </w:pPr>
            <w:r w:rsidRPr="005E55A1">
              <w:rPr>
                <w:rFonts w:eastAsia="Times New Roman" w:cs="Arial"/>
                <w:sz w:val="20"/>
                <w:szCs w:val="20"/>
              </w:rPr>
              <w:t>R32</w:t>
            </w:r>
          </w:p>
        </w:tc>
        <w:tc>
          <w:tcPr>
            <w:tcW w:w="8111" w:type="dxa"/>
          </w:tcPr>
          <w:p w14:paraId="02921AEF" w14:textId="77777777" w:rsidR="00663F02" w:rsidRPr="005E55A1" w:rsidRDefault="00124A08" w:rsidP="008D7DB0">
            <w:pPr>
              <w:rPr>
                <w:rFonts w:eastAsia="Times New Roman" w:cs="Arial"/>
                <w:sz w:val="20"/>
                <w:szCs w:val="20"/>
              </w:rPr>
            </w:pPr>
            <w:r w:rsidRPr="005E55A1">
              <w:rPr>
                <w:rFonts w:eastAsia="Times New Roman" w:cs="Arial"/>
                <w:sz w:val="20"/>
                <w:szCs w:val="20"/>
              </w:rPr>
              <w:t>Dopuszczalnym okresem (period) za który będzie mogła być złożona deklaracja: nie może być wcześniejszy niż luty 2017 roku.</w:t>
            </w:r>
          </w:p>
        </w:tc>
      </w:tr>
      <w:tr w:rsidR="00314588" w:rsidRPr="001767A9" w14:paraId="1E887BB8" w14:textId="77777777" w:rsidTr="008D1DEB">
        <w:trPr>
          <w:trHeight w:val="213"/>
        </w:trPr>
        <w:tc>
          <w:tcPr>
            <w:tcW w:w="943" w:type="dxa"/>
          </w:tcPr>
          <w:p w14:paraId="7901C515" w14:textId="77777777" w:rsidR="00314588" w:rsidRPr="005E55A1" w:rsidRDefault="00314588" w:rsidP="004C0C89">
            <w:pPr>
              <w:tabs>
                <w:tab w:val="left" w:pos="714"/>
              </w:tabs>
              <w:rPr>
                <w:rFonts w:eastAsia="Times New Roman" w:cs="Arial"/>
                <w:sz w:val="20"/>
                <w:szCs w:val="20"/>
              </w:rPr>
            </w:pPr>
            <w:r w:rsidRPr="005E55A1">
              <w:rPr>
                <w:rFonts w:eastAsia="Times New Roman" w:cs="Arial"/>
                <w:sz w:val="20"/>
                <w:szCs w:val="20"/>
              </w:rPr>
              <w:t>R33</w:t>
            </w:r>
          </w:p>
        </w:tc>
        <w:tc>
          <w:tcPr>
            <w:tcW w:w="8111" w:type="dxa"/>
          </w:tcPr>
          <w:p w14:paraId="53F2A3F3" w14:textId="77777777" w:rsidR="00314588" w:rsidRPr="005E55A1" w:rsidRDefault="00314588" w:rsidP="008D7DB0">
            <w:pPr>
              <w:rPr>
                <w:rFonts w:eastAsia="Times New Roman" w:cs="Arial"/>
                <w:sz w:val="20"/>
                <w:szCs w:val="20"/>
              </w:rPr>
            </w:pPr>
            <w:r w:rsidRPr="005E55A1">
              <w:rPr>
                <w:rFonts w:eastAsia="Times New Roman" w:cs="Arial"/>
                <w:sz w:val="20"/>
                <w:szCs w:val="20"/>
              </w:rPr>
              <w:t>Pole wymagalne tylko w przypadku gdy do deklaracji dopięty jest co najmniej jeden załącznik AKC-4/L. System automatycznie podpowiada wyliczoną wartość na podstawie sumy pól „ogółem podatek” w złożonych załącznikach AKC-4/L. Walidacja: porównanie wprowadzonej wartości z wartością sumy pól „ogółem podatek” w złożonych załącznikach AKC-4/L.</w:t>
            </w:r>
          </w:p>
        </w:tc>
      </w:tr>
      <w:tr w:rsidR="00314588" w:rsidRPr="001767A9" w14:paraId="0B2394E3" w14:textId="77777777" w:rsidTr="008D1DEB">
        <w:trPr>
          <w:trHeight w:val="213"/>
        </w:trPr>
        <w:tc>
          <w:tcPr>
            <w:tcW w:w="943" w:type="dxa"/>
          </w:tcPr>
          <w:p w14:paraId="74FEFE88" w14:textId="77777777" w:rsidR="00314588" w:rsidRPr="005E55A1" w:rsidRDefault="00314588" w:rsidP="004C0C89">
            <w:pPr>
              <w:tabs>
                <w:tab w:val="left" w:pos="714"/>
              </w:tabs>
              <w:rPr>
                <w:rFonts w:eastAsia="Times New Roman" w:cs="Arial"/>
                <w:sz w:val="20"/>
                <w:szCs w:val="20"/>
              </w:rPr>
            </w:pPr>
            <w:r w:rsidRPr="005E55A1">
              <w:rPr>
                <w:rFonts w:eastAsia="Times New Roman" w:cs="Arial"/>
                <w:sz w:val="20"/>
                <w:szCs w:val="20"/>
              </w:rPr>
              <w:t>R34</w:t>
            </w:r>
          </w:p>
        </w:tc>
        <w:tc>
          <w:tcPr>
            <w:tcW w:w="8111" w:type="dxa"/>
          </w:tcPr>
          <w:p w14:paraId="7577AC8D" w14:textId="77777777" w:rsidR="00314588" w:rsidRPr="005E55A1" w:rsidRDefault="00314588" w:rsidP="008D7DB0">
            <w:pPr>
              <w:rPr>
                <w:rFonts w:eastAsia="Times New Roman" w:cs="Arial"/>
                <w:sz w:val="20"/>
                <w:szCs w:val="20"/>
              </w:rPr>
            </w:pPr>
            <w:r w:rsidRPr="005E55A1">
              <w:rPr>
                <w:rFonts w:eastAsia="Times New Roman" w:cs="Arial"/>
                <w:sz w:val="20"/>
                <w:szCs w:val="20"/>
              </w:rPr>
              <w:t>Pole wymagalne tylko w przypadku gdy do deklaracji dopięty jest co najmniej jeden załącznik AKC-4/M. System automatycznie podpowiada wyliczoną wartość na podstawie sumy pól „ogółem podatek” w złożonych załącznikach AKC-4/M. Walidacja: porównanie wprowadzonej wartości z wartością sumy pól „ogółem podatek” w złożonych załącznikach AKC-4/M.</w:t>
            </w:r>
          </w:p>
        </w:tc>
      </w:tr>
      <w:tr w:rsidR="00314588" w:rsidRPr="001767A9" w14:paraId="33FE2981" w14:textId="77777777" w:rsidTr="008D1DEB">
        <w:trPr>
          <w:trHeight w:val="213"/>
        </w:trPr>
        <w:tc>
          <w:tcPr>
            <w:tcW w:w="943" w:type="dxa"/>
          </w:tcPr>
          <w:p w14:paraId="6F137F16" w14:textId="77777777" w:rsidR="00314588" w:rsidRPr="005E55A1" w:rsidRDefault="00314588" w:rsidP="004C0C89">
            <w:pPr>
              <w:tabs>
                <w:tab w:val="left" w:pos="714"/>
              </w:tabs>
              <w:rPr>
                <w:rFonts w:eastAsia="Times New Roman" w:cs="Arial"/>
                <w:sz w:val="20"/>
                <w:szCs w:val="20"/>
              </w:rPr>
            </w:pPr>
            <w:r w:rsidRPr="005E55A1">
              <w:rPr>
                <w:rFonts w:eastAsia="Times New Roman" w:cs="Arial"/>
                <w:sz w:val="20"/>
                <w:szCs w:val="20"/>
              </w:rPr>
              <w:t>R35</w:t>
            </w:r>
          </w:p>
        </w:tc>
        <w:tc>
          <w:tcPr>
            <w:tcW w:w="8111" w:type="dxa"/>
          </w:tcPr>
          <w:p w14:paraId="59FF58CA" w14:textId="77777777" w:rsidR="00314588" w:rsidRPr="005E55A1" w:rsidRDefault="00314588" w:rsidP="008D7DB0">
            <w:pPr>
              <w:rPr>
                <w:rFonts w:eastAsia="Times New Roman" w:cs="Arial"/>
                <w:sz w:val="20"/>
                <w:szCs w:val="20"/>
              </w:rPr>
            </w:pPr>
            <w:r w:rsidRPr="005E55A1">
              <w:rPr>
                <w:rFonts w:eastAsia="Times New Roman" w:cs="Arial"/>
                <w:sz w:val="20"/>
                <w:szCs w:val="20"/>
              </w:rPr>
              <w:t>Pole wymagalne tylko w przypadku gdy do deklaracji dopięty jest co najmniej jeden załącznik AKC-4/N. System automatycznie podpowiada wyliczoną wartość na podstawie sumy pól „ogółem podatek” w złożonych załącznikach AKC-4/N. Walidacja: porównanie wprowadzonej wartości z wartością sumy pól „ogółem podatek” w złożonych załącznikach AKC-4/N.</w:t>
            </w:r>
          </w:p>
        </w:tc>
      </w:tr>
    </w:tbl>
    <w:p w14:paraId="4B1DCAF3" w14:textId="77777777" w:rsidR="002923B2" w:rsidRPr="00481FCB" w:rsidRDefault="002923B2" w:rsidP="00481FCB">
      <w:pPr>
        <w:rPr>
          <w:b/>
        </w:rPr>
      </w:pPr>
      <w:r w:rsidRPr="00481FCB">
        <w:rPr>
          <w:b/>
        </w:rPr>
        <w:t>Dodatkowe reguły walidacji:</w:t>
      </w:r>
    </w:p>
    <w:p w14:paraId="50FFA930" w14:textId="77777777" w:rsidR="005E5B05" w:rsidRPr="00481FCB" w:rsidRDefault="00927069" w:rsidP="00794BCE">
      <w:pPr>
        <w:numPr>
          <w:ilvl w:val="0"/>
          <w:numId w:val="9"/>
        </w:numPr>
        <w:spacing w:before="40" w:after="60"/>
      </w:pPr>
      <w:r w:rsidRPr="00481FCB">
        <w:t>Sprawdzenie wartości w polu „AKC-4/AKC-4zo”</w:t>
      </w:r>
      <w:r w:rsidR="005E5B05" w:rsidRPr="00481FCB">
        <w:t>:</w:t>
      </w:r>
    </w:p>
    <w:p w14:paraId="7B0A7944" w14:textId="77777777" w:rsidR="00840865" w:rsidRPr="00481FCB" w:rsidRDefault="00927069" w:rsidP="00794BCE">
      <w:pPr>
        <w:numPr>
          <w:ilvl w:val="1"/>
          <w:numId w:val="9"/>
        </w:numPr>
        <w:spacing w:before="40" w:after="60"/>
      </w:pPr>
      <w:r w:rsidRPr="00481FCB">
        <w:lastRenderedPageBreak/>
        <w:t xml:space="preserve"> Jeśli wartość ta jest równa ‘AK</w:t>
      </w:r>
      <w:r w:rsidR="00840865" w:rsidRPr="00481FCB">
        <w:t>C</w:t>
      </w:r>
      <w:r w:rsidRPr="00481FCB">
        <w:t>-4zo’, to mogą być użyte następujące załączniki: AKC-4/A, AKC-4/B, AKC-4/C, AKC-4/D, AKC-4/F, AKC-4/I, AKC-4/J.</w:t>
      </w:r>
    </w:p>
    <w:p w14:paraId="5BDB15F2" w14:textId="77777777" w:rsidR="00927069" w:rsidRPr="00481FCB" w:rsidRDefault="00840865" w:rsidP="00794BCE">
      <w:pPr>
        <w:numPr>
          <w:ilvl w:val="1"/>
          <w:numId w:val="9"/>
        </w:numPr>
        <w:spacing w:before="40" w:after="60"/>
      </w:pPr>
      <w:r w:rsidRPr="00481FCB">
        <w:t>Jeśli wartość ta jest równa ‘AKC-4’, , to mogą być użyte następujące załączniki: AKC-4/K, AKC-4/M i AKC-4/N.</w:t>
      </w:r>
    </w:p>
    <w:p w14:paraId="4F693D0F" w14:textId="77777777" w:rsidR="002F6148" w:rsidRDefault="002F6148" w:rsidP="00C048E5">
      <w:pPr>
        <w:pStyle w:val="Nagwek2"/>
      </w:pPr>
      <w:bookmarkStart w:id="95" w:name="_Toc182566438"/>
      <w:r>
        <w:t xml:space="preserve">Załącznik </w:t>
      </w:r>
      <w:r w:rsidR="00822C86">
        <w:t>AKC</w:t>
      </w:r>
      <w:r>
        <w:t xml:space="preserve">-4/A do deklaracji </w:t>
      </w:r>
      <w:r w:rsidR="00822C86">
        <w:t>AKC-</w:t>
      </w:r>
      <w:r>
        <w:t>4</w:t>
      </w:r>
      <w:bookmarkEnd w:id="95"/>
    </w:p>
    <w:p w14:paraId="135851E0" w14:textId="77777777" w:rsidR="002F6148" w:rsidRDefault="002F6148" w:rsidP="00C048E5">
      <w:pPr>
        <w:pStyle w:val="Nagwek3"/>
      </w:pPr>
      <w:bookmarkStart w:id="96" w:name="_Toc182566439"/>
      <w:r>
        <w:t>Komunik</w:t>
      </w:r>
      <w:r w:rsidR="00343B4A">
        <w:t>a</w:t>
      </w:r>
      <w:r>
        <w:t xml:space="preserve">t </w:t>
      </w:r>
      <w:r w:rsidR="00065F73">
        <w:t>AKC-</w:t>
      </w:r>
      <w:r>
        <w:t>4A</w:t>
      </w:r>
      <w:bookmarkEnd w:id="96"/>
    </w:p>
    <w:p w14:paraId="3E49C7A8" w14:textId="77777777" w:rsidR="009A16A5" w:rsidRPr="00481FCB" w:rsidRDefault="008A17E5" w:rsidP="00481FCB">
      <w:pPr>
        <w:pStyle w:val="Schema-Description"/>
        <w:spacing w:before="0" w:beforeAutospacing="0" w:after="0" w:afterAutospacing="0"/>
        <w:rPr>
          <w:rFonts w:ascii="Lato" w:hAnsi="Lato"/>
          <w:sz w:val="24"/>
          <w:szCs w:val="24"/>
        </w:rPr>
      </w:pPr>
      <w:r w:rsidRPr="00481FCB">
        <w:rPr>
          <w:rFonts w:ascii="Lato" w:hAnsi="Lato"/>
          <w:sz w:val="24"/>
          <w:szCs w:val="24"/>
        </w:rPr>
        <w:t>PODATEK AKCYZOWY OD ALKOHOLU ETYLOWEGO</w:t>
      </w:r>
    </w:p>
    <w:p w14:paraId="2F7D443C" w14:textId="77777777" w:rsidR="00447526" w:rsidRDefault="00065F73" w:rsidP="00C048E5">
      <w:pPr>
        <w:pStyle w:val="Nagwek3"/>
      </w:pPr>
      <w:bookmarkStart w:id="97" w:name="_Toc182566440"/>
      <w:r>
        <w:t>Specyfikacja AKC-</w:t>
      </w:r>
      <w:r w:rsidR="00447526">
        <w:t>4A</w:t>
      </w:r>
      <w:bookmarkEnd w:id="97"/>
    </w:p>
    <w:p w14:paraId="73AF8138" w14:textId="77777777" w:rsidR="00637E55" w:rsidRPr="00481FCB" w:rsidRDefault="00637E55" w:rsidP="00481FCB">
      <w:r w:rsidRPr="00481FCB">
        <w:t xml:space="preserve">Struktury typu </w:t>
      </w:r>
      <w:r w:rsidRPr="00481FCB">
        <w:rPr>
          <w:rFonts w:eastAsia="Times New Roman"/>
        </w:rPr>
        <w:t>ZDailyAmount, ZCalculOfAmountOfExciseDuty</w:t>
      </w:r>
      <w:r w:rsidRPr="00481FCB">
        <w:t xml:space="preserve"> zostały zdefiniowane w dokumencie </w:t>
      </w:r>
      <w:r w:rsidRPr="00481FCB">
        <w:fldChar w:fldCharType="begin"/>
      </w:r>
      <w:r w:rsidRPr="00481FCB">
        <w:instrText xml:space="preserve"> REF _Ref361653747 \r \h  \* MERGEFORMAT </w:instrText>
      </w:r>
      <w:r w:rsidRPr="00481FCB">
        <w:fldChar w:fldCharType="separate"/>
      </w:r>
      <w:r w:rsidR="00EC7AC0" w:rsidRPr="00481FCB">
        <w:t>A1</w:t>
      </w:r>
      <w:r w:rsidRPr="00481FCB">
        <w:fldChar w:fldCharType="end"/>
      </w:r>
      <w:r w:rsidRPr="00481FCB">
        <w:t xml:space="preserve"> i nie będą tutaj szczegółowo omawiane.</w:t>
      </w:r>
    </w:p>
    <w:p w14:paraId="142C21D3" w14:textId="6086C379" w:rsidR="00050C48" w:rsidRDefault="00050C48" w:rsidP="00050C48">
      <w:pPr>
        <w:pStyle w:val="Legenda"/>
        <w:keepNext/>
      </w:pPr>
      <w:bookmarkStart w:id="98" w:name="_Toc182566547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16</w:t>
      </w:r>
      <w:r w:rsidR="00715F4C">
        <w:rPr>
          <w:noProof/>
        </w:rPr>
        <w:fldChar w:fldCharType="end"/>
      </w:r>
      <w:r>
        <w:t xml:space="preserve">. </w:t>
      </w:r>
      <w:r w:rsidRPr="00882692">
        <w:t>Dane ogólne w ramach struktury załącznika AKC-4/A</w:t>
      </w:r>
      <w:bookmarkEnd w:id="98"/>
    </w:p>
    <w:tbl>
      <w:tblPr>
        <w:tblStyle w:val="Siatkatabelijasn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8D1DEB" w:rsidRPr="00101307" w14:paraId="2E9EA179" w14:textId="77777777" w:rsidTr="008D1D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02FF60D0" w14:textId="77777777" w:rsidR="008D1DEB" w:rsidRPr="00101307" w:rsidRDefault="008D1DEB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101307">
              <w:rPr>
                <w:rFonts w:eastAsia="Times New Roman" w:cs="Arial"/>
                <w:b/>
                <w:sz w:val="18"/>
                <w:szCs w:val="18"/>
              </w:rPr>
              <w:t>Ogólne</w:t>
            </w:r>
          </w:p>
        </w:tc>
        <w:tc>
          <w:tcPr>
            <w:tcW w:w="6584" w:type="dxa"/>
          </w:tcPr>
          <w:p w14:paraId="42220821" w14:textId="173262A7" w:rsidR="008D1DEB" w:rsidRPr="00101307" w:rsidRDefault="008D1DEB">
            <w:pPr>
              <w:rPr>
                <w:rFonts w:eastAsia="Times New Roman" w:cs="Arial"/>
                <w:b/>
                <w:sz w:val="18"/>
                <w:szCs w:val="18"/>
              </w:rPr>
            </w:pPr>
          </w:p>
        </w:tc>
      </w:tr>
      <w:tr w:rsidR="00447526" w:rsidRPr="00101307" w14:paraId="3B779D10" w14:textId="77777777" w:rsidTr="008D1DEB">
        <w:tc>
          <w:tcPr>
            <w:tcW w:w="2738" w:type="dxa"/>
          </w:tcPr>
          <w:p w14:paraId="16A55D60" w14:textId="77777777" w:rsidR="00447526" w:rsidRPr="00101307" w:rsidRDefault="00447526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60FBEB1D" w14:textId="77777777" w:rsidR="00447526" w:rsidRPr="00101307" w:rsidRDefault="00447526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 xml:space="preserve">Struktura załącznika do </w:t>
            </w:r>
            <w:r w:rsidRPr="00101307">
              <w:rPr>
                <w:rFonts w:cs="Arial"/>
                <w:sz w:val="20"/>
                <w:szCs w:val="20"/>
              </w:rPr>
              <w:t xml:space="preserve">deklaracji </w:t>
            </w:r>
            <w:r w:rsidR="00162431" w:rsidRPr="00101307">
              <w:rPr>
                <w:rFonts w:cs="Arial"/>
                <w:sz w:val="20"/>
                <w:szCs w:val="20"/>
              </w:rPr>
              <w:t>AKC</w:t>
            </w:r>
            <w:r w:rsidRPr="00101307">
              <w:rPr>
                <w:rFonts w:cs="Arial"/>
                <w:sz w:val="20"/>
                <w:szCs w:val="20"/>
              </w:rPr>
              <w:t xml:space="preserve">-4 </w:t>
            </w:r>
          </w:p>
        </w:tc>
      </w:tr>
      <w:tr w:rsidR="00447526" w:rsidRPr="00101307" w14:paraId="3DB6F22F" w14:textId="77777777" w:rsidTr="008D1DEB">
        <w:tc>
          <w:tcPr>
            <w:tcW w:w="2738" w:type="dxa"/>
          </w:tcPr>
          <w:p w14:paraId="76D14D5E" w14:textId="77777777" w:rsidR="00447526" w:rsidRPr="00101307" w:rsidRDefault="00447526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56921831" w14:textId="77777777" w:rsidR="00447526" w:rsidRPr="00101307" w:rsidRDefault="00447526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447526" w:rsidRPr="00101307" w14:paraId="2B6FA2EC" w14:textId="77777777" w:rsidTr="008D1DEB">
        <w:tc>
          <w:tcPr>
            <w:tcW w:w="2738" w:type="dxa"/>
          </w:tcPr>
          <w:p w14:paraId="2E75BB82" w14:textId="77777777" w:rsidR="00447526" w:rsidRPr="00101307" w:rsidRDefault="00447526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75A73A2C" w14:textId="77777777" w:rsidR="00447526" w:rsidRPr="00101307" w:rsidRDefault="00CD5561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4</w:t>
            </w:r>
            <w:r w:rsidR="00752F03" w:rsidRPr="00101307">
              <w:rPr>
                <w:rFonts w:eastAsia="Times New Roman" w:cs="Arial"/>
                <w:sz w:val="20"/>
                <w:szCs w:val="20"/>
              </w:rPr>
              <w:t>_0</w:t>
            </w:r>
          </w:p>
        </w:tc>
      </w:tr>
      <w:tr w:rsidR="00447526" w:rsidRPr="00101307" w14:paraId="0E837ECE" w14:textId="77777777" w:rsidTr="008D1DEB">
        <w:tc>
          <w:tcPr>
            <w:tcW w:w="2738" w:type="dxa"/>
          </w:tcPr>
          <w:p w14:paraId="74C9F1CD" w14:textId="77777777" w:rsidR="00447526" w:rsidRPr="00101307" w:rsidRDefault="00447526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Zależności od innych deklaracji</w:t>
            </w:r>
          </w:p>
        </w:tc>
        <w:tc>
          <w:tcPr>
            <w:tcW w:w="6584" w:type="dxa"/>
          </w:tcPr>
          <w:p w14:paraId="024E3CEA" w14:textId="77777777" w:rsidR="00447526" w:rsidRPr="00101307" w:rsidRDefault="00447526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447526" w:rsidRPr="00101307" w14:paraId="46EC7677" w14:textId="77777777" w:rsidTr="008D1DEB">
        <w:tc>
          <w:tcPr>
            <w:tcW w:w="2738" w:type="dxa"/>
          </w:tcPr>
          <w:p w14:paraId="65A4553D" w14:textId="77777777" w:rsidR="00447526" w:rsidRPr="00101307" w:rsidRDefault="00447526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6C67030A" w14:textId="77777777" w:rsidR="00447526" w:rsidRPr="00101307" w:rsidRDefault="00447526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XML</w:t>
            </w:r>
          </w:p>
        </w:tc>
      </w:tr>
      <w:tr w:rsidR="00447526" w:rsidRPr="00101307" w14:paraId="4684703A" w14:textId="77777777" w:rsidTr="008D1DEB">
        <w:tc>
          <w:tcPr>
            <w:tcW w:w="2738" w:type="dxa"/>
          </w:tcPr>
          <w:p w14:paraId="7889995B" w14:textId="77777777" w:rsidR="00447526" w:rsidRPr="00101307" w:rsidRDefault="00447526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51CD2800" w14:textId="77777777" w:rsidR="00447526" w:rsidRPr="00101307" w:rsidRDefault="00447526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447526" w:rsidRPr="00101307" w14:paraId="54A443BB" w14:textId="77777777" w:rsidTr="008D1DEB">
        <w:tc>
          <w:tcPr>
            <w:tcW w:w="2738" w:type="dxa"/>
          </w:tcPr>
          <w:p w14:paraId="61D22DF2" w14:textId="77777777" w:rsidR="00447526" w:rsidRPr="00101307" w:rsidRDefault="00447526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573984B0" w14:textId="77777777" w:rsidR="00447526" w:rsidRPr="00101307" w:rsidRDefault="00447526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XML</w:t>
            </w:r>
          </w:p>
        </w:tc>
      </w:tr>
      <w:tr w:rsidR="00447526" w:rsidRPr="00101307" w14:paraId="168263E6" w14:textId="77777777" w:rsidTr="008D1DEB">
        <w:tc>
          <w:tcPr>
            <w:tcW w:w="2738" w:type="dxa"/>
          </w:tcPr>
          <w:p w14:paraId="3CC73713" w14:textId="77777777" w:rsidR="00447526" w:rsidRPr="00101307" w:rsidRDefault="00447526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Namespaces</w:t>
            </w:r>
          </w:p>
        </w:tc>
        <w:tc>
          <w:tcPr>
            <w:tcW w:w="6584" w:type="dxa"/>
          </w:tcPr>
          <w:p w14:paraId="41989B16" w14:textId="77777777" w:rsidR="00447526" w:rsidRPr="00101307" w:rsidRDefault="00752F03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http://www.e-clo.pl/ZEFIR2/eZefir2/xsd/v3_0/Types.xsd</w:t>
            </w:r>
          </w:p>
        </w:tc>
      </w:tr>
      <w:tr w:rsidR="00447526" w:rsidRPr="00101307" w14:paraId="10301DF0" w14:textId="77777777" w:rsidTr="008D1DEB">
        <w:tc>
          <w:tcPr>
            <w:tcW w:w="2738" w:type="dxa"/>
          </w:tcPr>
          <w:p w14:paraId="233F3E48" w14:textId="77777777" w:rsidR="00447526" w:rsidRPr="00101307" w:rsidRDefault="00447526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4C450DD2" w14:textId="77777777" w:rsidR="00447526" w:rsidRPr="00101307" w:rsidRDefault="00162431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akc</w:t>
            </w:r>
            <w:r w:rsidR="00447526" w:rsidRPr="00101307">
              <w:rPr>
                <w:rFonts w:eastAsia="Times New Roman" w:cs="Arial"/>
                <w:sz w:val="20"/>
                <w:szCs w:val="20"/>
              </w:rPr>
              <w:t>_4a.xsd</w:t>
            </w:r>
          </w:p>
        </w:tc>
      </w:tr>
    </w:tbl>
    <w:p w14:paraId="27213695" w14:textId="77777777" w:rsidR="00447526" w:rsidRPr="00101307" w:rsidRDefault="009573D9" w:rsidP="00C048E5">
      <w:pPr>
        <w:pStyle w:val="Nagwek3"/>
      </w:pPr>
      <w:bookmarkStart w:id="99" w:name="_Toc182566441"/>
      <w:r w:rsidRPr="00101307">
        <w:t>Struktura AKC</w:t>
      </w:r>
      <w:r w:rsidR="00447526" w:rsidRPr="00101307">
        <w:t>4A</w:t>
      </w:r>
      <w:bookmarkEnd w:id="99"/>
    </w:p>
    <w:p w14:paraId="14AE06F8" w14:textId="0AD17445" w:rsidR="008D1DEB" w:rsidRPr="00EA3622" w:rsidRDefault="008D1DEB" w:rsidP="00794BCE">
      <w:pPr>
        <w:pStyle w:val="Akapitzlist"/>
        <w:numPr>
          <w:ilvl w:val="0"/>
          <w:numId w:val="12"/>
        </w:numPr>
        <w:rPr>
          <w:rFonts w:ascii="Consolas" w:hAnsi="Consolas"/>
          <w:lang w:val="en-GB"/>
        </w:rPr>
      </w:pPr>
      <w:r w:rsidRPr="00EA3622">
        <w:rPr>
          <w:rFonts w:ascii="Consolas" w:hAnsi="Consolas"/>
          <w:lang w:val="en-GB"/>
        </w:rPr>
        <w:t>AKC4AType</w:t>
      </w:r>
    </w:p>
    <w:p w14:paraId="734E1947" w14:textId="04A7E980" w:rsidR="008D1DEB" w:rsidRPr="00EA3622" w:rsidRDefault="008D1DEB" w:rsidP="00794BCE">
      <w:pPr>
        <w:pStyle w:val="Akapitzlist"/>
        <w:numPr>
          <w:ilvl w:val="0"/>
          <w:numId w:val="12"/>
        </w:numPr>
        <w:rPr>
          <w:rFonts w:ascii="Consolas" w:hAnsi="Consolas"/>
          <w:lang w:val="en-GB"/>
        </w:rPr>
      </w:pPr>
      <w:r w:rsidRPr="00EA3622">
        <w:rPr>
          <w:rFonts w:ascii="Consolas" w:hAnsi="Consolas"/>
          <w:lang w:val="en-GB"/>
        </w:rPr>
        <w:t>HeaderType</w:t>
      </w:r>
    </w:p>
    <w:p w14:paraId="162CBA0C" w14:textId="5B3112B7" w:rsidR="008D1DEB" w:rsidRPr="00EA3622" w:rsidRDefault="008D1DEB" w:rsidP="00794BCE">
      <w:pPr>
        <w:pStyle w:val="Akapitzlist"/>
        <w:numPr>
          <w:ilvl w:val="0"/>
          <w:numId w:val="12"/>
        </w:numPr>
        <w:rPr>
          <w:rFonts w:ascii="Consolas" w:hAnsi="Consolas"/>
          <w:lang w:val="en-GB"/>
        </w:rPr>
      </w:pPr>
      <w:r w:rsidRPr="00EA3622">
        <w:rPr>
          <w:rFonts w:ascii="Consolas" w:hAnsi="Consolas"/>
          <w:lang w:val="en-GB"/>
        </w:rPr>
        <w:t>WarehouseType</w:t>
      </w:r>
    </w:p>
    <w:p w14:paraId="4CEA1E93" w14:textId="648B9DC9" w:rsidR="008D1DEB" w:rsidRPr="00EA3622" w:rsidRDefault="008D1DEB" w:rsidP="00794BCE">
      <w:pPr>
        <w:pStyle w:val="Akapitzlist"/>
        <w:numPr>
          <w:ilvl w:val="0"/>
          <w:numId w:val="12"/>
        </w:numPr>
        <w:rPr>
          <w:rFonts w:ascii="Consolas" w:hAnsi="Consolas"/>
          <w:lang w:val="en-GB"/>
        </w:rPr>
      </w:pPr>
      <w:r w:rsidRPr="00EA3622">
        <w:rPr>
          <w:rFonts w:ascii="Consolas" w:hAnsi="Consolas"/>
          <w:lang w:val="en-GB"/>
        </w:rPr>
        <w:t>ExciseDutyInformationType</w:t>
      </w:r>
    </w:p>
    <w:p w14:paraId="4CA3BA6E" w14:textId="2897D9CF" w:rsidR="008D1DEB" w:rsidRPr="00EA3622" w:rsidRDefault="008D1DEB" w:rsidP="00794BCE">
      <w:pPr>
        <w:pStyle w:val="Akapitzlist"/>
        <w:numPr>
          <w:ilvl w:val="0"/>
          <w:numId w:val="12"/>
        </w:numPr>
        <w:rPr>
          <w:rFonts w:ascii="Consolas" w:hAnsi="Consolas"/>
          <w:lang w:val="en-GB"/>
        </w:rPr>
      </w:pPr>
      <w:r w:rsidRPr="00EA3622">
        <w:rPr>
          <w:rFonts w:ascii="Consolas" w:hAnsi="Consolas"/>
          <w:lang w:val="en-GB"/>
        </w:rPr>
        <w:t>CalculOfAmountOfExciseDutyType</w:t>
      </w:r>
    </w:p>
    <w:p w14:paraId="4033DD4F" w14:textId="032B20D9" w:rsidR="008D1DEB" w:rsidRPr="00EA3622" w:rsidRDefault="008D1DEB" w:rsidP="00794BCE">
      <w:pPr>
        <w:pStyle w:val="Akapitzlist"/>
        <w:numPr>
          <w:ilvl w:val="0"/>
          <w:numId w:val="12"/>
        </w:numPr>
        <w:rPr>
          <w:rFonts w:ascii="Consolas" w:hAnsi="Consolas"/>
          <w:lang w:val="en-GB"/>
        </w:rPr>
      </w:pPr>
      <w:r w:rsidRPr="00EA3622">
        <w:rPr>
          <w:rFonts w:ascii="Consolas" w:hAnsi="Consolas"/>
          <w:lang w:val="en-GB"/>
        </w:rPr>
        <w:t>CleareanceExciseDutyType</w:t>
      </w:r>
    </w:p>
    <w:p w14:paraId="20BE0741" w14:textId="74F55783" w:rsidR="008D1DEB" w:rsidRPr="00EA3622" w:rsidRDefault="008D1DEB" w:rsidP="00794BCE">
      <w:pPr>
        <w:pStyle w:val="Akapitzlist"/>
        <w:numPr>
          <w:ilvl w:val="0"/>
          <w:numId w:val="12"/>
        </w:numPr>
        <w:rPr>
          <w:rFonts w:ascii="Consolas" w:hAnsi="Consolas"/>
          <w:lang w:val="en-GB"/>
        </w:rPr>
      </w:pPr>
      <w:r w:rsidRPr="00EA3622">
        <w:rPr>
          <w:rFonts w:ascii="Consolas" w:hAnsi="Consolas"/>
          <w:lang w:val="en-GB"/>
        </w:rPr>
        <w:t>ItemsType</w:t>
      </w:r>
    </w:p>
    <w:p w14:paraId="3528FD24" w14:textId="08CB2920" w:rsidR="008D1DEB" w:rsidRPr="00EA3622" w:rsidRDefault="008D1DEB" w:rsidP="00794BCE">
      <w:pPr>
        <w:pStyle w:val="Akapitzlist"/>
        <w:numPr>
          <w:ilvl w:val="0"/>
          <w:numId w:val="12"/>
        </w:numPr>
        <w:rPr>
          <w:rFonts w:ascii="Consolas" w:hAnsi="Consolas"/>
          <w:lang w:val="en-GB"/>
        </w:rPr>
      </w:pPr>
      <w:r w:rsidRPr="00EA3622">
        <w:rPr>
          <w:rFonts w:ascii="Consolas" w:hAnsi="Consolas"/>
          <w:lang w:val="en-GB"/>
        </w:rPr>
        <w:lastRenderedPageBreak/>
        <w:t>ItemType</w:t>
      </w:r>
    </w:p>
    <w:p w14:paraId="00840E39" w14:textId="3D3080D4" w:rsidR="008D1DEB" w:rsidRPr="00EA3622" w:rsidRDefault="008D1DEB" w:rsidP="00794BCE">
      <w:pPr>
        <w:pStyle w:val="Akapitzlist"/>
        <w:numPr>
          <w:ilvl w:val="0"/>
          <w:numId w:val="12"/>
        </w:numPr>
        <w:rPr>
          <w:rFonts w:ascii="Consolas" w:hAnsi="Consolas"/>
          <w:lang w:val="en-GB"/>
        </w:rPr>
      </w:pPr>
      <w:r w:rsidRPr="00EA3622">
        <w:rPr>
          <w:rFonts w:ascii="Consolas" w:hAnsi="Consolas"/>
          <w:lang w:val="en-GB"/>
        </w:rPr>
        <w:t>DailyPaymentInformationType</w:t>
      </w:r>
    </w:p>
    <w:p w14:paraId="5328CD57" w14:textId="08F1BEC7" w:rsidR="003B07A1" w:rsidRPr="00EA3622" w:rsidRDefault="008D1DEB" w:rsidP="00794BCE">
      <w:pPr>
        <w:pStyle w:val="Akapitzlist"/>
        <w:numPr>
          <w:ilvl w:val="0"/>
          <w:numId w:val="12"/>
        </w:numPr>
        <w:rPr>
          <w:rFonts w:ascii="Consolas" w:hAnsi="Consolas"/>
          <w:lang w:val="en-GB"/>
        </w:rPr>
      </w:pPr>
      <w:r w:rsidRPr="00EA3622">
        <w:rPr>
          <w:rFonts w:ascii="Consolas" w:hAnsi="Consolas"/>
          <w:lang w:val="en-GB"/>
        </w:rPr>
        <w:t>ZDailyAmount</w:t>
      </w:r>
    </w:p>
    <w:p w14:paraId="5A419233" w14:textId="08D900E3" w:rsidR="00050C48" w:rsidRDefault="00050C48" w:rsidP="00050C48">
      <w:pPr>
        <w:pStyle w:val="Legenda"/>
        <w:keepNext/>
      </w:pPr>
      <w:bookmarkStart w:id="100" w:name="_Toc182566548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17</w:t>
      </w:r>
      <w:r w:rsidR="00715F4C">
        <w:rPr>
          <w:noProof/>
        </w:rPr>
        <w:fldChar w:fldCharType="end"/>
      </w:r>
      <w:r>
        <w:t xml:space="preserve">. </w:t>
      </w:r>
      <w:r w:rsidRPr="00E42619">
        <w:t>Struktura elementu AKC4AType</w:t>
      </w:r>
      <w:bookmarkEnd w:id="100"/>
    </w:p>
    <w:tbl>
      <w:tblPr>
        <w:tblStyle w:val="Siatkatabelijasna"/>
        <w:tblW w:w="0" w:type="auto"/>
        <w:tblLook w:val="01E0" w:firstRow="1" w:lastRow="1" w:firstColumn="1" w:lastColumn="1" w:noHBand="0" w:noVBand="0"/>
      </w:tblPr>
      <w:tblGrid>
        <w:gridCol w:w="1727"/>
        <w:gridCol w:w="3252"/>
        <w:gridCol w:w="825"/>
        <w:gridCol w:w="2052"/>
        <w:gridCol w:w="1192"/>
      </w:tblGrid>
      <w:tr w:rsidR="00233174" w:rsidRPr="00101307" w14:paraId="324782CF" w14:textId="77777777" w:rsidTr="008D1D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29" w:type="dxa"/>
          </w:tcPr>
          <w:p w14:paraId="7983030E" w14:textId="77777777" w:rsidR="00233174" w:rsidRPr="00101307" w:rsidRDefault="00233174" w:rsidP="003B07A1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101307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255" w:type="dxa"/>
          </w:tcPr>
          <w:p w14:paraId="3219176A" w14:textId="77777777" w:rsidR="00233174" w:rsidRPr="00101307" w:rsidRDefault="00233174" w:rsidP="003B07A1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101307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25" w:type="dxa"/>
          </w:tcPr>
          <w:p w14:paraId="07A40392" w14:textId="77777777" w:rsidR="00233174" w:rsidRPr="00101307" w:rsidRDefault="00233174" w:rsidP="00233174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101307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53" w:type="dxa"/>
          </w:tcPr>
          <w:p w14:paraId="3A29A526" w14:textId="77777777" w:rsidR="00233174" w:rsidRPr="00101307" w:rsidRDefault="00233174" w:rsidP="003B07A1">
            <w:pPr>
              <w:rPr>
                <w:rFonts w:cs="Arial"/>
                <w:b/>
                <w:sz w:val="18"/>
                <w:szCs w:val="18"/>
              </w:rPr>
            </w:pPr>
            <w:r w:rsidRPr="00101307">
              <w:rPr>
                <w:rFonts w:cs="Arial"/>
                <w:b/>
                <w:sz w:val="18"/>
                <w:szCs w:val="18"/>
              </w:rPr>
              <w:t>Typ</w:t>
            </w:r>
          </w:p>
        </w:tc>
        <w:tc>
          <w:tcPr>
            <w:tcW w:w="1192" w:type="dxa"/>
          </w:tcPr>
          <w:p w14:paraId="6AB1639E" w14:textId="77777777" w:rsidR="00233174" w:rsidRPr="00101307" w:rsidRDefault="00233174" w:rsidP="003B07A1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101307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233174" w:rsidRPr="00101307" w14:paraId="379B5608" w14:textId="77777777" w:rsidTr="008D1DEB">
        <w:trPr>
          <w:trHeight w:val="213"/>
        </w:trPr>
        <w:tc>
          <w:tcPr>
            <w:tcW w:w="1729" w:type="dxa"/>
          </w:tcPr>
          <w:p w14:paraId="7C7213F1" w14:textId="77777777" w:rsidR="00233174" w:rsidRPr="00101307" w:rsidRDefault="00233174" w:rsidP="003B07A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</w:rPr>
              <w:t>Header</w:t>
            </w:r>
          </w:p>
        </w:tc>
        <w:tc>
          <w:tcPr>
            <w:tcW w:w="3255" w:type="dxa"/>
          </w:tcPr>
          <w:p w14:paraId="3F73EF19" w14:textId="77777777" w:rsidR="00233174" w:rsidRPr="00101307" w:rsidRDefault="00233174" w:rsidP="003B07A1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Nagłówek</w:t>
            </w:r>
          </w:p>
        </w:tc>
        <w:tc>
          <w:tcPr>
            <w:tcW w:w="825" w:type="dxa"/>
          </w:tcPr>
          <w:p w14:paraId="5DA8774F" w14:textId="77777777" w:rsidR="00233174" w:rsidRPr="00101307" w:rsidRDefault="00BE1E4A" w:rsidP="002331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53" w:type="dxa"/>
          </w:tcPr>
          <w:p w14:paraId="22F5FAC0" w14:textId="77777777" w:rsidR="00233174" w:rsidRPr="00101307" w:rsidRDefault="005D4377" w:rsidP="003B07A1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101307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101307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HeaderType_a \h  \* MERGEFORMAT </w:instrText>
            </w:r>
            <w:r w:rsidRPr="00101307">
              <w:rPr>
                <w:rStyle w:val="poleodsylacz"/>
                <w:rFonts w:ascii="Lato" w:hAnsi="Lato"/>
                <w:sz w:val="20"/>
                <w:szCs w:val="20"/>
              </w:rPr>
            </w:r>
            <w:r w:rsidRPr="00101307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EC7AC0" w:rsidRPr="00101307">
              <w:rPr>
                <w:rStyle w:val="poleodsylacz"/>
                <w:rFonts w:ascii="Lato" w:hAnsi="Lato"/>
                <w:sz w:val="20"/>
                <w:szCs w:val="20"/>
              </w:rPr>
              <w:t>HeaderType</w:t>
            </w:r>
            <w:r w:rsidRPr="00101307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2" w:type="dxa"/>
          </w:tcPr>
          <w:p w14:paraId="51A1648D" w14:textId="77777777" w:rsidR="00233174" w:rsidRPr="00101307" w:rsidRDefault="00233174" w:rsidP="003B07A1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D07D96" w:rsidRPr="00101307" w14:paraId="54148F2C" w14:textId="77777777" w:rsidTr="008D1DEB">
        <w:trPr>
          <w:trHeight w:val="213"/>
        </w:trPr>
        <w:tc>
          <w:tcPr>
            <w:tcW w:w="1729" w:type="dxa"/>
          </w:tcPr>
          <w:p w14:paraId="5D403E75" w14:textId="77777777" w:rsidR="00D07D96" w:rsidRPr="00101307" w:rsidRDefault="00D07D96" w:rsidP="003B07A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</w:rPr>
              <w:t>version</w:t>
            </w:r>
          </w:p>
        </w:tc>
        <w:tc>
          <w:tcPr>
            <w:tcW w:w="3255" w:type="dxa"/>
          </w:tcPr>
          <w:p w14:paraId="04A8E846" w14:textId="77777777" w:rsidR="00D07D96" w:rsidRPr="00101307" w:rsidRDefault="00D07D96" w:rsidP="003B07A1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Wersja schematu, z którą zgodny jest komunikat.</w:t>
            </w:r>
          </w:p>
        </w:tc>
        <w:tc>
          <w:tcPr>
            <w:tcW w:w="825" w:type="dxa"/>
          </w:tcPr>
          <w:p w14:paraId="5EE369C5" w14:textId="77777777" w:rsidR="00D07D96" w:rsidRPr="00101307" w:rsidRDefault="00D07D96" w:rsidP="002331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53" w:type="dxa"/>
          </w:tcPr>
          <w:p w14:paraId="555D8813" w14:textId="77777777" w:rsidR="00D07D96" w:rsidRPr="00101307" w:rsidRDefault="00D07D96" w:rsidP="003B07A1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101307">
              <w:rPr>
                <w:rStyle w:val="poleodsylacz"/>
                <w:rFonts w:ascii="Lato" w:hAnsi="Lato"/>
                <w:sz w:val="20"/>
                <w:szCs w:val="20"/>
              </w:rPr>
              <w:t>ZVersion</w:t>
            </w:r>
          </w:p>
        </w:tc>
        <w:tc>
          <w:tcPr>
            <w:tcW w:w="1192" w:type="dxa"/>
          </w:tcPr>
          <w:p w14:paraId="003A351F" w14:textId="77777777" w:rsidR="00D07D96" w:rsidRPr="00101307" w:rsidRDefault="00D07D96" w:rsidP="003B07A1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</w:tbl>
    <w:p w14:paraId="0FCED86C" w14:textId="77ABBD5E" w:rsidR="00050C48" w:rsidRDefault="00050C48" w:rsidP="00050C48">
      <w:pPr>
        <w:pStyle w:val="Legenda"/>
        <w:keepNext/>
      </w:pPr>
      <w:bookmarkStart w:id="101" w:name="_Toc182566549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18</w:t>
      </w:r>
      <w:r w:rsidR="00715F4C">
        <w:rPr>
          <w:noProof/>
        </w:rPr>
        <w:fldChar w:fldCharType="end"/>
      </w:r>
      <w:r>
        <w:t xml:space="preserve">. </w:t>
      </w:r>
      <w:r w:rsidRPr="008576C8">
        <w:t>Struktura elementu HeaderType</w:t>
      </w:r>
      <w:bookmarkEnd w:id="101"/>
    </w:p>
    <w:tbl>
      <w:tblPr>
        <w:tblStyle w:val="Siatkatabelijasna"/>
        <w:tblW w:w="9225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197"/>
      </w:tblGrid>
      <w:tr w:rsidR="00233174" w:rsidRPr="00101307" w14:paraId="0453005F" w14:textId="77777777" w:rsidTr="008D1D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6B59A8FA" w14:textId="77777777" w:rsidR="00233174" w:rsidRPr="00101307" w:rsidRDefault="00233174" w:rsidP="003B07A1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101307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69B46219" w14:textId="77777777" w:rsidR="00233174" w:rsidRPr="00101307" w:rsidRDefault="00233174" w:rsidP="003B07A1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101307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48244CD9" w14:textId="77777777" w:rsidR="00233174" w:rsidRPr="00101307" w:rsidRDefault="00233174" w:rsidP="00233174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101307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33A4ECA9" w14:textId="77777777" w:rsidR="00233174" w:rsidRPr="00101307" w:rsidRDefault="00233174" w:rsidP="003B07A1">
            <w:pPr>
              <w:rPr>
                <w:rFonts w:cs="Arial"/>
                <w:b/>
                <w:sz w:val="18"/>
                <w:szCs w:val="18"/>
              </w:rPr>
            </w:pPr>
            <w:r w:rsidRPr="00101307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5917E257" w14:textId="77777777" w:rsidR="00233174" w:rsidRPr="00101307" w:rsidRDefault="00233174" w:rsidP="003B07A1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101307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233174" w:rsidRPr="00101307" w14:paraId="4A436E25" w14:textId="77777777" w:rsidTr="008D1DEB">
        <w:trPr>
          <w:trHeight w:val="213"/>
        </w:trPr>
        <w:tc>
          <w:tcPr>
            <w:tcW w:w="1788" w:type="dxa"/>
          </w:tcPr>
          <w:p w14:paraId="7F41EB0A" w14:textId="77777777" w:rsidR="00233174" w:rsidRPr="00101307" w:rsidRDefault="00233174" w:rsidP="003B07A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</w:rPr>
              <w:t>identifier</w:t>
            </w:r>
          </w:p>
        </w:tc>
        <w:tc>
          <w:tcPr>
            <w:tcW w:w="3360" w:type="dxa"/>
          </w:tcPr>
          <w:p w14:paraId="1EE2D71F" w14:textId="77777777" w:rsidR="00233174" w:rsidRPr="00101307" w:rsidRDefault="00D07D96" w:rsidP="003B07A1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Identyfikator podatkowy NIP/ numer PESEL Podatnika.</w:t>
            </w:r>
          </w:p>
        </w:tc>
        <w:tc>
          <w:tcPr>
            <w:tcW w:w="840" w:type="dxa"/>
          </w:tcPr>
          <w:p w14:paraId="7F6376BB" w14:textId="77777777" w:rsidR="00233174" w:rsidRPr="00101307" w:rsidRDefault="00235CBC" w:rsidP="003B07A1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2040" w:type="dxa"/>
          </w:tcPr>
          <w:p w14:paraId="25CEE629" w14:textId="77777777" w:rsidR="00233174" w:rsidRPr="00101307" w:rsidRDefault="00233174" w:rsidP="003B07A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</w:rPr>
              <w:t>ZIdentification</w:t>
            </w:r>
          </w:p>
        </w:tc>
        <w:tc>
          <w:tcPr>
            <w:tcW w:w="1197" w:type="dxa"/>
          </w:tcPr>
          <w:p w14:paraId="0D60810C" w14:textId="77777777" w:rsidR="00233174" w:rsidRPr="00101307" w:rsidRDefault="00D07D96" w:rsidP="003B07A1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1</w:t>
            </w:r>
            <w:r w:rsidR="00233174" w:rsidRPr="00101307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233174" w:rsidRPr="00101307" w14:paraId="03D191DA" w14:textId="77777777" w:rsidTr="008D1DEB">
        <w:trPr>
          <w:trHeight w:val="213"/>
        </w:trPr>
        <w:tc>
          <w:tcPr>
            <w:tcW w:w="1788" w:type="dxa"/>
          </w:tcPr>
          <w:p w14:paraId="17E5518B" w14:textId="77777777" w:rsidR="00233174" w:rsidRPr="00101307" w:rsidRDefault="00233174" w:rsidP="003B07A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</w:rPr>
              <w:t>period</w:t>
            </w:r>
          </w:p>
        </w:tc>
        <w:tc>
          <w:tcPr>
            <w:tcW w:w="3360" w:type="dxa"/>
          </w:tcPr>
          <w:p w14:paraId="5375FBA4" w14:textId="77777777" w:rsidR="00233174" w:rsidRPr="00101307" w:rsidRDefault="00D07D96" w:rsidP="003B07A1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Data w formacie miesiąc/ rok za jaki została złożona deklaracja.</w:t>
            </w:r>
          </w:p>
        </w:tc>
        <w:tc>
          <w:tcPr>
            <w:tcW w:w="840" w:type="dxa"/>
          </w:tcPr>
          <w:p w14:paraId="70439A9E" w14:textId="77777777" w:rsidR="00233174" w:rsidRPr="00101307" w:rsidRDefault="00235CBC" w:rsidP="003B07A1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2, 3</w:t>
            </w:r>
          </w:p>
        </w:tc>
        <w:tc>
          <w:tcPr>
            <w:tcW w:w="2040" w:type="dxa"/>
          </w:tcPr>
          <w:p w14:paraId="6C8F89A5" w14:textId="77777777" w:rsidR="00233174" w:rsidRPr="00101307" w:rsidRDefault="00233174" w:rsidP="003B07A1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  <w:lang w:val="pl-PL"/>
              </w:rPr>
              <w:t>ZPeriod</w:t>
            </w:r>
          </w:p>
          <w:p w14:paraId="59A06EA9" w14:textId="5A7CD802" w:rsidR="00233174" w:rsidRPr="00101307" w:rsidRDefault="00945689" w:rsidP="003B07A1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101307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101307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233174" w:rsidRPr="00101307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101307">
              <w:rPr>
                <w:rFonts w:eastAsia="Times New Roman" w:cs="Arial"/>
                <w:sz w:val="20"/>
                <w:szCs w:val="20"/>
              </w:rPr>
              <w:instrText>a</w:instrText>
            </w:r>
            <w:r w:rsidR="00135EBE" w:rsidRPr="00101307">
              <w:rPr>
                <w:rFonts w:eastAsia="Times New Roman" w:cs="Arial"/>
                <w:sz w:val="20"/>
                <w:szCs w:val="20"/>
              </w:rPr>
              <w:instrText>1</w:instrText>
            </w:r>
            <w:r w:rsidRPr="00101307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101307" w:rsidRPr="00101307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101307">
              <w:rPr>
                <w:rFonts w:eastAsia="Times New Roman" w:cs="Arial"/>
                <w:sz w:val="20"/>
                <w:szCs w:val="20"/>
              </w:rPr>
            </w:r>
            <w:r w:rsidRPr="00101307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101307">
              <w:rPr>
                <w:rFonts w:eastAsia="Times New Roman" w:cs="Arial"/>
                <w:sz w:val="20"/>
                <w:szCs w:val="20"/>
              </w:rPr>
              <w:t>R1</w:t>
            </w:r>
            <w:r w:rsidRPr="00101307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="002E739F" w:rsidRPr="00101307">
              <w:rPr>
                <w:rFonts w:eastAsia="Times New Roman" w:cs="Arial"/>
                <w:sz w:val="20"/>
                <w:szCs w:val="20"/>
              </w:rPr>
              <w:t>,R22</w:t>
            </w:r>
          </w:p>
        </w:tc>
        <w:tc>
          <w:tcPr>
            <w:tcW w:w="1197" w:type="dxa"/>
          </w:tcPr>
          <w:p w14:paraId="7AC21CA3" w14:textId="77777777" w:rsidR="00233174" w:rsidRPr="00101307" w:rsidRDefault="00233174" w:rsidP="003B07A1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233174" w:rsidRPr="00101307" w14:paraId="09F40F43" w14:textId="77777777" w:rsidTr="008D1DEB">
        <w:trPr>
          <w:trHeight w:val="213"/>
        </w:trPr>
        <w:tc>
          <w:tcPr>
            <w:tcW w:w="1788" w:type="dxa"/>
          </w:tcPr>
          <w:p w14:paraId="19D51CC2" w14:textId="77777777" w:rsidR="00233174" w:rsidRPr="00101307" w:rsidRDefault="00233174" w:rsidP="003B07A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</w:rPr>
              <w:t>formNo</w:t>
            </w:r>
          </w:p>
        </w:tc>
        <w:tc>
          <w:tcPr>
            <w:tcW w:w="3360" w:type="dxa"/>
          </w:tcPr>
          <w:p w14:paraId="1FBCF9AC" w14:textId="77777777" w:rsidR="00233174" w:rsidRPr="00101307" w:rsidRDefault="00D07D96" w:rsidP="003B07A1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Numer formularza. Podatnik może załączyć wiele formularzy tego samego typu.</w:t>
            </w:r>
          </w:p>
        </w:tc>
        <w:tc>
          <w:tcPr>
            <w:tcW w:w="840" w:type="dxa"/>
          </w:tcPr>
          <w:p w14:paraId="2FC301FE" w14:textId="77777777" w:rsidR="00233174" w:rsidRPr="00101307" w:rsidRDefault="00235CBC" w:rsidP="003B07A1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4</w:t>
            </w:r>
          </w:p>
        </w:tc>
        <w:tc>
          <w:tcPr>
            <w:tcW w:w="2040" w:type="dxa"/>
          </w:tcPr>
          <w:p w14:paraId="67304430" w14:textId="77777777" w:rsidR="00233174" w:rsidRPr="00101307" w:rsidRDefault="001A3203" w:rsidP="003B07A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</w:rPr>
              <w:t>ZFormNo</w:t>
            </w:r>
          </w:p>
          <w:p w14:paraId="41B4DA40" w14:textId="02779DF8" w:rsidR="00233174" w:rsidRPr="00101307" w:rsidRDefault="00945689" w:rsidP="003B07A1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101307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101307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233174" w:rsidRPr="00101307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101307">
              <w:rPr>
                <w:rFonts w:eastAsia="Times New Roman" w:cs="Arial"/>
                <w:sz w:val="20"/>
                <w:szCs w:val="20"/>
              </w:rPr>
              <w:instrText>a</w:instrText>
            </w:r>
            <w:r w:rsidR="00135EBE" w:rsidRPr="00101307">
              <w:rPr>
                <w:rFonts w:eastAsia="Times New Roman" w:cs="Arial"/>
                <w:sz w:val="20"/>
                <w:szCs w:val="20"/>
              </w:rPr>
              <w:instrText>2</w:instrText>
            </w:r>
            <w:r w:rsidRPr="00101307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101307" w:rsidRPr="00101307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101307">
              <w:rPr>
                <w:rFonts w:eastAsia="Times New Roman" w:cs="Arial"/>
                <w:sz w:val="20"/>
                <w:szCs w:val="20"/>
              </w:rPr>
            </w:r>
            <w:r w:rsidRPr="00101307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101307">
              <w:rPr>
                <w:rFonts w:eastAsia="Times New Roman" w:cs="Arial"/>
                <w:sz w:val="20"/>
                <w:szCs w:val="20"/>
              </w:rPr>
              <w:t>R2</w:t>
            </w:r>
            <w:r w:rsidRPr="00101307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225A9E8" w14:textId="77777777" w:rsidR="00233174" w:rsidRPr="00101307" w:rsidRDefault="00233174" w:rsidP="003B07A1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233174" w:rsidRPr="00101307" w14:paraId="20B96F93" w14:textId="77777777" w:rsidTr="008D1DEB">
        <w:trPr>
          <w:trHeight w:val="213"/>
        </w:trPr>
        <w:tc>
          <w:tcPr>
            <w:tcW w:w="1788" w:type="dxa"/>
          </w:tcPr>
          <w:p w14:paraId="72FA38FB" w14:textId="77777777" w:rsidR="00233174" w:rsidRPr="00101307" w:rsidRDefault="00233174" w:rsidP="006E777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</w:rPr>
              <w:t>Warehouse</w:t>
            </w:r>
          </w:p>
        </w:tc>
        <w:tc>
          <w:tcPr>
            <w:tcW w:w="3360" w:type="dxa"/>
          </w:tcPr>
          <w:p w14:paraId="0468E581" w14:textId="77777777" w:rsidR="00233174" w:rsidRPr="00101307" w:rsidRDefault="00233174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 xml:space="preserve">Dane o składzie podatkowym i </w:t>
            </w:r>
            <w:r w:rsidR="00D07D96" w:rsidRPr="00101307">
              <w:rPr>
                <w:rFonts w:eastAsia="Times New Roman" w:cs="Arial"/>
                <w:sz w:val="20"/>
                <w:szCs w:val="20"/>
              </w:rPr>
              <w:t xml:space="preserve">o </w:t>
            </w:r>
            <w:r w:rsidRPr="00101307">
              <w:rPr>
                <w:rFonts w:eastAsia="Times New Roman" w:cs="Arial"/>
                <w:sz w:val="20"/>
                <w:szCs w:val="20"/>
              </w:rPr>
              <w:t>zarejestrowanym odbiorcy</w:t>
            </w:r>
          </w:p>
        </w:tc>
        <w:tc>
          <w:tcPr>
            <w:tcW w:w="840" w:type="dxa"/>
          </w:tcPr>
          <w:p w14:paraId="47394421" w14:textId="77777777" w:rsidR="00233174" w:rsidRPr="00101307" w:rsidRDefault="00FB7AFD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B</w:t>
            </w:r>
          </w:p>
        </w:tc>
        <w:tc>
          <w:tcPr>
            <w:tcW w:w="2040" w:type="dxa"/>
          </w:tcPr>
          <w:p w14:paraId="7AF77DA7" w14:textId="77777777" w:rsidR="00233174" w:rsidRPr="00101307" w:rsidRDefault="00134B6F" w:rsidP="006E7774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101307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101307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WarehouseType_a \h  \* MERGEFORMAT </w:instrText>
            </w:r>
            <w:r w:rsidRPr="00101307">
              <w:rPr>
                <w:rStyle w:val="poleodsylacz"/>
                <w:rFonts w:ascii="Lato" w:hAnsi="Lato"/>
                <w:sz w:val="20"/>
                <w:szCs w:val="20"/>
              </w:rPr>
            </w:r>
            <w:r w:rsidRPr="00101307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EC7AC0" w:rsidRPr="00101307">
              <w:rPr>
                <w:rStyle w:val="poleodsylacz"/>
                <w:rFonts w:ascii="Lato" w:hAnsi="Lato"/>
                <w:sz w:val="20"/>
                <w:szCs w:val="20"/>
              </w:rPr>
              <w:t>WarehouseType</w:t>
            </w:r>
            <w:r w:rsidRPr="00101307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39C5D71" w14:textId="77777777" w:rsidR="00233174" w:rsidRPr="00101307" w:rsidRDefault="00233174" w:rsidP="003B07A1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233174" w:rsidRPr="00101307" w14:paraId="6CD2A0A3" w14:textId="77777777" w:rsidTr="008D1DEB">
        <w:trPr>
          <w:trHeight w:val="213"/>
        </w:trPr>
        <w:tc>
          <w:tcPr>
            <w:tcW w:w="1788" w:type="dxa"/>
          </w:tcPr>
          <w:p w14:paraId="04FA24BC" w14:textId="77777777" w:rsidR="00233174" w:rsidRPr="00101307" w:rsidRDefault="00233174" w:rsidP="003B07A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</w:rPr>
              <w:t>ExciseDutyInformation</w:t>
            </w:r>
          </w:p>
        </w:tc>
        <w:tc>
          <w:tcPr>
            <w:tcW w:w="3360" w:type="dxa"/>
          </w:tcPr>
          <w:p w14:paraId="0B5FFAF8" w14:textId="77777777" w:rsidR="00233174" w:rsidRPr="00101307" w:rsidRDefault="00233174" w:rsidP="003B07A1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Dane o obliczeniach i rozliczeniach kwot podatku akcyzowego</w:t>
            </w:r>
          </w:p>
        </w:tc>
        <w:tc>
          <w:tcPr>
            <w:tcW w:w="840" w:type="dxa"/>
          </w:tcPr>
          <w:p w14:paraId="7C2BB82F" w14:textId="77777777" w:rsidR="00233174" w:rsidRPr="00101307" w:rsidRDefault="008B7841" w:rsidP="003B07A1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C</w:t>
            </w:r>
            <w:r w:rsidR="002C2B9C" w:rsidRPr="00101307">
              <w:rPr>
                <w:rFonts w:eastAsia="Times New Roman" w:cs="Arial"/>
                <w:sz w:val="20"/>
                <w:szCs w:val="20"/>
              </w:rPr>
              <w:t>, D, F</w:t>
            </w:r>
          </w:p>
        </w:tc>
        <w:tc>
          <w:tcPr>
            <w:tcW w:w="2040" w:type="dxa"/>
          </w:tcPr>
          <w:p w14:paraId="3445D6D7" w14:textId="77777777" w:rsidR="00233174" w:rsidRPr="00101307" w:rsidRDefault="00134B6F" w:rsidP="003B07A1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101307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101307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ExciseDutyInformationType_a \h  \* MERGEFORMAT </w:instrText>
            </w:r>
            <w:r w:rsidRPr="00101307">
              <w:rPr>
                <w:rStyle w:val="poleodsylacz"/>
                <w:rFonts w:ascii="Lato" w:hAnsi="Lato"/>
                <w:sz w:val="20"/>
                <w:szCs w:val="20"/>
              </w:rPr>
            </w:r>
            <w:r w:rsidRPr="00101307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EC7AC0" w:rsidRPr="00101307">
              <w:rPr>
                <w:rStyle w:val="poleodsylacz"/>
                <w:rFonts w:ascii="Lato" w:hAnsi="Lato"/>
                <w:sz w:val="20"/>
                <w:szCs w:val="20"/>
              </w:rPr>
              <w:t>ExciseDutyInformationType</w:t>
            </w:r>
            <w:r w:rsidRPr="00101307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64FC201" w14:textId="77777777" w:rsidR="00233174" w:rsidRPr="00101307" w:rsidRDefault="00233174" w:rsidP="003B07A1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233174" w:rsidRPr="00101307" w14:paraId="5BBA0821" w14:textId="77777777" w:rsidTr="008D1DEB">
        <w:trPr>
          <w:trHeight w:val="213"/>
        </w:trPr>
        <w:tc>
          <w:tcPr>
            <w:tcW w:w="1788" w:type="dxa"/>
          </w:tcPr>
          <w:p w14:paraId="67698C37" w14:textId="77777777" w:rsidR="00233174" w:rsidRPr="00101307" w:rsidRDefault="00233174" w:rsidP="003B07A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</w:rPr>
              <w:t>DailyPaymentInformation</w:t>
            </w:r>
          </w:p>
        </w:tc>
        <w:tc>
          <w:tcPr>
            <w:tcW w:w="3360" w:type="dxa"/>
          </w:tcPr>
          <w:p w14:paraId="573515B0" w14:textId="77777777" w:rsidR="00233174" w:rsidRPr="00101307" w:rsidRDefault="00DE3AD6" w:rsidP="003B07A1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Suma kwot wpłat dziennych</w:t>
            </w:r>
          </w:p>
        </w:tc>
        <w:tc>
          <w:tcPr>
            <w:tcW w:w="840" w:type="dxa"/>
          </w:tcPr>
          <w:p w14:paraId="2A8DD682" w14:textId="77777777" w:rsidR="00233174" w:rsidRPr="00101307" w:rsidRDefault="008B7841" w:rsidP="002331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E</w:t>
            </w:r>
          </w:p>
        </w:tc>
        <w:tc>
          <w:tcPr>
            <w:tcW w:w="2040" w:type="dxa"/>
          </w:tcPr>
          <w:p w14:paraId="1E6AFD57" w14:textId="77777777" w:rsidR="00233174" w:rsidRPr="00101307" w:rsidRDefault="00134B6F" w:rsidP="003B07A1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101307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101307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DailyPaymentInformationType_a \h </w:instrText>
            </w:r>
            <w:r w:rsidR="00F45BB3" w:rsidRPr="00101307">
              <w:rPr>
                <w:rStyle w:val="poleodsylacz"/>
                <w:rFonts w:ascii="Lato" w:hAnsi="Lato"/>
                <w:sz w:val="20"/>
                <w:szCs w:val="20"/>
              </w:rPr>
              <w:instrText xml:space="preserve"> \* MERGEFORMAT </w:instrText>
            </w:r>
            <w:r w:rsidRPr="00101307">
              <w:rPr>
                <w:rStyle w:val="poleodsylacz"/>
                <w:rFonts w:ascii="Lato" w:hAnsi="Lato"/>
                <w:sz w:val="20"/>
                <w:szCs w:val="20"/>
              </w:rPr>
            </w:r>
            <w:r w:rsidRPr="00101307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EC7AC0" w:rsidRPr="00101307">
              <w:rPr>
                <w:rStyle w:val="poleodsylacz"/>
                <w:rFonts w:ascii="Lato" w:hAnsi="Lato"/>
                <w:sz w:val="20"/>
                <w:szCs w:val="20"/>
              </w:rPr>
              <w:t>DailyPaymentInformationType</w:t>
            </w:r>
            <w:r w:rsidRPr="00101307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  <w:p w14:paraId="0985AA5B" w14:textId="41F3F362" w:rsidR="00135EBE" w:rsidRPr="00101307" w:rsidRDefault="00945689" w:rsidP="003B07A1">
            <w:pPr>
              <w:rPr>
                <w:rFonts w:eastAsia="Times New Roman" w:cs="Arial"/>
                <w:sz w:val="20"/>
                <w:szCs w:val="20"/>
                <w:lang w:val="en-US"/>
              </w:rPr>
            </w:pPr>
            <w:r w:rsidRPr="00101307">
              <w:rPr>
                <w:rFonts w:eastAsia="Times New Roman" w:cs="Arial"/>
                <w:sz w:val="20"/>
                <w:szCs w:val="20"/>
                <w:lang w:val="en-US"/>
              </w:rPr>
              <w:t xml:space="preserve">Patrz reguła </w:t>
            </w:r>
            <w:r w:rsidRPr="00101307">
              <w:rPr>
                <w:rFonts w:eastAsia="Times New Roman" w:cs="Arial"/>
                <w:sz w:val="20"/>
                <w:szCs w:val="20"/>
                <w:lang w:val="en-US"/>
              </w:rPr>
              <w:fldChar w:fldCharType="begin"/>
            </w:r>
            <w:r w:rsidRPr="00101307">
              <w:rPr>
                <w:rFonts w:eastAsia="Times New Roman" w:cs="Arial"/>
                <w:sz w:val="20"/>
                <w:szCs w:val="20"/>
                <w:lang w:val="en-US"/>
              </w:rPr>
              <w:instrText xml:space="preserve"> REF </w:instrText>
            </w:r>
            <w:r w:rsidR="00135EBE" w:rsidRPr="00101307">
              <w:rPr>
                <w:rFonts w:eastAsia="Times New Roman" w:cs="Arial"/>
                <w:sz w:val="20"/>
                <w:szCs w:val="20"/>
                <w:lang w:val="en-US"/>
              </w:rPr>
              <w:instrText>R</w:instrText>
            </w:r>
            <w:r w:rsidRPr="00101307">
              <w:rPr>
                <w:rFonts w:eastAsia="Times New Roman" w:cs="Arial"/>
                <w:sz w:val="20"/>
                <w:szCs w:val="20"/>
                <w:lang w:val="en-US"/>
              </w:rPr>
              <w:instrText>a</w:instrText>
            </w:r>
            <w:r w:rsidR="00135EBE" w:rsidRPr="00101307">
              <w:rPr>
                <w:rFonts w:eastAsia="Times New Roman" w:cs="Arial"/>
                <w:sz w:val="20"/>
                <w:szCs w:val="20"/>
                <w:lang w:val="en-US"/>
              </w:rPr>
              <w:instrText>3</w:instrText>
            </w:r>
            <w:r w:rsidRPr="00101307">
              <w:rPr>
                <w:rFonts w:eastAsia="Times New Roman" w:cs="Arial"/>
                <w:sz w:val="20"/>
                <w:szCs w:val="20"/>
                <w:lang w:val="en-US"/>
              </w:rPr>
              <w:instrText xml:space="preserve"> \h </w:instrText>
            </w:r>
            <w:r w:rsidR="00101307" w:rsidRPr="00101307">
              <w:rPr>
                <w:rFonts w:eastAsia="Times New Roman" w:cs="Arial"/>
                <w:sz w:val="20"/>
                <w:szCs w:val="20"/>
                <w:lang w:val="en-US"/>
              </w:rPr>
              <w:instrText xml:space="preserve"> \* MERGEFORMAT </w:instrText>
            </w:r>
            <w:r w:rsidRPr="00101307">
              <w:rPr>
                <w:rFonts w:eastAsia="Times New Roman" w:cs="Arial"/>
                <w:sz w:val="20"/>
                <w:szCs w:val="20"/>
                <w:lang w:val="en-US"/>
              </w:rPr>
            </w:r>
            <w:r w:rsidRPr="00101307">
              <w:rPr>
                <w:rFonts w:eastAsia="Times New Roman" w:cs="Arial"/>
                <w:sz w:val="20"/>
                <w:szCs w:val="20"/>
                <w:lang w:val="en-US"/>
              </w:rPr>
              <w:fldChar w:fldCharType="separate"/>
            </w:r>
            <w:r w:rsidR="00EC7AC0" w:rsidRPr="00101307">
              <w:rPr>
                <w:rFonts w:eastAsia="Times New Roman" w:cs="Arial"/>
                <w:sz w:val="20"/>
                <w:szCs w:val="20"/>
              </w:rPr>
              <w:t>R3</w:t>
            </w:r>
            <w:r w:rsidRPr="00101307">
              <w:rPr>
                <w:rFonts w:eastAsia="Times New Roman" w:cs="Arial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197" w:type="dxa"/>
          </w:tcPr>
          <w:p w14:paraId="67E51DED" w14:textId="77777777" w:rsidR="00233174" w:rsidRPr="00101307" w:rsidRDefault="00C6122F" w:rsidP="003B07A1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0</w:t>
            </w:r>
            <w:r w:rsidR="00233174" w:rsidRPr="00101307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</w:tbl>
    <w:p w14:paraId="0F15351D" w14:textId="6A118825" w:rsidR="00050C48" w:rsidRDefault="00050C48" w:rsidP="00050C48">
      <w:pPr>
        <w:pStyle w:val="Legenda"/>
        <w:keepNext/>
      </w:pPr>
      <w:bookmarkStart w:id="102" w:name="_Toc182566550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19</w:t>
      </w:r>
      <w:r w:rsidR="00715F4C">
        <w:rPr>
          <w:noProof/>
        </w:rPr>
        <w:fldChar w:fldCharType="end"/>
      </w:r>
      <w:r>
        <w:t xml:space="preserve">. </w:t>
      </w:r>
      <w:r w:rsidRPr="00BB4115">
        <w:t>Struktura elementu WarehouseType</w:t>
      </w:r>
      <w:bookmarkEnd w:id="102"/>
    </w:p>
    <w:tbl>
      <w:tblPr>
        <w:tblStyle w:val="Siatkatabelijasna"/>
        <w:tblW w:w="9225" w:type="dxa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197"/>
      </w:tblGrid>
      <w:tr w:rsidR="00233174" w:rsidRPr="00101307" w14:paraId="2D5A1B45" w14:textId="77777777" w:rsidTr="008D1D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1D59192E" w14:textId="77777777" w:rsidR="00233174" w:rsidRPr="00101307" w:rsidRDefault="00233174" w:rsidP="006E7774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101307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7E27A89D" w14:textId="77777777" w:rsidR="00233174" w:rsidRPr="00101307" w:rsidRDefault="00233174" w:rsidP="006E7774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101307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527C83FF" w14:textId="77777777" w:rsidR="00233174" w:rsidRPr="00101307" w:rsidRDefault="00233174" w:rsidP="00233174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101307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0DE0BC4F" w14:textId="77777777" w:rsidR="00233174" w:rsidRPr="00101307" w:rsidRDefault="00233174" w:rsidP="006E7774">
            <w:pPr>
              <w:rPr>
                <w:rFonts w:cs="Arial"/>
                <w:b/>
                <w:sz w:val="18"/>
                <w:szCs w:val="18"/>
              </w:rPr>
            </w:pPr>
            <w:r w:rsidRPr="00101307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01A4E10B" w14:textId="77777777" w:rsidR="00233174" w:rsidRPr="00101307" w:rsidRDefault="00233174" w:rsidP="006E7774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101307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233174" w:rsidRPr="00101307" w14:paraId="33F0F8C1" w14:textId="77777777" w:rsidTr="008D1DEB">
        <w:trPr>
          <w:trHeight w:val="213"/>
        </w:trPr>
        <w:tc>
          <w:tcPr>
            <w:tcW w:w="1788" w:type="dxa"/>
          </w:tcPr>
          <w:p w14:paraId="74D4E95A" w14:textId="77777777" w:rsidR="00233174" w:rsidRPr="00101307" w:rsidRDefault="00233174" w:rsidP="006E777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</w:rPr>
              <w:t>operatorNo</w:t>
            </w:r>
          </w:p>
        </w:tc>
        <w:tc>
          <w:tcPr>
            <w:tcW w:w="3360" w:type="dxa"/>
          </w:tcPr>
          <w:p w14:paraId="27090B62" w14:textId="77777777" w:rsidR="00233174" w:rsidRPr="00101307" w:rsidRDefault="00DE3AD6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Numer akcyzowy składu (pole 7 wypełnia podatnik prowadzący skład podatkowy).</w:t>
            </w:r>
          </w:p>
        </w:tc>
        <w:tc>
          <w:tcPr>
            <w:tcW w:w="840" w:type="dxa"/>
          </w:tcPr>
          <w:p w14:paraId="21067D34" w14:textId="77777777" w:rsidR="00233174" w:rsidRPr="00101307" w:rsidRDefault="004566FC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2040" w:type="dxa"/>
          </w:tcPr>
          <w:p w14:paraId="10FDFC20" w14:textId="77777777" w:rsidR="00233174" w:rsidRPr="00101307" w:rsidRDefault="00044099" w:rsidP="006E777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  <w:r w:rsidR="00233174" w:rsidRPr="00101307">
              <w:rPr>
                <w:rStyle w:val="pole"/>
                <w:rFonts w:ascii="Lato" w:hAnsi="Lato"/>
                <w:sz w:val="20"/>
                <w:szCs w:val="20"/>
              </w:rPr>
              <w:t>(13)</w:t>
            </w:r>
          </w:p>
          <w:p w14:paraId="7ABE0EFE" w14:textId="46CCCA99" w:rsidR="00233174" w:rsidRPr="00101307" w:rsidRDefault="00945689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101307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101307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233174" w:rsidRPr="00101307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101307">
              <w:rPr>
                <w:rFonts w:eastAsia="Times New Roman" w:cs="Arial"/>
                <w:sz w:val="20"/>
                <w:szCs w:val="20"/>
              </w:rPr>
              <w:instrText>a</w:instrText>
            </w:r>
            <w:r w:rsidR="00233174" w:rsidRPr="00101307">
              <w:rPr>
                <w:rFonts w:eastAsia="Times New Roman" w:cs="Arial"/>
                <w:sz w:val="20"/>
                <w:szCs w:val="20"/>
              </w:rPr>
              <w:instrText>5</w:instrText>
            </w:r>
            <w:r w:rsidRPr="00101307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101307" w:rsidRPr="00101307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101307">
              <w:rPr>
                <w:rFonts w:eastAsia="Times New Roman" w:cs="Arial"/>
                <w:sz w:val="20"/>
                <w:szCs w:val="20"/>
              </w:rPr>
            </w:r>
            <w:r w:rsidRPr="00101307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101307">
              <w:rPr>
                <w:rFonts w:eastAsia="Times New Roman" w:cs="Arial"/>
                <w:sz w:val="20"/>
                <w:szCs w:val="20"/>
              </w:rPr>
              <w:t>R5</w:t>
            </w:r>
            <w:r w:rsidRPr="00101307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8522F64" w14:textId="77777777" w:rsidR="00233174" w:rsidRPr="00101307" w:rsidRDefault="00233174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233174" w:rsidRPr="00101307" w14:paraId="582A7CD4" w14:textId="77777777" w:rsidTr="008D1DEB">
        <w:trPr>
          <w:trHeight w:val="213"/>
        </w:trPr>
        <w:tc>
          <w:tcPr>
            <w:tcW w:w="1788" w:type="dxa"/>
          </w:tcPr>
          <w:p w14:paraId="3E83CD65" w14:textId="77777777" w:rsidR="00233174" w:rsidRPr="00101307" w:rsidRDefault="00233174" w:rsidP="006E777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</w:rPr>
              <w:t>userNo</w:t>
            </w:r>
          </w:p>
        </w:tc>
        <w:tc>
          <w:tcPr>
            <w:tcW w:w="3360" w:type="dxa"/>
          </w:tcPr>
          <w:p w14:paraId="616B67E4" w14:textId="77777777" w:rsidR="00233174" w:rsidRPr="00101307" w:rsidRDefault="00DE3AD6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Numer akcyzowy składu. Na deklaracji papierowej, to pole wypełnia podatnik korzystający z obcego składu podatkowego.</w:t>
            </w:r>
          </w:p>
        </w:tc>
        <w:tc>
          <w:tcPr>
            <w:tcW w:w="840" w:type="dxa"/>
          </w:tcPr>
          <w:p w14:paraId="707D8B9D" w14:textId="77777777" w:rsidR="00233174" w:rsidRPr="00101307" w:rsidRDefault="004566FC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8</w:t>
            </w:r>
          </w:p>
        </w:tc>
        <w:tc>
          <w:tcPr>
            <w:tcW w:w="2040" w:type="dxa"/>
          </w:tcPr>
          <w:p w14:paraId="1B61F48F" w14:textId="77777777" w:rsidR="00233174" w:rsidRPr="00101307" w:rsidRDefault="00044099" w:rsidP="006E777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  <w:r w:rsidR="00233174" w:rsidRPr="00101307">
              <w:rPr>
                <w:rStyle w:val="pole"/>
                <w:rFonts w:ascii="Lato" w:hAnsi="Lato"/>
                <w:sz w:val="20"/>
                <w:szCs w:val="20"/>
              </w:rPr>
              <w:t>(13)</w:t>
            </w:r>
          </w:p>
          <w:p w14:paraId="17EFC26E" w14:textId="398531D0" w:rsidR="00233174" w:rsidRPr="00101307" w:rsidRDefault="00945689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101307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101307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233174" w:rsidRPr="00101307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101307">
              <w:rPr>
                <w:rFonts w:eastAsia="Times New Roman" w:cs="Arial"/>
                <w:sz w:val="20"/>
                <w:szCs w:val="20"/>
              </w:rPr>
              <w:instrText>a</w:instrText>
            </w:r>
            <w:r w:rsidR="00233174" w:rsidRPr="00101307">
              <w:rPr>
                <w:rFonts w:eastAsia="Times New Roman" w:cs="Arial"/>
                <w:sz w:val="20"/>
                <w:szCs w:val="20"/>
              </w:rPr>
              <w:instrText>6</w:instrText>
            </w:r>
            <w:r w:rsidRPr="00101307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101307" w:rsidRPr="00101307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101307">
              <w:rPr>
                <w:rFonts w:eastAsia="Times New Roman" w:cs="Arial"/>
                <w:sz w:val="20"/>
                <w:szCs w:val="20"/>
              </w:rPr>
            </w:r>
            <w:r w:rsidRPr="00101307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101307">
              <w:rPr>
                <w:rFonts w:eastAsia="Times New Roman" w:cs="Arial"/>
                <w:sz w:val="20"/>
                <w:szCs w:val="20"/>
              </w:rPr>
              <w:t>R6</w:t>
            </w:r>
            <w:r w:rsidRPr="00101307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402BD71" w14:textId="77777777" w:rsidR="00233174" w:rsidRPr="00101307" w:rsidRDefault="00233174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233174" w:rsidRPr="00101307" w14:paraId="55174E44" w14:textId="77777777" w:rsidTr="008D1DEB">
        <w:trPr>
          <w:trHeight w:val="213"/>
        </w:trPr>
        <w:tc>
          <w:tcPr>
            <w:tcW w:w="1788" w:type="dxa"/>
          </w:tcPr>
          <w:p w14:paraId="7103B69E" w14:textId="77777777" w:rsidR="00233174" w:rsidRPr="00101307" w:rsidRDefault="00233174" w:rsidP="006E777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</w:rPr>
              <w:t>address</w:t>
            </w:r>
          </w:p>
        </w:tc>
        <w:tc>
          <w:tcPr>
            <w:tcW w:w="3360" w:type="dxa"/>
          </w:tcPr>
          <w:p w14:paraId="3681B0ED" w14:textId="77777777" w:rsidR="00233174" w:rsidRPr="00101307" w:rsidRDefault="00233174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Adres składu</w:t>
            </w:r>
            <w:r w:rsidR="00DE3AD6" w:rsidRPr="00101307">
              <w:rPr>
                <w:rFonts w:eastAsia="Times New Roman" w:cs="Arial"/>
                <w:sz w:val="20"/>
                <w:szCs w:val="20"/>
              </w:rPr>
              <w:t>.</w:t>
            </w:r>
          </w:p>
        </w:tc>
        <w:tc>
          <w:tcPr>
            <w:tcW w:w="840" w:type="dxa"/>
          </w:tcPr>
          <w:p w14:paraId="286D52BC" w14:textId="77777777" w:rsidR="00233174" w:rsidRPr="00101307" w:rsidRDefault="004566FC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9</w:t>
            </w:r>
          </w:p>
        </w:tc>
        <w:tc>
          <w:tcPr>
            <w:tcW w:w="2040" w:type="dxa"/>
          </w:tcPr>
          <w:p w14:paraId="050BB996" w14:textId="77777777" w:rsidR="00233174" w:rsidRPr="00101307" w:rsidRDefault="00044099" w:rsidP="006E777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  <w:r w:rsidR="006F792D" w:rsidRPr="00101307">
              <w:rPr>
                <w:rStyle w:val="pole"/>
                <w:rFonts w:ascii="Lato" w:hAnsi="Lato"/>
                <w:sz w:val="20"/>
                <w:szCs w:val="20"/>
              </w:rPr>
              <w:t>(</w:t>
            </w:r>
            <w:r w:rsidR="00D561DA" w:rsidRPr="00101307">
              <w:rPr>
                <w:rStyle w:val="pole"/>
                <w:rFonts w:ascii="Lato" w:hAnsi="Lato"/>
                <w:sz w:val="20"/>
                <w:szCs w:val="20"/>
              </w:rPr>
              <w:t>512</w:t>
            </w:r>
            <w:r w:rsidR="00233174" w:rsidRPr="00101307">
              <w:rPr>
                <w:rStyle w:val="pole"/>
                <w:rFonts w:ascii="Lato" w:hAnsi="Lato"/>
                <w:sz w:val="20"/>
                <w:szCs w:val="20"/>
              </w:rPr>
              <w:t>)</w:t>
            </w:r>
          </w:p>
        </w:tc>
        <w:tc>
          <w:tcPr>
            <w:tcW w:w="1197" w:type="dxa"/>
          </w:tcPr>
          <w:p w14:paraId="2DDB6751" w14:textId="77777777" w:rsidR="00233174" w:rsidRPr="00101307" w:rsidRDefault="00233174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233174" w:rsidRPr="00101307" w14:paraId="3F97D530" w14:textId="77777777" w:rsidTr="008D1DEB">
        <w:trPr>
          <w:trHeight w:val="213"/>
        </w:trPr>
        <w:tc>
          <w:tcPr>
            <w:tcW w:w="1788" w:type="dxa"/>
          </w:tcPr>
          <w:p w14:paraId="7A22573F" w14:textId="77777777" w:rsidR="00233174" w:rsidRPr="00101307" w:rsidRDefault="00233174" w:rsidP="006E777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</w:rPr>
              <w:lastRenderedPageBreak/>
              <w:t>consumerNo</w:t>
            </w:r>
          </w:p>
        </w:tc>
        <w:tc>
          <w:tcPr>
            <w:tcW w:w="3360" w:type="dxa"/>
          </w:tcPr>
          <w:p w14:paraId="127A1635" w14:textId="77777777" w:rsidR="00233174" w:rsidRPr="00101307" w:rsidRDefault="00233174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Numer akcyzowy zarejestrowanego odbiorcy, wypełniany tylko w przypadku formularza AKC-4zo</w:t>
            </w:r>
          </w:p>
        </w:tc>
        <w:tc>
          <w:tcPr>
            <w:tcW w:w="840" w:type="dxa"/>
          </w:tcPr>
          <w:p w14:paraId="70B2AEB7" w14:textId="77777777" w:rsidR="00233174" w:rsidRPr="00101307" w:rsidRDefault="004566FC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10</w:t>
            </w:r>
          </w:p>
        </w:tc>
        <w:tc>
          <w:tcPr>
            <w:tcW w:w="2040" w:type="dxa"/>
          </w:tcPr>
          <w:p w14:paraId="11E59CEB" w14:textId="77777777" w:rsidR="00233174" w:rsidRPr="00101307" w:rsidRDefault="00044099" w:rsidP="006E777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  <w:r w:rsidR="00233174" w:rsidRPr="00101307">
              <w:rPr>
                <w:rStyle w:val="pole"/>
                <w:rFonts w:ascii="Lato" w:hAnsi="Lato"/>
                <w:sz w:val="20"/>
                <w:szCs w:val="20"/>
              </w:rPr>
              <w:t>(13)</w:t>
            </w:r>
          </w:p>
          <w:p w14:paraId="30C18F5B" w14:textId="45D4D76C" w:rsidR="00233174" w:rsidRPr="00101307" w:rsidRDefault="00945689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101307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101307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233174" w:rsidRPr="00101307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101307">
              <w:rPr>
                <w:rFonts w:eastAsia="Times New Roman" w:cs="Arial"/>
                <w:sz w:val="20"/>
                <w:szCs w:val="20"/>
              </w:rPr>
              <w:instrText>a</w:instrText>
            </w:r>
            <w:r w:rsidR="00233174" w:rsidRPr="00101307">
              <w:rPr>
                <w:rFonts w:eastAsia="Times New Roman" w:cs="Arial"/>
                <w:sz w:val="20"/>
                <w:szCs w:val="20"/>
              </w:rPr>
              <w:instrText>8</w:instrText>
            </w:r>
            <w:r w:rsidRPr="00101307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101307" w:rsidRPr="00101307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101307">
              <w:rPr>
                <w:rFonts w:eastAsia="Times New Roman" w:cs="Arial"/>
                <w:sz w:val="20"/>
                <w:szCs w:val="20"/>
              </w:rPr>
            </w:r>
            <w:r w:rsidRPr="00101307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101307">
              <w:rPr>
                <w:rFonts w:eastAsia="Times New Roman" w:cs="Arial"/>
                <w:sz w:val="20"/>
                <w:szCs w:val="20"/>
              </w:rPr>
              <w:t>R8</w:t>
            </w:r>
            <w:r w:rsidRPr="00101307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CA56171" w14:textId="77777777" w:rsidR="00233174" w:rsidRPr="00101307" w:rsidRDefault="00233174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A01E32" w:rsidRPr="00101307" w14:paraId="2338F71E" w14:textId="77777777" w:rsidTr="008D1DEB">
        <w:trPr>
          <w:trHeight w:val="213"/>
        </w:trPr>
        <w:tc>
          <w:tcPr>
            <w:tcW w:w="1788" w:type="dxa"/>
          </w:tcPr>
          <w:p w14:paraId="3EDA6190" w14:textId="77777777" w:rsidR="00A01E32" w:rsidRPr="00101307" w:rsidRDefault="00A01E32" w:rsidP="006E777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</w:rPr>
              <w:t>oneTime</w:t>
            </w:r>
          </w:p>
        </w:tc>
        <w:tc>
          <w:tcPr>
            <w:tcW w:w="3360" w:type="dxa"/>
          </w:tcPr>
          <w:p w14:paraId="5ADDA3F5" w14:textId="77777777" w:rsidR="00A01E32" w:rsidRPr="00101307" w:rsidRDefault="00A01E32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Jednorazowe</w:t>
            </w:r>
          </w:p>
        </w:tc>
        <w:tc>
          <w:tcPr>
            <w:tcW w:w="840" w:type="dxa"/>
          </w:tcPr>
          <w:p w14:paraId="03E7D542" w14:textId="77777777" w:rsidR="00A01E32" w:rsidRPr="00101307" w:rsidRDefault="00A01E32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40" w:type="dxa"/>
          </w:tcPr>
          <w:p w14:paraId="6FED03FD" w14:textId="77777777" w:rsidR="00A01E32" w:rsidRPr="00101307" w:rsidRDefault="00A01E32" w:rsidP="006E777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</w:rPr>
              <w:t>boolean</w:t>
            </w:r>
          </w:p>
        </w:tc>
        <w:tc>
          <w:tcPr>
            <w:tcW w:w="1197" w:type="dxa"/>
          </w:tcPr>
          <w:p w14:paraId="72BEF7E5" w14:textId="77777777" w:rsidR="00A01E32" w:rsidRPr="00101307" w:rsidRDefault="00A01E32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</w:tbl>
    <w:p w14:paraId="4AEF17FA" w14:textId="0B3A59A4" w:rsidR="00AA36D4" w:rsidRDefault="00AA36D4" w:rsidP="00AA36D4">
      <w:pPr>
        <w:pStyle w:val="Legenda"/>
        <w:keepNext/>
      </w:pPr>
      <w:bookmarkStart w:id="103" w:name="_Toc182566551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20</w:t>
      </w:r>
      <w:r w:rsidR="00715F4C">
        <w:rPr>
          <w:noProof/>
        </w:rPr>
        <w:fldChar w:fldCharType="end"/>
      </w:r>
      <w:r>
        <w:t xml:space="preserve">. </w:t>
      </w:r>
      <w:r w:rsidRPr="00742EA1">
        <w:t>Struktura elementu ExciseDutyInformationType</w:t>
      </w:r>
      <w:bookmarkEnd w:id="103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233174" w:rsidRPr="00101307" w14:paraId="2A58ABC2" w14:textId="77777777" w:rsidTr="008D1D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35E173A4" w14:textId="77777777" w:rsidR="00233174" w:rsidRPr="00101307" w:rsidRDefault="00233174" w:rsidP="006E7774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101307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251E1852" w14:textId="77777777" w:rsidR="00233174" w:rsidRPr="00101307" w:rsidRDefault="00233174" w:rsidP="006E7774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101307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0E97CF0B" w14:textId="77777777" w:rsidR="00233174" w:rsidRPr="00101307" w:rsidRDefault="00305334" w:rsidP="00233174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101307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70EE96E2" w14:textId="77777777" w:rsidR="00233174" w:rsidRPr="00101307" w:rsidRDefault="00233174" w:rsidP="006E7774">
            <w:pPr>
              <w:rPr>
                <w:rFonts w:cs="Arial"/>
                <w:b/>
                <w:sz w:val="18"/>
                <w:szCs w:val="18"/>
              </w:rPr>
            </w:pPr>
            <w:r w:rsidRPr="00101307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0C1F5DA8" w14:textId="77777777" w:rsidR="00233174" w:rsidRPr="00101307" w:rsidRDefault="00233174" w:rsidP="006E7774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101307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233174" w:rsidRPr="00101307" w14:paraId="49BA8E5B" w14:textId="77777777" w:rsidTr="008D1DEB">
        <w:trPr>
          <w:trHeight w:val="213"/>
        </w:trPr>
        <w:tc>
          <w:tcPr>
            <w:tcW w:w="1788" w:type="dxa"/>
          </w:tcPr>
          <w:p w14:paraId="26C1EE05" w14:textId="77777777" w:rsidR="00233174" w:rsidRPr="00101307" w:rsidRDefault="00233174" w:rsidP="006E777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</w:rPr>
              <w:t>CalculOfAmountOfExciseDuty</w:t>
            </w:r>
          </w:p>
        </w:tc>
        <w:tc>
          <w:tcPr>
            <w:tcW w:w="3360" w:type="dxa"/>
          </w:tcPr>
          <w:p w14:paraId="78D506A9" w14:textId="77777777" w:rsidR="00233174" w:rsidRPr="00101307" w:rsidRDefault="00233174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 xml:space="preserve">Obliczenie </w:t>
            </w:r>
            <w:r w:rsidR="00DE3AD6" w:rsidRPr="00101307">
              <w:rPr>
                <w:rFonts w:eastAsia="Times New Roman" w:cs="Arial"/>
                <w:sz w:val="20"/>
                <w:szCs w:val="20"/>
              </w:rPr>
              <w:t xml:space="preserve">wysokości </w:t>
            </w:r>
            <w:r w:rsidRPr="00101307">
              <w:rPr>
                <w:rFonts w:eastAsia="Times New Roman" w:cs="Arial"/>
                <w:sz w:val="20"/>
                <w:szCs w:val="20"/>
              </w:rPr>
              <w:t>podatku akcyzowego</w:t>
            </w:r>
          </w:p>
        </w:tc>
        <w:tc>
          <w:tcPr>
            <w:tcW w:w="840" w:type="dxa"/>
          </w:tcPr>
          <w:p w14:paraId="1F6D8139" w14:textId="77777777" w:rsidR="00233174" w:rsidRPr="00101307" w:rsidRDefault="0003426E" w:rsidP="002331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C</w:t>
            </w:r>
          </w:p>
        </w:tc>
        <w:tc>
          <w:tcPr>
            <w:tcW w:w="2095" w:type="dxa"/>
          </w:tcPr>
          <w:p w14:paraId="47033D0D" w14:textId="77777777" w:rsidR="00233174" w:rsidRPr="00101307" w:rsidRDefault="00233174" w:rsidP="006E777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</w:rPr>
              <w:t>ZCalculOfAmountOfExciseDuty</w:t>
            </w:r>
            <w:r w:rsidR="00811AF3" w:rsidRPr="00101307">
              <w:rPr>
                <w:rStyle w:val="pole"/>
                <w:rFonts w:ascii="Lato" w:hAnsi="Lato"/>
                <w:sz w:val="20"/>
                <w:szCs w:val="20"/>
              </w:rPr>
              <w:t>Type</w:t>
            </w:r>
          </w:p>
        </w:tc>
        <w:tc>
          <w:tcPr>
            <w:tcW w:w="1197" w:type="dxa"/>
          </w:tcPr>
          <w:p w14:paraId="6249F14A" w14:textId="77777777" w:rsidR="00233174" w:rsidRPr="00101307" w:rsidRDefault="00233174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233174" w:rsidRPr="00101307" w14:paraId="3AD81562" w14:textId="77777777" w:rsidTr="008D1DEB">
        <w:trPr>
          <w:trHeight w:val="213"/>
        </w:trPr>
        <w:tc>
          <w:tcPr>
            <w:tcW w:w="1788" w:type="dxa"/>
          </w:tcPr>
          <w:p w14:paraId="14F4172C" w14:textId="77777777" w:rsidR="00233174" w:rsidRPr="00101307" w:rsidRDefault="00233174" w:rsidP="006E777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</w:rPr>
              <w:t>CleareanceExciseDuty</w:t>
            </w:r>
          </w:p>
        </w:tc>
        <w:tc>
          <w:tcPr>
            <w:tcW w:w="3360" w:type="dxa"/>
          </w:tcPr>
          <w:p w14:paraId="7329ABDA" w14:textId="77777777" w:rsidR="00233174" w:rsidRPr="00101307" w:rsidRDefault="00233174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Rozliczenie podatku akcyzowego</w:t>
            </w:r>
          </w:p>
        </w:tc>
        <w:tc>
          <w:tcPr>
            <w:tcW w:w="840" w:type="dxa"/>
          </w:tcPr>
          <w:p w14:paraId="20B2C53B" w14:textId="77777777" w:rsidR="00233174" w:rsidRPr="00101307" w:rsidRDefault="0003426E" w:rsidP="002331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D</w:t>
            </w:r>
          </w:p>
        </w:tc>
        <w:tc>
          <w:tcPr>
            <w:tcW w:w="2095" w:type="dxa"/>
          </w:tcPr>
          <w:p w14:paraId="054525CE" w14:textId="77777777" w:rsidR="00233174" w:rsidRPr="00B85AB4" w:rsidRDefault="00945689" w:rsidP="006E777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instrText xml:space="preserve"> REF CleareanceExciseDutyType_a \h  \* MERGEFORMAT </w:instrTex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B85AB4">
              <w:rPr>
                <w:rStyle w:val="pole"/>
                <w:rFonts w:ascii="Lato" w:hAnsi="Lato"/>
                <w:sz w:val="20"/>
                <w:szCs w:val="20"/>
              </w:rPr>
              <w:t>CleareanceExciseDutyType</w: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8C7FA3F" w14:textId="77777777" w:rsidR="00233174" w:rsidRPr="00101307" w:rsidRDefault="00233174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233174" w:rsidRPr="00101307" w14:paraId="65851AFF" w14:textId="77777777" w:rsidTr="008D1DEB">
        <w:trPr>
          <w:trHeight w:val="213"/>
        </w:trPr>
        <w:tc>
          <w:tcPr>
            <w:tcW w:w="1788" w:type="dxa"/>
          </w:tcPr>
          <w:p w14:paraId="0EB929EB" w14:textId="77777777" w:rsidR="00233174" w:rsidRPr="00101307" w:rsidRDefault="00233174" w:rsidP="006E777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</w:rPr>
              <w:t>Items</w:t>
            </w:r>
          </w:p>
        </w:tc>
        <w:tc>
          <w:tcPr>
            <w:tcW w:w="3360" w:type="dxa"/>
          </w:tcPr>
          <w:p w14:paraId="7089E3A0" w14:textId="77777777" w:rsidR="00233174" w:rsidRPr="00101307" w:rsidRDefault="00233174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 xml:space="preserve">Obliczenie </w:t>
            </w:r>
            <w:r w:rsidR="001318B6" w:rsidRPr="00101307">
              <w:rPr>
                <w:rFonts w:eastAsia="Times New Roman" w:cs="Arial"/>
                <w:sz w:val="20"/>
                <w:szCs w:val="20"/>
              </w:rPr>
              <w:t xml:space="preserve">wysokości </w:t>
            </w:r>
            <w:r w:rsidRPr="00101307">
              <w:rPr>
                <w:rFonts w:eastAsia="Times New Roman" w:cs="Arial"/>
                <w:sz w:val="20"/>
                <w:szCs w:val="20"/>
              </w:rPr>
              <w:t>podatku akcyzowego od</w:t>
            </w:r>
            <w:r w:rsidR="001318B6" w:rsidRPr="00101307">
              <w:rPr>
                <w:rFonts w:eastAsia="Times New Roman" w:cs="Arial"/>
                <w:sz w:val="20"/>
                <w:szCs w:val="20"/>
              </w:rPr>
              <w:t xml:space="preserve"> </w:t>
            </w:r>
            <w:r w:rsidRPr="00101307">
              <w:rPr>
                <w:rFonts w:eastAsia="Times New Roman" w:cs="Arial"/>
                <w:sz w:val="20"/>
                <w:szCs w:val="20"/>
              </w:rPr>
              <w:t>poszczególnych wyrobów</w:t>
            </w:r>
          </w:p>
        </w:tc>
        <w:tc>
          <w:tcPr>
            <w:tcW w:w="840" w:type="dxa"/>
          </w:tcPr>
          <w:p w14:paraId="74EE675C" w14:textId="77777777" w:rsidR="00233174" w:rsidRPr="00101307" w:rsidRDefault="002C2B9C" w:rsidP="002331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F</w:t>
            </w:r>
          </w:p>
        </w:tc>
        <w:tc>
          <w:tcPr>
            <w:tcW w:w="2095" w:type="dxa"/>
          </w:tcPr>
          <w:p w14:paraId="79002689" w14:textId="77777777" w:rsidR="00233174" w:rsidRPr="00B85AB4" w:rsidRDefault="00F45BB3" w:rsidP="006E777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instrText xml:space="preserve"> REF ItemsType_a \h  \* MERGEFORMAT </w:instrTex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B85AB4">
              <w:rPr>
                <w:rStyle w:val="pole"/>
                <w:rFonts w:ascii="Lato" w:hAnsi="Lato"/>
                <w:sz w:val="20"/>
                <w:szCs w:val="20"/>
              </w:rPr>
              <w:t>ItemsType</w: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5D34830" w14:textId="77777777" w:rsidR="00233174" w:rsidRPr="00101307" w:rsidRDefault="00233174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</w:tbl>
    <w:p w14:paraId="399E464C" w14:textId="115130A2" w:rsidR="00AA36D4" w:rsidRDefault="00AA36D4" w:rsidP="00AA36D4">
      <w:pPr>
        <w:pStyle w:val="Legenda"/>
        <w:keepNext/>
      </w:pPr>
      <w:bookmarkStart w:id="104" w:name="_Toc182566552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21</w:t>
      </w:r>
      <w:r w:rsidR="00715F4C">
        <w:rPr>
          <w:noProof/>
        </w:rPr>
        <w:fldChar w:fldCharType="end"/>
      </w:r>
      <w:r>
        <w:t xml:space="preserve">. </w:t>
      </w:r>
      <w:r w:rsidRPr="00A15DA5">
        <w:t>Struktura elementu CalculOdAmountOfExciseDutyType</w:t>
      </w:r>
      <w:bookmarkEnd w:id="104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811AF3" w:rsidRPr="00101307" w14:paraId="5AFF2633" w14:textId="77777777" w:rsidTr="008D1D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6A84291B" w14:textId="77777777" w:rsidR="00811AF3" w:rsidRPr="00101307" w:rsidRDefault="00811AF3" w:rsidP="00855336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101307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6B29E40C" w14:textId="77777777" w:rsidR="00811AF3" w:rsidRPr="00101307" w:rsidRDefault="00811AF3" w:rsidP="00855336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101307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411E8823" w14:textId="77777777" w:rsidR="00811AF3" w:rsidRPr="00101307" w:rsidRDefault="00811AF3" w:rsidP="00855336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101307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4B597038" w14:textId="77777777" w:rsidR="00811AF3" w:rsidRPr="00101307" w:rsidRDefault="00811AF3" w:rsidP="00855336">
            <w:pPr>
              <w:rPr>
                <w:rFonts w:cs="Arial"/>
                <w:b/>
                <w:sz w:val="18"/>
                <w:szCs w:val="18"/>
              </w:rPr>
            </w:pPr>
            <w:r w:rsidRPr="00101307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4132F573" w14:textId="77777777" w:rsidR="00811AF3" w:rsidRPr="00101307" w:rsidRDefault="00811AF3" w:rsidP="00855336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101307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811AF3" w:rsidRPr="00101307" w14:paraId="7A0EBDCD" w14:textId="77777777" w:rsidTr="008D1DEB">
        <w:trPr>
          <w:trHeight w:val="213"/>
        </w:trPr>
        <w:tc>
          <w:tcPr>
            <w:tcW w:w="1788" w:type="dxa"/>
          </w:tcPr>
          <w:p w14:paraId="0969622D" w14:textId="77777777" w:rsidR="00811AF3" w:rsidRPr="00101307" w:rsidRDefault="00811AF3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</w:rPr>
              <w:t>totalAmountOfTax</w:t>
            </w:r>
          </w:p>
        </w:tc>
        <w:tc>
          <w:tcPr>
            <w:tcW w:w="3360" w:type="dxa"/>
          </w:tcPr>
          <w:p w14:paraId="2AE7FE30" w14:textId="77777777" w:rsidR="00811AF3" w:rsidRPr="00101307" w:rsidRDefault="00811AF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Razem obliczony podatek. Suma kwot z poz. 260 formularzy AKC-4/A.</w:t>
            </w:r>
          </w:p>
        </w:tc>
        <w:tc>
          <w:tcPr>
            <w:tcW w:w="840" w:type="dxa"/>
          </w:tcPr>
          <w:p w14:paraId="210F46DD" w14:textId="77777777" w:rsidR="00811AF3" w:rsidRPr="00101307" w:rsidRDefault="00811AF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11</w:t>
            </w:r>
          </w:p>
        </w:tc>
        <w:tc>
          <w:tcPr>
            <w:tcW w:w="2095" w:type="dxa"/>
          </w:tcPr>
          <w:p w14:paraId="621E5470" w14:textId="77777777" w:rsidR="00811AF3" w:rsidRPr="00101307" w:rsidRDefault="00811AF3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</w:tc>
        <w:tc>
          <w:tcPr>
            <w:tcW w:w="1197" w:type="dxa"/>
          </w:tcPr>
          <w:p w14:paraId="409A49D1" w14:textId="77777777" w:rsidR="00811AF3" w:rsidRPr="00101307" w:rsidRDefault="00811AF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811AF3" w:rsidRPr="00101307" w14:paraId="34D02643" w14:textId="77777777" w:rsidTr="008D1DEB">
        <w:trPr>
          <w:trHeight w:val="213"/>
        </w:trPr>
        <w:tc>
          <w:tcPr>
            <w:tcW w:w="1788" w:type="dxa"/>
          </w:tcPr>
          <w:p w14:paraId="22944A60" w14:textId="77777777" w:rsidR="00811AF3" w:rsidRPr="00101307" w:rsidRDefault="00811AF3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</w:rPr>
              <w:t>reductions</w:t>
            </w:r>
          </w:p>
        </w:tc>
        <w:tc>
          <w:tcPr>
            <w:tcW w:w="3360" w:type="dxa"/>
          </w:tcPr>
          <w:p w14:paraId="2DF603BE" w14:textId="77777777" w:rsidR="00811AF3" w:rsidRPr="00101307" w:rsidRDefault="00811AF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Zwolnienia i obniżenia. Wykazana kwota nie może przekroczyć kwoty z poz. 11.</w:t>
            </w:r>
          </w:p>
        </w:tc>
        <w:tc>
          <w:tcPr>
            <w:tcW w:w="840" w:type="dxa"/>
          </w:tcPr>
          <w:p w14:paraId="51FA52B5" w14:textId="77777777" w:rsidR="00811AF3" w:rsidRPr="00101307" w:rsidRDefault="00811AF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12</w:t>
            </w:r>
          </w:p>
        </w:tc>
        <w:tc>
          <w:tcPr>
            <w:tcW w:w="2095" w:type="dxa"/>
          </w:tcPr>
          <w:p w14:paraId="0B43DCEC" w14:textId="77777777" w:rsidR="00811AF3" w:rsidRPr="00B85AB4" w:rsidRDefault="00811AF3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</w:tc>
        <w:tc>
          <w:tcPr>
            <w:tcW w:w="1197" w:type="dxa"/>
          </w:tcPr>
          <w:p w14:paraId="457F042E" w14:textId="77777777" w:rsidR="00811AF3" w:rsidRPr="00101307" w:rsidRDefault="00811AF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811AF3" w:rsidRPr="00101307" w14:paraId="43306EAF" w14:textId="77777777" w:rsidTr="008D1DEB">
        <w:trPr>
          <w:trHeight w:val="213"/>
        </w:trPr>
        <w:tc>
          <w:tcPr>
            <w:tcW w:w="1788" w:type="dxa"/>
          </w:tcPr>
          <w:p w14:paraId="3058B21B" w14:textId="77777777" w:rsidR="00811AF3" w:rsidRPr="00101307" w:rsidRDefault="00811AF3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</w:rPr>
              <w:t>totalOfTax</w:t>
            </w:r>
          </w:p>
        </w:tc>
        <w:tc>
          <w:tcPr>
            <w:tcW w:w="3360" w:type="dxa"/>
          </w:tcPr>
          <w:p w14:paraId="55B58083" w14:textId="77777777" w:rsidR="00811AF3" w:rsidRPr="00101307" w:rsidRDefault="00A25EB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Ogółem podatek. Od kwoty z poz. 11 należy odjąć kwotę z poz. 12.</w:t>
            </w:r>
          </w:p>
        </w:tc>
        <w:tc>
          <w:tcPr>
            <w:tcW w:w="840" w:type="dxa"/>
          </w:tcPr>
          <w:p w14:paraId="2F0FFF1A" w14:textId="77777777" w:rsidR="00811AF3" w:rsidRPr="00101307" w:rsidRDefault="00A25EB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13</w:t>
            </w:r>
          </w:p>
        </w:tc>
        <w:tc>
          <w:tcPr>
            <w:tcW w:w="2095" w:type="dxa"/>
          </w:tcPr>
          <w:p w14:paraId="13BA564D" w14:textId="77777777" w:rsidR="00811AF3" w:rsidRPr="00B85AB4" w:rsidRDefault="00A25EB3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</w:tc>
        <w:tc>
          <w:tcPr>
            <w:tcW w:w="1197" w:type="dxa"/>
          </w:tcPr>
          <w:p w14:paraId="6E8D70E2" w14:textId="77777777" w:rsidR="00811AF3" w:rsidRPr="00101307" w:rsidRDefault="00A25EB3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1</w:t>
            </w:r>
            <w:r w:rsidR="00811AF3" w:rsidRPr="00101307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</w:tbl>
    <w:p w14:paraId="7296976E" w14:textId="0507F1F9" w:rsidR="00AA36D4" w:rsidRDefault="00AA36D4" w:rsidP="00AA36D4">
      <w:pPr>
        <w:pStyle w:val="Legenda"/>
        <w:keepNext/>
      </w:pPr>
      <w:bookmarkStart w:id="105" w:name="_Toc182566553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22</w:t>
      </w:r>
      <w:r w:rsidR="00715F4C">
        <w:rPr>
          <w:noProof/>
        </w:rPr>
        <w:fldChar w:fldCharType="end"/>
      </w:r>
      <w:r>
        <w:t xml:space="preserve">. </w:t>
      </w:r>
      <w:r w:rsidRPr="00DD1B34">
        <w:t>Struktura elementu CleareanceExciseDutyType</w:t>
      </w:r>
      <w:bookmarkEnd w:id="105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233174" w:rsidRPr="00101307" w14:paraId="4828C6B6" w14:textId="77777777" w:rsidTr="008D1D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6EE38810" w14:textId="77777777" w:rsidR="00233174" w:rsidRPr="00101307" w:rsidRDefault="00233174" w:rsidP="006E7774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101307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29E7CF97" w14:textId="77777777" w:rsidR="00233174" w:rsidRPr="00101307" w:rsidRDefault="00233174" w:rsidP="006E7774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101307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3D139E69" w14:textId="77777777" w:rsidR="00233174" w:rsidRPr="00101307" w:rsidRDefault="00305334" w:rsidP="00233174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101307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34B0F1B8" w14:textId="77777777" w:rsidR="00233174" w:rsidRPr="00101307" w:rsidRDefault="00233174" w:rsidP="006E7774">
            <w:pPr>
              <w:rPr>
                <w:rFonts w:cs="Arial"/>
                <w:b/>
                <w:sz w:val="18"/>
                <w:szCs w:val="18"/>
              </w:rPr>
            </w:pPr>
            <w:r w:rsidRPr="00101307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0335F5F1" w14:textId="77777777" w:rsidR="00233174" w:rsidRPr="00101307" w:rsidRDefault="00233174" w:rsidP="006E7774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101307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233174" w:rsidRPr="00101307" w14:paraId="6DBD29E3" w14:textId="77777777" w:rsidTr="008D1DEB">
        <w:trPr>
          <w:trHeight w:val="213"/>
        </w:trPr>
        <w:tc>
          <w:tcPr>
            <w:tcW w:w="1788" w:type="dxa"/>
          </w:tcPr>
          <w:p w14:paraId="5F5C1BBE" w14:textId="77777777" w:rsidR="00233174" w:rsidRPr="00101307" w:rsidRDefault="00233174" w:rsidP="006E777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</w:rPr>
              <w:t>amountOfExciseStamps</w:t>
            </w:r>
          </w:p>
        </w:tc>
        <w:tc>
          <w:tcPr>
            <w:tcW w:w="3360" w:type="dxa"/>
          </w:tcPr>
          <w:p w14:paraId="6BA140E1" w14:textId="77777777" w:rsidR="00233174" w:rsidRPr="00101307" w:rsidRDefault="001318B6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Kwota stanowiąca wartość podatkowych znaków akcyzy.</w:t>
            </w:r>
          </w:p>
        </w:tc>
        <w:tc>
          <w:tcPr>
            <w:tcW w:w="840" w:type="dxa"/>
          </w:tcPr>
          <w:p w14:paraId="2442F76B" w14:textId="77777777" w:rsidR="00233174" w:rsidRPr="00101307" w:rsidRDefault="00947E22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381A8B21" w14:textId="77777777" w:rsidR="00233174" w:rsidRPr="00101307" w:rsidRDefault="00233174" w:rsidP="006E777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A25EB3" w:rsidRPr="00101307">
              <w:rPr>
                <w:rStyle w:val="pole"/>
                <w:rFonts w:ascii="Lato" w:hAnsi="Lato"/>
                <w:sz w:val="20"/>
                <w:szCs w:val="20"/>
              </w:rPr>
              <w:t>T</w:t>
            </w:r>
          </w:p>
        </w:tc>
        <w:tc>
          <w:tcPr>
            <w:tcW w:w="1197" w:type="dxa"/>
          </w:tcPr>
          <w:p w14:paraId="6D5840DC" w14:textId="77777777" w:rsidR="00233174" w:rsidRPr="00101307" w:rsidRDefault="00233174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233174" w:rsidRPr="00101307" w14:paraId="7CA61384" w14:textId="77777777" w:rsidTr="008D1DEB">
        <w:trPr>
          <w:trHeight w:val="213"/>
        </w:trPr>
        <w:tc>
          <w:tcPr>
            <w:tcW w:w="1788" w:type="dxa"/>
          </w:tcPr>
          <w:p w14:paraId="0CFCCDF2" w14:textId="77777777" w:rsidR="00233174" w:rsidRPr="00101307" w:rsidRDefault="00233174" w:rsidP="006E777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</w:rPr>
              <w:t>amountOfPrePayment</w:t>
            </w:r>
          </w:p>
        </w:tc>
        <w:tc>
          <w:tcPr>
            <w:tcW w:w="3360" w:type="dxa"/>
          </w:tcPr>
          <w:p w14:paraId="597586B8" w14:textId="77777777" w:rsidR="00233174" w:rsidRPr="00101307" w:rsidRDefault="001318B6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Kwota przedpłaty akcyzy. Suma kwot z pozycji 21 i 22 deklaracji AKC-PA (A) złożonej za miesiąc, którego niniejsza deklaracja dotyczy.</w:t>
            </w:r>
          </w:p>
        </w:tc>
        <w:tc>
          <w:tcPr>
            <w:tcW w:w="840" w:type="dxa"/>
          </w:tcPr>
          <w:p w14:paraId="0CBE1777" w14:textId="77777777" w:rsidR="00233174" w:rsidRPr="00101307" w:rsidRDefault="0003426E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1</w:t>
            </w:r>
            <w:r w:rsidR="00947E22" w:rsidRPr="00101307">
              <w:rPr>
                <w:rFonts w:eastAsia="Times New Roman" w:cs="Arial"/>
                <w:sz w:val="20"/>
                <w:szCs w:val="20"/>
              </w:rPr>
              <w:t>4</w:t>
            </w:r>
          </w:p>
        </w:tc>
        <w:tc>
          <w:tcPr>
            <w:tcW w:w="2095" w:type="dxa"/>
          </w:tcPr>
          <w:p w14:paraId="7396E2CE" w14:textId="77777777" w:rsidR="00233174" w:rsidRPr="00101307" w:rsidRDefault="00694290" w:rsidP="006E7774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</w:t>
            </w:r>
            <w:r w:rsidR="00A25EB3" w:rsidRPr="00101307">
              <w:rPr>
                <w:rStyle w:val="pole"/>
                <w:rFonts w:ascii="Lato" w:hAnsi="Lato"/>
                <w:sz w:val="20"/>
                <w:szCs w:val="20"/>
                <w:lang w:val="pl-PL"/>
              </w:rPr>
              <w:t>T</w:t>
            </w:r>
          </w:p>
          <w:p w14:paraId="7E87E9F9" w14:textId="1159226E" w:rsidR="00233174" w:rsidRPr="00101307" w:rsidRDefault="00945689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101307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101307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233174" w:rsidRPr="00101307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101307">
              <w:rPr>
                <w:rFonts w:eastAsia="Times New Roman" w:cs="Arial"/>
                <w:sz w:val="20"/>
                <w:szCs w:val="20"/>
              </w:rPr>
              <w:instrText>a</w:instrText>
            </w:r>
            <w:r w:rsidR="00233174" w:rsidRPr="00101307">
              <w:rPr>
                <w:rFonts w:eastAsia="Times New Roman" w:cs="Arial"/>
                <w:sz w:val="20"/>
                <w:szCs w:val="20"/>
              </w:rPr>
              <w:instrText>9</w:instrText>
            </w:r>
            <w:r w:rsidRPr="00101307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101307" w:rsidRPr="00101307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101307">
              <w:rPr>
                <w:rFonts w:eastAsia="Times New Roman" w:cs="Arial"/>
                <w:sz w:val="20"/>
                <w:szCs w:val="20"/>
              </w:rPr>
            </w:r>
            <w:r w:rsidRPr="00101307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101307">
              <w:rPr>
                <w:rFonts w:eastAsia="Times New Roman" w:cs="Arial"/>
                <w:sz w:val="20"/>
                <w:szCs w:val="20"/>
              </w:rPr>
              <w:t>R9</w:t>
            </w:r>
            <w:r w:rsidRPr="00101307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F280073" w14:textId="77777777" w:rsidR="00233174" w:rsidRPr="00101307" w:rsidRDefault="00233174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233174" w:rsidRPr="00101307" w14:paraId="52E9F1BD" w14:textId="77777777" w:rsidTr="008D1DEB">
        <w:trPr>
          <w:trHeight w:val="213"/>
        </w:trPr>
        <w:tc>
          <w:tcPr>
            <w:tcW w:w="1788" w:type="dxa"/>
          </w:tcPr>
          <w:p w14:paraId="0A47A3B2" w14:textId="77777777" w:rsidR="00233174" w:rsidRPr="00101307" w:rsidRDefault="00233174" w:rsidP="006E777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</w:rPr>
              <w:t>taxChargeable</w:t>
            </w:r>
          </w:p>
        </w:tc>
        <w:tc>
          <w:tcPr>
            <w:tcW w:w="3360" w:type="dxa"/>
          </w:tcPr>
          <w:p w14:paraId="795F9723" w14:textId="77777777" w:rsidR="00233174" w:rsidRPr="00101307" w:rsidRDefault="001318B6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 xml:space="preserve">Podatek należny. Od kwoty z poz.13 należy odjąć sumę kwot z poz. 14 i </w:t>
            </w:r>
            <w:r w:rsidRPr="00101307">
              <w:rPr>
                <w:rFonts w:eastAsia="Times New Roman" w:cs="Arial"/>
                <w:sz w:val="20"/>
                <w:szCs w:val="20"/>
              </w:rPr>
              <w:lastRenderedPageBreak/>
              <w:t>15; jeżeli różnica jest liczbą ujemną, należy wpisać 0.</w:t>
            </w:r>
          </w:p>
        </w:tc>
        <w:tc>
          <w:tcPr>
            <w:tcW w:w="840" w:type="dxa"/>
          </w:tcPr>
          <w:p w14:paraId="633611C0" w14:textId="77777777" w:rsidR="00233174" w:rsidRPr="00101307" w:rsidRDefault="0003426E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lastRenderedPageBreak/>
              <w:t>1</w:t>
            </w:r>
            <w:r w:rsidR="00947E22" w:rsidRPr="00101307">
              <w:rPr>
                <w:rFonts w:eastAsia="Times New Roman" w:cs="Arial"/>
                <w:sz w:val="20"/>
                <w:szCs w:val="20"/>
              </w:rPr>
              <w:t>5</w:t>
            </w:r>
          </w:p>
        </w:tc>
        <w:tc>
          <w:tcPr>
            <w:tcW w:w="2095" w:type="dxa"/>
          </w:tcPr>
          <w:p w14:paraId="2C53CC4A" w14:textId="77777777" w:rsidR="00233174" w:rsidRPr="00101307" w:rsidRDefault="00694290" w:rsidP="006E7774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ZAmountP</w:t>
            </w:r>
          </w:p>
          <w:p w14:paraId="25D10F0C" w14:textId="238A816C" w:rsidR="00233174" w:rsidRPr="00101307" w:rsidRDefault="00945689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101307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101307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233174" w:rsidRPr="00101307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101307">
              <w:rPr>
                <w:rFonts w:eastAsia="Times New Roman" w:cs="Arial"/>
                <w:sz w:val="20"/>
                <w:szCs w:val="20"/>
              </w:rPr>
              <w:instrText>a</w:instrText>
            </w:r>
            <w:r w:rsidR="00233174" w:rsidRPr="00101307">
              <w:rPr>
                <w:rFonts w:eastAsia="Times New Roman" w:cs="Arial"/>
                <w:sz w:val="20"/>
                <w:szCs w:val="20"/>
              </w:rPr>
              <w:instrText>10</w:instrText>
            </w:r>
            <w:r w:rsidRPr="00101307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101307" w:rsidRPr="00101307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101307">
              <w:rPr>
                <w:rFonts w:eastAsia="Times New Roman" w:cs="Arial"/>
                <w:sz w:val="20"/>
                <w:szCs w:val="20"/>
              </w:rPr>
            </w:r>
            <w:r w:rsidRPr="00101307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101307">
              <w:rPr>
                <w:rFonts w:eastAsia="Times New Roman" w:cs="Arial"/>
                <w:sz w:val="20"/>
                <w:szCs w:val="20"/>
              </w:rPr>
              <w:t>R10</w:t>
            </w:r>
            <w:r w:rsidRPr="00101307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03B02DE" w14:textId="77777777" w:rsidR="00233174" w:rsidRPr="00101307" w:rsidRDefault="00233174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233174" w:rsidRPr="00101307" w14:paraId="7151D47B" w14:textId="77777777" w:rsidTr="008D1DEB">
        <w:trPr>
          <w:trHeight w:val="213"/>
        </w:trPr>
        <w:tc>
          <w:tcPr>
            <w:tcW w:w="1788" w:type="dxa"/>
          </w:tcPr>
          <w:p w14:paraId="73EBB97F" w14:textId="77777777" w:rsidR="00233174" w:rsidRPr="00101307" w:rsidRDefault="00233174" w:rsidP="006E777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</w:rPr>
              <w:t>surplusExcessPayment</w:t>
            </w:r>
          </w:p>
        </w:tc>
        <w:tc>
          <w:tcPr>
            <w:tcW w:w="3360" w:type="dxa"/>
          </w:tcPr>
          <w:p w14:paraId="3538352C" w14:textId="77777777" w:rsidR="00233174" w:rsidRPr="00101307" w:rsidRDefault="001318B6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Nadwyżka (Nadwyżka przedpłaty – w przypadku produkcji poza składem podatkowym)Od sumy kwot z poz.14 i 15 należy odjąć kwotę z poz.13; jeżeli różnica jest liczbą ujemną, należy wpisać 0.</w:t>
            </w:r>
          </w:p>
        </w:tc>
        <w:tc>
          <w:tcPr>
            <w:tcW w:w="840" w:type="dxa"/>
          </w:tcPr>
          <w:p w14:paraId="485CB286" w14:textId="77777777" w:rsidR="00233174" w:rsidRPr="00101307" w:rsidRDefault="0003426E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1</w:t>
            </w:r>
            <w:r w:rsidR="00947E22" w:rsidRPr="00101307">
              <w:rPr>
                <w:rFonts w:eastAsia="Times New Roman" w:cs="Arial"/>
                <w:sz w:val="20"/>
                <w:szCs w:val="20"/>
              </w:rPr>
              <w:t>6</w:t>
            </w:r>
          </w:p>
        </w:tc>
        <w:tc>
          <w:tcPr>
            <w:tcW w:w="2095" w:type="dxa"/>
          </w:tcPr>
          <w:p w14:paraId="27399AD8" w14:textId="77777777" w:rsidR="00233174" w:rsidRPr="00101307" w:rsidRDefault="00694290" w:rsidP="006E7774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ZAmountP</w:t>
            </w:r>
          </w:p>
          <w:p w14:paraId="67F613FA" w14:textId="1393CD33" w:rsidR="00233174" w:rsidRPr="00101307" w:rsidRDefault="00945689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101307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101307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233174" w:rsidRPr="00101307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101307">
              <w:rPr>
                <w:rFonts w:eastAsia="Times New Roman" w:cs="Arial"/>
                <w:sz w:val="20"/>
                <w:szCs w:val="20"/>
              </w:rPr>
              <w:instrText>a</w:instrText>
            </w:r>
            <w:r w:rsidR="00233174" w:rsidRPr="00101307">
              <w:rPr>
                <w:rFonts w:eastAsia="Times New Roman" w:cs="Arial"/>
                <w:sz w:val="20"/>
                <w:szCs w:val="20"/>
              </w:rPr>
              <w:instrText>11</w:instrText>
            </w:r>
            <w:r w:rsidRPr="00101307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101307" w:rsidRPr="00101307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101307">
              <w:rPr>
                <w:rFonts w:eastAsia="Times New Roman" w:cs="Arial"/>
                <w:sz w:val="20"/>
                <w:szCs w:val="20"/>
              </w:rPr>
            </w:r>
            <w:r w:rsidRPr="00101307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101307">
              <w:rPr>
                <w:rFonts w:eastAsia="Times New Roman" w:cs="Arial"/>
                <w:sz w:val="20"/>
                <w:szCs w:val="20"/>
              </w:rPr>
              <w:t>R11</w:t>
            </w:r>
            <w:r w:rsidRPr="00101307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66950E8" w14:textId="77777777" w:rsidR="00233174" w:rsidRPr="00101307" w:rsidRDefault="00233174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</w:tbl>
    <w:p w14:paraId="008F98BE" w14:textId="3CDFE70D" w:rsidR="00AA36D4" w:rsidRDefault="00AA36D4" w:rsidP="00AA36D4">
      <w:pPr>
        <w:pStyle w:val="Legenda"/>
        <w:keepNext/>
      </w:pPr>
      <w:bookmarkStart w:id="106" w:name="_Toc182566554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23</w:t>
      </w:r>
      <w:r w:rsidR="00715F4C">
        <w:rPr>
          <w:noProof/>
        </w:rPr>
        <w:fldChar w:fldCharType="end"/>
      </w:r>
      <w:r>
        <w:t xml:space="preserve">. </w:t>
      </w:r>
      <w:r w:rsidRPr="003C5D33">
        <w:t>Struktura elementu ItemsType</w:t>
      </w:r>
      <w:bookmarkEnd w:id="106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233174" w:rsidRPr="00101307" w14:paraId="52095DE8" w14:textId="77777777" w:rsidTr="00E115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5AB05F95" w14:textId="77777777" w:rsidR="00233174" w:rsidRPr="00101307" w:rsidRDefault="00233174" w:rsidP="006E7774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101307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3B4FC640" w14:textId="77777777" w:rsidR="00233174" w:rsidRPr="00101307" w:rsidRDefault="00233174" w:rsidP="006E7774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101307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7E754709" w14:textId="77777777" w:rsidR="00233174" w:rsidRPr="00101307" w:rsidRDefault="00F31861" w:rsidP="00233174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101307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7433108A" w14:textId="77777777" w:rsidR="00233174" w:rsidRPr="00101307" w:rsidRDefault="00233174" w:rsidP="006E7774">
            <w:pPr>
              <w:rPr>
                <w:rFonts w:cs="Arial"/>
                <w:b/>
                <w:sz w:val="18"/>
                <w:szCs w:val="18"/>
              </w:rPr>
            </w:pPr>
            <w:r w:rsidRPr="00101307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660E6A1A" w14:textId="77777777" w:rsidR="00233174" w:rsidRPr="00101307" w:rsidRDefault="00233174" w:rsidP="006E7774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101307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233174" w:rsidRPr="00101307" w14:paraId="73A97360" w14:textId="77777777" w:rsidTr="00E115A2">
        <w:trPr>
          <w:trHeight w:val="213"/>
        </w:trPr>
        <w:tc>
          <w:tcPr>
            <w:tcW w:w="1788" w:type="dxa"/>
          </w:tcPr>
          <w:p w14:paraId="4C646DCA" w14:textId="77777777" w:rsidR="00233174" w:rsidRPr="00101307" w:rsidRDefault="00233174" w:rsidP="006E777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</w:rPr>
              <w:t>exportNumberOfGoods</w:t>
            </w:r>
          </w:p>
        </w:tc>
        <w:tc>
          <w:tcPr>
            <w:tcW w:w="3360" w:type="dxa"/>
          </w:tcPr>
          <w:p w14:paraId="43D4B66C" w14:textId="77777777" w:rsidR="00233174" w:rsidRPr="00101307" w:rsidRDefault="001318B6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Sprzedaż na eksport: Ilość wyrobów w hektolitrach  100% vol. alkoholu etylowego (z dokładnością do trzech miejsc po przecinku).</w:t>
            </w:r>
          </w:p>
        </w:tc>
        <w:tc>
          <w:tcPr>
            <w:tcW w:w="840" w:type="dxa"/>
          </w:tcPr>
          <w:p w14:paraId="5267377B" w14:textId="77777777" w:rsidR="00233174" w:rsidRPr="00101307" w:rsidRDefault="00872D57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256</w:t>
            </w:r>
          </w:p>
        </w:tc>
        <w:tc>
          <w:tcPr>
            <w:tcW w:w="2095" w:type="dxa"/>
          </w:tcPr>
          <w:p w14:paraId="5CC85940" w14:textId="77777777" w:rsidR="00233174" w:rsidRPr="00101307" w:rsidRDefault="00233174" w:rsidP="00224AB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</w:tc>
        <w:tc>
          <w:tcPr>
            <w:tcW w:w="1197" w:type="dxa"/>
          </w:tcPr>
          <w:p w14:paraId="0D14D7DA" w14:textId="77777777" w:rsidR="00233174" w:rsidRPr="00101307" w:rsidRDefault="00233174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233174" w:rsidRPr="00101307" w14:paraId="1B0A4BCF" w14:textId="77777777" w:rsidTr="00E115A2">
        <w:trPr>
          <w:trHeight w:val="213"/>
        </w:trPr>
        <w:tc>
          <w:tcPr>
            <w:tcW w:w="1788" w:type="dxa"/>
          </w:tcPr>
          <w:p w14:paraId="46BC1805" w14:textId="77777777" w:rsidR="00233174" w:rsidRPr="00101307" w:rsidRDefault="00233174" w:rsidP="006E777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</w:rPr>
              <w:t>exportTaxRate</w:t>
            </w:r>
          </w:p>
        </w:tc>
        <w:tc>
          <w:tcPr>
            <w:tcW w:w="3360" w:type="dxa"/>
          </w:tcPr>
          <w:p w14:paraId="38F25241" w14:textId="77777777" w:rsidR="00233174" w:rsidRPr="00101307" w:rsidRDefault="001318B6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Sprzedaż na eksport: Stawka podatku.</w:t>
            </w:r>
          </w:p>
        </w:tc>
        <w:tc>
          <w:tcPr>
            <w:tcW w:w="840" w:type="dxa"/>
          </w:tcPr>
          <w:p w14:paraId="434A6AAB" w14:textId="77777777" w:rsidR="00233174" w:rsidRPr="00101307" w:rsidRDefault="00872D57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257</w:t>
            </w:r>
          </w:p>
        </w:tc>
        <w:tc>
          <w:tcPr>
            <w:tcW w:w="2095" w:type="dxa"/>
          </w:tcPr>
          <w:p w14:paraId="18EB00E8" w14:textId="77777777" w:rsidR="00233174" w:rsidRPr="00101307" w:rsidRDefault="00233174" w:rsidP="006E777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</w:tc>
        <w:tc>
          <w:tcPr>
            <w:tcW w:w="1197" w:type="dxa"/>
          </w:tcPr>
          <w:p w14:paraId="0A8E9582" w14:textId="77777777" w:rsidR="00233174" w:rsidRPr="00101307" w:rsidRDefault="00233174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233174" w:rsidRPr="00101307" w14:paraId="0C305900" w14:textId="77777777" w:rsidTr="00E115A2">
        <w:trPr>
          <w:trHeight w:val="213"/>
        </w:trPr>
        <w:tc>
          <w:tcPr>
            <w:tcW w:w="1788" w:type="dxa"/>
          </w:tcPr>
          <w:p w14:paraId="750B04C9" w14:textId="77777777" w:rsidR="00233174" w:rsidRPr="00101307" w:rsidRDefault="00233174" w:rsidP="006E777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</w:rPr>
              <w:t>exportAmountOfTax</w:t>
            </w:r>
          </w:p>
        </w:tc>
        <w:tc>
          <w:tcPr>
            <w:tcW w:w="3360" w:type="dxa"/>
          </w:tcPr>
          <w:p w14:paraId="42C382E3" w14:textId="77777777" w:rsidR="00233174" w:rsidRPr="00101307" w:rsidRDefault="001318B6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Sprzedaż na eksport: Kwota podatku w zł.</w:t>
            </w:r>
          </w:p>
        </w:tc>
        <w:tc>
          <w:tcPr>
            <w:tcW w:w="840" w:type="dxa"/>
          </w:tcPr>
          <w:p w14:paraId="61811FA5" w14:textId="77777777" w:rsidR="00233174" w:rsidRPr="00101307" w:rsidRDefault="00872D57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258</w:t>
            </w:r>
          </w:p>
        </w:tc>
        <w:tc>
          <w:tcPr>
            <w:tcW w:w="2095" w:type="dxa"/>
          </w:tcPr>
          <w:p w14:paraId="31A7ED56" w14:textId="77777777" w:rsidR="00233174" w:rsidRPr="00101307" w:rsidRDefault="00233174" w:rsidP="006E777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997F4B" w:rsidRPr="00101307">
              <w:rPr>
                <w:rStyle w:val="pole"/>
                <w:rFonts w:ascii="Lato" w:hAnsi="Lato"/>
                <w:sz w:val="20"/>
                <w:szCs w:val="20"/>
              </w:rPr>
              <w:t>T</w:t>
            </w:r>
          </w:p>
        </w:tc>
        <w:tc>
          <w:tcPr>
            <w:tcW w:w="1197" w:type="dxa"/>
          </w:tcPr>
          <w:p w14:paraId="1248C167" w14:textId="77777777" w:rsidR="00233174" w:rsidRPr="00101307" w:rsidRDefault="00233174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233174" w:rsidRPr="00101307" w14:paraId="08331987" w14:textId="77777777" w:rsidTr="00E115A2">
        <w:trPr>
          <w:trHeight w:val="213"/>
        </w:trPr>
        <w:tc>
          <w:tcPr>
            <w:tcW w:w="1788" w:type="dxa"/>
          </w:tcPr>
          <w:p w14:paraId="35D2FA8A" w14:textId="77777777" w:rsidR="00233174" w:rsidRPr="00101307" w:rsidRDefault="00233174" w:rsidP="006E777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</w:rPr>
              <w:t>totalNumberOfGoods</w:t>
            </w:r>
          </w:p>
        </w:tc>
        <w:tc>
          <w:tcPr>
            <w:tcW w:w="3360" w:type="dxa"/>
          </w:tcPr>
          <w:p w14:paraId="79E25A0B" w14:textId="77777777" w:rsidR="00233174" w:rsidRPr="00101307" w:rsidRDefault="001318B6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Razem: Ilość wyrobów w hektolitrach 100% vol. alkoholu etylowego.</w:t>
            </w:r>
          </w:p>
        </w:tc>
        <w:tc>
          <w:tcPr>
            <w:tcW w:w="840" w:type="dxa"/>
          </w:tcPr>
          <w:p w14:paraId="7BA556FF" w14:textId="77777777" w:rsidR="00233174" w:rsidRPr="00101307" w:rsidRDefault="00872D57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259</w:t>
            </w:r>
          </w:p>
        </w:tc>
        <w:tc>
          <w:tcPr>
            <w:tcW w:w="2095" w:type="dxa"/>
          </w:tcPr>
          <w:p w14:paraId="11077059" w14:textId="77777777" w:rsidR="00233174" w:rsidRPr="00101307" w:rsidRDefault="00233174" w:rsidP="006E7774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ZAmountC</w:t>
            </w:r>
          </w:p>
          <w:p w14:paraId="656DB59C" w14:textId="2833E383" w:rsidR="00233174" w:rsidRPr="00101307" w:rsidRDefault="00945689" w:rsidP="00945689">
            <w:pPr>
              <w:tabs>
                <w:tab w:val="center" w:pos="939"/>
              </w:tabs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101307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101307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233174" w:rsidRPr="00101307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101307">
              <w:rPr>
                <w:rFonts w:eastAsia="Times New Roman" w:cs="Arial"/>
                <w:sz w:val="20"/>
                <w:szCs w:val="20"/>
              </w:rPr>
              <w:instrText>a</w:instrText>
            </w:r>
            <w:r w:rsidR="00233174" w:rsidRPr="00101307">
              <w:rPr>
                <w:rFonts w:eastAsia="Times New Roman" w:cs="Arial"/>
                <w:sz w:val="20"/>
                <w:szCs w:val="20"/>
              </w:rPr>
              <w:instrText>12</w:instrText>
            </w:r>
            <w:r w:rsidRPr="00101307">
              <w:rPr>
                <w:rFonts w:eastAsia="Times New Roman" w:cs="Arial"/>
                <w:sz w:val="20"/>
                <w:szCs w:val="20"/>
              </w:rPr>
              <w:instrText xml:space="preserve"> \h  </w:instrText>
            </w:r>
            <w:r w:rsidR="00101307" w:rsidRPr="00101307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101307">
              <w:rPr>
                <w:rFonts w:eastAsia="Times New Roman" w:cs="Arial"/>
                <w:sz w:val="20"/>
                <w:szCs w:val="20"/>
              </w:rPr>
            </w:r>
            <w:r w:rsidRPr="00101307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101307">
              <w:rPr>
                <w:rFonts w:eastAsia="Times New Roman" w:cs="Arial"/>
                <w:sz w:val="20"/>
                <w:szCs w:val="20"/>
              </w:rPr>
              <w:t>R12</w:t>
            </w:r>
            <w:r w:rsidRPr="00101307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CDD131D" w14:textId="77777777" w:rsidR="00233174" w:rsidRPr="00101307" w:rsidRDefault="00233174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233174" w:rsidRPr="00101307" w14:paraId="71153C20" w14:textId="77777777" w:rsidTr="00E115A2">
        <w:trPr>
          <w:trHeight w:val="213"/>
        </w:trPr>
        <w:tc>
          <w:tcPr>
            <w:tcW w:w="1788" w:type="dxa"/>
          </w:tcPr>
          <w:p w14:paraId="2B67094A" w14:textId="77777777" w:rsidR="00233174" w:rsidRPr="00101307" w:rsidRDefault="00233174" w:rsidP="006E777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</w:rPr>
              <w:t>totalAmountOfTax</w:t>
            </w:r>
          </w:p>
        </w:tc>
        <w:tc>
          <w:tcPr>
            <w:tcW w:w="3360" w:type="dxa"/>
          </w:tcPr>
          <w:p w14:paraId="2ADC2D08" w14:textId="77777777" w:rsidR="00233174" w:rsidRPr="00101307" w:rsidRDefault="001318B6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Razem: Kwota podatku w zł.</w:t>
            </w:r>
          </w:p>
        </w:tc>
        <w:tc>
          <w:tcPr>
            <w:tcW w:w="840" w:type="dxa"/>
          </w:tcPr>
          <w:p w14:paraId="5BB85AE1" w14:textId="77777777" w:rsidR="00233174" w:rsidRPr="00101307" w:rsidRDefault="00872D57" w:rsidP="002331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260</w:t>
            </w:r>
          </w:p>
        </w:tc>
        <w:tc>
          <w:tcPr>
            <w:tcW w:w="2095" w:type="dxa"/>
          </w:tcPr>
          <w:p w14:paraId="4A8354CF" w14:textId="77777777" w:rsidR="00233174" w:rsidRPr="00101307" w:rsidRDefault="00997F4B" w:rsidP="006E7774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ZAmountT</w:t>
            </w:r>
          </w:p>
          <w:p w14:paraId="2B5978B2" w14:textId="69ABE517" w:rsidR="00233174" w:rsidRPr="00101307" w:rsidRDefault="00945689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101307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101307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233174" w:rsidRPr="00101307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101307">
              <w:rPr>
                <w:rFonts w:eastAsia="Times New Roman" w:cs="Arial"/>
                <w:sz w:val="20"/>
                <w:szCs w:val="20"/>
              </w:rPr>
              <w:instrText>a</w:instrText>
            </w:r>
            <w:r w:rsidR="00233174" w:rsidRPr="00101307">
              <w:rPr>
                <w:rFonts w:eastAsia="Times New Roman" w:cs="Arial"/>
                <w:sz w:val="20"/>
                <w:szCs w:val="20"/>
              </w:rPr>
              <w:instrText>13</w:instrText>
            </w:r>
            <w:r w:rsidRPr="00101307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101307" w:rsidRPr="00101307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101307">
              <w:rPr>
                <w:rFonts w:eastAsia="Times New Roman" w:cs="Arial"/>
                <w:sz w:val="20"/>
                <w:szCs w:val="20"/>
              </w:rPr>
            </w:r>
            <w:r w:rsidRPr="00101307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101307">
              <w:rPr>
                <w:rFonts w:eastAsia="Times New Roman" w:cs="Arial"/>
                <w:sz w:val="20"/>
                <w:szCs w:val="20"/>
              </w:rPr>
              <w:t>R13</w:t>
            </w:r>
            <w:r w:rsidRPr="00101307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27802EE" w14:textId="77777777" w:rsidR="00233174" w:rsidRPr="00101307" w:rsidRDefault="00233174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233174" w:rsidRPr="00101307" w14:paraId="48CCC0A8" w14:textId="77777777" w:rsidTr="00E115A2">
        <w:trPr>
          <w:trHeight w:val="213"/>
        </w:trPr>
        <w:tc>
          <w:tcPr>
            <w:tcW w:w="1788" w:type="dxa"/>
          </w:tcPr>
          <w:p w14:paraId="56B08565" w14:textId="77777777" w:rsidR="00233174" w:rsidRPr="00101307" w:rsidRDefault="00233174" w:rsidP="006E777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</w:rPr>
              <w:t>Item</w:t>
            </w:r>
          </w:p>
        </w:tc>
        <w:tc>
          <w:tcPr>
            <w:tcW w:w="3360" w:type="dxa"/>
          </w:tcPr>
          <w:p w14:paraId="4CFA5193" w14:textId="77777777" w:rsidR="00233174" w:rsidRPr="00101307" w:rsidRDefault="001318B6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Obliczenie wysokości podatku akcyzowego od poszczególnych wyrobów.</w:t>
            </w:r>
          </w:p>
        </w:tc>
        <w:tc>
          <w:tcPr>
            <w:tcW w:w="840" w:type="dxa"/>
          </w:tcPr>
          <w:p w14:paraId="3A186518" w14:textId="77777777" w:rsidR="00233174" w:rsidRPr="00101307" w:rsidRDefault="002C2B9C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54EB2AC0" w14:textId="77777777" w:rsidR="00233174" w:rsidRPr="00101307" w:rsidRDefault="00F45BB3" w:rsidP="006E7774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instrText xml:space="preserve"> REF ItemType_a \h  \* MERGEFORMAT </w:instrTex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B85AB4">
              <w:rPr>
                <w:rStyle w:val="pole"/>
                <w:rFonts w:ascii="Lato" w:hAnsi="Lato"/>
                <w:sz w:val="20"/>
                <w:szCs w:val="20"/>
              </w:rPr>
              <w:t>ItemType</w: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CD3EA34" w14:textId="77777777" w:rsidR="00233174" w:rsidRPr="00101307" w:rsidRDefault="00233174" w:rsidP="006E77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0..999</w:t>
            </w:r>
          </w:p>
        </w:tc>
      </w:tr>
    </w:tbl>
    <w:p w14:paraId="18B6D8A4" w14:textId="26B9C479" w:rsidR="00AA36D4" w:rsidRDefault="00AA36D4" w:rsidP="00AA36D4">
      <w:pPr>
        <w:pStyle w:val="Legenda"/>
        <w:keepNext/>
      </w:pPr>
      <w:bookmarkStart w:id="107" w:name="_Toc182566555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24</w:t>
      </w:r>
      <w:r w:rsidR="00715F4C">
        <w:rPr>
          <w:noProof/>
        </w:rPr>
        <w:fldChar w:fldCharType="end"/>
      </w:r>
      <w:r>
        <w:t xml:space="preserve">. </w:t>
      </w:r>
      <w:r w:rsidRPr="00654F1B">
        <w:t>Struktura elementu ItemType</w:t>
      </w:r>
      <w:bookmarkEnd w:id="107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233174" w:rsidRPr="00101307" w14:paraId="087AE2A2" w14:textId="77777777" w:rsidTr="00E115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18C39FE9" w14:textId="77777777" w:rsidR="00233174" w:rsidRPr="00101307" w:rsidRDefault="00233174" w:rsidP="00F96EFF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101307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23DA7BA6" w14:textId="77777777" w:rsidR="00233174" w:rsidRPr="00101307" w:rsidRDefault="00233174" w:rsidP="00F96EFF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101307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0FC64628" w14:textId="77777777" w:rsidR="00233174" w:rsidRPr="00101307" w:rsidRDefault="00F31861" w:rsidP="00233174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101307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447E1E82" w14:textId="77777777" w:rsidR="00233174" w:rsidRPr="00101307" w:rsidRDefault="00233174" w:rsidP="00F96EFF">
            <w:pPr>
              <w:rPr>
                <w:rFonts w:cs="Arial"/>
                <w:b/>
                <w:sz w:val="18"/>
                <w:szCs w:val="18"/>
              </w:rPr>
            </w:pPr>
            <w:r w:rsidRPr="00101307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356540FC" w14:textId="77777777" w:rsidR="00233174" w:rsidRPr="00101307" w:rsidRDefault="00233174" w:rsidP="00F96EFF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101307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233174" w:rsidRPr="00101307" w14:paraId="5561675B" w14:textId="77777777" w:rsidTr="00E115A2">
        <w:trPr>
          <w:trHeight w:val="213"/>
        </w:trPr>
        <w:tc>
          <w:tcPr>
            <w:tcW w:w="1788" w:type="dxa"/>
          </w:tcPr>
          <w:p w14:paraId="6D552795" w14:textId="77777777" w:rsidR="00233174" w:rsidRPr="00101307" w:rsidRDefault="00233174" w:rsidP="00F96EFF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</w:rPr>
              <w:t>id</w:t>
            </w:r>
          </w:p>
        </w:tc>
        <w:tc>
          <w:tcPr>
            <w:tcW w:w="3360" w:type="dxa"/>
          </w:tcPr>
          <w:p w14:paraId="76DC6AF3" w14:textId="77777777" w:rsidR="00233174" w:rsidRPr="00101307" w:rsidRDefault="00233174" w:rsidP="00F96EFF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Liczba porządkowa.</w:t>
            </w:r>
          </w:p>
        </w:tc>
        <w:tc>
          <w:tcPr>
            <w:tcW w:w="840" w:type="dxa"/>
          </w:tcPr>
          <w:p w14:paraId="00FFD4CE" w14:textId="77777777" w:rsidR="00233174" w:rsidRPr="00101307" w:rsidRDefault="00441677" w:rsidP="002331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F.a</w:t>
            </w:r>
          </w:p>
        </w:tc>
        <w:tc>
          <w:tcPr>
            <w:tcW w:w="2095" w:type="dxa"/>
          </w:tcPr>
          <w:p w14:paraId="7193A54B" w14:textId="77777777" w:rsidR="00233174" w:rsidRPr="00101307" w:rsidRDefault="00E10BAB" w:rsidP="00E10BAB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</w:rPr>
              <w:t>ZNumeric</w:t>
            </w:r>
          </w:p>
        </w:tc>
        <w:tc>
          <w:tcPr>
            <w:tcW w:w="1197" w:type="dxa"/>
          </w:tcPr>
          <w:p w14:paraId="483932DF" w14:textId="77777777" w:rsidR="00233174" w:rsidRPr="00101307" w:rsidRDefault="00A25EB3" w:rsidP="00F96EFF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1</w:t>
            </w:r>
            <w:r w:rsidR="00233174" w:rsidRPr="00101307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233174" w:rsidRPr="00101307" w14:paraId="5F4A68DE" w14:textId="77777777" w:rsidTr="00E115A2">
        <w:trPr>
          <w:trHeight w:val="213"/>
        </w:trPr>
        <w:tc>
          <w:tcPr>
            <w:tcW w:w="1788" w:type="dxa"/>
          </w:tcPr>
          <w:p w14:paraId="14C6FFCD" w14:textId="77777777" w:rsidR="00233174" w:rsidRPr="00101307" w:rsidRDefault="0023317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</w:rPr>
              <w:t>groupOfGoodsName</w:t>
            </w:r>
          </w:p>
        </w:tc>
        <w:tc>
          <w:tcPr>
            <w:tcW w:w="3360" w:type="dxa"/>
          </w:tcPr>
          <w:p w14:paraId="31502AF9" w14:textId="77777777" w:rsidR="00233174" w:rsidRPr="00101307" w:rsidRDefault="002331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Nazwa grupy wyrobów, dla których ustalono odrębne stawki podatkowe</w:t>
            </w:r>
          </w:p>
        </w:tc>
        <w:tc>
          <w:tcPr>
            <w:tcW w:w="840" w:type="dxa"/>
          </w:tcPr>
          <w:p w14:paraId="6B8D6194" w14:textId="77777777" w:rsidR="00233174" w:rsidRPr="00101307" w:rsidRDefault="005E087D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F.b</w:t>
            </w:r>
          </w:p>
        </w:tc>
        <w:tc>
          <w:tcPr>
            <w:tcW w:w="2095" w:type="dxa"/>
          </w:tcPr>
          <w:p w14:paraId="29E563C7" w14:textId="77777777" w:rsidR="00233174" w:rsidRPr="00101307" w:rsidRDefault="00E10BAB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  <w:lang w:val="pl-PL"/>
              </w:rPr>
              <w:t>ZCharacter</w:t>
            </w:r>
          </w:p>
          <w:p w14:paraId="60318A41" w14:textId="02808EA8" w:rsidR="00233174" w:rsidRPr="00101307" w:rsidRDefault="00945689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101307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101307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233174" w:rsidRPr="00101307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101307">
              <w:rPr>
                <w:rFonts w:eastAsia="Times New Roman" w:cs="Arial"/>
                <w:sz w:val="20"/>
                <w:szCs w:val="20"/>
              </w:rPr>
              <w:instrText>a</w:instrText>
            </w:r>
            <w:r w:rsidR="00233174" w:rsidRPr="00101307">
              <w:rPr>
                <w:rFonts w:eastAsia="Times New Roman" w:cs="Arial"/>
                <w:sz w:val="20"/>
                <w:szCs w:val="20"/>
              </w:rPr>
              <w:instrText>14</w:instrText>
            </w:r>
            <w:r w:rsidRPr="00101307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101307" w:rsidRPr="00101307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101307">
              <w:rPr>
                <w:rFonts w:eastAsia="Times New Roman" w:cs="Arial"/>
                <w:sz w:val="20"/>
                <w:szCs w:val="20"/>
              </w:rPr>
            </w:r>
            <w:r w:rsidRPr="00101307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101307">
              <w:rPr>
                <w:rFonts w:eastAsia="Times New Roman" w:cs="Arial"/>
                <w:sz w:val="20"/>
                <w:szCs w:val="20"/>
              </w:rPr>
              <w:t>R14</w:t>
            </w:r>
            <w:r w:rsidRPr="00101307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791CBF5" w14:textId="77777777" w:rsidR="00233174" w:rsidRPr="00101307" w:rsidRDefault="00A25EB3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1</w:t>
            </w:r>
            <w:r w:rsidR="00233174" w:rsidRPr="00101307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233174" w:rsidRPr="00101307" w14:paraId="7A666854" w14:textId="77777777" w:rsidTr="00E115A2">
        <w:trPr>
          <w:trHeight w:val="213"/>
        </w:trPr>
        <w:tc>
          <w:tcPr>
            <w:tcW w:w="1788" w:type="dxa"/>
          </w:tcPr>
          <w:p w14:paraId="44A5F7F2" w14:textId="77777777" w:rsidR="00233174" w:rsidRPr="00101307" w:rsidRDefault="0023317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</w:rPr>
              <w:t>shortages</w:t>
            </w:r>
          </w:p>
        </w:tc>
        <w:tc>
          <w:tcPr>
            <w:tcW w:w="3360" w:type="dxa"/>
          </w:tcPr>
          <w:p w14:paraId="2E25DCF3" w14:textId="77777777" w:rsidR="00233174" w:rsidRPr="00101307" w:rsidRDefault="002331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 xml:space="preserve">Możliwość oznaczenia w przypadku wykazywania ubytków wyrobów akcyzowych (przekraczających </w:t>
            </w:r>
            <w:r w:rsidRPr="00101307">
              <w:rPr>
                <w:rFonts w:eastAsia="Times New Roman" w:cs="Arial"/>
                <w:sz w:val="20"/>
                <w:szCs w:val="20"/>
              </w:rPr>
              <w:lastRenderedPageBreak/>
              <w:t>normy dopuszczalnych ubytków) lub całkowitego zniszczenia wyrobów.</w:t>
            </w:r>
          </w:p>
        </w:tc>
        <w:tc>
          <w:tcPr>
            <w:tcW w:w="840" w:type="dxa"/>
          </w:tcPr>
          <w:p w14:paraId="7D9A2E8A" w14:textId="77777777" w:rsidR="00233174" w:rsidRPr="00101307" w:rsidRDefault="00AB7883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lastRenderedPageBreak/>
              <w:t>-</w:t>
            </w:r>
          </w:p>
        </w:tc>
        <w:tc>
          <w:tcPr>
            <w:tcW w:w="2095" w:type="dxa"/>
          </w:tcPr>
          <w:p w14:paraId="1EF8634A" w14:textId="77777777" w:rsidR="00233174" w:rsidRPr="00101307" w:rsidRDefault="00B7297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</w:rPr>
              <w:t>ZShortages</w:t>
            </w:r>
          </w:p>
          <w:p w14:paraId="3A05CACD" w14:textId="18ED7AB5" w:rsidR="00233174" w:rsidRPr="00101307" w:rsidRDefault="00945689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101307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101307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233174" w:rsidRPr="00101307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101307">
              <w:rPr>
                <w:rFonts w:eastAsia="Times New Roman" w:cs="Arial"/>
                <w:sz w:val="20"/>
                <w:szCs w:val="20"/>
              </w:rPr>
              <w:instrText>a</w:instrText>
            </w:r>
            <w:r w:rsidR="00233174" w:rsidRPr="00101307">
              <w:rPr>
                <w:rFonts w:eastAsia="Times New Roman" w:cs="Arial"/>
                <w:sz w:val="20"/>
                <w:szCs w:val="20"/>
              </w:rPr>
              <w:instrText>21</w:instrText>
            </w:r>
            <w:r w:rsidRPr="00101307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101307" w:rsidRPr="00101307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101307">
              <w:rPr>
                <w:rFonts w:eastAsia="Times New Roman" w:cs="Arial"/>
                <w:sz w:val="20"/>
                <w:szCs w:val="20"/>
              </w:rPr>
            </w:r>
            <w:r w:rsidRPr="00101307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101307">
              <w:rPr>
                <w:rFonts w:eastAsia="Times New Roman" w:cs="Arial"/>
                <w:sz w:val="20"/>
                <w:szCs w:val="20"/>
              </w:rPr>
              <w:t>R21</w:t>
            </w:r>
            <w:r w:rsidRPr="00101307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B41E7CD" w14:textId="77777777" w:rsidR="00233174" w:rsidRPr="00101307" w:rsidRDefault="002331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233174" w:rsidRPr="00101307" w14:paraId="2EC5C88D" w14:textId="77777777" w:rsidTr="00E115A2">
        <w:trPr>
          <w:trHeight w:val="213"/>
        </w:trPr>
        <w:tc>
          <w:tcPr>
            <w:tcW w:w="1788" w:type="dxa"/>
          </w:tcPr>
          <w:p w14:paraId="45BD5BF2" w14:textId="77777777" w:rsidR="00233174" w:rsidRPr="00101307" w:rsidRDefault="0023317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</w:rPr>
              <w:t>codeCN</w:t>
            </w:r>
          </w:p>
        </w:tc>
        <w:tc>
          <w:tcPr>
            <w:tcW w:w="3360" w:type="dxa"/>
          </w:tcPr>
          <w:p w14:paraId="0C7D2F74" w14:textId="77777777" w:rsidR="00233174" w:rsidRPr="00101307" w:rsidRDefault="001318B6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Ośmiocyfrowy kod CN.</w:t>
            </w:r>
          </w:p>
        </w:tc>
        <w:tc>
          <w:tcPr>
            <w:tcW w:w="840" w:type="dxa"/>
          </w:tcPr>
          <w:p w14:paraId="39923521" w14:textId="77777777" w:rsidR="00233174" w:rsidRPr="00101307" w:rsidRDefault="00AB7883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F.c</w:t>
            </w:r>
          </w:p>
        </w:tc>
        <w:tc>
          <w:tcPr>
            <w:tcW w:w="2095" w:type="dxa"/>
          </w:tcPr>
          <w:p w14:paraId="390D1179" w14:textId="77777777" w:rsidR="00233174" w:rsidRPr="00101307" w:rsidRDefault="004C0A94" w:rsidP="00267AA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</w:rPr>
              <w:t>ZCodeCN</w:t>
            </w:r>
          </w:p>
        </w:tc>
        <w:tc>
          <w:tcPr>
            <w:tcW w:w="1197" w:type="dxa"/>
          </w:tcPr>
          <w:p w14:paraId="45642AAB" w14:textId="77777777" w:rsidR="00233174" w:rsidRPr="00101307" w:rsidRDefault="00A25EB3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1</w:t>
            </w:r>
            <w:r w:rsidR="00233174" w:rsidRPr="00101307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233174" w:rsidRPr="00101307" w14:paraId="4BD91750" w14:textId="77777777" w:rsidTr="00E115A2">
        <w:trPr>
          <w:trHeight w:val="213"/>
        </w:trPr>
        <w:tc>
          <w:tcPr>
            <w:tcW w:w="1788" w:type="dxa"/>
          </w:tcPr>
          <w:p w14:paraId="74AB884F" w14:textId="77777777" w:rsidR="00233174" w:rsidRPr="00101307" w:rsidRDefault="0023317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</w:rPr>
              <w:t>numberOfGoods</w:t>
            </w:r>
          </w:p>
        </w:tc>
        <w:tc>
          <w:tcPr>
            <w:tcW w:w="3360" w:type="dxa"/>
          </w:tcPr>
          <w:p w14:paraId="73993CA7" w14:textId="77777777" w:rsidR="00233174" w:rsidRPr="00101307" w:rsidRDefault="002331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Ilość wyrobów w hektolitrach przeliczone na 100% vol. alkoholu etylowego (z dokładnością do dwóch miejsc po przecinku)</w:t>
            </w:r>
          </w:p>
        </w:tc>
        <w:tc>
          <w:tcPr>
            <w:tcW w:w="840" w:type="dxa"/>
          </w:tcPr>
          <w:p w14:paraId="58B8B98B" w14:textId="77777777" w:rsidR="00233174" w:rsidRPr="00101307" w:rsidRDefault="00AB7883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F.d</w:t>
            </w:r>
          </w:p>
        </w:tc>
        <w:tc>
          <w:tcPr>
            <w:tcW w:w="2095" w:type="dxa"/>
          </w:tcPr>
          <w:p w14:paraId="41B2F279" w14:textId="77777777" w:rsidR="00233174" w:rsidRPr="00101307" w:rsidRDefault="0023317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</w:tc>
        <w:tc>
          <w:tcPr>
            <w:tcW w:w="1197" w:type="dxa"/>
          </w:tcPr>
          <w:p w14:paraId="090CD1CB" w14:textId="77777777" w:rsidR="00233174" w:rsidRPr="00101307" w:rsidRDefault="00A25EB3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1</w:t>
            </w:r>
            <w:r w:rsidR="00233174" w:rsidRPr="00101307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233174" w:rsidRPr="00101307" w14:paraId="5B8FA0AC" w14:textId="77777777" w:rsidTr="00E115A2">
        <w:trPr>
          <w:trHeight w:val="213"/>
        </w:trPr>
        <w:tc>
          <w:tcPr>
            <w:tcW w:w="1788" w:type="dxa"/>
          </w:tcPr>
          <w:p w14:paraId="6260253D" w14:textId="77777777" w:rsidR="00233174" w:rsidRPr="00101307" w:rsidRDefault="0023317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</w:rPr>
              <w:t>taxRate</w:t>
            </w:r>
          </w:p>
        </w:tc>
        <w:tc>
          <w:tcPr>
            <w:tcW w:w="3360" w:type="dxa"/>
          </w:tcPr>
          <w:p w14:paraId="1D817273" w14:textId="77777777" w:rsidR="00233174" w:rsidRPr="00101307" w:rsidRDefault="002331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Stawka podatku</w:t>
            </w:r>
            <w:r w:rsidR="001318B6" w:rsidRPr="00101307">
              <w:rPr>
                <w:rFonts w:eastAsia="Times New Roman" w:cs="Arial"/>
                <w:sz w:val="20"/>
                <w:szCs w:val="20"/>
              </w:rPr>
              <w:t>.</w:t>
            </w:r>
          </w:p>
        </w:tc>
        <w:tc>
          <w:tcPr>
            <w:tcW w:w="840" w:type="dxa"/>
          </w:tcPr>
          <w:p w14:paraId="0A105EBA" w14:textId="77777777" w:rsidR="00233174" w:rsidRPr="00101307" w:rsidRDefault="00AB7883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F.e</w:t>
            </w:r>
          </w:p>
        </w:tc>
        <w:tc>
          <w:tcPr>
            <w:tcW w:w="2095" w:type="dxa"/>
          </w:tcPr>
          <w:p w14:paraId="310EBAD8" w14:textId="77777777" w:rsidR="00233174" w:rsidRPr="00101307" w:rsidRDefault="0023317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</w:tc>
        <w:tc>
          <w:tcPr>
            <w:tcW w:w="1197" w:type="dxa"/>
          </w:tcPr>
          <w:p w14:paraId="1D22CFEE" w14:textId="77777777" w:rsidR="00233174" w:rsidRPr="00101307" w:rsidRDefault="00A25EB3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1</w:t>
            </w:r>
            <w:r w:rsidR="00233174" w:rsidRPr="00101307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5A3EC2" w:rsidRPr="00101307" w14:paraId="4878B74A" w14:textId="77777777" w:rsidTr="00E115A2">
        <w:trPr>
          <w:trHeight w:val="213"/>
        </w:trPr>
        <w:tc>
          <w:tcPr>
            <w:tcW w:w="1788" w:type="dxa"/>
          </w:tcPr>
          <w:p w14:paraId="3013BDB4" w14:textId="77777777" w:rsidR="005A3EC2" w:rsidRPr="00101307" w:rsidRDefault="005A3EC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</w:rPr>
              <w:t>fromIsztar</w:t>
            </w:r>
          </w:p>
        </w:tc>
        <w:tc>
          <w:tcPr>
            <w:tcW w:w="3360" w:type="dxa"/>
          </w:tcPr>
          <w:p w14:paraId="0061665B" w14:textId="77777777" w:rsidR="005A3EC2" w:rsidRPr="00101307" w:rsidRDefault="005A3EC2" w:rsidP="0013039B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 xml:space="preserve">Czy stawka podatku akcyzowego </w:t>
            </w:r>
            <w:r w:rsidR="0013039B" w:rsidRPr="00101307">
              <w:rPr>
                <w:rFonts w:eastAsia="Times New Roman" w:cs="Arial"/>
                <w:sz w:val="20"/>
                <w:szCs w:val="20"/>
              </w:rPr>
              <w:t>jest pobrana</w:t>
            </w:r>
            <w:r w:rsidRPr="00101307">
              <w:rPr>
                <w:rFonts w:eastAsia="Times New Roman" w:cs="Arial"/>
                <w:sz w:val="20"/>
                <w:szCs w:val="20"/>
              </w:rPr>
              <w:t xml:space="preserve"> z Systemu ISZTAR.</w:t>
            </w:r>
          </w:p>
        </w:tc>
        <w:tc>
          <w:tcPr>
            <w:tcW w:w="840" w:type="dxa"/>
          </w:tcPr>
          <w:p w14:paraId="33A05ADF" w14:textId="77777777" w:rsidR="005A3EC2" w:rsidRPr="00101307" w:rsidRDefault="005A3EC2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29CADE21" w14:textId="77777777" w:rsidR="005A3EC2" w:rsidRPr="00101307" w:rsidRDefault="005A3EC2" w:rsidP="004A5C1D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</w:rPr>
              <w:t>boolean</w:t>
            </w:r>
          </w:p>
        </w:tc>
        <w:tc>
          <w:tcPr>
            <w:tcW w:w="1197" w:type="dxa"/>
          </w:tcPr>
          <w:p w14:paraId="66B853EE" w14:textId="77777777" w:rsidR="005A3EC2" w:rsidRPr="00101307" w:rsidRDefault="005A3EC2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233174" w:rsidRPr="00101307" w14:paraId="6D4C1780" w14:textId="77777777" w:rsidTr="00E115A2">
        <w:trPr>
          <w:trHeight w:val="213"/>
        </w:trPr>
        <w:tc>
          <w:tcPr>
            <w:tcW w:w="1788" w:type="dxa"/>
          </w:tcPr>
          <w:p w14:paraId="5A1C65F3" w14:textId="77777777" w:rsidR="00233174" w:rsidRPr="00101307" w:rsidRDefault="0023317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</w:rPr>
              <w:t>amountOfTax</w:t>
            </w:r>
          </w:p>
        </w:tc>
        <w:tc>
          <w:tcPr>
            <w:tcW w:w="3360" w:type="dxa"/>
          </w:tcPr>
          <w:p w14:paraId="0E8013D7" w14:textId="77777777" w:rsidR="00233174" w:rsidRPr="00101307" w:rsidRDefault="002331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 xml:space="preserve">Kwota podatku </w:t>
            </w:r>
            <w:r w:rsidR="001318B6" w:rsidRPr="00101307">
              <w:rPr>
                <w:rFonts w:eastAsia="Times New Roman" w:cs="Arial"/>
                <w:sz w:val="20"/>
                <w:szCs w:val="20"/>
              </w:rPr>
              <w:t>w zł.</w:t>
            </w:r>
          </w:p>
        </w:tc>
        <w:tc>
          <w:tcPr>
            <w:tcW w:w="840" w:type="dxa"/>
          </w:tcPr>
          <w:p w14:paraId="6285DC8B" w14:textId="77777777" w:rsidR="00233174" w:rsidRPr="00101307" w:rsidRDefault="00AB7883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F.f</w:t>
            </w:r>
          </w:p>
        </w:tc>
        <w:tc>
          <w:tcPr>
            <w:tcW w:w="2095" w:type="dxa"/>
          </w:tcPr>
          <w:p w14:paraId="446ABE9A" w14:textId="77777777" w:rsidR="00233174" w:rsidRPr="00101307" w:rsidRDefault="00233174" w:rsidP="004A5C1D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</w:t>
            </w:r>
            <w:r w:rsidR="00B85147" w:rsidRPr="00101307">
              <w:rPr>
                <w:rStyle w:val="pole"/>
                <w:rFonts w:ascii="Lato" w:hAnsi="Lato"/>
                <w:sz w:val="20"/>
                <w:szCs w:val="20"/>
                <w:lang w:val="pl-PL"/>
              </w:rPr>
              <w:t>T</w:t>
            </w:r>
          </w:p>
          <w:p w14:paraId="4E1EE852" w14:textId="77777777" w:rsidR="00945689" w:rsidRPr="00101307" w:rsidRDefault="00945689" w:rsidP="004A5C1D">
            <w:pPr>
              <w:tabs>
                <w:tab w:val="right" w:pos="2511"/>
              </w:tabs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101307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101307">
              <w:rPr>
                <w:rFonts w:eastAsia="Times New Roman" w:cs="Arial"/>
                <w:sz w:val="20"/>
                <w:szCs w:val="20"/>
              </w:rPr>
              <w:instrText xml:space="preserve"> </w:instrText>
            </w:r>
          </w:p>
          <w:p w14:paraId="12C36B7B" w14:textId="698923A8" w:rsidR="00233174" w:rsidRPr="00101307" w:rsidRDefault="00945689" w:rsidP="004A5C1D">
            <w:pPr>
              <w:tabs>
                <w:tab w:val="right" w:pos="2511"/>
              </w:tabs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instrText xml:space="preserve">REF </w:instrText>
            </w:r>
            <w:r w:rsidR="00233174" w:rsidRPr="00101307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101307">
              <w:rPr>
                <w:rFonts w:eastAsia="Times New Roman" w:cs="Arial"/>
                <w:sz w:val="20"/>
                <w:szCs w:val="20"/>
              </w:rPr>
              <w:instrText>a</w:instrText>
            </w:r>
            <w:r w:rsidR="00233174" w:rsidRPr="00101307">
              <w:rPr>
                <w:rFonts w:eastAsia="Times New Roman" w:cs="Arial"/>
                <w:sz w:val="20"/>
                <w:szCs w:val="20"/>
              </w:rPr>
              <w:instrText>17</w:instrText>
            </w:r>
            <w:r w:rsidRPr="00101307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101307" w:rsidRPr="00101307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101307">
              <w:rPr>
                <w:rFonts w:eastAsia="Times New Roman" w:cs="Arial"/>
                <w:sz w:val="20"/>
                <w:szCs w:val="20"/>
              </w:rPr>
            </w:r>
            <w:r w:rsidRPr="00101307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101307">
              <w:rPr>
                <w:rFonts w:eastAsia="Times New Roman" w:cs="Arial"/>
                <w:sz w:val="20"/>
                <w:szCs w:val="20"/>
              </w:rPr>
              <w:t>R17</w:t>
            </w:r>
            <w:r w:rsidRPr="00101307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="00233174" w:rsidRPr="00101307">
              <w:rPr>
                <w:rFonts w:eastAsia="Times New Roman" w:cs="Arial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6DFF116B" w14:textId="77777777" w:rsidR="00233174" w:rsidRPr="00101307" w:rsidRDefault="00A25EB3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1</w:t>
            </w:r>
            <w:r w:rsidR="00233174" w:rsidRPr="00101307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</w:tbl>
    <w:p w14:paraId="32847BB1" w14:textId="1459CB66" w:rsidR="00AA36D4" w:rsidRDefault="00AA36D4" w:rsidP="00AA36D4">
      <w:pPr>
        <w:pStyle w:val="Legenda"/>
        <w:keepNext/>
      </w:pPr>
      <w:bookmarkStart w:id="108" w:name="_Toc182566556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25</w:t>
      </w:r>
      <w:r w:rsidR="00715F4C">
        <w:rPr>
          <w:noProof/>
        </w:rPr>
        <w:fldChar w:fldCharType="end"/>
      </w:r>
      <w:r>
        <w:t xml:space="preserve">. </w:t>
      </w:r>
      <w:r w:rsidRPr="00303B96">
        <w:t>Struktura elementu DailyPaymentInformationType</w:t>
      </w:r>
      <w:bookmarkEnd w:id="108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233174" w:rsidRPr="00101307" w14:paraId="259FB4B5" w14:textId="77777777" w:rsidTr="00E115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7A6994C0" w14:textId="77777777" w:rsidR="00233174" w:rsidRPr="00101307" w:rsidRDefault="00233174" w:rsidP="00296070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101307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3F7C7E57" w14:textId="77777777" w:rsidR="00233174" w:rsidRPr="00101307" w:rsidRDefault="00233174" w:rsidP="00296070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101307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26079B5C" w14:textId="77777777" w:rsidR="00233174" w:rsidRPr="00101307" w:rsidRDefault="00D67046" w:rsidP="00233174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101307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0CDFE467" w14:textId="77777777" w:rsidR="00233174" w:rsidRPr="00101307" w:rsidRDefault="00233174" w:rsidP="00296070">
            <w:pPr>
              <w:rPr>
                <w:rFonts w:cs="Arial"/>
                <w:b/>
                <w:sz w:val="18"/>
                <w:szCs w:val="18"/>
              </w:rPr>
            </w:pPr>
            <w:r w:rsidRPr="00101307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0449FDF1" w14:textId="77777777" w:rsidR="00233174" w:rsidRPr="00101307" w:rsidRDefault="00233174" w:rsidP="00296070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101307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233174" w:rsidRPr="00101307" w14:paraId="18DB522E" w14:textId="77777777" w:rsidTr="00E115A2">
        <w:trPr>
          <w:trHeight w:val="213"/>
        </w:trPr>
        <w:tc>
          <w:tcPr>
            <w:tcW w:w="1788" w:type="dxa"/>
          </w:tcPr>
          <w:p w14:paraId="7AE45965" w14:textId="77777777" w:rsidR="00233174" w:rsidRPr="00101307" w:rsidRDefault="00233174" w:rsidP="0029607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</w:rPr>
              <w:t>totalDueAmountOfDailyPaym</w:t>
            </w:r>
          </w:p>
        </w:tc>
        <w:tc>
          <w:tcPr>
            <w:tcW w:w="3360" w:type="dxa"/>
          </w:tcPr>
          <w:p w14:paraId="25466923" w14:textId="77777777" w:rsidR="00233174" w:rsidRPr="00101307" w:rsidRDefault="001318B6" w:rsidP="00296070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Razem kwota należnych wpłat dziennych (Suma kwot z kolumny C).</w:t>
            </w:r>
          </w:p>
        </w:tc>
        <w:tc>
          <w:tcPr>
            <w:tcW w:w="840" w:type="dxa"/>
          </w:tcPr>
          <w:p w14:paraId="193C177E" w14:textId="77777777" w:rsidR="00233174" w:rsidRPr="00101307" w:rsidRDefault="00AB7883" w:rsidP="00296070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173</w:t>
            </w:r>
          </w:p>
        </w:tc>
        <w:tc>
          <w:tcPr>
            <w:tcW w:w="2095" w:type="dxa"/>
          </w:tcPr>
          <w:p w14:paraId="315E03F5" w14:textId="77777777" w:rsidR="00233174" w:rsidRPr="00101307" w:rsidRDefault="00233174" w:rsidP="00296070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</w:t>
            </w:r>
            <w:r w:rsidR="00A25EB3" w:rsidRPr="00101307">
              <w:rPr>
                <w:rStyle w:val="pole"/>
                <w:rFonts w:ascii="Lato" w:hAnsi="Lato"/>
                <w:sz w:val="20"/>
                <w:szCs w:val="20"/>
                <w:lang w:val="pl-PL"/>
              </w:rPr>
              <w:t>T</w:t>
            </w:r>
          </w:p>
          <w:p w14:paraId="7ECA96E8" w14:textId="4D29D3D3" w:rsidR="00233174" w:rsidRPr="00101307" w:rsidRDefault="00945689" w:rsidP="00296070">
            <w:pPr>
              <w:tabs>
                <w:tab w:val="right" w:pos="2511"/>
              </w:tabs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101307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101307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233174" w:rsidRPr="00101307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101307">
              <w:rPr>
                <w:rFonts w:eastAsia="Times New Roman" w:cs="Arial"/>
                <w:sz w:val="20"/>
                <w:szCs w:val="20"/>
              </w:rPr>
              <w:instrText>a</w:instrText>
            </w:r>
            <w:r w:rsidR="00233174" w:rsidRPr="00101307">
              <w:rPr>
                <w:rFonts w:eastAsia="Times New Roman" w:cs="Arial"/>
                <w:sz w:val="20"/>
                <w:szCs w:val="20"/>
              </w:rPr>
              <w:instrText>18</w:instrText>
            </w:r>
            <w:r w:rsidRPr="00101307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101307" w:rsidRPr="00101307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101307">
              <w:rPr>
                <w:rFonts w:eastAsia="Times New Roman" w:cs="Arial"/>
                <w:sz w:val="20"/>
                <w:szCs w:val="20"/>
              </w:rPr>
            </w:r>
            <w:r w:rsidRPr="00101307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101307">
              <w:rPr>
                <w:rFonts w:eastAsia="Times New Roman" w:cs="Arial"/>
                <w:sz w:val="20"/>
                <w:szCs w:val="20"/>
              </w:rPr>
              <w:t>R18</w:t>
            </w:r>
            <w:r w:rsidRPr="00101307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="00233174" w:rsidRPr="00101307">
              <w:rPr>
                <w:rFonts w:eastAsia="Times New Roman" w:cs="Arial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3D0C385E" w14:textId="77777777" w:rsidR="00233174" w:rsidRPr="00101307" w:rsidRDefault="00233174" w:rsidP="00296070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233174" w:rsidRPr="00101307" w14:paraId="72F805B3" w14:textId="77777777" w:rsidTr="00E115A2">
        <w:trPr>
          <w:trHeight w:val="213"/>
        </w:trPr>
        <w:tc>
          <w:tcPr>
            <w:tcW w:w="1788" w:type="dxa"/>
          </w:tcPr>
          <w:p w14:paraId="30EC74FF" w14:textId="77777777" w:rsidR="00233174" w:rsidRPr="00101307" w:rsidRDefault="00233174" w:rsidP="0029607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</w:rPr>
              <w:t>totalAmountOfExcessDailyPaymPrevDecl</w:t>
            </w:r>
          </w:p>
        </w:tc>
        <w:tc>
          <w:tcPr>
            <w:tcW w:w="3360" w:type="dxa"/>
          </w:tcPr>
          <w:p w14:paraId="7A511CA5" w14:textId="77777777" w:rsidR="00233174" w:rsidRPr="00101307" w:rsidRDefault="001318B6" w:rsidP="00296070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Razem kwota nadwyżki wpłat z poprzedniej deklaracji zaliczona na poczet wpłat dziennych (Suma kwot z kolumny e).</w:t>
            </w:r>
          </w:p>
        </w:tc>
        <w:tc>
          <w:tcPr>
            <w:tcW w:w="840" w:type="dxa"/>
          </w:tcPr>
          <w:p w14:paraId="14C4E71F" w14:textId="77777777" w:rsidR="00233174" w:rsidRPr="00101307" w:rsidRDefault="00AB7883" w:rsidP="00296070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174</w:t>
            </w:r>
          </w:p>
        </w:tc>
        <w:tc>
          <w:tcPr>
            <w:tcW w:w="2095" w:type="dxa"/>
          </w:tcPr>
          <w:p w14:paraId="60E3496E" w14:textId="77777777" w:rsidR="00233174" w:rsidRPr="00101307" w:rsidRDefault="00233174" w:rsidP="00296070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</w:t>
            </w:r>
            <w:r w:rsidR="00A25EB3" w:rsidRPr="00101307">
              <w:rPr>
                <w:rStyle w:val="pole"/>
                <w:rFonts w:ascii="Lato" w:hAnsi="Lato"/>
                <w:sz w:val="20"/>
                <w:szCs w:val="20"/>
                <w:lang w:val="pl-PL"/>
              </w:rPr>
              <w:t>T</w:t>
            </w:r>
          </w:p>
          <w:p w14:paraId="0A84F182" w14:textId="58B01FCA" w:rsidR="00233174" w:rsidRPr="00101307" w:rsidRDefault="00945689" w:rsidP="00296070">
            <w:pPr>
              <w:tabs>
                <w:tab w:val="right" w:pos="2511"/>
              </w:tabs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101307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101307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233174" w:rsidRPr="00101307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101307">
              <w:rPr>
                <w:rFonts w:eastAsia="Times New Roman" w:cs="Arial"/>
                <w:sz w:val="20"/>
                <w:szCs w:val="20"/>
              </w:rPr>
              <w:instrText>a</w:instrText>
            </w:r>
            <w:r w:rsidR="00233174" w:rsidRPr="00101307">
              <w:rPr>
                <w:rFonts w:eastAsia="Times New Roman" w:cs="Arial"/>
                <w:sz w:val="20"/>
                <w:szCs w:val="20"/>
              </w:rPr>
              <w:instrText>19</w:instrText>
            </w:r>
            <w:r w:rsidRPr="00101307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101307" w:rsidRPr="00101307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101307">
              <w:rPr>
                <w:rFonts w:eastAsia="Times New Roman" w:cs="Arial"/>
                <w:sz w:val="20"/>
                <w:szCs w:val="20"/>
              </w:rPr>
            </w:r>
            <w:r w:rsidRPr="00101307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101307">
              <w:rPr>
                <w:rFonts w:eastAsia="Times New Roman" w:cs="Arial"/>
                <w:sz w:val="20"/>
                <w:szCs w:val="20"/>
              </w:rPr>
              <w:t>R19</w:t>
            </w:r>
            <w:r w:rsidRPr="00101307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="00233174" w:rsidRPr="00101307">
              <w:rPr>
                <w:rFonts w:eastAsia="Times New Roman" w:cs="Arial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2931B4F6" w14:textId="77777777" w:rsidR="00233174" w:rsidRPr="00101307" w:rsidRDefault="00233174" w:rsidP="00296070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233174" w:rsidRPr="00101307" w14:paraId="2BA667AC" w14:textId="77777777" w:rsidTr="00E115A2">
        <w:trPr>
          <w:trHeight w:val="213"/>
        </w:trPr>
        <w:tc>
          <w:tcPr>
            <w:tcW w:w="1788" w:type="dxa"/>
          </w:tcPr>
          <w:p w14:paraId="2FFF970B" w14:textId="77777777" w:rsidR="00233174" w:rsidRPr="00101307" w:rsidRDefault="00233174" w:rsidP="0029607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</w:rPr>
              <w:t>totalAmountOfDailyPaym</w:t>
            </w:r>
          </w:p>
        </w:tc>
        <w:tc>
          <w:tcPr>
            <w:tcW w:w="3360" w:type="dxa"/>
          </w:tcPr>
          <w:p w14:paraId="7B5253F0" w14:textId="77777777" w:rsidR="00233174" w:rsidRPr="00101307" w:rsidRDefault="001318B6" w:rsidP="00296070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 xml:space="preserve">Razem kwota dokonanych wpłat dziennych(Suma kwot z kolumny </w:t>
            </w:r>
            <w:r w:rsidR="00152BB1" w:rsidRPr="00101307">
              <w:rPr>
                <w:rFonts w:eastAsia="Times New Roman" w:cs="Arial"/>
                <w:sz w:val="20"/>
                <w:szCs w:val="20"/>
              </w:rPr>
              <w:t>f</w:t>
            </w:r>
            <w:r w:rsidRPr="00101307">
              <w:rPr>
                <w:rFonts w:eastAsia="Times New Roman" w:cs="Arial"/>
                <w:sz w:val="20"/>
                <w:szCs w:val="20"/>
              </w:rPr>
              <w:t>).</w:t>
            </w:r>
          </w:p>
        </w:tc>
        <w:tc>
          <w:tcPr>
            <w:tcW w:w="840" w:type="dxa"/>
          </w:tcPr>
          <w:p w14:paraId="206B2150" w14:textId="77777777" w:rsidR="00233174" w:rsidRPr="00101307" w:rsidRDefault="00AB7883" w:rsidP="00296070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175</w:t>
            </w:r>
          </w:p>
        </w:tc>
        <w:tc>
          <w:tcPr>
            <w:tcW w:w="2095" w:type="dxa"/>
          </w:tcPr>
          <w:p w14:paraId="48E9CF1B" w14:textId="77777777" w:rsidR="00233174" w:rsidRPr="00101307" w:rsidRDefault="00233174" w:rsidP="00296070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</w:t>
            </w:r>
            <w:r w:rsidR="00A25EB3" w:rsidRPr="00101307">
              <w:rPr>
                <w:rStyle w:val="pole"/>
                <w:rFonts w:ascii="Lato" w:hAnsi="Lato"/>
                <w:sz w:val="20"/>
                <w:szCs w:val="20"/>
                <w:lang w:val="pl-PL"/>
              </w:rPr>
              <w:t>T</w:t>
            </w:r>
          </w:p>
          <w:p w14:paraId="4CBB1EDE" w14:textId="77777777" w:rsidR="00945689" w:rsidRPr="00101307" w:rsidRDefault="00945689" w:rsidP="00296070">
            <w:pPr>
              <w:tabs>
                <w:tab w:val="right" w:pos="2511"/>
              </w:tabs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101307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101307">
              <w:rPr>
                <w:rFonts w:eastAsia="Times New Roman" w:cs="Arial"/>
                <w:sz w:val="20"/>
                <w:szCs w:val="20"/>
              </w:rPr>
              <w:instrText xml:space="preserve"> </w:instrText>
            </w:r>
          </w:p>
          <w:p w14:paraId="419BFF3E" w14:textId="77C075ED" w:rsidR="00233174" w:rsidRPr="00101307" w:rsidRDefault="00945689" w:rsidP="00296070">
            <w:pPr>
              <w:tabs>
                <w:tab w:val="right" w:pos="2511"/>
              </w:tabs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instrText xml:space="preserve">REF </w:instrText>
            </w:r>
            <w:r w:rsidR="00233174" w:rsidRPr="00101307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101307">
              <w:rPr>
                <w:rFonts w:eastAsia="Times New Roman" w:cs="Arial"/>
                <w:sz w:val="20"/>
                <w:szCs w:val="20"/>
              </w:rPr>
              <w:instrText>a</w:instrText>
            </w:r>
            <w:r w:rsidR="00233174" w:rsidRPr="00101307">
              <w:rPr>
                <w:rFonts w:eastAsia="Times New Roman" w:cs="Arial"/>
                <w:sz w:val="20"/>
                <w:szCs w:val="20"/>
              </w:rPr>
              <w:instrText>20</w:instrText>
            </w:r>
            <w:r w:rsidRPr="00101307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101307" w:rsidRPr="00101307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101307">
              <w:rPr>
                <w:rFonts w:eastAsia="Times New Roman" w:cs="Arial"/>
                <w:sz w:val="20"/>
                <w:szCs w:val="20"/>
              </w:rPr>
            </w:r>
            <w:r w:rsidRPr="00101307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101307">
              <w:rPr>
                <w:rFonts w:eastAsia="Times New Roman" w:cs="Arial"/>
                <w:sz w:val="20"/>
                <w:szCs w:val="20"/>
              </w:rPr>
              <w:t>R20</w:t>
            </w:r>
            <w:r w:rsidRPr="00101307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="00233174" w:rsidRPr="00101307">
              <w:rPr>
                <w:rFonts w:eastAsia="Times New Roman" w:cs="Arial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189BCA23" w14:textId="77777777" w:rsidR="00233174" w:rsidRPr="00101307" w:rsidRDefault="00233174" w:rsidP="00296070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233174" w:rsidRPr="00101307" w14:paraId="5E013930" w14:textId="77777777" w:rsidTr="00E115A2">
        <w:trPr>
          <w:trHeight w:val="213"/>
        </w:trPr>
        <w:tc>
          <w:tcPr>
            <w:tcW w:w="1788" w:type="dxa"/>
          </w:tcPr>
          <w:p w14:paraId="29E40BD9" w14:textId="77777777" w:rsidR="00233174" w:rsidRPr="00101307" w:rsidRDefault="00233174" w:rsidP="0029607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</w:rPr>
              <w:t>DailyAmount</w:t>
            </w:r>
          </w:p>
        </w:tc>
        <w:tc>
          <w:tcPr>
            <w:tcW w:w="3360" w:type="dxa"/>
          </w:tcPr>
          <w:p w14:paraId="2CA75FEC" w14:textId="77777777" w:rsidR="00233174" w:rsidRPr="00101307" w:rsidRDefault="001318B6" w:rsidP="00296070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Informacja o kwotach wpłat dziennych</w:t>
            </w:r>
          </w:p>
        </w:tc>
        <w:tc>
          <w:tcPr>
            <w:tcW w:w="840" w:type="dxa"/>
          </w:tcPr>
          <w:p w14:paraId="2C179D47" w14:textId="77777777" w:rsidR="00233174" w:rsidRPr="00101307" w:rsidRDefault="00AB7883" w:rsidP="00233174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20F97DA5" w14:textId="77777777" w:rsidR="00233174" w:rsidRPr="00101307" w:rsidRDefault="00233174" w:rsidP="0029607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01307">
              <w:rPr>
                <w:rStyle w:val="pole"/>
                <w:rFonts w:ascii="Lato" w:hAnsi="Lato"/>
                <w:sz w:val="20"/>
                <w:szCs w:val="20"/>
              </w:rPr>
              <w:t>ZDailyAmount</w:t>
            </w:r>
          </w:p>
        </w:tc>
        <w:tc>
          <w:tcPr>
            <w:tcW w:w="1197" w:type="dxa"/>
          </w:tcPr>
          <w:p w14:paraId="1E55D60B" w14:textId="77777777" w:rsidR="00233174" w:rsidRPr="00101307" w:rsidRDefault="00233174" w:rsidP="00296070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0..999</w:t>
            </w:r>
          </w:p>
        </w:tc>
      </w:tr>
    </w:tbl>
    <w:p w14:paraId="2B1172AE" w14:textId="77777777" w:rsidR="009C5379" w:rsidRDefault="009C5379" w:rsidP="00C048E5">
      <w:pPr>
        <w:pStyle w:val="Nagwek3"/>
      </w:pPr>
      <w:bookmarkStart w:id="109" w:name="_Toc182566442"/>
      <w:r>
        <w:t>Reguły</w:t>
      </w:r>
      <w:bookmarkEnd w:id="109"/>
    </w:p>
    <w:p w14:paraId="34A9AE1B" w14:textId="5C12BD44" w:rsidR="00AA36D4" w:rsidRDefault="00AA36D4" w:rsidP="00AA36D4">
      <w:pPr>
        <w:pStyle w:val="Legenda"/>
        <w:keepNext/>
      </w:pPr>
      <w:bookmarkStart w:id="110" w:name="_Toc182566557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26</w:t>
      </w:r>
      <w:r w:rsidR="00715F4C">
        <w:rPr>
          <w:noProof/>
        </w:rPr>
        <w:fldChar w:fldCharType="end"/>
      </w:r>
      <w:r>
        <w:t xml:space="preserve">. </w:t>
      </w:r>
      <w:r w:rsidRPr="00566149">
        <w:t>Reguły dotyczące załącznika AKC-4/A</w:t>
      </w:r>
      <w:bookmarkEnd w:id="110"/>
    </w:p>
    <w:tbl>
      <w:tblPr>
        <w:tblStyle w:val="Siatkatabelijasna"/>
        <w:tblW w:w="0" w:type="auto"/>
        <w:tblLook w:val="01E0" w:firstRow="1" w:lastRow="1" w:firstColumn="1" w:lastColumn="1" w:noHBand="0" w:noVBand="0"/>
      </w:tblPr>
      <w:tblGrid>
        <w:gridCol w:w="943"/>
        <w:gridCol w:w="8105"/>
      </w:tblGrid>
      <w:tr w:rsidR="009C5379" w14:paraId="10E191D1" w14:textId="77777777" w:rsidTr="00E115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43" w:type="dxa"/>
          </w:tcPr>
          <w:p w14:paraId="57693448" w14:textId="77777777" w:rsidR="009C5379" w:rsidRPr="00101307" w:rsidRDefault="009C5379" w:rsidP="00A02281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101307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111" w:type="dxa"/>
          </w:tcPr>
          <w:p w14:paraId="7A079B66" w14:textId="77777777" w:rsidR="009C5379" w:rsidRPr="00101307" w:rsidRDefault="009C5379" w:rsidP="00A02281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101307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9C5379" w:rsidRPr="001767A9" w14:paraId="52923D57" w14:textId="77777777" w:rsidTr="00E115A2">
        <w:trPr>
          <w:trHeight w:val="213"/>
        </w:trPr>
        <w:tc>
          <w:tcPr>
            <w:tcW w:w="943" w:type="dxa"/>
          </w:tcPr>
          <w:p w14:paraId="38A3B8D9" w14:textId="77777777" w:rsidR="009C5379" w:rsidRPr="00101307" w:rsidRDefault="00135EBE" w:rsidP="00A02281">
            <w:pPr>
              <w:rPr>
                <w:rFonts w:eastAsia="Times New Roman" w:cs="Arial"/>
                <w:sz w:val="20"/>
                <w:szCs w:val="20"/>
              </w:rPr>
            </w:pPr>
            <w:bookmarkStart w:id="111" w:name="Ra1"/>
            <w:r w:rsidRPr="00101307">
              <w:rPr>
                <w:rFonts w:eastAsia="Times New Roman" w:cs="Arial"/>
                <w:sz w:val="20"/>
                <w:szCs w:val="20"/>
              </w:rPr>
              <w:t>R1</w:t>
            </w:r>
            <w:bookmarkEnd w:id="111"/>
          </w:p>
        </w:tc>
        <w:tc>
          <w:tcPr>
            <w:tcW w:w="8111" w:type="dxa"/>
          </w:tcPr>
          <w:p w14:paraId="7BF71FF7" w14:textId="77777777" w:rsidR="009C5379" w:rsidRPr="00101307" w:rsidRDefault="00E93AAE" w:rsidP="00A02281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Pole wypełniane przez system zgodnie z wartością w analogicznym polu deklaracji AKC-4/AKC-4zo</w:t>
            </w:r>
          </w:p>
        </w:tc>
      </w:tr>
      <w:tr w:rsidR="009C5379" w:rsidRPr="001767A9" w14:paraId="2D8EA635" w14:textId="77777777" w:rsidTr="00E115A2">
        <w:trPr>
          <w:trHeight w:val="213"/>
        </w:trPr>
        <w:tc>
          <w:tcPr>
            <w:tcW w:w="943" w:type="dxa"/>
          </w:tcPr>
          <w:p w14:paraId="4F482120" w14:textId="77777777" w:rsidR="009C5379" w:rsidRPr="00101307" w:rsidRDefault="00135EBE" w:rsidP="00A02281">
            <w:pPr>
              <w:rPr>
                <w:rFonts w:eastAsia="Times New Roman" w:cs="Arial"/>
                <w:sz w:val="20"/>
                <w:szCs w:val="20"/>
              </w:rPr>
            </w:pPr>
            <w:bookmarkStart w:id="112" w:name="Ra2"/>
            <w:r w:rsidRPr="00101307">
              <w:rPr>
                <w:rFonts w:eastAsia="Times New Roman" w:cs="Arial"/>
                <w:sz w:val="20"/>
                <w:szCs w:val="20"/>
              </w:rPr>
              <w:t>R2</w:t>
            </w:r>
            <w:bookmarkEnd w:id="112"/>
          </w:p>
        </w:tc>
        <w:tc>
          <w:tcPr>
            <w:tcW w:w="8111" w:type="dxa"/>
          </w:tcPr>
          <w:p w14:paraId="1D2B9F65" w14:textId="77777777" w:rsidR="009C5379" w:rsidRPr="00101307" w:rsidRDefault="00C37499" w:rsidP="00A02281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Pole uzupełniane przy zatwierdzaniu dokumentu w wyniku akcji „Wiązanie dokumentu AKC-PA” (szczegóły w punkcie „dostępne akcje” poniżej).</w:t>
            </w:r>
          </w:p>
        </w:tc>
      </w:tr>
      <w:tr w:rsidR="00135EBE" w:rsidRPr="001767A9" w14:paraId="21EF54B9" w14:textId="77777777" w:rsidTr="00E115A2">
        <w:trPr>
          <w:trHeight w:val="213"/>
        </w:trPr>
        <w:tc>
          <w:tcPr>
            <w:tcW w:w="943" w:type="dxa"/>
          </w:tcPr>
          <w:p w14:paraId="548B01CA" w14:textId="77777777" w:rsidR="00135EBE" w:rsidRPr="00101307" w:rsidRDefault="00135EBE" w:rsidP="00A02281">
            <w:pPr>
              <w:rPr>
                <w:rFonts w:eastAsia="Times New Roman" w:cs="Arial"/>
                <w:sz w:val="20"/>
                <w:szCs w:val="20"/>
              </w:rPr>
            </w:pPr>
            <w:bookmarkStart w:id="113" w:name="Ra3"/>
            <w:r w:rsidRPr="00101307">
              <w:rPr>
                <w:rFonts w:eastAsia="Times New Roman" w:cs="Arial"/>
                <w:sz w:val="20"/>
                <w:szCs w:val="20"/>
              </w:rPr>
              <w:t>R3</w:t>
            </w:r>
            <w:bookmarkEnd w:id="113"/>
          </w:p>
        </w:tc>
        <w:tc>
          <w:tcPr>
            <w:tcW w:w="8111" w:type="dxa"/>
          </w:tcPr>
          <w:p w14:paraId="73D0879C" w14:textId="77777777" w:rsidR="00135EBE" w:rsidRPr="00101307" w:rsidRDefault="00135EBE" w:rsidP="00135EBE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Element może występować tylko jeśli w dokumencie nadrzędnym w polu formKind</w:t>
            </w:r>
            <w:r w:rsidR="001D08A3" w:rsidRPr="00101307">
              <w:rPr>
                <w:rFonts w:eastAsia="Times New Roman" w:cs="Arial"/>
                <w:sz w:val="20"/>
                <w:szCs w:val="20"/>
              </w:rPr>
              <w:t xml:space="preserve"> wybrano wartość </w:t>
            </w:r>
            <w:r w:rsidRPr="00101307">
              <w:rPr>
                <w:rFonts w:eastAsia="Times New Roman" w:cs="Arial"/>
                <w:sz w:val="20"/>
                <w:szCs w:val="20"/>
              </w:rPr>
              <w:t xml:space="preserve">AKC-4. </w:t>
            </w:r>
          </w:p>
        </w:tc>
      </w:tr>
      <w:tr w:rsidR="009C5379" w:rsidRPr="001767A9" w14:paraId="57315C40" w14:textId="77777777" w:rsidTr="00E115A2">
        <w:trPr>
          <w:trHeight w:val="213"/>
        </w:trPr>
        <w:tc>
          <w:tcPr>
            <w:tcW w:w="943" w:type="dxa"/>
          </w:tcPr>
          <w:p w14:paraId="75920A28" w14:textId="77777777" w:rsidR="009C5379" w:rsidRPr="00101307" w:rsidRDefault="009C5379" w:rsidP="00A02281">
            <w:pPr>
              <w:rPr>
                <w:rFonts w:eastAsia="Times New Roman" w:cs="Arial"/>
                <w:sz w:val="20"/>
                <w:szCs w:val="20"/>
              </w:rPr>
            </w:pPr>
            <w:bookmarkStart w:id="114" w:name="Ra4"/>
            <w:r w:rsidRPr="00101307">
              <w:rPr>
                <w:rFonts w:eastAsia="Times New Roman" w:cs="Arial"/>
                <w:sz w:val="20"/>
                <w:szCs w:val="20"/>
              </w:rPr>
              <w:lastRenderedPageBreak/>
              <w:t>R4</w:t>
            </w:r>
            <w:bookmarkEnd w:id="114"/>
          </w:p>
        </w:tc>
        <w:tc>
          <w:tcPr>
            <w:tcW w:w="8111" w:type="dxa"/>
          </w:tcPr>
          <w:p w14:paraId="7E9C8F46" w14:textId="77777777" w:rsidR="009C5379" w:rsidRPr="00101307" w:rsidRDefault="00C37499" w:rsidP="00A02281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Wypełniane automatycznie na podstawie licznika kolejnego zapisanego załącznika danego typu..</w:t>
            </w:r>
          </w:p>
        </w:tc>
      </w:tr>
      <w:tr w:rsidR="009C5379" w:rsidRPr="001767A9" w14:paraId="41A9ECCB" w14:textId="77777777" w:rsidTr="00E115A2">
        <w:trPr>
          <w:trHeight w:val="213"/>
        </w:trPr>
        <w:tc>
          <w:tcPr>
            <w:tcW w:w="943" w:type="dxa"/>
          </w:tcPr>
          <w:p w14:paraId="1BACEBC7" w14:textId="77777777" w:rsidR="009C5379" w:rsidRPr="00101307" w:rsidRDefault="009C5379" w:rsidP="00A02281">
            <w:pPr>
              <w:rPr>
                <w:rFonts w:eastAsia="Times New Roman" w:cs="Arial"/>
                <w:sz w:val="20"/>
                <w:szCs w:val="20"/>
              </w:rPr>
            </w:pPr>
            <w:bookmarkStart w:id="115" w:name="Ra5"/>
            <w:r w:rsidRPr="00101307">
              <w:rPr>
                <w:rFonts w:eastAsia="Times New Roman" w:cs="Arial"/>
                <w:sz w:val="20"/>
                <w:szCs w:val="20"/>
              </w:rPr>
              <w:t>R5</w:t>
            </w:r>
            <w:bookmarkEnd w:id="115"/>
          </w:p>
        </w:tc>
        <w:tc>
          <w:tcPr>
            <w:tcW w:w="8111" w:type="dxa"/>
          </w:tcPr>
          <w:p w14:paraId="53DDF3AE" w14:textId="77777777" w:rsidR="00553A57" w:rsidRPr="00101307" w:rsidRDefault="00553A57" w:rsidP="00553A57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Walidacja 1: jeśli wybrano deklarację AKC4zo to pole musi być puste.</w:t>
            </w:r>
          </w:p>
          <w:p w14:paraId="04DA3182" w14:textId="77777777" w:rsidR="009C5379" w:rsidRPr="00101307" w:rsidRDefault="00553A57" w:rsidP="00553A57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 xml:space="preserve">Walidacja 2: Wypełnione może być tylko jedno pole numeru akcyzowego – jeśli wskazany jest własny skład, to nie obcy. </w:t>
            </w:r>
          </w:p>
        </w:tc>
      </w:tr>
      <w:tr w:rsidR="009C5379" w:rsidRPr="001767A9" w14:paraId="29D8CE4C" w14:textId="77777777" w:rsidTr="00E115A2">
        <w:trPr>
          <w:trHeight w:val="213"/>
        </w:trPr>
        <w:tc>
          <w:tcPr>
            <w:tcW w:w="943" w:type="dxa"/>
          </w:tcPr>
          <w:p w14:paraId="2EEDF3CD" w14:textId="77777777" w:rsidR="009C5379" w:rsidRPr="00101307" w:rsidRDefault="009C5379" w:rsidP="00A02281">
            <w:pPr>
              <w:rPr>
                <w:rFonts w:eastAsia="Times New Roman" w:cs="Arial"/>
                <w:sz w:val="20"/>
                <w:szCs w:val="20"/>
              </w:rPr>
            </w:pPr>
            <w:bookmarkStart w:id="116" w:name="Ra6"/>
            <w:r w:rsidRPr="00101307">
              <w:rPr>
                <w:rFonts w:eastAsia="Times New Roman" w:cs="Arial"/>
                <w:sz w:val="20"/>
                <w:szCs w:val="20"/>
              </w:rPr>
              <w:t>R6</w:t>
            </w:r>
            <w:bookmarkEnd w:id="116"/>
          </w:p>
        </w:tc>
        <w:tc>
          <w:tcPr>
            <w:tcW w:w="8111" w:type="dxa"/>
          </w:tcPr>
          <w:p w14:paraId="79AEC0F5" w14:textId="77777777" w:rsidR="00553A57" w:rsidRPr="00101307" w:rsidRDefault="00553A57" w:rsidP="00553A57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Walidacja 1: jeśli wybrano deklarację AKC4zo to pole musi być puste.</w:t>
            </w:r>
          </w:p>
          <w:p w14:paraId="402D6DC4" w14:textId="77777777" w:rsidR="009C5379" w:rsidRPr="00101307" w:rsidRDefault="00553A57" w:rsidP="00553A57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 xml:space="preserve">Walidacja 2: Wypełnione może być tylko jedno pole numeru akcyzowego – jeśli wskazany jest obcy skład, to nie własny. </w:t>
            </w:r>
          </w:p>
        </w:tc>
      </w:tr>
      <w:tr w:rsidR="009C5379" w:rsidRPr="001767A9" w14:paraId="09AB43C1" w14:textId="77777777" w:rsidTr="00E115A2">
        <w:trPr>
          <w:trHeight w:val="213"/>
        </w:trPr>
        <w:tc>
          <w:tcPr>
            <w:tcW w:w="943" w:type="dxa"/>
          </w:tcPr>
          <w:p w14:paraId="7D6F0821" w14:textId="77777777" w:rsidR="009C5379" w:rsidRPr="00101307" w:rsidRDefault="009C5379" w:rsidP="00A02281">
            <w:pPr>
              <w:rPr>
                <w:rFonts w:eastAsia="Times New Roman" w:cs="Arial"/>
                <w:sz w:val="20"/>
                <w:szCs w:val="20"/>
              </w:rPr>
            </w:pPr>
            <w:bookmarkStart w:id="117" w:name="Ra8"/>
            <w:r w:rsidRPr="00101307">
              <w:rPr>
                <w:rFonts w:eastAsia="Times New Roman" w:cs="Arial"/>
                <w:sz w:val="20"/>
                <w:szCs w:val="20"/>
              </w:rPr>
              <w:t>R8</w:t>
            </w:r>
            <w:bookmarkEnd w:id="117"/>
          </w:p>
        </w:tc>
        <w:tc>
          <w:tcPr>
            <w:tcW w:w="8111" w:type="dxa"/>
          </w:tcPr>
          <w:p w14:paraId="2797E7FB" w14:textId="77777777" w:rsidR="009C5379" w:rsidRPr="00101307" w:rsidRDefault="00D02086" w:rsidP="00A02281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Walidacja: Jeśli wybrano deklarację AKC-4zo, to pole musi być wypełnione.</w:t>
            </w:r>
          </w:p>
        </w:tc>
      </w:tr>
      <w:tr w:rsidR="009C5379" w:rsidRPr="001767A9" w14:paraId="499E43CD" w14:textId="77777777" w:rsidTr="00E115A2">
        <w:trPr>
          <w:trHeight w:val="213"/>
        </w:trPr>
        <w:tc>
          <w:tcPr>
            <w:tcW w:w="943" w:type="dxa"/>
          </w:tcPr>
          <w:p w14:paraId="0A53061A" w14:textId="77777777" w:rsidR="009C5379" w:rsidRPr="00101307" w:rsidRDefault="009C5379" w:rsidP="00A02281">
            <w:pPr>
              <w:rPr>
                <w:rFonts w:eastAsia="Times New Roman" w:cs="Arial"/>
                <w:sz w:val="20"/>
                <w:szCs w:val="20"/>
              </w:rPr>
            </w:pPr>
            <w:bookmarkStart w:id="118" w:name="Ra9"/>
            <w:r w:rsidRPr="00101307">
              <w:rPr>
                <w:rFonts w:eastAsia="Times New Roman" w:cs="Arial"/>
                <w:sz w:val="20"/>
                <w:szCs w:val="20"/>
              </w:rPr>
              <w:t>R9</w:t>
            </w:r>
            <w:bookmarkEnd w:id="118"/>
          </w:p>
        </w:tc>
        <w:tc>
          <w:tcPr>
            <w:tcW w:w="8111" w:type="dxa"/>
          </w:tcPr>
          <w:p w14:paraId="2E1DD5C2" w14:textId="77777777" w:rsidR="009C5379" w:rsidRPr="00101307" w:rsidRDefault="00B85EAA" w:rsidP="00A02281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Walidacja: sprawdzenie czy suma kwot z pozycji „Nadwyżka przedpłaty akcyzy” i „Przedpłata akcyzy do zapłaty” deklaracji AKC-PA (A) (za okres) jest równa wprowadzonej w polu wartości.</w:t>
            </w:r>
          </w:p>
        </w:tc>
      </w:tr>
      <w:tr w:rsidR="009C5379" w:rsidRPr="001767A9" w14:paraId="55933C6E" w14:textId="77777777" w:rsidTr="00E115A2">
        <w:trPr>
          <w:trHeight w:val="213"/>
        </w:trPr>
        <w:tc>
          <w:tcPr>
            <w:tcW w:w="943" w:type="dxa"/>
          </w:tcPr>
          <w:p w14:paraId="579BDE85" w14:textId="77777777" w:rsidR="009C5379" w:rsidRPr="00101307" w:rsidRDefault="009C5379" w:rsidP="00A02281">
            <w:pPr>
              <w:rPr>
                <w:rFonts w:eastAsia="Times New Roman" w:cs="Arial"/>
                <w:sz w:val="20"/>
                <w:szCs w:val="20"/>
              </w:rPr>
            </w:pPr>
            <w:bookmarkStart w:id="119" w:name="Ra10"/>
            <w:r w:rsidRPr="00101307">
              <w:rPr>
                <w:rFonts w:eastAsia="Times New Roman" w:cs="Arial"/>
                <w:sz w:val="20"/>
                <w:szCs w:val="20"/>
              </w:rPr>
              <w:t>R10</w:t>
            </w:r>
            <w:bookmarkEnd w:id="119"/>
          </w:p>
        </w:tc>
        <w:tc>
          <w:tcPr>
            <w:tcW w:w="8111" w:type="dxa"/>
          </w:tcPr>
          <w:p w14:paraId="11B4865C" w14:textId="77777777" w:rsidR="009C5379" w:rsidRPr="00101307" w:rsidRDefault="00B85EAA" w:rsidP="00A02281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Walidacja: jeśli wynik wyliczenia jest różny od wprowadzon</w:t>
            </w:r>
            <w:r w:rsidR="00474BDB" w:rsidRPr="00101307">
              <w:rPr>
                <w:rFonts w:eastAsia="Times New Roman" w:cs="Arial"/>
                <w:sz w:val="20"/>
                <w:szCs w:val="20"/>
              </w:rPr>
              <w:t>ej wartości, to jest Błąd</w:t>
            </w:r>
            <w:r w:rsidRPr="00101307">
              <w:rPr>
                <w:rFonts w:eastAsia="Times New Roman" w:cs="Arial"/>
                <w:sz w:val="20"/>
                <w:szCs w:val="20"/>
              </w:rPr>
              <w:t>. Jeśli wyliczona wartość jest ujemna, powinno być 0.</w:t>
            </w:r>
          </w:p>
        </w:tc>
      </w:tr>
      <w:tr w:rsidR="009C5379" w:rsidRPr="001767A9" w14:paraId="2281BAF8" w14:textId="77777777" w:rsidTr="00E115A2">
        <w:trPr>
          <w:trHeight w:val="213"/>
        </w:trPr>
        <w:tc>
          <w:tcPr>
            <w:tcW w:w="943" w:type="dxa"/>
          </w:tcPr>
          <w:p w14:paraId="0C822CF8" w14:textId="77777777" w:rsidR="009C5379" w:rsidRPr="00101307" w:rsidRDefault="009C5379" w:rsidP="00A02281">
            <w:pPr>
              <w:rPr>
                <w:rFonts w:eastAsia="Times New Roman" w:cs="Arial"/>
                <w:sz w:val="20"/>
                <w:szCs w:val="20"/>
              </w:rPr>
            </w:pPr>
            <w:bookmarkStart w:id="120" w:name="Ra11"/>
            <w:r w:rsidRPr="00101307">
              <w:rPr>
                <w:rFonts w:eastAsia="Times New Roman" w:cs="Arial"/>
                <w:sz w:val="20"/>
                <w:szCs w:val="20"/>
              </w:rPr>
              <w:t>R11</w:t>
            </w:r>
            <w:bookmarkEnd w:id="120"/>
          </w:p>
        </w:tc>
        <w:tc>
          <w:tcPr>
            <w:tcW w:w="8111" w:type="dxa"/>
          </w:tcPr>
          <w:p w14:paraId="7903D3DF" w14:textId="77777777" w:rsidR="006E117F" w:rsidRPr="00101307" w:rsidRDefault="006E117F" w:rsidP="006E117F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Pole niewymagalne (puste) w przypadku, gdy nie złożono AKC-PA za ten sam okres rozliczeniowy.</w:t>
            </w:r>
          </w:p>
          <w:p w14:paraId="22E4118B" w14:textId="77777777" w:rsidR="009C5379" w:rsidRPr="00101307" w:rsidRDefault="006E117F" w:rsidP="006E117F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Walidacja: jeśli wynik wyliczenia jest różny od wprowadzonej warto</w:t>
            </w:r>
            <w:r w:rsidR="00474BDB" w:rsidRPr="00101307">
              <w:rPr>
                <w:rFonts w:eastAsia="Times New Roman" w:cs="Arial"/>
                <w:sz w:val="20"/>
                <w:szCs w:val="20"/>
              </w:rPr>
              <w:t>ści, to jest Błąd</w:t>
            </w:r>
            <w:r w:rsidRPr="00101307">
              <w:rPr>
                <w:rFonts w:eastAsia="Times New Roman" w:cs="Arial"/>
                <w:sz w:val="20"/>
                <w:szCs w:val="20"/>
              </w:rPr>
              <w:t>. Jeśli wyliczona wartość jest ujemna, powinno być 0.</w:t>
            </w:r>
          </w:p>
        </w:tc>
      </w:tr>
      <w:tr w:rsidR="009C5379" w:rsidRPr="001767A9" w14:paraId="6A8A440A" w14:textId="77777777" w:rsidTr="00E115A2">
        <w:trPr>
          <w:trHeight w:val="213"/>
        </w:trPr>
        <w:tc>
          <w:tcPr>
            <w:tcW w:w="943" w:type="dxa"/>
          </w:tcPr>
          <w:p w14:paraId="65EE7BC8" w14:textId="77777777" w:rsidR="009C5379" w:rsidRPr="00101307" w:rsidRDefault="009C5379" w:rsidP="00A02281">
            <w:pPr>
              <w:rPr>
                <w:rFonts w:eastAsia="Times New Roman" w:cs="Arial"/>
                <w:sz w:val="20"/>
                <w:szCs w:val="20"/>
              </w:rPr>
            </w:pPr>
            <w:bookmarkStart w:id="121" w:name="Ra12"/>
            <w:r w:rsidRPr="00101307">
              <w:rPr>
                <w:rFonts w:eastAsia="Times New Roman" w:cs="Arial"/>
                <w:sz w:val="20"/>
                <w:szCs w:val="20"/>
              </w:rPr>
              <w:t>R12</w:t>
            </w:r>
            <w:bookmarkEnd w:id="121"/>
          </w:p>
        </w:tc>
        <w:tc>
          <w:tcPr>
            <w:tcW w:w="8111" w:type="dxa"/>
          </w:tcPr>
          <w:p w14:paraId="090F90A2" w14:textId="77777777" w:rsidR="00F82B70" w:rsidRPr="00101307" w:rsidRDefault="00F82B70" w:rsidP="00F82B70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352C5CB0" w14:textId="77777777" w:rsidR="00F82B70" w:rsidRPr="00101307" w:rsidRDefault="00F82B70" w:rsidP="00F82B70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Pole wyliczane na podstawie sumy wartości wprowadzonych w polu „Ilość wyrobów w hektolitrach 100% vol. alkoholu etylowego”. System wstawia wyliczoną wartość.</w:t>
            </w:r>
          </w:p>
          <w:p w14:paraId="01EC8A82" w14:textId="77777777" w:rsidR="009C5379" w:rsidRPr="00101307" w:rsidRDefault="00F82B70" w:rsidP="00F82B70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 xml:space="preserve">Walidacja: wprowadzona liczba powinna się równać sumie wyliczonej. Jeśli nie równa się, to jest </w:t>
            </w:r>
            <w:r w:rsidR="00474BDB" w:rsidRPr="00101307">
              <w:rPr>
                <w:rFonts w:eastAsia="Times New Roman" w:cs="Arial"/>
                <w:sz w:val="20"/>
                <w:szCs w:val="20"/>
              </w:rPr>
              <w:t>błąd.</w:t>
            </w:r>
          </w:p>
        </w:tc>
      </w:tr>
      <w:tr w:rsidR="009C5379" w:rsidRPr="001767A9" w14:paraId="4A06DEB5" w14:textId="77777777" w:rsidTr="00E115A2">
        <w:trPr>
          <w:trHeight w:val="213"/>
        </w:trPr>
        <w:tc>
          <w:tcPr>
            <w:tcW w:w="943" w:type="dxa"/>
          </w:tcPr>
          <w:p w14:paraId="556110EB" w14:textId="77777777" w:rsidR="009C5379" w:rsidRPr="00101307" w:rsidRDefault="009C5379" w:rsidP="00A02281">
            <w:pPr>
              <w:rPr>
                <w:rFonts w:eastAsia="Times New Roman" w:cs="Arial"/>
                <w:sz w:val="20"/>
                <w:szCs w:val="20"/>
              </w:rPr>
            </w:pPr>
            <w:bookmarkStart w:id="122" w:name="Ra13"/>
            <w:r w:rsidRPr="00101307">
              <w:rPr>
                <w:rFonts w:eastAsia="Times New Roman" w:cs="Arial"/>
                <w:sz w:val="20"/>
                <w:szCs w:val="20"/>
              </w:rPr>
              <w:t>R13</w:t>
            </w:r>
            <w:bookmarkEnd w:id="122"/>
          </w:p>
        </w:tc>
        <w:tc>
          <w:tcPr>
            <w:tcW w:w="8111" w:type="dxa"/>
          </w:tcPr>
          <w:p w14:paraId="07D2FDB0" w14:textId="77777777" w:rsidR="00F82B70" w:rsidRPr="00101307" w:rsidRDefault="00F82B70" w:rsidP="00F82B70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445AF525" w14:textId="77777777" w:rsidR="00F82B70" w:rsidRPr="00101307" w:rsidRDefault="00F82B70" w:rsidP="00F82B70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Pole wyliczane na podstawie sumy wartości wprowadzonych w polu „Kwota podatku w zł”. System wstawia wyliczoną wartość.</w:t>
            </w:r>
          </w:p>
          <w:p w14:paraId="707B6CB9" w14:textId="77777777" w:rsidR="009C5379" w:rsidRPr="00101307" w:rsidRDefault="00F82B70" w:rsidP="00F82B70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Walidacja: wprowadzona liczba powinna się równać sumie wartości wprowadzonych w polu „Kwota podatku w zł”. Jeśli ni</w:t>
            </w:r>
            <w:r w:rsidR="00474BDB" w:rsidRPr="00101307">
              <w:rPr>
                <w:rFonts w:eastAsia="Times New Roman" w:cs="Arial"/>
                <w:sz w:val="20"/>
                <w:szCs w:val="20"/>
              </w:rPr>
              <w:t>e równa się, to jest Błąd</w:t>
            </w:r>
            <w:r w:rsidRPr="00101307">
              <w:rPr>
                <w:rFonts w:eastAsia="Times New Roman" w:cs="Arial"/>
                <w:sz w:val="20"/>
                <w:szCs w:val="20"/>
              </w:rPr>
              <w:t>.</w:t>
            </w:r>
          </w:p>
        </w:tc>
      </w:tr>
      <w:tr w:rsidR="009C5379" w:rsidRPr="001767A9" w14:paraId="3E00FF9E" w14:textId="77777777" w:rsidTr="00E115A2">
        <w:trPr>
          <w:trHeight w:val="213"/>
        </w:trPr>
        <w:tc>
          <w:tcPr>
            <w:tcW w:w="943" w:type="dxa"/>
          </w:tcPr>
          <w:p w14:paraId="049A9602" w14:textId="77777777" w:rsidR="009C5379" w:rsidRPr="00101307" w:rsidRDefault="009C5379" w:rsidP="00A02281">
            <w:pPr>
              <w:rPr>
                <w:rFonts w:eastAsia="Times New Roman" w:cs="Arial"/>
                <w:sz w:val="20"/>
                <w:szCs w:val="20"/>
              </w:rPr>
            </w:pPr>
            <w:bookmarkStart w:id="123" w:name="Ra14"/>
            <w:r w:rsidRPr="00101307">
              <w:rPr>
                <w:rFonts w:eastAsia="Times New Roman" w:cs="Arial"/>
                <w:sz w:val="20"/>
                <w:szCs w:val="20"/>
              </w:rPr>
              <w:t>R14</w:t>
            </w:r>
            <w:bookmarkEnd w:id="123"/>
          </w:p>
        </w:tc>
        <w:tc>
          <w:tcPr>
            <w:tcW w:w="8111" w:type="dxa"/>
          </w:tcPr>
          <w:p w14:paraId="39796C72" w14:textId="77777777" w:rsidR="008535BF" w:rsidRPr="00101307" w:rsidRDefault="008535BF" w:rsidP="008535BF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Wersja papierowa dokumentu: System wstawia nazwę pobraną ze słownika w ISZTAR.</w:t>
            </w:r>
          </w:p>
          <w:p w14:paraId="02422137" w14:textId="77777777" w:rsidR="009C5379" w:rsidRPr="00101307" w:rsidRDefault="008535BF" w:rsidP="008535BF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 xml:space="preserve">Walidacja dla wersji elektronicznej: porównanie wprowadzonej nazwy grupy wyrobów z wartością pobraną z systemu ISZTAR na podstawie kodu CN. </w:t>
            </w:r>
          </w:p>
        </w:tc>
      </w:tr>
      <w:tr w:rsidR="009C5379" w:rsidRPr="001767A9" w14:paraId="43A2829E" w14:textId="77777777" w:rsidTr="00E115A2">
        <w:trPr>
          <w:trHeight w:val="213"/>
        </w:trPr>
        <w:tc>
          <w:tcPr>
            <w:tcW w:w="943" w:type="dxa"/>
          </w:tcPr>
          <w:p w14:paraId="475B1290" w14:textId="77777777" w:rsidR="009C5379" w:rsidRPr="00101307" w:rsidRDefault="009C5379" w:rsidP="00A02281">
            <w:pPr>
              <w:rPr>
                <w:rFonts w:eastAsia="Times New Roman" w:cs="Arial"/>
                <w:sz w:val="20"/>
                <w:szCs w:val="20"/>
              </w:rPr>
            </w:pPr>
            <w:bookmarkStart w:id="124" w:name="Ra17"/>
            <w:r w:rsidRPr="00101307">
              <w:rPr>
                <w:rFonts w:eastAsia="Times New Roman" w:cs="Arial"/>
                <w:sz w:val="20"/>
                <w:szCs w:val="20"/>
              </w:rPr>
              <w:t>R17</w:t>
            </w:r>
            <w:bookmarkEnd w:id="124"/>
          </w:p>
        </w:tc>
        <w:tc>
          <w:tcPr>
            <w:tcW w:w="8111" w:type="dxa"/>
          </w:tcPr>
          <w:p w14:paraId="0BE3F7B5" w14:textId="77777777" w:rsidR="009C5379" w:rsidRPr="00101307" w:rsidRDefault="004A6120" w:rsidP="00A02281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Walidacja: wprowadzona wartość powinna być równa wyliczonej ze wzoru: wartość w polu „Ilość wyrobów w hektolitrach” * wartość w polu „Stawka podatku”. Błąd typu 3</w:t>
            </w:r>
          </w:p>
        </w:tc>
      </w:tr>
      <w:tr w:rsidR="009C5379" w:rsidRPr="001767A9" w14:paraId="2C7F5300" w14:textId="77777777" w:rsidTr="00E115A2">
        <w:trPr>
          <w:trHeight w:val="213"/>
        </w:trPr>
        <w:tc>
          <w:tcPr>
            <w:tcW w:w="943" w:type="dxa"/>
          </w:tcPr>
          <w:p w14:paraId="4C79B327" w14:textId="77777777" w:rsidR="009C5379" w:rsidRPr="00101307" w:rsidRDefault="009C5379" w:rsidP="00A02281">
            <w:pPr>
              <w:rPr>
                <w:rFonts w:eastAsia="Times New Roman" w:cs="Arial"/>
                <w:sz w:val="20"/>
                <w:szCs w:val="20"/>
              </w:rPr>
            </w:pPr>
            <w:bookmarkStart w:id="125" w:name="Ra18"/>
            <w:r w:rsidRPr="00101307">
              <w:rPr>
                <w:rFonts w:eastAsia="Times New Roman" w:cs="Arial"/>
                <w:sz w:val="20"/>
                <w:szCs w:val="20"/>
              </w:rPr>
              <w:t>R18</w:t>
            </w:r>
            <w:bookmarkEnd w:id="125"/>
          </w:p>
        </w:tc>
        <w:tc>
          <w:tcPr>
            <w:tcW w:w="8111" w:type="dxa"/>
          </w:tcPr>
          <w:p w14:paraId="73DAAB24" w14:textId="77777777" w:rsidR="003B4AA7" w:rsidRPr="00101307" w:rsidRDefault="003B4AA7" w:rsidP="003B4AA7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Pole nie jest wymagalne w przypadku, gdy nie wypełniono żadnej pozycji w części „Informacja o kwotach wpłat dziennych” deklaracji.</w:t>
            </w:r>
          </w:p>
          <w:p w14:paraId="26E48B53" w14:textId="77777777" w:rsidR="003B4AA7" w:rsidRPr="00101307" w:rsidRDefault="003B4AA7" w:rsidP="003B4AA7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lastRenderedPageBreak/>
              <w:t>Walidacja 1: Część „Informacja o kwotach wpłat dziennych” powinna mieć co najmniej jedną pozycję jeżeli jest wypełnione przynajmniej jedno z 3-ch pól załącznika AKC-4/A: pole „Numer akcyzowy składu (podatnik prowadzący skład)”, „Numer akcyzowy składu (podatnik korzystający z obcego składu)” lub „Numer akcyzowy zarejestrowanego odbiorcy” oraz wskazano chociaż jeden wyrób akcyzowy (podany kod CN) w części „obliczenie kwoty podatku akcyzowego od poszczególnych wyrobów..</w:t>
            </w:r>
          </w:p>
          <w:p w14:paraId="28C1C3C0" w14:textId="77777777" w:rsidR="009C5379" w:rsidRPr="00101307" w:rsidRDefault="003B4AA7" w:rsidP="003B4AA7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 xml:space="preserve">Walidacja 2: Czy wprowadzona wartość równa się sumie wartości z pól „Kwota podatku akcyzowego z dnia powstania obowiązku podatkowego” dla  kolejnych dat. </w:t>
            </w:r>
          </w:p>
        </w:tc>
      </w:tr>
      <w:tr w:rsidR="003B4AA7" w:rsidRPr="001767A9" w14:paraId="46577E3D" w14:textId="77777777" w:rsidTr="00E115A2">
        <w:trPr>
          <w:trHeight w:val="213"/>
        </w:trPr>
        <w:tc>
          <w:tcPr>
            <w:tcW w:w="943" w:type="dxa"/>
          </w:tcPr>
          <w:p w14:paraId="2B9FEDF5" w14:textId="77777777" w:rsidR="003B4AA7" w:rsidRPr="00101307" w:rsidRDefault="003B4AA7" w:rsidP="00A02281">
            <w:pPr>
              <w:rPr>
                <w:rFonts w:eastAsia="Times New Roman" w:cs="Arial"/>
                <w:sz w:val="20"/>
                <w:szCs w:val="20"/>
              </w:rPr>
            </w:pPr>
            <w:bookmarkStart w:id="126" w:name="Ra19"/>
            <w:r w:rsidRPr="00101307">
              <w:rPr>
                <w:rFonts w:eastAsia="Times New Roman" w:cs="Arial"/>
                <w:sz w:val="20"/>
                <w:szCs w:val="20"/>
              </w:rPr>
              <w:lastRenderedPageBreak/>
              <w:t>R19</w:t>
            </w:r>
            <w:bookmarkEnd w:id="126"/>
          </w:p>
        </w:tc>
        <w:tc>
          <w:tcPr>
            <w:tcW w:w="8111" w:type="dxa"/>
          </w:tcPr>
          <w:p w14:paraId="3178AA5E" w14:textId="77777777" w:rsidR="003B4AA7" w:rsidRPr="00101307" w:rsidRDefault="003B4AA7" w:rsidP="003B4AA7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Pole nie jest wymagalne w przypadku, gdy nie wypełniono żadnej pozycji w części „Informacja o kwotach wpłat dziennych” deklaracji.</w:t>
            </w:r>
          </w:p>
          <w:p w14:paraId="7D2CB43B" w14:textId="77777777" w:rsidR="003B4AA7" w:rsidRPr="00101307" w:rsidRDefault="003B4AA7" w:rsidP="003B4AA7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Walidacja 1: Część „Informacja o kwotach wpłat dziennych” powinna mieć co najmniej jedną pozycję jeżeli jest wypełnione przynajmniej jedno z 3-ch pól załącznika AKC-4/A: pole „Numer akcyzowy składu (podatnik prowadzący skład)”, „Numer akcyzowy składu (podatnik korzystający z obcego składu)” lub „Numer akcyzowy zarejestrowanego odbiorcy” oraz wskazano chociaż jeden wyrób akcyzowy (podany kod CN) w części „obliczenie kwoty podatku akcyzowego od poszczególnych wyrobów.</w:t>
            </w:r>
          </w:p>
          <w:p w14:paraId="370B44B4" w14:textId="77777777" w:rsidR="003B4AA7" w:rsidRPr="00101307" w:rsidRDefault="003B4AA7" w:rsidP="003B4AA7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Walidacja 2: Czy wprowadzona wartość równa się sumie wartości z pól „Kwota nadwyżki wpłat z poprzedniej deklaracji zaliczona na poczet wpłat dziennych” dla  kolejnych dat. Jeśli nie to Błąd typu 3.</w:t>
            </w:r>
          </w:p>
        </w:tc>
      </w:tr>
      <w:tr w:rsidR="003B4AA7" w:rsidRPr="001767A9" w14:paraId="38DE1DDB" w14:textId="77777777" w:rsidTr="00E115A2">
        <w:trPr>
          <w:trHeight w:val="213"/>
        </w:trPr>
        <w:tc>
          <w:tcPr>
            <w:tcW w:w="943" w:type="dxa"/>
          </w:tcPr>
          <w:p w14:paraId="2592C3A0" w14:textId="77777777" w:rsidR="003B4AA7" w:rsidRPr="00101307" w:rsidRDefault="003B4AA7" w:rsidP="00A02281">
            <w:pPr>
              <w:rPr>
                <w:rFonts w:eastAsia="Times New Roman" w:cs="Arial"/>
                <w:sz w:val="20"/>
                <w:szCs w:val="20"/>
              </w:rPr>
            </w:pPr>
            <w:bookmarkStart w:id="127" w:name="Ra20"/>
            <w:r w:rsidRPr="00101307">
              <w:rPr>
                <w:rFonts w:eastAsia="Times New Roman" w:cs="Arial"/>
                <w:sz w:val="20"/>
                <w:szCs w:val="20"/>
              </w:rPr>
              <w:t>R20</w:t>
            </w:r>
            <w:bookmarkEnd w:id="127"/>
          </w:p>
        </w:tc>
        <w:tc>
          <w:tcPr>
            <w:tcW w:w="8111" w:type="dxa"/>
          </w:tcPr>
          <w:p w14:paraId="0A67A652" w14:textId="77777777" w:rsidR="003B4AA7" w:rsidRPr="00101307" w:rsidRDefault="003B4AA7" w:rsidP="003B4AA7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Pole nie jest wymagalne w przypadku, gdy nie wypełniono żadnej pozycji w części „Informacja o kwotach wpłat dziennych” deklaracji.</w:t>
            </w:r>
          </w:p>
          <w:p w14:paraId="45645F6C" w14:textId="77777777" w:rsidR="003B4AA7" w:rsidRPr="00101307" w:rsidRDefault="003B4AA7" w:rsidP="003B4AA7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Walidacja 1: Część „Informacja o kwotach wpłat dziennych” powinna mieć co najmniej jedną pozycję jeżeli jest wypełnione przynajmniej jedno z 3-ch pól załącznika AKC-4/A: pole „Numer akcyzowy składu (podatnik prowadzący skład)”, „Numer akcyzowy składu (podatnik korzystający z obcego składu)” lub „Numer akcyzowy zarejestrowanego odbiorcy” oraz wskazano chociaż jeden wyrób akcyzowy (podany kod CN) w części „obliczenie kwoty podatku akcyzowego od poszczególnych wyrobów.</w:t>
            </w:r>
          </w:p>
          <w:p w14:paraId="36AD7E96" w14:textId="77777777" w:rsidR="003B4AA7" w:rsidRPr="00101307" w:rsidRDefault="003B4AA7" w:rsidP="003B4AA7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 xml:space="preserve">Walidacja 2: Czy wprowadzona wartość równa się sumie wartości z pól „Kwota dokonanej wpłaty dziennej” dla  kolejnych dat. </w:t>
            </w:r>
          </w:p>
        </w:tc>
      </w:tr>
      <w:tr w:rsidR="008652A1" w:rsidRPr="001767A9" w14:paraId="4227E0CA" w14:textId="77777777" w:rsidTr="00E115A2">
        <w:trPr>
          <w:trHeight w:val="213"/>
        </w:trPr>
        <w:tc>
          <w:tcPr>
            <w:tcW w:w="943" w:type="dxa"/>
          </w:tcPr>
          <w:p w14:paraId="3C2C1A79" w14:textId="77777777" w:rsidR="008652A1" w:rsidRPr="00101307" w:rsidRDefault="008652A1" w:rsidP="00A02281">
            <w:pPr>
              <w:rPr>
                <w:rFonts w:eastAsia="Times New Roman" w:cs="Arial"/>
                <w:sz w:val="20"/>
                <w:szCs w:val="20"/>
              </w:rPr>
            </w:pPr>
            <w:bookmarkStart w:id="128" w:name="Ra21"/>
            <w:r w:rsidRPr="00101307">
              <w:rPr>
                <w:rFonts w:eastAsia="Times New Roman" w:cs="Arial"/>
                <w:sz w:val="20"/>
                <w:szCs w:val="20"/>
              </w:rPr>
              <w:t>R21</w:t>
            </w:r>
            <w:bookmarkEnd w:id="128"/>
          </w:p>
        </w:tc>
        <w:tc>
          <w:tcPr>
            <w:tcW w:w="8111" w:type="dxa"/>
          </w:tcPr>
          <w:p w14:paraId="03006B7A" w14:textId="77777777" w:rsidR="008652A1" w:rsidRPr="00101307" w:rsidRDefault="008652A1" w:rsidP="003B4AA7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Wartość pola („ubytek” lub „</w:t>
            </w:r>
            <w:r w:rsidR="009D3DE0" w:rsidRPr="00101307">
              <w:rPr>
                <w:rFonts w:eastAsia="Times New Roman" w:cs="Arial"/>
                <w:sz w:val="20"/>
                <w:szCs w:val="20"/>
              </w:rPr>
              <w:t xml:space="preserve">całkowite </w:t>
            </w:r>
            <w:r w:rsidRPr="00101307">
              <w:rPr>
                <w:rFonts w:eastAsia="Times New Roman" w:cs="Arial"/>
                <w:sz w:val="20"/>
                <w:szCs w:val="20"/>
              </w:rPr>
              <w:t>zniszczenie”)</w:t>
            </w:r>
          </w:p>
        </w:tc>
      </w:tr>
      <w:tr w:rsidR="00124A08" w:rsidRPr="001767A9" w14:paraId="35536A1B" w14:textId="77777777" w:rsidTr="00E115A2">
        <w:trPr>
          <w:trHeight w:val="213"/>
        </w:trPr>
        <w:tc>
          <w:tcPr>
            <w:tcW w:w="943" w:type="dxa"/>
          </w:tcPr>
          <w:p w14:paraId="0EE78B71" w14:textId="77777777" w:rsidR="00124A08" w:rsidRPr="00101307" w:rsidRDefault="00124A08" w:rsidP="00124A08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>R22</w:t>
            </w:r>
          </w:p>
        </w:tc>
        <w:tc>
          <w:tcPr>
            <w:tcW w:w="8111" w:type="dxa"/>
          </w:tcPr>
          <w:p w14:paraId="63DD214D" w14:textId="77777777" w:rsidR="00124A08" w:rsidRPr="00101307" w:rsidRDefault="00124A08" w:rsidP="00124A08">
            <w:pPr>
              <w:rPr>
                <w:rFonts w:eastAsia="Times New Roman" w:cs="Arial"/>
                <w:sz w:val="20"/>
                <w:szCs w:val="20"/>
              </w:rPr>
            </w:pPr>
            <w:r w:rsidRPr="00101307">
              <w:rPr>
                <w:rFonts w:eastAsia="Times New Roman" w:cs="Arial"/>
                <w:sz w:val="20"/>
                <w:szCs w:val="20"/>
              </w:rPr>
              <w:t xml:space="preserve">Dopuszczalnym okresem (period) za który będzie mogła być złożona deklaracja: nie może być wcześniejszy niż luty </w:t>
            </w:r>
            <w:r w:rsidR="009D3DE0" w:rsidRPr="00101307">
              <w:rPr>
                <w:rFonts w:eastAsia="Times New Roman" w:cs="Arial"/>
                <w:sz w:val="20"/>
                <w:szCs w:val="20"/>
              </w:rPr>
              <w:t xml:space="preserve">2018 </w:t>
            </w:r>
            <w:r w:rsidRPr="00101307">
              <w:rPr>
                <w:rFonts w:eastAsia="Times New Roman" w:cs="Arial"/>
                <w:sz w:val="20"/>
                <w:szCs w:val="20"/>
              </w:rPr>
              <w:t>roku.</w:t>
            </w:r>
          </w:p>
        </w:tc>
      </w:tr>
    </w:tbl>
    <w:p w14:paraId="78106AA0" w14:textId="77777777" w:rsidR="00BA3B1D" w:rsidRDefault="00BA3B1D" w:rsidP="00C048E5">
      <w:pPr>
        <w:pStyle w:val="Nagwek2"/>
      </w:pPr>
      <w:bookmarkStart w:id="129" w:name="_Toc182566443"/>
      <w:r>
        <w:t>Załącznik AKC</w:t>
      </w:r>
      <w:r w:rsidR="00CC0B02">
        <w:t>-4/B</w:t>
      </w:r>
      <w:r>
        <w:t xml:space="preserve"> do deklaracji AKC-4</w:t>
      </w:r>
      <w:bookmarkEnd w:id="129"/>
    </w:p>
    <w:p w14:paraId="28D778CF" w14:textId="77777777" w:rsidR="00BA3B1D" w:rsidRDefault="00BA3B1D" w:rsidP="00C048E5">
      <w:pPr>
        <w:pStyle w:val="Nagwek3"/>
      </w:pPr>
      <w:bookmarkStart w:id="130" w:name="_Toc182566444"/>
      <w:r>
        <w:t>Komunik</w:t>
      </w:r>
      <w:r w:rsidR="00343B4A">
        <w:t>a</w:t>
      </w:r>
      <w:r>
        <w:t>t AKC-</w:t>
      </w:r>
      <w:r w:rsidR="00CC0B02">
        <w:t>4B</w:t>
      </w:r>
      <w:bookmarkEnd w:id="130"/>
    </w:p>
    <w:p w14:paraId="6D425A43" w14:textId="77777777" w:rsidR="00BA3B1D" w:rsidRPr="00481FCB" w:rsidRDefault="007A5FF6" w:rsidP="00481FCB">
      <w:pPr>
        <w:pStyle w:val="Schema-Description"/>
        <w:rPr>
          <w:rFonts w:ascii="Lato" w:hAnsi="Lato"/>
          <w:sz w:val="24"/>
          <w:szCs w:val="24"/>
        </w:rPr>
      </w:pPr>
      <w:r w:rsidRPr="00481FCB">
        <w:rPr>
          <w:rFonts w:ascii="Lato" w:hAnsi="Lato"/>
        </w:rPr>
        <w:t>PODATEK AKCYZOWY OD WINA, NAPOJÓW FERMENTOWANYCH I WYROBÓW POŚREDNICH</w:t>
      </w:r>
    </w:p>
    <w:p w14:paraId="258DBDF8" w14:textId="77777777" w:rsidR="00BA3B1D" w:rsidRDefault="00BA3B1D" w:rsidP="00C048E5">
      <w:pPr>
        <w:pStyle w:val="Nagwek3"/>
      </w:pPr>
      <w:bookmarkStart w:id="131" w:name="_Toc182566445"/>
      <w:r>
        <w:lastRenderedPageBreak/>
        <w:t>Specyfikacja AKC-</w:t>
      </w:r>
      <w:r w:rsidR="00CC0B02">
        <w:t>4B</w:t>
      </w:r>
      <w:bookmarkEnd w:id="131"/>
    </w:p>
    <w:p w14:paraId="49BD8FDC" w14:textId="77777777" w:rsidR="00C52A4E" w:rsidRPr="00481FCB" w:rsidRDefault="00C52A4E" w:rsidP="00481FCB">
      <w:r w:rsidRPr="00481FCB">
        <w:t xml:space="preserve">Struktury typu </w:t>
      </w:r>
      <w:r w:rsidRPr="00481FCB">
        <w:rPr>
          <w:rFonts w:eastAsia="Times New Roman"/>
        </w:rPr>
        <w:t>ZDailyAmount, ZCalculOfAmountOfExciseDuty</w:t>
      </w:r>
      <w:r w:rsidRPr="00481FCB">
        <w:t xml:space="preserve"> zostały zdefiniowane w dokumencie </w:t>
      </w:r>
      <w:r w:rsidRPr="00481FCB">
        <w:fldChar w:fldCharType="begin"/>
      </w:r>
      <w:r w:rsidRPr="00481FCB">
        <w:instrText xml:space="preserve"> REF _Ref361653747 \r \h  \* MERGEFORMAT </w:instrText>
      </w:r>
      <w:r w:rsidRPr="00481FCB">
        <w:fldChar w:fldCharType="separate"/>
      </w:r>
      <w:r w:rsidR="00EC7AC0" w:rsidRPr="00481FCB">
        <w:t>A1</w:t>
      </w:r>
      <w:r w:rsidRPr="00481FCB">
        <w:fldChar w:fldCharType="end"/>
      </w:r>
      <w:r w:rsidRPr="00481FCB">
        <w:t xml:space="preserve"> i nie będą tutaj szczegółowo omawiane.</w:t>
      </w:r>
    </w:p>
    <w:p w14:paraId="224C7CAB" w14:textId="5F20D486" w:rsidR="00BD7640" w:rsidRDefault="00BD7640" w:rsidP="00BD7640">
      <w:pPr>
        <w:pStyle w:val="Legenda"/>
        <w:keepNext/>
      </w:pPr>
      <w:bookmarkStart w:id="132" w:name="_Toc182566558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27</w:t>
      </w:r>
      <w:r w:rsidR="00715F4C">
        <w:rPr>
          <w:noProof/>
        </w:rPr>
        <w:fldChar w:fldCharType="end"/>
      </w:r>
      <w:r>
        <w:t xml:space="preserve">. </w:t>
      </w:r>
      <w:r w:rsidRPr="002F6AA5">
        <w:t>Dane ogólne w ramach struktury załącznika AKC-4/B</w:t>
      </w:r>
      <w:bookmarkEnd w:id="132"/>
    </w:p>
    <w:tbl>
      <w:tblPr>
        <w:tblStyle w:val="Siatkatabelijasn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E115A2" w14:paraId="530649F3" w14:textId="77777777" w:rsidTr="00E115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4FE132D7" w14:textId="77777777" w:rsidR="00E115A2" w:rsidRPr="006A057C" w:rsidRDefault="00E115A2" w:rsidP="00DA6725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>Ogólne</w:t>
            </w:r>
          </w:p>
        </w:tc>
        <w:tc>
          <w:tcPr>
            <w:tcW w:w="6584" w:type="dxa"/>
          </w:tcPr>
          <w:p w14:paraId="0844D0AE" w14:textId="60BD0E79" w:rsidR="00E115A2" w:rsidRPr="006A057C" w:rsidRDefault="00E115A2" w:rsidP="00DA6725">
            <w:pPr>
              <w:rPr>
                <w:rFonts w:eastAsia="Times New Roman" w:cs="Arial"/>
                <w:b/>
                <w:sz w:val="18"/>
                <w:szCs w:val="18"/>
              </w:rPr>
            </w:pPr>
          </w:p>
        </w:tc>
      </w:tr>
      <w:tr w:rsidR="00BA3B1D" w14:paraId="6B692A91" w14:textId="77777777" w:rsidTr="00E115A2">
        <w:tc>
          <w:tcPr>
            <w:tcW w:w="2738" w:type="dxa"/>
          </w:tcPr>
          <w:p w14:paraId="334FC599" w14:textId="77777777" w:rsidR="00BA3B1D" w:rsidRPr="006A057C" w:rsidRDefault="00BA3B1D" w:rsidP="00DA6725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165C3BA7" w14:textId="77777777" w:rsidR="00BA3B1D" w:rsidRPr="006A057C" w:rsidRDefault="00BA3B1D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Struktura załącznika do </w:t>
            </w:r>
            <w:r w:rsidRPr="006A057C">
              <w:rPr>
                <w:rFonts w:cs="Arial"/>
                <w:sz w:val="20"/>
                <w:szCs w:val="20"/>
              </w:rPr>
              <w:t xml:space="preserve">deklaracji </w:t>
            </w:r>
            <w:r w:rsidR="00162431" w:rsidRPr="006A057C">
              <w:rPr>
                <w:rFonts w:cs="Arial"/>
                <w:sz w:val="20"/>
                <w:szCs w:val="20"/>
              </w:rPr>
              <w:t>AKC</w:t>
            </w:r>
            <w:r w:rsidRPr="006A057C">
              <w:rPr>
                <w:rFonts w:cs="Arial"/>
                <w:sz w:val="20"/>
                <w:szCs w:val="20"/>
              </w:rPr>
              <w:t xml:space="preserve">-4 </w:t>
            </w:r>
          </w:p>
        </w:tc>
      </w:tr>
      <w:tr w:rsidR="00BA3B1D" w14:paraId="7B8BC50B" w14:textId="77777777" w:rsidTr="00E115A2">
        <w:tc>
          <w:tcPr>
            <w:tcW w:w="2738" w:type="dxa"/>
          </w:tcPr>
          <w:p w14:paraId="3C92DFA8" w14:textId="77777777" w:rsidR="00BA3B1D" w:rsidRPr="006A057C" w:rsidRDefault="00BA3B1D" w:rsidP="00DA6725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699B07EC" w14:textId="77777777" w:rsidR="00BA3B1D" w:rsidRPr="006A057C" w:rsidRDefault="00BA3B1D" w:rsidP="00DA6725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BA3B1D" w14:paraId="1FED1709" w14:textId="77777777" w:rsidTr="00E115A2">
        <w:tc>
          <w:tcPr>
            <w:tcW w:w="2738" w:type="dxa"/>
          </w:tcPr>
          <w:p w14:paraId="3C132ECF" w14:textId="77777777" w:rsidR="00BA3B1D" w:rsidRPr="006A057C" w:rsidRDefault="00BA3B1D" w:rsidP="00DA6725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46F77FC2" w14:textId="77777777" w:rsidR="00BA3B1D" w:rsidRPr="006A057C" w:rsidRDefault="009D3DE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4</w:t>
            </w:r>
            <w:r w:rsidR="00752F03" w:rsidRPr="006A057C">
              <w:rPr>
                <w:rFonts w:eastAsia="Times New Roman" w:cs="Arial"/>
                <w:sz w:val="20"/>
                <w:szCs w:val="20"/>
              </w:rPr>
              <w:t>_0</w:t>
            </w:r>
          </w:p>
        </w:tc>
      </w:tr>
      <w:tr w:rsidR="00BA3B1D" w14:paraId="693D1511" w14:textId="77777777" w:rsidTr="00E115A2">
        <w:tc>
          <w:tcPr>
            <w:tcW w:w="2738" w:type="dxa"/>
          </w:tcPr>
          <w:p w14:paraId="65997AC6" w14:textId="77777777" w:rsidR="00BA3B1D" w:rsidRPr="006A057C" w:rsidRDefault="00BA3B1D" w:rsidP="00DA6725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Zależności od innych deklaracji</w:t>
            </w:r>
          </w:p>
        </w:tc>
        <w:tc>
          <w:tcPr>
            <w:tcW w:w="6584" w:type="dxa"/>
          </w:tcPr>
          <w:p w14:paraId="4C07FB36" w14:textId="77777777" w:rsidR="00BA3B1D" w:rsidRPr="006A057C" w:rsidRDefault="00BA3B1D" w:rsidP="00DA6725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BA3B1D" w14:paraId="6CD9A710" w14:textId="77777777" w:rsidTr="00E115A2">
        <w:tc>
          <w:tcPr>
            <w:tcW w:w="2738" w:type="dxa"/>
          </w:tcPr>
          <w:p w14:paraId="675E0DD5" w14:textId="77777777" w:rsidR="00BA3B1D" w:rsidRPr="006A057C" w:rsidRDefault="00BA3B1D" w:rsidP="00DA6725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1E458A5C" w14:textId="77777777" w:rsidR="00BA3B1D" w:rsidRPr="006A057C" w:rsidRDefault="00BA3B1D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XML</w:t>
            </w:r>
          </w:p>
        </w:tc>
      </w:tr>
      <w:tr w:rsidR="00BA3B1D" w14:paraId="21A40C24" w14:textId="77777777" w:rsidTr="00E115A2">
        <w:tc>
          <w:tcPr>
            <w:tcW w:w="2738" w:type="dxa"/>
          </w:tcPr>
          <w:p w14:paraId="74EB0121" w14:textId="77777777" w:rsidR="00BA3B1D" w:rsidRPr="006A057C" w:rsidRDefault="00BA3B1D" w:rsidP="00DA6725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7697339D" w14:textId="77777777" w:rsidR="00BA3B1D" w:rsidRPr="006A057C" w:rsidRDefault="00BA3B1D" w:rsidP="00DA6725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BA3B1D" w14:paraId="53B5CF01" w14:textId="77777777" w:rsidTr="00E115A2">
        <w:tc>
          <w:tcPr>
            <w:tcW w:w="2738" w:type="dxa"/>
          </w:tcPr>
          <w:p w14:paraId="2D728F88" w14:textId="77777777" w:rsidR="00BA3B1D" w:rsidRPr="006A057C" w:rsidRDefault="00BA3B1D" w:rsidP="00DA6725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1EF90EB4" w14:textId="77777777" w:rsidR="00BA3B1D" w:rsidRPr="006A057C" w:rsidRDefault="00BA3B1D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XML</w:t>
            </w:r>
          </w:p>
        </w:tc>
      </w:tr>
      <w:tr w:rsidR="00BA3B1D" w14:paraId="143C3ACA" w14:textId="77777777" w:rsidTr="00E115A2">
        <w:tc>
          <w:tcPr>
            <w:tcW w:w="2738" w:type="dxa"/>
          </w:tcPr>
          <w:p w14:paraId="00D33B60" w14:textId="77777777" w:rsidR="00BA3B1D" w:rsidRPr="006A057C" w:rsidRDefault="00BA3B1D" w:rsidP="00DA6725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Namespaces</w:t>
            </w:r>
          </w:p>
        </w:tc>
        <w:tc>
          <w:tcPr>
            <w:tcW w:w="6584" w:type="dxa"/>
          </w:tcPr>
          <w:p w14:paraId="42997577" w14:textId="77777777" w:rsidR="00BA3B1D" w:rsidRPr="006A057C" w:rsidRDefault="00752F03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http://www.e-clo.pl/ZEFIR2/eZefir2/xsd/v3_0/Types.xsd</w:t>
            </w:r>
          </w:p>
        </w:tc>
      </w:tr>
      <w:tr w:rsidR="00BA3B1D" w14:paraId="77745237" w14:textId="77777777" w:rsidTr="00E115A2">
        <w:tc>
          <w:tcPr>
            <w:tcW w:w="2738" w:type="dxa"/>
          </w:tcPr>
          <w:p w14:paraId="65A80D2E" w14:textId="77777777" w:rsidR="00BA3B1D" w:rsidRPr="006A057C" w:rsidRDefault="00BA3B1D" w:rsidP="00DA6725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7B0E8795" w14:textId="77777777" w:rsidR="00BA3B1D" w:rsidRPr="006A057C" w:rsidRDefault="00162431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akc</w:t>
            </w:r>
            <w:r w:rsidR="00BA3B1D" w:rsidRPr="006A057C">
              <w:rPr>
                <w:rFonts w:eastAsia="Times New Roman" w:cs="Arial"/>
                <w:sz w:val="20"/>
                <w:szCs w:val="20"/>
              </w:rPr>
              <w:t>_4</w:t>
            </w:r>
            <w:r w:rsidR="00736906" w:rsidRPr="006A057C">
              <w:rPr>
                <w:rFonts w:eastAsia="Times New Roman" w:cs="Arial"/>
                <w:sz w:val="20"/>
                <w:szCs w:val="20"/>
              </w:rPr>
              <w:t>b</w:t>
            </w:r>
            <w:r w:rsidR="00BA3B1D" w:rsidRPr="006A057C">
              <w:rPr>
                <w:rFonts w:eastAsia="Times New Roman" w:cs="Arial"/>
                <w:sz w:val="20"/>
                <w:szCs w:val="20"/>
              </w:rPr>
              <w:t>.xsd</w:t>
            </w:r>
          </w:p>
        </w:tc>
      </w:tr>
    </w:tbl>
    <w:p w14:paraId="53B6336C" w14:textId="77777777" w:rsidR="00BA3B1D" w:rsidRPr="006A057C" w:rsidRDefault="00BA3B1D" w:rsidP="00C048E5">
      <w:pPr>
        <w:pStyle w:val="Nagwek3"/>
      </w:pPr>
      <w:bookmarkStart w:id="133" w:name="_Toc182566446"/>
      <w:r w:rsidRPr="006A057C">
        <w:t>Struktura AKC</w:t>
      </w:r>
      <w:r w:rsidR="00736906" w:rsidRPr="006A057C">
        <w:t>4B</w:t>
      </w:r>
      <w:bookmarkEnd w:id="133"/>
    </w:p>
    <w:p w14:paraId="33DFF548" w14:textId="1D2959BB" w:rsidR="00E115A2" w:rsidRPr="00EA3622" w:rsidRDefault="00E115A2" w:rsidP="00794BCE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r w:rsidRPr="00EA3622">
        <w:rPr>
          <w:rFonts w:ascii="Consolas" w:hAnsi="Consolas"/>
          <w:lang w:val="en-GB"/>
        </w:rPr>
        <w:t>AKC4BType</w:t>
      </w:r>
    </w:p>
    <w:p w14:paraId="31D19CE7" w14:textId="43BEA6E9" w:rsidR="00E115A2" w:rsidRPr="00EA3622" w:rsidRDefault="00E115A2" w:rsidP="00794BCE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r w:rsidRPr="00EA3622">
        <w:rPr>
          <w:rFonts w:ascii="Consolas" w:hAnsi="Consolas"/>
          <w:lang w:val="en-GB"/>
        </w:rPr>
        <w:t>HeaderType</w:t>
      </w:r>
    </w:p>
    <w:p w14:paraId="517D2A46" w14:textId="7A55FAC5" w:rsidR="00E115A2" w:rsidRPr="00EA3622" w:rsidRDefault="00E115A2" w:rsidP="00794BCE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r w:rsidRPr="00EA3622">
        <w:rPr>
          <w:rFonts w:ascii="Consolas" w:hAnsi="Consolas"/>
          <w:lang w:val="en-GB"/>
        </w:rPr>
        <w:t>WarehouseType</w:t>
      </w:r>
    </w:p>
    <w:p w14:paraId="49CBAFE6" w14:textId="1BE4BD8F" w:rsidR="00E115A2" w:rsidRPr="00EA3622" w:rsidRDefault="00E115A2" w:rsidP="00794BCE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r w:rsidRPr="00EA3622">
        <w:rPr>
          <w:rFonts w:ascii="Consolas" w:hAnsi="Consolas"/>
          <w:lang w:val="en-GB"/>
        </w:rPr>
        <w:t>ExciseDutyInformationType</w:t>
      </w:r>
    </w:p>
    <w:p w14:paraId="2627D6AF" w14:textId="15296DF2" w:rsidR="00E115A2" w:rsidRPr="00EA3622" w:rsidRDefault="00E115A2" w:rsidP="00794BCE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r w:rsidRPr="00EA3622">
        <w:rPr>
          <w:rFonts w:ascii="Consolas" w:hAnsi="Consolas"/>
          <w:lang w:val="en-GB"/>
        </w:rPr>
        <w:t>CalculOfAmountOfExciseDutyType</w:t>
      </w:r>
    </w:p>
    <w:p w14:paraId="6163C007" w14:textId="5D083096" w:rsidR="00E115A2" w:rsidRPr="00EA3622" w:rsidRDefault="00E115A2" w:rsidP="00794BCE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r w:rsidRPr="00EA3622">
        <w:rPr>
          <w:rFonts w:ascii="Consolas" w:hAnsi="Consolas"/>
          <w:lang w:val="en-GB"/>
        </w:rPr>
        <w:t>CleareanceExciseDutyType</w:t>
      </w:r>
    </w:p>
    <w:p w14:paraId="4ACABF2F" w14:textId="35EBAAE9" w:rsidR="00E115A2" w:rsidRPr="00EA3622" w:rsidRDefault="00E115A2" w:rsidP="00794BCE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r w:rsidRPr="00EA3622">
        <w:rPr>
          <w:rFonts w:ascii="Consolas" w:hAnsi="Consolas"/>
          <w:lang w:val="en-GB"/>
        </w:rPr>
        <w:t>ItemsType</w:t>
      </w:r>
    </w:p>
    <w:p w14:paraId="5F154477" w14:textId="4BF76528" w:rsidR="00E115A2" w:rsidRPr="00EA3622" w:rsidRDefault="00E115A2" w:rsidP="00794BCE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r w:rsidRPr="00EA3622">
        <w:rPr>
          <w:rFonts w:ascii="Consolas" w:hAnsi="Consolas"/>
          <w:lang w:val="en-GB"/>
        </w:rPr>
        <w:t>ItemType</w:t>
      </w:r>
    </w:p>
    <w:p w14:paraId="4DF073A1" w14:textId="13874C4F" w:rsidR="00E115A2" w:rsidRPr="00EA3622" w:rsidRDefault="00E115A2" w:rsidP="00794BCE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r w:rsidRPr="00EA3622">
        <w:rPr>
          <w:rFonts w:ascii="Consolas" w:hAnsi="Consolas"/>
          <w:lang w:val="en-GB"/>
        </w:rPr>
        <w:t>DailyPaymentInformationType</w:t>
      </w:r>
    </w:p>
    <w:p w14:paraId="551818AD" w14:textId="17C8677C" w:rsidR="00BA3B1D" w:rsidRPr="00EA3622" w:rsidRDefault="00E115A2" w:rsidP="00794BCE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r w:rsidRPr="00EA3622">
        <w:rPr>
          <w:rFonts w:ascii="Consolas" w:hAnsi="Consolas"/>
          <w:lang w:val="en-GB"/>
        </w:rPr>
        <w:t>ZDailyAmount</w:t>
      </w:r>
    </w:p>
    <w:p w14:paraId="05ED1782" w14:textId="15F1A45E" w:rsidR="00BD7640" w:rsidRDefault="00BD7640" w:rsidP="00BD7640">
      <w:pPr>
        <w:pStyle w:val="Legenda"/>
        <w:keepNext/>
      </w:pPr>
      <w:bookmarkStart w:id="134" w:name="_Toc182566559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28</w:t>
      </w:r>
      <w:r w:rsidR="00715F4C">
        <w:rPr>
          <w:noProof/>
        </w:rPr>
        <w:fldChar w:fldCharType="end"/>
      </w:r>
      <w:r>
        <w:t xml:space="preserve">. </w:t>
      </w:r>
      <w:r w:rsidRPr="00B36808">
        <w:t>Struktura elementu AKC4BType</w:t>
      </w:r>
      <w:bookmarkEnd w:id="134"/>
    </w:p>
    <w:tbl>
      <w:tblPr>
        <w:tblStyle w:val="Siatkatabelijasna"/>
        <w:tblW w:w="9228" w:type="dxa"/>
        <w:tblLayout w:type="fixed"/>
        <w:tblLook w:val="01E0" w:firstRow="1" w:lastRow="1" w:firstColumn="1" w:lastColumn="1" w:noHBand="0" w:noVBand="0"/>
      </w:tblPr>
      <w:tblGrid>
        <w:gridCol w:w="1777"/>
        <w:gridCol w:w="3371"/>
        <w:gridCol w:w="840"/>
        <w:gridCol w:w="2040"/>
        <w:gridCol w:w="1200"/>
      </w:tblGrid>
      <w:tr w:rsidR="00730CA0" w:rsidRPr="006A057C" w14:paraId="7672709B" w14:textId="77777777" w:rsidTr="00E115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77" w:type="dxa"/>
          </w:tcPr>
          <w:p w14:paraId="514A8EAF" w14:textId="77777777" w:rsidR="00730CA0" w:rsidRPr="006A057C" w:rsidRDefault="00730CA0" w:rsidP="00DA6725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71" w:type="dxa"/>
          </w:tcPr>
          <w:p w14:paraId="3450A332" w14:textId="77777777" w:rsidR="00730CA0" w:rsidRPr="006A057C" w:rsidRDefault="00730CA0" w:rsidP="00DA6725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149183EB" w14:textId="77777777" w:rsidR="00730CA0" w:rsidRPr="006A057C" w:rsidRDefault="00730CA0" w:rsidP="00730CA0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2D7E7E2D" w14:textId="77777777" w:rsidR="00730CA0" w:rsidRPr="006A057C" w:rsidRDefault="00730CA0" w:rsidP="00DA6725">
            <w:pPr>
              <w:rPr>
                <w:rFonts w:cs="Arial"/>
                <w:b/>
                <w:sz w:val="18"/>
                <w:szCs w:val="18"/>
              </w:rPr>
            </w:pPr>
            <w:r w:rsidRPr="006A057C">
              <w:rPr>
                <w:rFonts w:cs="Arial"/>
                <w:b/>
                <w:sz w:val="18"/>
                <w:szCs w:val="18"/>
              </w:rPr>
              <w:t>Typ</w:t>
            </w:r>
          </w:p>
        </w:tc>
        <w:tc>
          <w:tcPr>
            <w:tcW w:w="1200" w:type="dxa"/>
          </w:tcPr>
          <w:p w14:paraId="68BB59D7" w14:textId="77777777" w:rsidR="00730CA0" w:rsidRPr="006A057C" w:rsidRDefault="00730CA0" w:rsidP="00DA6725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730CA0" w:rsidRPr="006A057C" w14:paraId="1073612D" w14:textId="77777777" w:rsidTr="00E115A2">
        <w:trPr>
          <w:trHeight w:val="213"/>
        </w:trPr>
        <w:tc>
          <w:tcPr>
            <w:tcW w:w="1777" w:type="dxa"/>
          </w:tcPr>
          <w:p w14:paraId="1F56F2E8" w14:textId="77777777" w:rsidR="00730CA0" w:rsidRPr="006A057C" w:rsidRDefault="00730CA0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Header</w:t>
            </w:r>
          </w:p>
        </w:tc>
        <w:tc>
          <w:tcPr>
            <w:tcW w:w="3371" w:type="dxa"/>
          </w:tcPr>
          <w:p w14:paraId="65B166DA" w14:textId="77777777" w:rsidR="00730CA0" w:rsidRPr="006A057C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Nagłówek</w:t>
            </w:r>
          </w:p>
        </w:tc>
        <w:tc>
          <w:tcPr>
            <w:tcW w:w="840" w:type="dxa"/>
          </w:tcPr>
          <w:p w14:paraId="61C3985A" w14:textId="77777777" w:rsidR="00730CA0" w:rsidRPr="006A057C" w:rsidRDefault="00DE42E9" w:rsidP="00730CA0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40" w:type="dxa"/>
          </w:tcPr>
          <w:p w14:paraId="27B8A8C3" w14:textId="77777777" w:rsidR="00730CA0" w:rsidRPr="00B85AB4" w:rsidRDefault="009C497F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instrText xml:space="preserve"> REF HeaderType_b \h  \* MERGEFORMAT </w:instrTex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B85AB4">
              <w:rPr>
                <w:rStyle w:val="pole"/>
                <w:rFonts w:ascii="Lato" w:hAnsi="Lato"/>
                <w:sz w:val="20"/>
                <w:szCs w:val="20"/>
              </w:rPr>
              <w:t>HeaderType</w: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200" w:type="dxa"/>
          </w:tcPr>
          <w:p w14:paraId="722F022D" w14:textId="77777777" w:rsidR="00730CA0" w:rsidRPr="006A057C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431CD0" w:rsidRPr="006A057C" w14:paraId="5D6970BB" w14:textId="77777777" w:rsidTr="00E115A2">
        <w:trPr>
          <w:trHeight w:val="213"/>
        </w:trPr>
        <w:tc>
          <w:tcPr>
            <w:tcW w:w="1777" w:type="dxa"/>
          </w:tcPr>
          <w:p w14:paraId="3563B352" w14:textId="77777777" w:rsidR="00431CD0" w:rsidRPr="006A057C" w:rsidRDefault="00431CD0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version</w:t>
            </w:r>
          </w:p>
        </w:tc>
        <w:tc>
          <w:tcPr>
            <w:tcW w:w="3371" w:type="dxa"/>
          </w:tcPr>
          <w:p w14:paraId="4CE31E90" w14:textId="77777777" w:rsidR="00431CD0" w:rsidRPr="006A057C" w:rsidRDefault="00431CD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Wersja schematu, z którą zgodny jest komunikat.</w:t>
            </w:r>
          </w:p>
        </w:tc>
        <w:tc>
          <w:tcPr>
            <w:tcW w:w="840" w:type="dxa"/>
          </w:tcPr>
          <w:p w14:paraId="401868FB" w14:textId="77777777" w:rsidR="00431CD0" w:rsidRPr="006A057C" w:rsidRDefault="00431CD0" w:rsidP="00730CA0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40" w:type="dxa"/>
          </w:tcPr>
          <w:p w14:paraId="038049E4" w14:textId="77777777" w:rsidR="00431CD0" w:rsidRPr="00B85AB4" w:rsidRDefault="00431CD0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t>ZVersion</w:t>
            </w:r>
          </w:p>
        </w:tc>
        <w:tc>
          <w:tcPr>
            <w:tcW w:w="1200" w:type="dxa"/>
          </w:tcPr>
          <w:p w14:paraId="6B9F6819" w14:textId="77777777" w:rsidR="00431CD0" w:rsidRPr="006A057C" w:rsidRDefault="00431CD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</w:tbl>
    <w:p w14:paraId="33780F34" w14:textId="421D4104" w:rsidR="00BD7640" w:rsidRDefault="00BD7640" w:rsidP="00BD7640">
      <w:pPr>
        <w:pStyle w:val="Legenda"/>
        <w:keepNext/>
      </w:pPr>
      <w:bookmarkStart w:id="135" w:name="_Toc182566560"/>
      <w:r>
        <w:lastRenderedPageBreak/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29</w:t>
      </w:r>
      <w:r w:rsidR="00715F4C">
        <w:rPr>
          <w:noProof/>
        </w:rPr>
        <w:fldChar w:fldCharType="end"/>
      </w:r>
      <w:r>
        <w:t xml:space="preserve">. </w:t>
      </w:r>
      <w:r w:rsidRPr="009F12C4">
        <w:t>Struktura elementu HeaderType</w:t>
      </w:r>
      <w:bookmarkEnd w:id="135"/>
    </w:p>
    <w:tbl>
      <w:tblPr>
        <w:tblStyle w:val="Siatkatabelijasna"/>
        <w:tblW w:w="9225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197"/>
      </w:tblGrid>
      <w:tr w:rsidR="00730CA0" w:rsidRPr="006A057C" w14:paraId="05726C06" w14:textId="77777777" w:rsidTr="00E115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7A0586A1" w14:textId="77777777" w:rsidR="00730CA0" w:rsidRPr="006A057C" w:rsidRDefault="00730CA0" w:rsidP="00DA6725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410AD37C" w14:textId="77777777" w:rsidR="00730CA0" w:rsidRPr="006A057C" w:rsidRDefault="00730CA0" w:rsidP="00DA6725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576025C5" w14:textId="77777777" w:rsidR="00730CA0" w:rsidRPr="006A057C" w:rsidRDefault="00730CA0" w:rsidP="00730CA0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1E95DBB9" w14:textId="77777777" w:rsidR="00730CA0" w:rsidRPr="006A057C" w:rsidRDefault="00730CA0" w:rsidP="00DA6725">
            <w:pPr>
              <w:rPr>
                <w:rFonts w:cs="Arial"/>
                <w:b/>
                <w:sz w:val="18"/>
                <w:szCs w:val="18"/>
              </w:rPr>
            </w:pPr>
            <w:r w:rsidRPr="006A057C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761B03EC" w14:textId="77777777" w:rsidR="00730CA0" w:rsidRPr="006A057C" w:rsidRDefault="00730CA0" w:rsidP="00DA6725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730CA0" w:rsidRPr="006A057C" w14:paraId="7D0E214D" w14:textId="77777777" w:rsidTr="00E115A2">
        <w:trPr>
          <w:trHeight w:val="213"/>
        </w:trPr>
        <w:tc>
          <w:tcPr>
            <w:tcW w:w="1788" w:type="dxa"/>
          </w:tcPr>
          <w:p w14:paraId="11A6DC41" w14:textId="77777777" w:rsidR="00730CA0" w:rsidRPr="006A057C" w:rsidRDefault="00730CA0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identifier</w:t>
            </w:r>
          </w:p>
        </w:tc>
        <w:tc>
          <w:tcPr>
            <w:tcW w:w="3360" w:type="dxa"/>
          </w:tcPr>
          <w:p w14:paraId="495C5452" w14:textId="77777777" w:rsidR="00730CA0" w:rsidRPr="006A057C" w:rsidRDefault="00431CD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Identyfikator podatkowy NIP/ numer PESEL podatnika.</w:t>
            </w:r>
          </w:p>
        </w:tc>
        <w:tc>
          <w:tcPr>
            <w:tcW w:w="840" w:type="dxa"/>
          </w:tcPr>
          <w:p w14:paraId="761BBC28" w14:textId="77777777" w:rsidR="00730CA0" w:rsidRPr="006A057C" w:rsidRDefault="00DE42E9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2040" w:type="dxa"/>
          </w:tcPr>
          <w:p w14:paraId="210E39BA" w14:textId="77777777" w:rsidR="00730CA0" w:rsidRPr="006A057C" w:rsidRDefault="00730CA0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ZIdentification</w:t>
            </w:r>
          </w:p>
        </w:tc>
        <w:tc>
          <w:tcPr>
            <w:tcW w:w="1197" w:type="dxa"/>
          </w:tcPr>
          <w:p w14:paraId="39C95D54" w14:textId="77777777" w:rsidR="00730CA0" w:rsidRPr="006A057C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730CA0" w:rsidRPr="006A057C" w14:paraId="6A122533" w14:textId="77777777" w:rsidTr="00E115A2">
        <w:trPr>
          <w:trHeight w:val="213"/>
        </w:trPr>
        <w:tc>
          <w:tcPr>
            <w:tcW w:w="1788" w:type="dxa"/>
          </w:tcPr>
          <w:p w14:paraId="2220733F" w14:textId="77777777" w:rsidR="00730CA0" w:rsidRPr="006A057C" w:rsidRDefault="00730CA0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period</w:t>
            </w:r>
          </w:p>
        </w:tc>
        <w:tc>
          <w:tcPr>
            <w:tcW w:w="3360" w:type="dxa"/>
          </w:tcPr>
          <w:p w14:paraId="51F1FD7F" w14:textId="77777777" w:rsidR="00730CA0" w:rsidRPr="006A057C" w:rsidRDefault="00431CD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Data w formacie miesiąc i rok za jaki została złożona deklaracja.</w:t>
            </w:r>
          </w:p>
        </w:tc>
        <w:tc>
          <w:tcPr>
            <w:tcW w:w="840" w:type="dxa"/>
          </w:tcPr>
          <w:p w14:paraId="4B96C129" w14:textId="77777777" w:rsidR="00730CA0" w:rsidRPr="006A057C" w:rsidRDefault="00DE42E9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2, 3</w:t>
            </w:r>
          </w:p>
        </w:tc>
        <w:tc>
          <w:tcPr>
            <w:tcW w:w="2040" w:type="dxa"/>
          </w:tcPr>
          <w:p w14:paraId="717D1B6E" w14:textId="77777777" w:rsidR="00730CA0" w:rsidRPr="006A057C" w:rsidRDefault="00730CA0" w:rsidP="00DA6725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  <w:lang w:val="pl-PL"/>
              </w:rPr>
              <w:t>ZPeriod</w:t>
            </w:r>
          </w:p>
          <w:p w14:paraId="67924D7C" w14:textId="6DDB6E15" w:rsidR="00730CA0" w:rsidRPr="006A057C" w:rsidRDefault="00945689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014EA2" w:rsidRPr="006A057C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>b</w:instrText>
            </w:r>
            <w:r w:rsidR="00014EA2" w:rsidRPr="006A057C">
              <w:rPr>
                <w:rFonts w:eastAsia="Times New Roman" w:cs="Arial"/>
                <w:sz w:val="20"/>
                <w:szCs w:val="20"/>
              </w:rPr>
              <w:instrText>1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6A057C" w:rsidRPr="006A057C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6A057C">
              <w:rPr>
                <w:rFonts w:eastAsia="Times New Roman" w:cs="Arial"/>
                <w:sz w:val="20"/>
                <w:szCs w:val="20"/>
              </w:rPr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6A057C">
              <w:rPr>
                <w:rFonts w:eastAsia="Times New Roman" w:cs="Arial"/>
                <w:sz w:val="20"/>
                <w:szCs w:val="20"/>
              </w:rPr>
              <w:t>R1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="002E739F" w:rsidRPr="006A057C">
              <w:rPr>
                <w:rFonts w:eastAsia="Times New Roman" w:cs="Arial"/>
                <w:sz w:val="20"/>
                <w:szCs w:val="20"/>
              </w:rPr>
              <w:t>,R21</w:t>
            </w:r>
          </w:p>
        </w:tc>
        <w:tc>
          <w:tcPr>
            <w:tcW w:w="1197" w:type="dxa"/>
          </w:tcPr>
          <w:p w14:paraId="72B37811" w14:textId="77777777" w:rsidR="00730CA0" w:rsidRPr="006A057C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730CA0" w:rsidRPr="006A057C" w14:paraId="0FFD06D4" w14:textId="77777777" w:rsidTr="00E115A2">
        <w:trPr>
          <w:trHeight w:val="213"/>
        </w:trPr>
        <w:tc>
          <w:tcPr>
            <w:tcW w:w="1788" w:type="dxa"/>
          </w:tcPr>
          <w:p w14:paraId="552A0DA3" w14:textId="77777777" w:rsidR="00730CA0" w:rsidRPr="006A057C" w:rsidRDefault="00730CA0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formNo</w:t>
            </w:r>
          </w:p>
        </w:tc>
        <w:tc>
          <w:tcPr>
            <w:tcW w:w="3360" w:type="dxa"/>
          </w:tcPr>
          <w:p w14:paraId="495A0693" w14:textId="77777777" w:rsidR="00730CA0" w:rsidRPr="006A057C" w:rsidRDefault="00431CD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Numer formularza załącznika. Podatnik może załączyć wiele formularzy załącznika tego samego typu.</w:t>
            </w:r>
          </w:p>
        </w:tc>
        <w:tc>
          <w:tcPr>
            <w:tcW w:w="840" w:type="dxa"/>
          </w:tcPr>
          <w:p w14:paraId="1DBAFF82" w14:textId="77777777" w:rsidR="00730CA0" w:rsidRPr="006A057C" w:rsidRDefault="00DE42E9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4</w:t>
            </w:r>
          </w:p>
        </w:tc>
        <w:tc>
          <w:tcPr>
            <w:tcW w:w="2040" w:type="dxa"/>
          </w:tcPr>
          <w:p w14:paraId="29E8EA5B" w14:textId="77777777" w:rsidR="00730CA0" w:rsidRPr="006A057C" w:rsidRDefault="001A3203" w:rsidP="00DA6725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  <w:lang w:val="pl-PL"/>
              </w:rPr>
              <w:t>ZFormNo</w:t>
            </w:r>
          </w:p>
          <w:p w14:paraId="67736D83" w14:textId="161B1BD6" w:rsidR="00730CA0" w:rsidRPr="006A057C" w:rsidRDefault="00945689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730CA0" w:rsidRPr="006A057C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>b</w:instrText>
            </w:r>
            <w:r w:rsidR="00014EA2" w:rsidRPr="006A057C">
              <w:rPr>
                <w:rFonts w:eastAsia="Times New Roman" w:cs="Arial"/>
                <w:sz w:val="20"/>
                <w:szCs w:val="20"/>
              </w:rPr>
              <w:instrText>2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6A057C" w:rsidRPr="006A057C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6A057C">
              <w:rPr>
                <w:rFonts w:eastAsia="Times New Roman" w:cs="Arial"/>
                <w:sz w:val="20"/>
                <w:szCs w:val="20"/>
              </w:rPr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6A057C">
              <w:rPr>
                <w:rFonts w:eastAsia="Times New Roman" w:cs="Arial"/>
                <w:sz w:val="20"/>
                <w:szCs w:val="20"/>
              </w:rPr>
              <w:t>R2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23D2D3B" w14:textId="77777777" w:rsidR="00730CA0" w:rsidRPr="006A057C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730CA0" w:rsidRPr="006A057C" w14:paraId="461AFBF1" w14:textId="77777777" w:rsidTr="00E115A2">
        <w:trPr>
          <w:trHeight w:val="213"/>
        </w:trPr>
        <w:tc>
          <w:tcPr>
            <w:tcW w:w="1788" w:type="dxa"/>
          </w:tcPr>
          <w:p w14:paraId="78FBB70C" w14:textId="77777777" w:rsidR="00730CA0" w:rsidRPr="006A057C" w:rsidRDefault="00730CA0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Warehouse</w:t>
            </w:r>
          </w:p>
        </w:tc>
        <w:tc>
          <w:tcPr>
            <w:tcW w:w="3360" w:type="dxa"/>
          </w:tcPr>
          <w:p w14:paraId="6BAA44DD" w14:textId="77777777" w:rsidR="00730CA0" w:rsidRPr="006A057C" w:rsidRDefault="00730CA0" w:rsidP="00D05D5C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Dane o składzie podatkowym i zarejestrowanym odbiorcy</w:t>
            </w:r>
          </w:p>
        </w:tc>
        <w:tc>
          <w:tcPr>
            <w:tcW w:w="840" w:type="dxa"/>
          </w:tcPr>
          <w:p w14:paraId="7E20B5B6" w14:textId="77777777" w:rsidR="00730CA0" w:rsidRPr="006A057C" w:rsidRDefault="00DE42E9" w:rsidP="00D05D5C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B</w:t>
            </w:r>
          </w:p>
        </w:tc>
        <w:tc>
          <w:tcPr>
            <w:tcW w:w="2040" w:type="dxa"/>
          </w:tcPr>
          <w:p w14:paraId="47E808D1" w14:textId="77777777" w:rsidR="00730CA0" w:rsidRPr="00B85AB4" w:rsidRDefault="001E771C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instrText xml:space="preserve"> REF WarehouseType_b \h  \* MERGEFORMAT </w:instrTex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B85AB4">
              <w:rPr>
                <w:rStyle w:val="pole"/>
                <w:rFonts w:ascii="Lato" w:hAnsi="Lato"/>
                <w:sz w:val="20"/>
                <w:szCs w:val="20"/>
              </w:rPr>
              <w:t>WarehouseType</w: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BA723F3" w14:textId="77777777" w:rsidR="00730CA0" w:rsidRPr="006A057C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730CA0" w:rsidRPr="006A057C" w14:paraId="073E99C5" w14:textId="77777777" w:rsidTr="00E115A2">
        <w:trPr>
          <w:trHeight w:val="213"/>
        </w:trPr>
        <w:tc>
          <w:tcPr>
            <w:tcW w:w="1788" w:type="dxa"/>
          </w:tcPr>
          <w:p w14:paraId="14401E27" w14:textId="77777777" w:rsidR="00730CA0" w:rsidRPr="006A057C" w:rsidRDefault="00730CA0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ExciseDutyInformation</w:t>
            </w:r>
          </w:p>
        </w:tc>
        <w:tc>
          <w:tcPr>
            <w:tcW w:w="3360" w:type="dxa"/>
          </w:tcPr>
          <w:p w14:paraId="7AD16A39" w14:textId="77777777" w:rsidR="00730CA0" w:rsidRPr="006A057C" w:rsidRDefault="00730CA0" w:rsidP="00D05D5C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Dane o </w:t>
            </w:r>
            <w:r w:rsidR="00431CD0" w:rsidRPr="006A057C">
              <w:rPr>
                <w:rFonts w:eastAsia="Times New Roman" w:cs="Arial"/>
                <w:sz w:val="20"/>
                <w:szCs w:val="20"/>
              </w:rPr>
              <w:t>składzie podatkowym, obliczeniach i rozliczeniach kwot podatku akcyzowego.</w:t>
            </w:r>
          </w:p>
        </w:tc>
        <w:tc>
          <w:tcPr>
            <w:tcW w:w="840" w:type="dxa"/>
          </w:tcPr>
          <w:p w14:paraId="4EE5056A" w14:textId="77777777" w:rsidR="00730CA0" w:rsidRPr="006A057C" w:rsidRDefault="00C03D69" w:rsidP="00D05D5C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C, D, F</w:t>
            </w:r>
          </w:p>
        </w:tc>
        <w:tc>
          <w:tcPr>
            <w:tcW w:w="2040" w:type="dxa"/>
          </w:tcPr>
          <w:p w14:paraId="430DA553" w14:textId="77777777" w:rsidR="00730CA0" w:rsidRPr="00B85AB4" w:rsidRDefault="001E771C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instrText xml:space="preserve"> REF ExciseDutyInformationType_b \h  \* MERGEFORMAT </w:instrTex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B85AB4">
              <w:rPr>
                <w:rStyle w:val="pole"/>
                <w:rFonts w:ascii="Lato" w:hAnsi="Lato"/>
                <w:sz w:val="20"/>
                <w:szCs w:val="20"/>
              </w:rPr>
              <w:t>ExciseDutyInformationType</w: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D8C379E" w14:textId="77777777" w:rsidR="00730CA0" w:rsidRPr="006A057C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730CA0" w:rsidRPr="006A057C" w14:paraId="08A03D13" w14:textId="77777777" w:rsidTr="00E115A2">
        <w:trPr>
          <w:trHeight w:val="213"/>
        </w:trPr>
        <w:tc>
          <w:tcPr>
            <w:tcW w:w="1788" w:type="dxa"/>
          </w:tcPr>
          <w:p w14:paraId="079DC74D" w14:textId="77777777" w:rsidR="00730CA0" w:rsidRPr="006A057C" w:rsidRDefault="00730CA0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DailyPaymentInformation</w:t>
            </w:r>
          </w:p>
        </w:tc>
        <w:tc>
          <w:tcPr>
            <w:tcW w:w="3360" w:type="dxa"/>
          </w:tcPr>
          <w:p w14:paraId="4AF3994F" w14:textId="77777777" w:rsidR="00730CA0" w:rsidRPr="006A057C" w:rsidRDefault="00431CD0" w:rsidP="00D05D5C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Suma kwot</w:t>
            </w:r>
            <w:r w:rsidR="00730CA0" w:rsidRPr="006A057C">
              <w:rPr>
                <w:rFonts w:eastAsia="Times New Roman" w:cs="Arial"/>
                <w:sz w:val="20"/>
                <w:szCs w:val="20"/>
              </w:rPr>
              <w:t xml:space="preserve"> wpłat dziennych</w:t>
            </w:r>
          </w:p>
        </w:tc>
        <w:tc>
          <w:tcPr>
            <w:tcW w:w="840" w:type="dxa"/>
          </w:tcPr>
          <w:p w14:paraId="7E4D3859" w14:textId="77777777" w:rsidR="00730CA0" w:rsidRPr="006A057C" w:rsidRDefault="00820B9A" w:rsidP="00730CA0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E</w:t>
            </w:r>
          </w:p>
        </w:tc>
        <w:tc>
          <w:tcPr>
            <w:tcW w:w="2040" w:type="dxa"/>
          </w:tcPr>
          <w:p w14:paraId="7377A790" w14:textId="77777777" w:rsidR="001E771C" w:rsidRPr="00B85AB4" w:rsidRDefault="001E771C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instrText xml:space="preserve"> REF DailyPaymentInformationType_b \h  \* MERGEFORMAT </w:instrTex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B85AB4">
              <w:rPr>
                <w:rStyle w:val="pole"/>
                <w:rFonts w:ascii="Lato" w:hAnsi="Lato"/>
                <w:sz w:val="20"/>
                <w:szCs w:val="20"/>
              </w:rPr>
              <w:t>DailyPaymentInformationType</w: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  <w:p w14:paraId="50643B9E" w14:textId="29078C21" w:rsidR="00014EA2" w:rsidRPr="00B85AB4" w:rsidRDefault="00945689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t xml:space="preserve">Patrz reguła </w: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instrText xml:space="preserve"> REF </w:instrText>
            </w:r>
            <w:r w:rsidR="00014EA2" w:rsidRPr="00B85AB4">
              <w:rPr>
                <w:rStyle w:val="pole"/>
                <w:rFonts w:ascii="Lato" w:hAnsi="Lato"/>
                <w:sz w:val="20"/>
                <w:szCs w:val="20"/>
              </w:rPr>
              <w:instrText>R</w:instrTex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instrText>b</w:instrText>
            </w:r>
            <w:r w:rsidR="00014EA2" w:rsidRPr="00B85AB4">
              <w:rPr>
                <w:rStyle w:val="pole"/>
                <w:rFonts w:ascii="Lato" w:hAnsi="Lato"/>
                <w:sz w:val="20"/>
                <w:szCs w:val="20"/>
              </w:rPr>
              <w:instrText>3</w:instrTex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instrText xml:space="preserve"> \h </w:instrText>
            </w:r>
            <w:r w:rsidR="006A057C" w:rsidRPr="00B85AB4">
              <w:rPr>
                <w:rStyle w:val="pole"/>
                <w:rFonts w:ascii="Lato" w:hAnsi="Lato"/>
                <w:sz w:val="20"/>
                <w:szCs w:val="20"/>
              </w:rPr>
              <w:instrText xml:space="preserve"> \* MERGEFORMAT </w:instrTex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B85AB4">
              <w:rPr>
                <w:rStyle w:val="pole"/>
                <w:rFonts w:ascii="Lato" w:hAnsi="Lato"/>
                <w:sz w:val="20"/>
                <w:szCs w:val="20"/>
              </w:rPr>
              <w:t>R3</w: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050036D" w14:textId="77777777" w:rsidR="00730CA0" w:rsidRPr="006A057C" w:rsidRDefault="00C6122F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0</w:t>
            </w:r>
            <w:r w:rsidR="00730CA0" w:rsidRPr="006A057C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</w:tbl>
    <w:p w14:paraId="257DD223" w14:textId="206379F9" w:rsidR="00BD7640" w:rsidRDefault="00BD7640" w:rsidP="00BD7640">
      <w:pPr>
        <w:pStyle w:val="Legenda"/>
        <w:keepNext/>
      </w:pPr>
      <w:bookmarkStart w:id="136" w:name="_Toc182566561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30</w:t>
      </w:r>
      <w:r w:rsidR="00715F4C">
        <w:rPr>
          <w:noProof/>
        </w:rPr>
        <w:fldChar w:fldCharType="end"/>
      </w:r>
      <w:r>
        <w:t xml:space="preserve">. </w:t>
      </w:r>
      <w:r w:rsidRPr="00F707EE">
        <w:t>Struktura elementu WarehouseType</w:t>
      </w:r>
      <w:bookmarkEnd w:id="136"/>
    </w:p>
    <w:tbl>
      <w:tblPr>
        <w:tblStyle w:val="Siatkatabelijasna"/>
        <w:tblW w:w="9225" w:type="dxa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197"/>
      </w:tblGrid>
      <w:tr w:rsidR="00730CA0" w:rsidRPr="006A057C" w14:paraId="59FCB223" w14:textId="77777777" w:rsidTr="00E115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70FBB702" w14:textId="77777777" w:rsidR="00730CA0" w:rsidRPr="006A057C" w:rsidRDefault="00730CA0" w:rsidP="00DA6725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03A8BF64" w14:textId="77777777" w:rsidR="00730CA0" w:rsidRPr="006A057C" w:rsidRDefault="00730CA0" w:rsidP="00DA6725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7BC315F3" w14:textId="77777777" w:rsidR="00730CA0" w:rsidRPr="006A057C" w:rsidRDefault="00730CA0" w:rsidP="00730CA0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062DF514" w14:textId="77777777" w:rsidR="00730CA0" w:rsidRPr="006A057C" w:rsidRDefault="00730CA0" w:rsidP="002B275B">
            <w:pPr>
              <w:keepNext/>
              <w:rPr>
                <w:rFonts w:cs="Arial"/>
                <w:b/>
                <w:sz w:val="18"/>
                <w:szCs w:val="18"/>
              </w:rPr>
            </w:pPr>
            <w:r w:rsidRPr="006A057C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2C1FC607" w14:textId="77777777" w:rsidR="00730CA0" w:rsidRPr="006A057C" w:rsidRDefault="00730CA0" w:rsidP="002B275B">
            <w:pPr>
              <w:keepNext/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730CA0" w:rsidRPr="006A057C" w14:paraId="253C2597" w14:textId="77777777" w:rsidTr="00E115A2">
        <w:trPr>
          <w:trHeight w:val="213"/>
        </w:trPr>
        <w:tc>
          <w:tcPr>
            <w:tcW w:w="1788" w:type="dxa"/>
          </w:tcPr>
          <w:p w14:paraId="4E4AE060" w14:textId="77777777" w:rsidR="00730CA0" w:rsidRPr="006A057C" w:rsidRDefault="00730CA0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operatorNo</w:t>
            </w:r>
          </w:p>
        </w:tc>
        <w:tc>
          <w:tcPr>
            <w:tcW w:w="3360" w:type="dxa"/>
          </w:tcPr>
          <w:p w14:paraId="298E9FCA" w14:textId="77777777" w:rsidR="00730CA0" w:rsidRPr="006A057C" w:rsidRDefault="00431CD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Numer akcyzowy składu. (pole 7 wypełnia podatnik prowadzący skład).</w:t>
            </w:r>
          </w:p>
        </w:tc>
        <w:tc>
          <w:tcPr>
            <w:tcW w:w="840" w:type="dxa"/>
          </w:tcPr>
          <w:p w14:paraId="5F94C4D9" w14:textId="77777777" w:rsidR="00730CA0" w:rsidRPr="006A057C" w:rsidRDefault="00DE42E9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2040" w:type="dxa"/>
          </w:tcPr>
          <w:p w14:paraId="6950A913" w14:textId="77777777" w:rsidR="00730CA0" w:rsidRPr="006A057C" w:rsidRDefault="00267AA9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  <w:r w:rsidR="00730CA0" w:rsidRPr="006A057C">
              <w:rPr>
                <w:rStyle w:val="pole"/>
                <w:rFonts w:ascii="Lato" w:hAnsi="Lato"/>
                <w:sz w:val="20"/>
                <w:szCs w:val="20"/>
              </w:rPr>
              <w:t>(13)</w:t>
            </w:r>
          </w:p>
          <w:p w14:paraId="56731B7D" w14:textId="219787FC" w:rsidR="00730CA0" w:rsidRPr="006A057C" w:rsidRDefault="00945689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730CA0" w:rsidRPr="006A057C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>b</w:instrText>
            </w:r>
            <w:r w:rsidR="00730CA0" w:rsidRPr="006A057C">
              <w:rPr>
                <w:rFonts w:eastAsia="Times New Roman" w:cs="Arial"/>
                <w:sz w:val="20"/>
                <w:szCs w:val="20"/>
              </w:rPr>
              <w:instrText>4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6A057C" w:rsidRPr="006A057C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6A057C">
              <w:rPr>
                <w:rFonts w:eastAsia="Times New Roman" w:cs="Arial"/>
                <w:sz w:val="20"/>
                <w:szCs w:val="20"/>
              </w:rPr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6A057C">
              <w:rPr>
                <w:rFonts w:eastAsia="Times New Roman" w:cs="Arial"/>
                <w:sz w:val="20"/>
                <w:szCs w:val="20"/>
              </w:rPr>
              <w:t>R4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8F25F3B" w14:textId="77777777" w:rsidR="00730CA0" w:rsidRPr="006A057C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730CA0" w:rsidRPr="006A057C" w14:paraId="4B481643" w14:textId="77777777" w:rsidTr="00E115A2">
        <w:trPr>
          <w:trHeight w:val="213"/>
        </w:trPr>
        <w:tc>
          <w:tcPr>
            <w:tcW w:w="1788" w:type="dxa"/>
          </w:tcPr>
          <w:p w14:paraId="0F7ACC74" w14:textId="77777777" w:rsidR="00730CA0" w:rsidRPr="006A057C" w:rsidRDefault="00730CA0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userNo</w:t>
            </w:r>
          </w:p>
        </w:tc>
        <w:tc>
          <w:tcPr>
            <w:tcW w:w="3360" w:type="dxa"/>
          </w:tcPr>
          <w:p w14:paraId="75023343" w14:textId="77777777" w:rsidR="00730CA0" w:rsidRPr="006A057C" w:rsidRDefault="00431CD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Numer akcyzowy składu (pole 8 wypełnia podatnik będący właścicielem wyrobów akcyzowych, korzystający z cudzego składu).</w:t>
            </w:r>
          </w:p>
        </w:tc>
        <w:tc>
          <w:tcPr>
            <w:tcW w:w="840" w:type="dxa"/>
          </w:tcPr>
          <w:p w14:paraId="70758939" w14:textId="77777777" w:rsidR="00730CA0" w:rsidRPr="006A057C" w:rsidRDefault="00DE42E9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8</w:t>
            </w:r>
          </w:p>
        </w:tc>
        <w:tc>
          <w:tcPr>
            <w:tcW w:w="2040" w:type="dxa"/>
          </w:tcPr>
          <w:p w14:paraId="681E4185" w14:textId="77777777" w:rsidR="00730CA0" w:rsidRPr="006A057C" w:rsidRDefault="00267AA9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  <w:r w:rsidR="00730CA0" w:rsidRPr="006A057C">
              <w:rPr>
                <w:rStyle w:val="pole"/>
                <w:rFonts w:ascii="Lato" w:hAnsi="Lato"/>
                <w:sz w:val="20"/>
                <w:szCs w:val="20"/>
              </w:rPr>
              <w:t>(13)</w:t>
            </w:r>
          </w:p>
          <w:p w14:paraId="6BC48838" w14:textId="4D4898A7" w:rsidR="00730CA0" w:rsidRPr="006A057C" w:rsidRDefault="00945689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730CA0" w:rsidRPr="006A057C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>b</w:instrText>
            </w:r>
            <w:r w:rsidR="00730CA0" w:rsidRPr="006A057C">
              <w:rPr>
                <w:rFonts w:eastAsia="Times New Roman" w:cs="Arial"/>
                <w:sz w:val="20"/>
                <w:szCs w:val="20"/>
              </w:rPr>
              <w:instrText>5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6A057C" w:rsidRPr="006A057C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6A057C">
              <w:rPr>
                <w:rFonts w:eastAsia="Times New Roman" w:cs="Arial"/>
                <w:sz w:val="20"/>
                <w:szCs w:val="20"/>
              </w:rPr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6A057C">
              <w:rPr>
                <w:rFonts w:eastAsia="Times New Roman" w:cs="Arial"/>
                <w:sz w:val="20"/>
                <w:szCs w:val="20"/>
              </w:rPr>
              <w:t>R5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DAAC4AD" w14:textId="77777777" w:rsidR="00730CA0" w:rsidRPr="006A057C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730CA0" w:rsidRPr="006A057C" w14:paraId="3533FF2E" w14:textId="77777777" w:rsidTr="00E115A2">
        <w:trPr>
          <w:trHeight w:val="213"/>
        </w:trPr>
        <w:tc>
          <w:tcPr>
            <w:tcW w:w="1788" w:type="dxa"/>
          </w:tcPr>
          <w:p w14:paraId="278AD418" w14:textId="77777777" w:rsidR="00730CA0" w:rsidRPr="006A057C" w:rsidRDefault="00730CA0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address</w:t>
            </w:r>
          </w:p>
        </w:tc>
        <w:tc>
          <w:tcPr>
            <w:tcW w:w="3360" w:type="dxa"/>
          </w:tcPr>
          <w:p w14:paraId="13F768B3" w14:textId="77777777" w:rsidR="00730CA0" w:rsidRPr="006A057C" w:rsidRDefault="00431CD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Adres składu.</w:t>
            </w:r>
          </w:p>
        </w:tc>
        <w:tc>
          <w:tcPr>
            <w:tcW w:w="840" w:type="dxa"/>
          </w:tcPr>
          <w:p w14:paraId="1578558D" w14:textId="77777777" w:rsidR="00730CA0" w:rsidRPr="006A057C" w:rsidRDefault="00DE42E9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9</w:t>
            </w:r>
          </w:p>
        </w:tc>
        <w:tc>
          <w:tcPr>
            <w:tcW w:w="2040" w:type="dxa"/>
          </w:tcPr>
          <w:p w14:paraId="4476B061" w14:textId="77777777" w:rsidR="00730CA0" w:rsidRPr="006A057C" w:rsidRDefault="00267AA9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  <w:r w:rsidR="00694290" w:rsidRPr="006A057C">
              <w:rPr>
                <w:rStyle w:val="pole"/>
                <w:rFonts w:ascii="Lato" w:hAnsi="Lato"/>
                <w:sz w:val="20"/>
                <w:szCs w:val="20"/>
              </w:rPr>
              <w:t>(</w:t>
            </w:r>
            <w:r w:rsidR="00D561DA" w:rsidRPr="006A057C">
              <w:rPr>
                <w:rStyle w:val="pole"/>
                <w:rFonts w:ascii="Lato" w:hAnsi="Lato"/>
                <w:sz w:val="20"/>
                <w:szCs w:val="20"/>
              </w:rPr>
              <w:t>512</w:t>
            </w:r>
            <w:r w:rsidR="00730CA0" w:rsidRPr="006A057C">
              <w:rPr>
                <w:rStyle w:val="pole"/>
                <w:rFonts w:ascii="Lato" w:hAnsi="Lato"/>
                <w:sz w:val="20"/>
                <w:szCs w:val="20"/>
              </w:rPr>
              <w:t>)</w:t>
            </w:r>
          </w:p>
        </w:tc>
        <w:tc>
          <w:tcPr>
            <w:tcW w:w="1197" w:type="dxa"/>
          </w:tcPr>
          <w:p w14:paraId="18594EE2" w14:textId="77777777" w:rsidR="00730CA0" w:rsidRPr="006A057C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730CA0" w:rsidRPr="006A057C" w14:paraId="15F29F54" w14:textId="77777777" w:rsidTr="00E115A2">
        <w:trPr>
          <w:trHeight w:val="213"/>
        </w:trPr>
        <w:tc>
          <w:tcPr>
            <w:tcW w:w="1788" w:type="dxa"/>
          </w:tcPr>
          <w:p w14:paraId="26D161B4" w14:textId="77777777" w:rsidR="00730CA0" w:rsidRPr="006A057C" w:rsidRDefault="00730CA0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consumerNo</w:t>
            </w:r>
          </w:p>
        </w:tc>
        <w:tc>
          <w:tcPr>
            <w:tcW w:w="3360" w:type="dxa"/>
          </w:tcPr>
          <w:p w14:paraId="499DEFA3" w14:textId="77777777" w:rsidR="00730CA0" w:rsidRPr="006A057C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Numer akcyzowy zarejestrowanego odbiorcy, wypełniany tylko w przypadku formularza AKC-4zo</w:t>
            </w:r>
          </w:p>
        </w:tc>
        <w:tc>
          <w:tcPr>
            <w:tcW w:w="840" w:type="dxa"/>
          </w:tcPr>
          <w:p w14:paraId="4AFF115D" w14:textId="77777777" w:rsidR="00730CA0" w:rsidRPr="006A057C" w:rsidRDefault="00277C5A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10</w:t>
            </w:r>
          </w:p>
        </w:tc>
        <w:tc>
          <w:tcPr>
            <w:tcW w:w="2040" w:type="dxa"/>
          </w:tcPr>
          <w:p w14:paraId="3649EBC3" w14:textId="77777777" w:rsidR="00730CA0" w:rsidRPr="006A057C" w:rsidRDefault="00267AA9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  <w:r w:rsidR="00730CA0" w:rsidRPr="006A057C">
              <w:rPr>
                <w:rStyle w:val="pole"/>
                <w:rFonts w:ascii="Lato" w:hAnsi="Lato"/>
                <w:sz w:val="20"/>
                <w:szCs w:val="20"/>
              </w:rPr>
              <w:t>(13)</w:t>
            </w:r>
          </w:p>
          <w:p w14:paraId="4CE65C8C" w14:textId="75150ACB" w:rsidR="00730CA0" w:rsidRPr="006A057C" w:rsidRDefault="00945689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730CA0" w:rsidRPr="006A057C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>b</w:instrText>
            </w:r>
            <w:r w:rsidR="00730CA0" w:rsidRPr="006A057C">
              <w:rPr>
                <w:rFonts w:eastAsia="Times New Roman" w:cs="Arial"/>
                <w:sz w:val="20"/>
                <w:szCs w:val="20"/>
              </w:rPr>
              <w:instrText>7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6A057C" w:rsidRPr="006A057C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6A057C">
              <w:rPr>
                <w:rFonts w:eastAsia="Times New Roman" w:cs="Arial"/>
                <w:sz w:val="20"/>
                <w:szCs w:val="20"/>
              </w:rPr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6A057C">
              <w:rPr>
                <w:rFonts w:eastAsia="Times New Roman" w:cs="Arial"/>
                <w:sz w:val="20"/>
                <w:szCs w:val="20"/>
              </w:rPr>
              <w:t>R7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C79565A" w14:textId="77777777" w:rsidR="00730CA0" w:rsidRPr="006A057C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E72677" w:rsidRPr="006A057C" w14:paraId="7C0ECFBC" w14:textId="77777777" w:rsidTr="00E115A2">
        <w:trPr>
          <w:trHeight w:val="213"/>
        </w:trPr>
        <w:tc>
          <w:tcPr>
            <w:tcW w:w="1788" w:type="dxa"/>
          </w:tcPr>
          <w:p w14:paraId="17D70AD2" w14:textId="77777777" w:rsidR="00E72677" w:rsidRPr="006A057C" w:rsidRDefault="00E72677" w:rsidP="00E7267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oneTime</w:t>
            </w:r>
          </w:p>
        </w:tc>
        <w:tc>
          <w:tcPr>
            <w:tcW w:w="3360" w:type="dxa"/>
          </w:tcPr>
          <w:p w14:paraId="2FC6E1B2" w14:textId="77777777" w:rsidR="00E72677" w:rsidRPr="006A057C" w:rsidRDefault="00E72677" w:rsidP="00E72677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Jednorazowe</w:t>
            </w:r>
          </w:p>
        </w:tc>
        <w:tc>
          <w:tcPr>
            <w:tcW w:w="840" w:type="dxa"/>
          </w:tcPr>
          <w:p w14:paraId="7BCD4779" w14:textId="77777777" w:rsidR="00E72677" w:rsidRPr="006A057C" w:rsidRDefault="00E72677" w:rsidP="00E72677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40" w:type="dxa"/>
          </w:tcPr>
          <w:p w14:paraId="0D3BD6AF" w14:textId="77777777" w:rsidR="00E72677" w:rsidRPr="006A057C" w:rsidRDefault="00E72677" w:rsidP="00E7267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boolean</w:t>
            </w:r>
          </w:p>
        </w:tc>
        <w:tc>
          <w:tcPr>
            <w:tcW w:w="1197" w:type="dxa"/>
          </w:tcPr>
          <w:p w14:paraId="4BA7B670" w14:textId="77777777" w:rsidR="00E72677" w:rsidRPr="006A057C" w:rsidRDefault="00E72677" w:rsidP="00E72677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</w:tbl>
    <w:p w14:paraId="0ECEB56B" w14:textId="1199422E" w:rsidR="00BD7640" w:rsidRDefault="00BD7640" w:rsidP="00BD7640">
      <w:pPr>
        <w:pStyle w:val="Legenda"/>
        <w:keepNext/>
      </w:pPr>
      <w:bookmarkStart w:id="137" w:name="_Toc182566562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31</w:t>
      </w:r>
      <w:r w:rsidR="00715F4C">
        <w:rPr>
          <w:noProof/>
        </w:rPr>
        <w:fldChar w:fldCharType="end"/>
      </w:r>
      <w:r>
        <w:t xml:space="preserve">. </w:t>
      </w:r>
      <w:r w:rsidRPr="00504871">
        <w:t>Struktura elementu ExciseDutyInformationType</w:t>
      </w:r>
      <w:bookmarkEnd w:id="137"/>
    </w:p>
    <w:tbl>
      <w:tblPr>
        <w:tblStyle w:val="Siatkatabelijasna"/>
        <w:tblW w:w="9228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200"/>
      </w:tblGrid>
      <w:tr w:rsidR="00730CA0" w:rsidRPr="006A057C" w14:paraId="780A5006" w14:textId="77777777" w:rsidTr="00E115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0406FFB7" w14:textId="77777777" w:rsidR="00730CA0" w:rsidRPr="006A057C" w:rsidRDefault="00730CA0" w:rsidP="00DA6725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1B8CB433" w14:textId="77777777" w:rsidR="00730CA0" w:rsidRPr="006A057C" w:rsidRDefault="00730CA0" w:rsidP="00DA6725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7FE9BC26" w14:textId="77777777" w:rsidR="00730CA0" w:rsidRPr="006A057C" w:rsidRDefault="00730CA0" w:rsidP="00730CA0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44E403C7" w14:textId="77777777" w:rsidR="00730CA0" w:rsidRPr="006A057C" w:rsidRDefault="00730CA0" w:rsidP="00DA6725">
            <w:pPr>
              <w:rPr>
                <w:rFonts w:cs="Arial"/>
                <w:b/>
                <w:sz w:val="18"/>
                <w:szCs w:val="18"/>
              </w:rPr>
            </w:pPr>
            <w:r w:rsidRPr="006A057C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200" w:type="dxa"/>
          </w:tcPr>
          <w:p w14:paraId="7A71BA70" w14:textId="77777777" w:rsidR="00730CA0" w:rsidRPr="006A057C" w:rsidRDefault="00730CA0" w:rsidP="00DA6725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730CA0" w:rsidRPr="006A057C" w14:paraId="17CFAF4D" w14:textId="77777777" w:rsidTr="00E115A2">
        <w:trPr>
          <w:trHeight w:val="213"/>
        </w:trPr>
        <w:tc>
          <w:tcPr>
            <w:tcW w:w="1788" w:type="dxa"/>
          </w:tcPr>
          <w:p w14:paraId="3EACE167" w14:textId="77777777" w:rsidR="00730CA0" w:rsidRPr="006A057C" w:rsidRDefault="00730CA0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CalculOfAmountOfExciseDuty</w:t>
            </w:r>
          </w:p>
        </w:tc>
        <w:tc>
          <w:tcPr>
            <w:tcW w:w="3360" w:type="dxa"/>
          </w:tcPr>
          <w:p w14:paraId="09500390" w14:textId="77777777" w:rsidR="00730CA0" w:rsidRPr="006A057C" w:rsidRDefault="00730CA0" w:rsidP="00D05D5C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Obliczenie </w:t>
            </w:r>
            <w:r w:rsidR="00431CD0" w:rsidRPr="006A057C">
              <w:rPr>
                <w:rFonts w:eastAsia="Times New Roman" w:cs="Arial"/>
                <w:sz w:val="20"/>
                <w:szCs w:val="20"/>
              </w:rPr>
              <w:t xml:space="preserve">wysokości </w:t>
            </w:r>
            <w:r w:rsidRPr="006A057C">
              <w:rPr>
                <w:rFonts w:eastAsia="Times New Roman" w:cs="Arial"/>
                <w:sz w:val="20"/>
                <w:szCs w:val="20"/>
              </w:rPr>
              <w:t>podatku akcyzowego</w:t>
            </w:r>
          </w:p>
        </w:tc>
        <w:tc>
          <w:tcPr>
            <w:tcW w:w="840" w:type="dxa"/>
          </w:tcPr>
          <w:p w14:paraId="5DA5684D" w14:textId="77777777" w:rsidR="00730CA0" w:rsidRPr="006A057C" w:rsidRDefault="005B258D" w:rsidP="00730CA0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C</w:t>
            </w:r>
          </w:p>
        </w:tc>
        <w:tc>
          <w:tcPr>
            <w:tcW w:w="2040" w:type="dxa"/>
          </w:tcPr>
          <w:p w14:paraId="2D9F4CA2" w14:textId="77777777" w:rsidR="00730CA0" w:rsidRPr="006A057C" w:rsidRDefault="00730CA0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CalculOfAmountOfExciseDuty</w:t>
            </w:r>
            <w:r w:rsidR="005B61A4" w:rsidRPr="006A057C">
              <w:rPr>
                <w:rStyle w:val="pole"/>
                <w:rFonts w:ascii="Lato" w:hAnsi="Lato"/>
                <w:sz w:val="20"/>
                <w:szCs w:val="20"/>
              </w:rPr>
              <w:t>Type</w:t>
            </w:r>
          </w:p>
        </w:tc>
        <w:tc>
          <w:tcPr>
            <w:tcW w:w="1200" w:type="dxa"/>
          </w:tcPr>
          <w:p w14:paraId="534BA397" w14:textId="77777777" w:rsidR="00730CA0" w:rsidRPr="006A057C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730CA0" w:rsidRPr="006A057C" w14:paraId="0660DD8F" w14:textId="77777777" w:rsidTr="00E115A2">
        <w:trPr>
          <w:trHeight w:val="213"/>
        </w:trPr>
        <w:tc>
          <w:tcPr>
            <w:tcW w:w="1788" w:type="dxa"/>
          </w:tcPr>
          <w:p w14:paraId="1584CF7A" w14:textId="77777777" w:rsidR="00730CA0" w:rsidRPr="006A057C" w:rsidRDefault="00730CA0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lastRenderedPageBreak/>
              <w:t>CleareanceExciseDuty</w:t>
            </w:r>
          </w:p>
        </w:tc>
        <w:tc>
          <w:tcPr>
            <w:tcW w:w="3360" w:type="dxa"/>
          </w:tcPr>
          <w:p w14:paraId="23183F22" w14:textId="77777777" w:rsidR="00730CA0" w:rsidRPr="006A057C" w:rsidRDefault="00730CA0" w:rsidP="00D05D5C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Rozliczenie podatku akcyzowego</w:t>
            </w:r>
          </w:p>
        </w:tc>
        <w:tc>
          <w:tcPr>
            <w:tcW w:w="840" w:type="dxa"/>
          </w:tcPr>
          <w:p w14:paraId="743ABD96" w14:textId="77777777" w:rsidR="00730CA0" w:rsidRPr="006A057C" w:rsidRDefault="00232DE9" w:rsidP="00730CA0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D</w:t>
            </w:r>
          </w:p>
        </w:tc>
        <w:tc>
          <w:tcPr>
            <w:tcW w:w="2040" w:type="dxa"/>
          </w:tcPr>
          <w:p w14:paraId="0C881337" w14:textId="77777777" w:rsidR="00730CA0" w:rsidRPr="00B85AB4" w:rsidRDefault="001E771C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instrText xml:space="preserve"> REF CleareanceExciseDutyType_b \h  \* MERGEFORMAT </w:instrTex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B85AB4">
              <w:rPr>
                <w:rStyle w:val="pole"/>
                <w:rFonts w:ascii="Lato" w:hAnsi="Lato"/>
                <w:sz w:val="20"/>
                <w:szCs w:val="20"/>
              </w:rPr>
              <w:t>CleareanceExciseDutyType</w: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200" w:type="dxa"/>
          </w:tcPr>
          <w:p w14:paraId="5B55D1DC" w14:textId="77777777" w:rsidR="00730CA0" w:rsidRPr="006A057C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730CA0" w:rsidRPr="006A057C" w14:paraId="6E2A02A9" w14:textId="77777777" w:rsidTr="00E115A2">
        <w:trPr>
          <w:trHeight w:val="213"/>
        </w:trPr>
        <w:tc>
          <w:tcPr>
            <w:tcW w:w="1788" w:type="dxa"/>
          </w:tcPr>
          <w:p w14:paraId="4D207B5C" w14:textId="77777777" w:rsidR="00730CA0" w:rsidRPr="006A057C" w:rsidRDefault="00730CA0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Items</w:t>
            </w:r>
          </w:p>
        </w:tc>
        <w:tc>
          <w:tcPr>
            <w:tcW w:w="3360" w:type="dxa"/>
          </w:tcPr>
          <w:p w14:paraId="72294C0A" w14:textId="77777777" w:rsidR="00730CA0" w:rsidRPr="006A057C" w:rsidRDefault="00730CA0" w:rsidP="00D05D5C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Obliczenie </w:t>
            </w:r>
            <w:r w:rsidR="00431CD0" w:rsidRPr="006A057C">
              <w:rPr>
                <w:rFonts w:eastAsia="Times New Roman" w:cs="Arial"/>
                <w:sz w:val="20"/>
                <w:szCs w:val="20"/>
              </w:rPr>
              <w:t xml:space="preserve">wysokości </w:t>
            </w:r>
            <w:r w:rsidRPr="006A057C">
              <w:rPr>
                <w:rFonts w:eastAsia="Times New Roman" w:cs="Arial"/>
                <w:sz w:val="20"/>
                <w:szCs w:val="20"/>
              </w:rPr>
              <w:t>podatku akcyzowego od poszczególnych wyrobów</w:t>
            </w:r>
          </w:p>
        </w:tc>
        <w:tc>
          <w:tcPr>
            <w:tcW w:w="840" w:type="dxa"/>
          </w:tcPr>
          <w:p w14:paraId="355710BF" w14:textId="77777777" w:rsidR="00730CA0" w:rsidRPr="006A057C" w:rsidRDefault="003C4D84" w:rsidP="00730CA0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F</w:t>
            </w:r>
          </w:p>
        </w:tc>
        <w:tc>
          <w:tcPr>
            <w:tcW w:w="2040" w:type="dxa"/>
          </w:tcPr>
          <w:p w14:paraId="682A45A1" w14:textId="77777777" w:rsidR="00730CA0" w:rsidRPr="00B85AB4" w:rsidRDefault="001E771C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instrText xml:space="preserve"> REF ItemsType_b \h  \* MERGEFORMAT </w:instrTex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B85AB4">
              <w:rPr>
                <w:rStyle w:val="pole"/>
                <w:rFonts w:ascii="Lato" w:hAnsi="Lato"/>
                <w:sz w:val="20"/>
                <w:szCs w:val="20"/>
              </w:rPr>
              <w:t>ItemsType</w: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200" w:type="dxa"/>
          </w:tcPr>
          <w:p w14:paraId="38BE0DF3" w14:textId="77777777" w:rsidR="00730CA0" w:rsidRPr="006A057C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0..*</w:t>
            </w:r>
          </w:p>
        </w:tc>
      </w:tr>
    </w:tbl>
    <w:p w14:paraId="5CB4F000" w14:textId="77777777" w:rsidR="00BA3B1D" w:rsidRPr="006A057C" w:rsidRDefault="00BA3B1D" w:rsidP="00BA3B1D">
      <w:pPr>
        <w:pStyle w:val="Schema-Description"/>
        <w:spacing w:before="0" w:beforeAutospacing="0" w:after="0" w:afterAutospacing="0"/>
        <w:jc w:val="both"/>
        <w:rPr>
          <w:rFonts w:ascii="Lato" w:hAnsi="Lato"/>
        </w:rPr>
      </w:pPr>
    </w:p>
    <w:p w14:paraId="0598EFD4" w14:textId="2B8AA6C3" w:rsidR="00BD7640" w:rsidRDefault="00BD7640" w:rsidP="00BD7640">
      <w:pPr>
        <w:pStyle w:val="Legenda"/>
        <w:keepNext/>
      </w:pPr>
      <w:bookmarkStart w:id="138" w:name="_Toc182566563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32</w:t>
      </w:r>
      <w:r w:rsidR="00715F4C">
        <w:rPr>
          <w:noProof/>
        </w:rPr>
        <w:fldChar w:fldCharType="end"/>
      </w:r>
      <w:r>
        <w:t xml:space="preserve">. </w:t>
      </w:r>
      <w:r w:rsidRPr="009A01D2">
        <w:t>Struktura elementu CalculOdAmountOfExciseDutyType</w:t>
      </w:r>
      <w:bookmarkEnd w:id="138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5B61A4" w:rsidRPr="006A057C" w14:paraId="293BD782" w14:textId="77777777" w:rsidTr="00E115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62B1477E" w14:textId="77777777" w:rsidR="005B61A4" w:rsidRPr="006A057C" w:rsidRDefault="005B61A4" w:rsidP="00855336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4610A8DB" w14:textId="77777777" w:rsidR="005B61A4" w:rsidRPr="006A057C" w:rsidRDefault="005B61A4" w:rsidP="00855336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082AAB9C" w14:textId="77777777" w:rsidR="005B61A4" w:rsidRPr="006A057C" w:rsidRDefault="005B61A4" w:rsidP="00855336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68062F2D" w14:textId="77777777" w:rsidR="005B61A4" w:rsidRPr="006A057C" w:rsidRDefault="005B61A4" w:rsidP="00855336">
            <w:pPr>
              <w:rPr>
                <w:rFonts w:cs="Arial"/>
                <w:b/>
                <w:sz w:val="18"/>
                <w:szCs w:val="18"/>
              </w:rPr>
            </w:pPr>
            <w:r w:rsidRPr="006A057C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504CB155" w14:textId="77777777" w:rsidR="005B61A4" w:rsidRPr="006A057C" w:rsidRDefault="005B61A4" w:rsidP="00855336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5B61A4" w:rsidRPr="006A057C" w14:paraId="72AC0C71" w14:textId="77777777" w:rsidTr="00E115A2">
        <w:trPr>
          <w:trHeight w:val="213"/>
        </w:trPr>
        <w:tc>
          <w:tcPr>
            <w:tcW w:w="1788" w:type="dxa"/>
          </w:tcPr>
          <w:p w14:paraId="77C75098" w14:textId="77777777" w:rsidR="005B61A4" w:rsidRPr="006A057C" w:rsidRDefault="005B61A4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totalAmountOfTax</w:t>
            </w:r>
          </w:p>
        </w:tc>
        <w:tc>
          <w:tcPr>
            <w:tcW w:w="3360" w:type="dxa"/>
          </w:tcPr>
          <w:p w14:paraId="346BC42A" w14:textId="77777777" w:rsidR="005B61A4" w:rsidRPr="006A057C" w:rsidRDefault="005B61A4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Razem obliczony podatek. Suma kwot z poz. 260 formularzy AKC-4/B.</w:t>
            </w:r>
          </w:p>
        </w:tc>
        <w:tc>
          <w:tcPr>
            <w:tcW w:w="840" w:type="dxa"/>
          </w:tcPr>
          <w:p w14:paraId="25515D4B" w14:textId="77777777" w:rsidR="005B61A4" w:rsidRPr="006A057C" w:rsidRDefault="005B61A4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11</w:t>
            </w:r>
          </w:p>
        </w:tc>
        <w:tc>
          <w:tcPr>
            <w:tcW w:w="2095" w:type="dxa"/>
          </w:tcPr>
          <w:p w14:paraId="3D74DE83" w14:textId="77777777" w:rsidR="005B61A4" w:rsidRPr="006A057C" w:rsidRDefault="005B61A4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</w:tc>
        <w:tc>
          <w:tcPr>
            <w:tcW w:w="1197" w:type="dxa"/>
          </w:tcPr>
          <w:p w14:paraId="47892061" w14:textId="77777777" w:rsidR="005B61A4" w:rsidRPr="006A057C" w:rsidRDefault="005B61A4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5B61A4" w:rsidRPr="006A057C" w14:paraId="4A463FE0" w14:textId="77777777" w:rsidTr="00E115A2">
        <w:trPr>
          <w:trHeight w:val="213"/>
        </w:trPr>
        <w:tc>
          <w:tcPr>
            <w:tcW w:w="1788" w:type="dxa"/>
          </w:tcPr>
          <w:p w14:paraId="4D6637C5" w14:textId="77777777" w:rsidR="005B61A4" w:rsidRPr="006A057C" w:rsidRDefault="005B61A4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reductions</w:t>
            </w:r>
          </w:p>
        </w:tc>
        <w:tc>
          <w:tcPr>
            <w:tcW w:w="3360" w:type="dxa"/>
          </w:tcPr>
          <w:p w14:paraId="65766FFC" w14:textId="77777777" w:rsidR="005B61A4" w:rsidRPr="006A057C" w:rsidRDefault="005B61A4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Zwolnienia i obniżenia. Wykazana kwota nie może przekroczyć kwoty z poz. 11.</w:t>
            </w:r>
          </w:p>
        </w:tc>
        <w:tc>
          <w:tcPr>
            <w:tcW w:w="840" w:type="dxa"/>
          </w:tcPr>
          <w:p w14:paraId="0BB2F436" w14:textId="77777777" w:rsidR="005B61A4" w:rsidRPr="006A057C" w:rsidRDefault="005B61A4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12</w:t>
            </w:r>
          </w:p>
        </w:tc>
        <w:tc>
          <w:tcPr>
            <w:tcW w:w="2095" w:type="dxa"/>
          </w:tcPr>
          <w:p w14:paraId="6B4F710A" w14:textId="77777777" w:rsidR="005B61A4" w:rsidRPr="00B85AB4" w:rsidRDefault="005B61A4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</w:tc>
        <w:tc>
          <w:tcPr>
            <w:tcW w:w="1197" w:type="dxa"/>
          </w:tcPr>
          <w:p w14:paraId="61B07A07" w14:textId="77777777" w:rsidR="005B61A4" w:rsidRPr="006A057C" w:rsidRDefault="005B61A4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5B61A4" w:rsidRPr="006A057C" w14:paraId="718347A3" w14:textId="77777777" w:rsidTr="00E115A2">
        <w:trPr>
          <w:trHeight w:val="213"/>
        </w:trPr>
        <w:tc>
          <w:tcPr>
            <w:tcW w:w="1788" w:type="dxa"/>
          </w:tcPr>
          <w:p w14:paraId="040D4C58" w14:textId="77777777" w:rsidR="005B61A4" w:rsidRPr="006A057C" w:rsidRDefault="005B61A4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totalOfTax</w:t>
            </w:r>
          </w:p>
        </w:tc>
        <w:tc>
          <w:tcPr>
            <w:tcW w:w="3360" w:type="dxa"/>
          </w:tcPr>
          <w:p w14:paraId="0D3688E4" w14:textId="77777777" w:rsidR="005B61A4" w:rsidRPr="006A057C" w:rsidRDefault="005B61A4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Ogółem podatek. Od kwoty z poz. 11 należy odjąć kwotę z poz. 12.</w:t>
            </w:r>
          </w:p>
        </w:tc>
        <w:tc>
          <w:tcPr>
            <w:tcW w:w="840" w:type="dxa"/>
          </w:tcPr>
          <w:p w14:paraId="002E39CC" w14:textId="77777777" w:rsidR="005B61A4" w:rsidRPr="006A057C" w:rsidRDefault="005B61A4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13</w:t>
            </w:r>
          </w:p>
        </w:tc>
        <w:tc>
          <w:tcPr>
            <w:tcW w:w="2095" w:type="dxa"/>
          </w:tcPr>
          <w:p w14:paraId="086BE59C" w14:textId="77777777" w:rsidR="005B61A4" w:rsidRPr="00B85AB4" w:rsidRDefault="005B61A4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</w:tc>
        <w:tc>
          <w:tcPr>
            <w:tcW w:w="1197" w:type="dxa"/>
          </w:tcPr>
          <w:p w14:paraId="2E544261" w14:textId="77777777" w:rsidR="005B61A4" w:rsidRPr="006A057C" w:rsidRDefault="005B61A4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</w:tbl>
    <w:p w14:paraId="795B727C" w14:textId="2E7B10B2" w:rsidR="00BD7640" w:rsidRDefault="00BD7640" w:rsidP="00BD7640">
      <w:pPr>
        <w:pStyle w:val="Legenda"/>
        <w:keepNext/>
      </w:pPr>
      <w:bookmarkStart w:id="139" w:name="_Toc182566564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33</w:t>
      </w:r>
      <w:r w:rsidR="00715F4C">
        <w:rPr>
          <w:noProof/>
        </w:rPr>
        <w:fldChar w:fldCharType="end"/>
      </w:r>
      <w:r>
        <w:t xml:space="preserve">. </w:t>
      </w:r>
      <w:r w:rsidRPr="00F9364F">
        <w:t>Struktura elementu CleareanceExciseDutyType</w:t>
      </w:r>
      <w:bookmarkEnd w:id="139"/>
    </w:p>
    <w:tbl>
      <w:tblPr>
        <w:tblStyle w:val="Siatkatabelijasna"/>
        <w:tblW w:w="9228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200"/>
      </w:tblGrid>
      <w:tr w:rsidR="00730CA0" w:rsidRPr="006A057C" w14:paraId="2CFBDE07" w14:textId="77777777" w:rsidTr="00E115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60D4CA6F" w14:textId="77777777" w:rsidR="00730CA0" w:rsidRPr="006A057C" w:rsidRDefault="00730CA0" w:rsidP="00DA6725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5E66DC23" w14:textId="77777777" w:rsidR="00730CA0" w:rsidRPr="006A057C" w:rsidRDefault="00730CA0" w:rsidP="00DA6725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2B18266C" w14:textId="77777777" w:rsidR="00730CA0" w:rsidRPr="006A057C" w:rsidRDefault="00730CA0" w:rsidP="00730CA0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5886D2CD" w14:textId="77777777" w:rsidR="00730CA0" w:rsidRPr="006A057C" w:rsidRDefault="00730CA0" w:rsidP="00DA6725">
            <w:pPr>
              <w:rPr>
                <w:rFonts w:cs="Arial"/>
                <w:b/>
                <w:sz w:val="18"/>
                <w:szCs w:val="18"/>
              </w:rPr>
            </w:pPr>
            <w:r w:rsidRPr="006A057C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200" w:type="dxa"/>
          </w:tcPr>
          <w:p w14:paraId="4751ECF2" w14:textId="77777777" w:rsidR="00730CA0" w:rsidRPr="006A057C" w:rsidRDefault="00730CA0" w:rsidP="00DA6725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730CA0" w:rsidRPr="006A057C" w14:paraId="063BE4E7" w14:textId="77777777" w:rsidTr="00E115A2">
        <w:trPr>
          <w:trHeight w:val="213"/>
        </w:trPr>
        <w:tc>
          <w:tcPr>
            <w:tcW w:w="1788" w:type="dxa"/>
          </w:tcPr>
          <w:p w14:paraId="55816B6A" w14:textId="77777777" w:rsidR="00730CA0" w:rsidRPr="006A057C" w:rsidRDefault="00730CA0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amountOfExciseStamps</w:t>
            </w:r>
          </w:p>
        </w:tc>
        <w:tc>
          <w:tcPr>
            <w:tcW w:w="3360" w:type="dxa"/>
          </w:tcPr>
          <w:p w14:paraId="6102962D" w14:textId="77777777" w:rsidR="00730CA0" w:rsidRPr="006A057C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Kwota stanowiąca wartość podatkowych znaków akcyzy</w:t>
            </w:r>
          </w:p>
        </w:tc>
        <w:tc>
          <w:tcPr>
            <w:tcW w:w="840" w:type="dxa"/>
          </w:tcPr>
          <w:p w14:paraId="3B481FEE" w14:textId="77777777" w:rsidR="00730CA0" w:rsidRPr="006A057C" w:rsidRDefault="00947E22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40" w:type="dxa"/>
          </w:tcPr>
          <w:p w14:paraId="58FDB04C" w14:textId="77777777" w:rsidR="00730CA0" w:rsidRPr="006A057C" w:rsidRDefault="00730CA0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B137D6" w:rsidRPr="006A057C">
              <w:rPr>
                <w:rStyle w:val="pole"/>
                <w:rFonts w:ascii="Lato" w:hAnsi="Lato"/>
                <w:sz w:val="20"/>
                <w:szCs w:val="20"/>
              </w:rPr>
              <w:t>P</w:t>
            </w:r>
          </w:p>
        </w:tc>
        <w:tc>
          <w:tcPr>
            <w:tcW w:w="1200" w:type="dxa"/>
          </w:tcPr>
          <w:p w14:paraId="17612E5A" w14:textId="77777777" w:rsidR="00730CA0" w:rsidRPr="006A057C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730CA0" w:rsidRPr="006A057C" w14:paraId="7ED72752" w14:textId="77777777" w:rsidTr="00E115A2">
        <w:trPr>
          <w:trHeight w:val="213"/>
        </w:trPr>
        <w:tc>
          <w:tcPr>
            <w:tcW w:w="1788" w:type="dxa"/>
          </w:tcPr>
          <w:p w14:paraId="42C919DB" w14:textId="77777777" w:rsidR="00730CA0" w:rsidRPr="006A057C" w:rsidRDefault="00730CA0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amountOfPrePayment</w:t>
            </w:r>
          </w:p>
        </w:tc>
        <w:tc>
          <w:tcPr>
            <w:tcW w:w="3360" w:type="dxa"/>
          </w:tcPr>
          <w:p w14:paraId="37F1B948" w14:textId="77777777" w:rsidR="00730CA0" w:rsidRPr="006A057C" w:rsidRDefault="00431CD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Kwota przedpłaty akcyzy. Suma kwot z pozycji 21 i 22 deklaracji AKC-PA(B) złożonej za miesiąc, którego niniejsza deklaracja dotyczy.</w:t>
            </w:r>
          </w:p>
        </w:tc>
        <w:tc>
          <w:tcPr>
            <w:tcW w:w="840" w:type="dxa"/>
          </w:tcPr>
          <w:p w14:paraId="4F5DC703" w14:textId="77777777" w:rsidR="00730CA0" w:rsidRPr="006A057C" w:rsidRDefault="00853665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</w:t>
            </w:r>
            <w:r w:rsidR="00947E22" w:rsidRPr="006A057C">
              <w:rPr>
                <w:rFonts w:eastAsia="Times New Roman" w:cs="Arial"/>
                <w:sz w:val="20"/>
                <w:szCs w:val="20"/>
              </w:rPr>
              <w:t>4</w:t>
            </w:r>
          </w:p>
        </w:tc>
        <w:tc>
          <w:tcPr>
            <w:tcW w:w="2040" w:type="dxa"/>
          </w:tcPr>
          <w:p w14:paraId="5BA89F58" w14:textId="77777777" w:rsidR="00730CA0" w:rsidRPr="006A057C" w:rsidRDefault="00B137D6" w:rsidP="00DA6725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ZAmountP</w:t>
            </w:r>
          </w:p>
          <w:p w14:paraId="6EF5EA54" w14:textId="434BFC91" w:rsidR="00730CA0" w:rsidRPr="006A057C" w:rsidRDefault="00945689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730CA0" w:rsidRPr="006A057C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>b</w:instrText>
            </w:r>
            <w:r w:rsidR="00730CA0" w:rsidRPr="006A057C">
              <w:rPr>
                <w:rFonts w:eastAsia="Times New Roman" w:cs="Arial"/>
                <w:sz w:val="20"/>
                <w:szCs w:val="20"/>
              </w:rPr>
              <w:instrText>8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6A057C" w:rsidRPr="006A057C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6A057C">
              <w:rPr>
                <w:rFonts w:eastAsia="Times New Roman" w:cs="Arial"/>
                <w:sz w:val="20"/>
                <w:szCs w:val="20"/>
              </w:rPr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6A057C">
              <w:rPr>
                <w:rFonts w:eastAsia="Times New Roman" w:cs="Arial"/>
                <w:sz w:val="20"/>
                <w:szCs w:val="20"/>
              </w:rPr>
              <w:t>R8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200" w:type="dxa"/>
          </w:tcPr>
          <w:p w14:paraId="6B2B7FEA" w14:textId="77777777" w:rsidR="00730CA0" w:rsidRPr="006A057C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730CA0" w:rsidRPr="006A057C" w14:paraId="40A6F433" w14:textId="77777777" w:rsidTr="00E115A2">
        <w:trPr>
          <w:trHeight w:val="213"/>
        </w:trPr>
        <w:tc>
          <w:tcPr>
            <w:tcW w:w="1788" w:type="dxa"/>
          </w:tcPr>
          <w:p w14:paraId="1F0C639C" w14:textId="77777777" w:rsidR="00730CA0" w:rsidRPr="006A057C" w:rsidRDefault="00730CA0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taxChargeable</w:t>
            </w:r>
          </w:p>
        </w:tc>
        <w:tc>
          <w:tcPr>
            <w:tcW w:w="3360" w:type="dxa"/>
          </w:tcPr>
          <w:p w14:paraId="39562406" w14:textId="77777777" w:rsidR="00730CA0" w:rsidRPr="006A057C" w:rsidRDefault="00431CD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Podatek należny. Od kwoty z poz.13 należy odjąć sumę kwot z poz. 14 i 15, jeżeli różnica jest liczbą ujemną, należy wypisać 0.</w:t>
            </w:r>
          </w:p>
        </w:tc>
        <w:tc>
          <w:tcPr>
            <w:tcW w:w="840" w:type="dxa"/>
          </w:tcPr>
          <w:p w14:paraId="38B0D78B" w14:textId="77777777" w:rsidR="00730CA0" w:rsidRPr="006A057C" w:rsidRDefault="00853665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</w:t>
            </w:r>
            <w:r w:rsidR="00947E22" w:rsidRPr="006A057C">
              <w:rPr>
                <w:rFonts w:eastAsia="Times New Roman" w:cs="Arial"/>
                <w:sz w:val="20"/>
                <w:szCs w:val="20"/>
              </w:rPr>
              <w:t>5</w:t>
            </w:r>
          </w:p>
        </w:tc>
        <w:tc>
          <w:tcPr>
            <w:tcW w:w="2040" w:type="dxa"/>
          </w:tcPr>
          <w:p w14:paraId="7349AF68" w14:textId="77777777" w:rsidR="00730CA0" w:rsidRPr="006A057C" w:rsidRDefault="00B137D6" w:rsidP="00DA6725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ZAmountP</w:t>
            </w:r>
          </w:p>
          <w:p w14:paraId="6CDB26A9" w14:textId="55251307" w:rsidR="00730CA0" w:rsidRPr="006A057C" w:rsidRDefault="00945689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730CA0" w:rsidRPr="006A057C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>b</w:instrText>
            </w:r>
            <w:r w:rsidR="00730CA0" w:rsidRPr="006A057C">
              <w:rPr>
                <w:rFonts w:eastAsia="Times New Roman" w:cs="Arial"/>
                <w:sz w:val="20"/>
                <w:szCs w:val="20"/>
              </w:rPr>
              <w:instrText>9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6A057C" w:rsidRPr="006A057C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6A057C">
              <w:rPr>
                <w:rFonts w:eastAsia="Times New Roman" w:cs="Arial"/>
                <w:sz w:val="20"/>
                <w:szCs w:val="20"/>
              </w:rPr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6A057C">
              <w:rPr>
                <w:rFonts w:eastAsia="Times New Roman" w:cs="Arial"/>
                <w:sz w:val="20"/>
                <w:szCs w:val="20"/>
              </w:rPr>
              <w:t>R9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200" w:type="dxa"/>
          </w:tcPr>
          <w:p w14:paraId="2E67013B" w14:textId="77777777" w:rsidR="00730CA0" w:rsidRPr="006A057C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730CA0" w:rsidRPr="006A057C" w14:paraId="04BCE1FD" w14:textId="77777777" w:rsidTr="00E115A2">
        <w:trPr>
          <w:trHeight w:val="213"/>
        </w:trPr>
        <w:tc>
          <w:tcPr>
            <w:tcW w:w="1788" w:type="dxa"/>
          </w:tcPr>
          <w:p w14:paraId="5FF3121B" w14:textId="77777777" w:rsidR="00730CA0" w:rsidRPr="006A057C" w:rsidRDefault="00730CA0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surplusExcessPayment</w:t>
            </w:r>
          </w:p>
        </w:tc>
        <w:tc>
          <w:tcPr>
            <w:tcW w:w="3360" w:type="dxa"/>
          </w:tcPr>
          <w:p w14:paraId="0B0A7DE3" w14:textId="77777777" w:rsidR="00730CA0" w:rsidRPr="006A057C" w:rsidRDefault="00431CD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Nadwyżka (Nadwyżka przedpłaty – w przypadku produkcji poza składem podatkowym). Od sumy kwot z poz. 14 i 15 należy odjąć kwotę z poz. 13, jeżeli różnica jest liczbą ujemną, należy wpisać 0.</w:t>
            </w:r>
          </w:p>
        </w:tc>
        <w:tc>
          <w:tcPr>
            <w:tcW w:w="840" w:type="dxa"/>
          </w:tcPr>
          <w:p w14:paraId="2C8C2C68" w14:textId="77777777" w:rsidR="00730CA0" w:rsidRPr="006A057C" w:rsidRDefault="00853665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</w:t>
            </w:r>
            <w:r w:rsidR="00947E22" w:rsidRPr="006A057C">
              <w:rPr>
                <w:rFonts w:eastAsia="Times New Roman" w:cs="Arial"/>
                <w:sz w:val="20"/>
                <w:szCs w:val="20"/>
              </w:rPr>
              <w:t>6</w:t>
            </w:r>
          </w:p>
        </w:tc>
        <w:tc>
          <w:tcPr>
            <w:tcW w:w="2040" w:type="dxa"/>
          </w:tcPr>
          <w:p w14:paraId="18905B70" w14:textId="77777777" w:rsidR="00730CA0" w:rsidRPr="006A057C" w:rsidRDefault="00B137D6" w:rsidP="00DA6725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ZAmountP</w:t>
            </w:r>
          </w:p>
          <w:p w14:paraId="7510A05D" w14:textId="0A57D0E8" w:rsidR="00730CA0" w:rsidRPr="006A057C" w:rsidRDefault="00945689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730CA0" w:rsidRPr="006A057C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>b</w:instrText>
            </w:r>
            <w:r w:rsidR="00730CA0" w:rsidRPr="006A057C">
              <w:rPr>
                <w:rFonts w:eastAsia="Times New Roman" w:cs="Arial"/>
                <w:sz w:val="20"/>
                <w:szCs w:val="20"/>
              </w:rPr>
              <w:instrText>10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6A057C" w:rsidRPr="006A057C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6A057C">
              <w:rPr>
                <w:rFonts w:eastAsia="Times New Roman" w:cs="Arial"/>
                <w:sz w:val="20"/>
                <w:szCs w:val="20"/>
              </w:rPr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6A057C">
              <w:rPr>
                <w:rFonts w:eastAsia="Times New Roman" w:cs="Arial"/>
                <w:sz w:val="20"/>
                <w:szCs w:val="20"/>
              </w:rPr>
              <w:t>R10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200" w:type="dxa"/>
          </w:tcPr>
          <w:p w14:paraId="19E51755" w14:textId="77777777" w:rsidR="00730CA0" w:rsidRPr="006A057C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</w:tbl>
    <w:p w14:paraId="14E1315F" w14:textId="56EAE8B5" w:rsidR="00BD7640" w:rsidRDefault="00BD7640" w:rsidP="00BD7640">
      <w:pPr>
        <w:pStyle w:val="Legenda"/>
        <w:keepNext/>
      </w:pPr>
      <w:bookmarkStart w:id="140" w:name="_Toc182566565"/>
      <w:r>
        <w:lastRenderedPageBreak/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34</w:t>
      </w:r>
      <w:r w:rsidR="00715F4C">
        <w:rPr>
          <w:noProof/>
        </w:rPr>
        <w:fldChar w:fldCharType="end"/>
      </w:r>
      <w:r>
        <w:t xml:space="preserve">. </w:t>
      </w:r>
      <w:r w:rsidRPr="00D56762">
        <w:t>Struktura elementu ItemsType</w:t>
      </w:r>
      <w:bookmarkEnd w:id="140"/>
    </w:p>
    <w:tbl>
      <w:tblPr>
        <w:tblStyle w:val="Siatkatabelijasna"/>
        <w:tblW w:w="9228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200"/>
      </w:tblGrid>
      <w:tr w:rsidR="00730CA0" w:rsidRPr="006A057C" w14:paraId="687FDFAE" w14:textId="77777777" w:rsidTr="00E115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66E6026D" w14:textId="77777777" w:rsidR="00730CA0" w:rsidRPr="006A057C" w:rsidRDefault="00730CA0" w:rsidP="00DA6725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20F7FA00" w14:textId="77777777" w:rsidR="00730CA0" w:rsidRPr="006A057C" w:rsidRDefault="00730CA0" w:rsidP="00DA6725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643E82C7" w14:textId="77777777" w:rsidR="00730CA0" w:rsidRPr="006A057C" w:rsidRDefault="00730CA0" w:rsidP="00730CA0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4D2BEFA6" w14:textId="77777777" w:rsidR="00730CA0" w:rsidRPr="006A057C" w:rsidRDefault="00730CA0" w:rsidP="00DA6725">
            <w:pPr>
              <w:rPr>
                <w:rFonts w:cs="Arial"/>
                <w:b/>
                <w:sz w:val="18"/>
                <w:szCs w:val="18"/>
              </w:rPr>
            </w:pPr>
            <w:r w:rsidRPr="006A057C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200" w:type="dxa"/>
          </w:tcPr>
          <w:p w14:paraId="2995879A" w14:textId="77777777" w:rsidR="00730CA0" w:rsidRPr="006A057C" w:rsidRDefault="00730CA0" w:rsidP="00DA6725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730CA0" w:rsidRPr="006A057C" w14:paraId="36BB3022" w14:textId="77777777" w:rsidTr="00E115A2">
        <w:trPr>
          <w:trHeight w:val="213"/>
        </w:trPr>
        <w:tc>
          <w:tcPr>
            <w:tcW w:w="1788" w:type="dxa"/>
          </w:tcPr>
          <w:p w14:paraId="0CB51405" w14:textId="77777777" w:rsidR="00730CA0" w:rsidRPr="006A057C" w:rsidRDefault="00730CA0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exportNumberOfGoods</w:t>
            </w:r>
          </w:p>
        </w:tc>
        <w:tc>
          <w:tcPr>
            <w:tcW w:w="3360" w:type="dxa"/>
          </w:tcPr>
          <w:p w14:paraId="19CDB652" w14:textId="77777777" w:rsidR="00730CA0" w:rsidRPr="006A057C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Ilość wyrobów na eksport w hektolitrach</w:t>
            </w:r>
          </w:p>
        </w:tc>
        <w:tc>
          <w:tcPr>
            <w:tcW w:w="840" w:type="dxa"/>
          </w:tcPr>
          <w:p w14:paraId="03D82B9A" w14:textId="77777777" w:rsidR="00730CA0" w:rsidRPr="006A057C" w:rsidRDefault="00771C03" w:rsidP="00730CA0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256</w:t>
            </w:r>
          </w:p>
        </w:tc>
        <w:tc>
          <w:tcPr>
            <w:tcW w:w="2040" w:type="dxa"/>
          </w:tcPr>
          <w:p w14:paraId="170D752F" w14:textId="77777777" w:rsidR="00730CA0" w:rsidRPr="006A057C" w:rsidRDefault="00730CA0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</w:tc>
        <w:tc>
          <w:tcPr>
            <w:tcW w:w="1200" w:type="dxa"/>
          </w:tcPr>
          <w:p w14:paraId="7A55556D" w14:textId="77777777" w:rsidR="00730CA0" w:rsidRPr="006A057C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730CA0" w:rsidRPr="006A057C" w14:paraId="3BB8AA55" w14:textId="77777777" w:rsidTr="00E115A2">
        <w:trPr>
          <w:trHeight w:val="213"/>
        </w:trPr>
        <w:tc>
          <w:tcPr>
            <w:tcW w:w="1788" w:type="dxa"/>
          </w:tcPr>
          <w:p w14:paraId="463253CE" w14:textId="77777777" w:rsidR="00730CA0" w:rsidRPr="006A057C" w:rsidRDefault="00730CA0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exportTaxRate</w:t>
            </w:r>
          </w:p>
        </w:tc>
        <w:tc>
          <w:tcPr>
            <w:tcW w:w="3360" w:type="dxa"/>
          </w:tcPr>
          <w:p w14:paraId="13C5DC4E" w14:textId="77777777" w:rsidR="00730CA0" w:rsidRPr="006A057C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Stawka podatku akcyzowego dla sprzedaży na eksport.</w:t>
            </w:r>
          </w:p>
        </w:tc>
        <w:tc>
          <w:tcPr>
            <w:tcW w:w="840" w:type="dxa"/>
          </w:tcPr>
          <w:p w14:paraId="28A16757" w14:textId="77777777" w:rsidR="00730CA0" w:rsidRPr="006A057C" w:rsidRDefault="00771C03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257</w:t>
            </w:r>
          </w:p>
        </w:tc>
        <w:tc>
          <w:tcPr>
            <w:tcW w:w="2040" w:type="dxa"/>
          </w:tcPr>
          <w:p w14:paraId="530647A0" w14:textId="77777777" w:rsidR="00730CA0" w:rsidRPr="006A057C" w:rsidRDefault="00730CA0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</w:tc>
        <w:tc>
          <w:tcPr>
            <w:tcW w:w="1200" w:type="dxa"/>
          </w:tcPr>
          <w:p w14:paraId="32F6A8DB" w14:textId="77777777" w:rsidR="00730CA0" w:rsidRPr="006A057C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730CA0" w:rsidRPr="006A057C" w14:paraId="61CE9A84" w14:textId="77777777" w:rsidTr="00E115A2">
        <w:trPr>
          <w:trHeight w:val="213"/>
        </w:trPr>
        <w:tc>
          <w:tcPr>
            <w:tcW w:w="1788" w:type="dxa"/>
          </w:tcPr>
          <w:p w14:paraId="366B5160" w14:textId="77777777" w:rsidR="00730CA0" w:rsidRPr="006A057C" w:rsidRDefault="00730CA0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exportAmountOfTax</w:t>
            </w:r>
          </w:p>
        </w:tc>
        <w:tc>
          <w:tcPr>
            <w:tcW w:w="3360" w:type="dxa"/>
          </w:tcPr>
          <w:p w14:paraId="4E1DA930" w14:textId="77777777" w:rsidR="00730CA0" w:rsidRPr="006A057C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Kwota podatku wyliczona wg wzoru: wartość w polu „Sprzedaż na eksport: Ilość wyrobów w hektolitrach” * wartość w polu „Sprzedaż na eksport: Stawka podatku”</w:t>
            </w:r>
          </w:p>
        </w:tc>
        <w:tc>
          <w:tcPr>
            <w:tcW w:w="840" w:type="dxa"/>
          </w:tcPr>
          <w:p w14:paraId="62F0840E" w14:textId="77777777" w:rsidR="00730CA0" w:rsidRPr="006A057C" w:rsidRDefault="00771C03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258</w:t>
            </w:r>
          </w:p>
        </w:tc>
        <w:tc>
          <w:tcPr>
            <w:tcW w:w="2040" w:type="dxa"/>
          </w:tcPr>
          <w:p w14:paraId="40070353" w14:textId="77777777" w:rsidR="00730CA0" w:rsidRPr="006A057C" w:rsidRDefault="00730CA0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872A88" w:rsidRPr="006A057C">
              <w:rPr>
                <w:rStyle w:val="pole"/>
                <w:rFonts w:ascii="Lato" w:hAnsi="Lato"/>
                <w:sz w:val="20"/>
                <w:szCs w:val="20"/>
              </w:rPr>
              <w:t>T</w:t>
            </w:r>
          </w:p>
        </w:tc>
        <w:tc>
          <w:tcPr>
            <w:tcW w:w="1200" w:type="dxa"/>
          </w:tcPr>
          <w:p w14:paraId="681752C1" w14:textId="77777777" w:rsidR="00730CA0" w:rsidRPr="006A057C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730CA0" w:rsidRPr="006A057C" w14:paraId="03F08695" w14:textId="77777777" w:rsidTr="00E115A2">
        <w:trPr>
          <w:trHeight w:val="213"/>
        </w:trPr>
        <w:tc>
          <w:tcPr>
            <w:tcW w:w="1788" w:type="dxa"/>
          </w:tcPr>
          <w:p w14:paraId="4E0AA314" w14:textId="77777777" w:rsidR="00730CA0" w:rsidRPr="006A057C" w:rsidRDefault="00730CA0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totalNumberOfGoods</w:t>
            </w:r>
          </w:p>
        </w:tc>
        <w:tc>
          <w:tcPr>
            <w:tcW w:w="3360" w:type="dxa"/>
          </w:tcPr>
          <w:p w14:paraId="091F0A0A" w14:textId="77777777" w:rsidR="00730CA0" w:rsidRPr="006A057C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Suma wyrobów w hektolitrach</w:t>
            </w:r>
          </w:p>
        </w:tc>
        <w:tc>
          <w:tcPr>
            <w:tcW w:w="840" w:type="dxa"/>
          </w:tcPr>
          <w:p w14:paraId="06D0D7F6" w14:textId="77777777" w:rsidR="00730CA0" w:rsidRPr="006A057C" w:rsidRDefault="00005509" w:rsidP="00730CA0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259</w:t>
            </w:r>
          </w:p>
        </w:tc>
        <w:tc>
          <w:tcPr>
            <w:tcW w:w="2040" w:type="dxa"/>
          </w:tcPr>
          <w:p w14:paraId="14F99FEF" w14:textId="77777777" w:rsidR="00730CA0" w:rsidRPr="006A057C" w:rsidRDefault="00730CA0" w:rsidP="00DA6725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ZAmountC</w:t>
            </w:r>
          </w:p>
          <w:p w14:paraId="477943B4" w14:textId="65F61431" w:rsidR="00730CA0" w:rsidRPr="006A057C" w:rsidRDefault="00945689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730CA0" w:rsidRPr="006A057C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>b</w:instrText>
            </w:r>
            <w:r w:rsidR="00730CA0" w:rsidRPr="006A057C">
              <w:rPr>
                <w:rFonts w:eastAsia="Times New Roman" w:cs="Arial"/>
                <w:sz w:val="20"/>
                <w:szCs w:val="20"/>
              </w:rPr>
              <w:instrText>11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6A057C" w:rsidRPr="006A057C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6A057C">
              <w:rPr>
                <w:rFonts w:eastAsia="Times New Roman" w:cs="Arial"/>
                <w:sz w:val="20"/>
                <w:szCs w:val="20"/>
              </w:rPr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6A057C">
              <w:rPr>
                <w:rFonts w:eastAsia="Times New Roman" w:cs="Arial"/>
                <w:sz w:val="20"/>
                <w:szCs w:val="20"/>
              </w:rPr>
              <w:t>R11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200" w:type="dxa"/>
          </w:tcPr>
          <w:p w14:paraId="12272CDB" w14:textId="77777777" w:rsidR="00730CA0" w:rsidRPr="006A057C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730CA0" w:rsidRPr="006A057C" w14:paraId="0C848675" w14:textId="77777777" w:rsidTr="00E115A2">
        <w:trPr>
          <w:trHeight w:val="213"/>
        </w:trPr>
        <w:tc>
          <w:tcPr>
            <w:tcW w:w="1788" w:type="dxa"/>
          </w:tcPr>
          <w:p w14:paraId="3D67BE5F" w14:textId="77777777" w:rsidR="00730CA0" w:rsidRPr="006A057C" w:rsidRDefault="00730CA0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totalAmountOfTax</w:t>
            </w:r>
          </w:p>
        </w:tc>
        <w:tc>
          <w:tcPr>
            <w:tcW w:w="3360" w:type="dxa"/>
          </w:tcPr>
          <w:p w14:paraId="4FFF1DD9" w14:textId="77777777" w:rsidR="00730CA0" w:rsidRPr="006A057C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Zsumowana kwota podatku w zł</w:t>
            </w:r>
          </w:p>
        </w:tc>
        <w:tc>
          <w:tcPr>
            <w:tcW w:w="840" w:type="dxa"/>
          </w:tcPr>
          <w:p w14:paraId="0928F7C9" w14:textId="77777777" w:rsidR="00730CA0" w:rsidRPr="006A057C" w:rsidRDefault="00005509" w:rsidP="00730CA0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260</w:t>
            </w:r>
          </w:p>
        </w:tc>
        <w:tc>
          <w:tcPr>
            <w:tcW w:w="2040" w:type="dxa"/>
          </w:tcPr>
          <w:p w14:paraId="03B6875B" w14:textId="77777777" w:rsidR="00730CA0" w:rsidRPr="006A057C" w:rsidRDefault="00872A88" w:rsidP="00DA6725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ZAmountT</w:t>
            </w:r>
          </w:p>
          <w:p w14:paraId="0C735D6B" w14:textId="2C7199AF" w:rsidR="00730CA0" w:rsidRPr="006A057C" w:rsidRDefault="00945689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730CA0" w:rsidRPr="006A057C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>b</w:instrText>
            </w:r>
            <w:r w:rsidR="00730CA0" w:rsidRPr="006A057C">
              <w:rPr>
                <w:rFonts w:eastAsia="Times New Roman" w:cs="Arial"/>
                <w:sz w:val="20"/>
                <w:szCs w:val="20"/>
              </w:rPr>
              <w:instrText>12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6A057C" w:rsidRPr="006A057C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6A057C">
              <w:rPr>
                <w:rFonts w:eastAsia="Times New Roman" w:cs="Arial"/>
                <w:sz w:val="20"/>
                <w:szCs w:val="20"/>
              </w:rPr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6A057C">
              <w:rPr>
                <w:rFonts w:eastAsia="Times New Roman" w:cs="Arial"/>
                <w:sz w:val="20"/>
                <w:szCs w:val="20"/>
              </w:rPr>
              <w:t>R12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200" w:type="dxa"/>
          </w:tcPr>
          <w:p w14:paraId="40D37D8E" w14:textId="77777777" w:rsidR="00730CA0" w:rsidRPr="006A057C" w:rsidRDefault="005B61A4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0</w:t>
            </w:r>
            <w:r w:rsidR="00730CA0" w:rsidRPr="006A057C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730CA0" w:rsidRPr="006A057C" w14:paraId="609254B4" w14:textId="77777777" w:rsidTr="00E115A2">
        <w:trPr>
          <w:trHeight w:val="213"/>
        </w:trPr>
        <w:tc>
          <w:tcPr>
            <w:tcW w:w="1788" w:type="dxa"/>
          </w:tcPr>
          <w:p w14:paraId="5326F01F" w14:textId="77777777" w:rsidR="00730CA0" w:rsidRPr="006A057C" w:rsidRDefault="00730CA0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Item</w:t>
            </w:r>
          </w:p>
        </w:tc>
        <w:tc>
          <w:tcPr>
            <w:tcW w:w="3360" w:type="dxa"/>
          </w:tcPr>
          <w:p w14:paraId="17D6C941" w14:textId="77777777" w:rsidR="00730CA0" w:rsidRPr="006A057C" w:rsidRDefault="00431CD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Obliczenie wysokości </w:t>
            </w:r>
            <w:r w:rsidR="00730CA0" w:rsidRPr="006A057C">
              <w:rPr>
                <w:rFonts w:eastAsia="Times New Roman" w:cs="Arial"/>
                <w:sz w:val="20"/>
                <w:szCs w:val="20"/>
              </w:rPr>
              <w:t>podatku akcyzowego od poszczególnych wyrobów</w:t>
            </w:r>
          </w:p>
        </w:tc>
        <w:tc>
          <w:tcPr>
            <w:tcW w:w="840" w:type="dxa"/>
          </w:tcPr>
          <w:p w14:paraId="25F37CFC" w14:textId="77777777" w:rsidR="00730CA0" w:rsidRPr="006A057C" w:rsidRDefault="003C4D84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F</w:t>
            </w:r>
          </w:p>
        </w:tc>
        <w:tc>
          <w:tcPr>
            <w:tcW w:w="2040" w:type="dxa"/>
          </w:tcPr>
          <w:p w14:paraId="090E9622" w14:textId="77777777" w:rsidR="00730CA0" w:rsidRPr="006A057C" w:rsidRDefault="001E771C" w:rsidP="001E771C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  <w:lang w:val="pl-PL"/>
              </w:rPr>
              <w:fldChar w:fldCharType="begin"/>
            </w:r>
            <w:r w:rsidRPr="00B85AB4">
              <w:rPr>
                <w:rStyle w:val="pole"/>
                <w:rFonts w:ascii="Lato" w:hAnsi="Lato"/>
                <w:sz w:val="20"/>
                <w:szCs w:val="20"/>
                <w:lang w:val="pl-PL"/>
              </w:rPr>
              <w:instrText xml:space="preserve"> REF ItemType_b \h  \* MERGEFORMAT </w:instrText>
            </w:r>
            <w:r w:rsidRPr="00B85AB4">
              <w:rPr>
                <w:rStyle w:val="pole"/>
                <w:rFonts w:ascii="Lato" w:hAnsi="Lato"/>
                <w:sz w:val="20"/>
                <w:szCs w:val="20"/>
                <w:lang w:val="pl-PL"/>
              </w:rPr>
            </w:r>
            <w:r w:rsidRPr="00B85AB4">
              <w:rPr>
                <w:rStyle w:val="pole"/>
                <w:rFonts w:ascii="Lato" w:hAnsi="Lato"/>
                <w:sz w:val="20"/>
                <w:szCs w:val="20"/>
                <w:lang w:val="pl-PL"/>
              </w:rPr>
              <w:fldChar w:fldCharType="separate"/>
            </w:r>
            <w:r w:rsidR="00EC7AC0" w:rsidRPr="00B85AB4">
              <w:rPr>
                <w:rStyle w:val="pole"/>
                <w:rFonts w:ascii="Lato" w:hAnsi="Lato"/>
                <w:sz w:val="20"/>
                <w:szCs w:val="20"/>
                <w:lang w:val="pl-PL"/>
              </w:rPr>
              <w:t>ItemType</w:t>
            </w:r>
            <w:r w:rsidRPr="00B85AB4">
              <w:rPr>
                <w:rStyle w:val="pole"/>
                <w:rFonts w:ascii="Lato" w:hAnsi="Lato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200" w:type="dxa"/>
          </w:tcPr>
          <w:p w14:paraId="0FA24DE0" w14:textId="77777777" w:rsidR="00730CA0" w:rsidRPr="006A057C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0..999</w:t>
            </w:r>
          </w:p>
        </w:tc>
      </w:tr>
    </w:tbl>
    <w:p w14:paraId="77C501DC" w14:textId="68242A84" w:rsidR="00BD7640" w:rsidRDefault="00BD7640" w:rsidP="00BD7640">
      <w:pPr>
        <w:pStyle w:val="Legenda"/>
        <w:keepNext/>
      </w:pPr>
      <w:bookmarkStart w:id="141" w:name="_Toc182566566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35</w:t>
      </w:r>
      <w:r w:rsidR="00715F4C">
        <w:rPr>
          <w:noProof/>
        </w:rPr>
        <w:fldChar w:fldCharType="end"/>
      </w:r>
      <w:r>
        <w:t xml:space="preserve">. </w:t>
      </w:r>
      <w:r w:rsidRPr="00392795">
        <w:t>Struktura elementu ItemType</w:t>
      </w:r>
      <w:bookmarkEnd w:id="141"/>
    </w:p>
    <w:tbl>
      <w:tblPr>
        <w:tblStyle w:val="Siatkatabelijasna"/>
        <w:tblW w:w="9228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200"/>
      </w:tblGrid>
      <w:tr w:rsidR="00730CA0" w:rsidRPr="006A057C" w14:paraId="78FC951E" w14:textId="77777777" w:rsidTr="00E115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4C7C1B38" w14:textId="77777777" w:rsidR="00730CA0" w:rsidRPr="006A057C" w:rsidRDefault="00730CA0" w:rsidP="00DA6725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502D064A" w14:textId="77777777" w:rsidR="00730CA0" w:rsidRPr="006A057C" w:rsidRDefault="00730CA0" w:rsidP="00DA6725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6A5721A4" w14:textId="77777777" w:rsidR="00730CA0" w:rsidRPr="006A057C" w:rsidRDefault="00730CA0" w:rsidP="00730CA0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2BB28BD6" w14:textId="77777777" w:rsidR="00730CA0" w:rsidRPr="006A057C" w:rsidRDefault="00730CA0" w:rsidP="00DA6725">
            <w:pPr>
              <w:rPr>
                <w:rFonts w:cs="Arial"/>
                <w:b/>
                <w:sz w:val="18"/>
                <w:szCs w:val="18"/>
              </w:rPr>
            </w:pPr>
            <w:r w:rsidRPr="006A057C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200" w:type="dxa"/>
          </w:tcPr>
          <w:p w14:paraId="7BAB62DC" w14:textId="77777777" w:rsidR="00730CA0" w:rsidRPr="006A057C" w:rsidRDefault="00730CA0" w:rsidP="00DA6725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730CA0" w:rsidRPr="006A057C" w14:paraId="281C6DD3" w14:textId="77777777" w:rsidTr="00E115A2">
        <w:trPr>
          <w:trHeight w:val="213"/>
        </w:trPr>
        <w:tc>
          <w:tcPr>
            <w:tcW w:w="1788" w:type="dxa"/>
          </w:tcPr>
          <w:p w14:paraId="0CF1A234" w14:textId="77777777" w:rsidR="00730CA0" w:rsidRPr="006A057C" w:rsidRDefault="00730CA0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id</w:t>
            </w:r>
          </w:p>
        </w:tc>
        <w:tc>
          <w:tcPr>
            <w:tcW w:w="3360" w:type="dxa"/>
          </w:tcPr>
          <w:p w14:paraId="2CE85393" w14:textId="77777777" w:rsidR="00730CA0" w:rsidRPr="006A057C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Liczba porządkowa.</w:t>
            </w:r>
          </w:p>
        </w:tc>
        <w:tc>
          <w:tcPr>
            <w:tcW w:w="840" w:type="dxa"/>
          </w:tcPr>
          <w:p w14:paraId="67DAE818" w14:textId="77777777" w:rsidR="00730CA0" w:rsidRPr="006A057C" w:rsidRDefault="00C458D1" w:rsidP="00730CA0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F.a</w:t>
            </w:r>
          </w:p>
        </w:tc>
        <w:tc>
          <w:tcPr>
            <w:tcW w:w="2040" w:type="dxa"/>
          </w:tcPr>
          <w:p w14:paraId="5406DBAD" w14:textId="77777777" w:rsidR="00730CA0" w:rsidRPr="006A057C" w:rsidRDefault="00DC6E6E" w:rsidP="00DC6E6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ZNumeric</w:t>
            </w:r>
          </w:p>
        </w:tc>
        <w:tc>
          <w:tcPr>
            <w:tcW w:w="1200" w:type="dxa"/>
          </w:tcPr>
          <w:p w14:paraId="26265876" w14:textId="77777777" w:rsidR="00730CA0" w:rsidRPr="006A057C" w:rsidRDefault="005B61A4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</w:t>
            </w:r>
            <w:r w:rsidR="00730CA0" w:rsidRPr="006A057C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730CA0" w:rsidRPr="006A057C" w14:paraId="64105EA1" w14:textId="77777777" w:rsidTr="00E115A2">
        <w:trPr>
          <w:trHeight w:val="213"/>
        </w:trPr>
        <w:tc>
          <w:tcPr>
            <w:tcW w:w="1788" w:type="dxa"/>
          </w:tcPr>
          <w:p w14:paraId="65AE1204" w14:textId="77777777" w:rsidR="00730CA0" w:rsidRPr="006A057C" w:rsidRDefault="00730CA0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groupOfGoodsName</w:t>
            </w:r>
          </w:p>
        </w:tc>
        <w:tc>
          <w:tcPr>
            <w:tcW w:w="3360" w:type="dxa"/>
          </w:tcPr>
          <w:p w14:paraId="61F5FF8A" w14:textId="77777777" w:rsidR="00730CA0" w:rsidRPr="006A057C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Nazwa grupy wyrobów, dla których ustalono odrębne stawki podatkowe</w:t>
            </w:r>
          </w:p>
        </w:tc>
        <w:tc>
          <w:tcPr>
            <w:tcW w:w="840" w:type="dxa"/>
          </w:tcPr>
          <w:p w14:paraId="3559340A" w14:textId="77777777" w:rsidR="00730CA0" w:rsidRPr="006A057C" w:rsidRDefault="00C458D1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F.b</w:t>
            </w:r>
          </w:p>
        </w:tc>
        <w:tc>
          <w:tcPr>
            <w:tcW w:w="2040" w:type="dxa"/>
          </w:tcPr>
          <w:p w14:paraId="3A2E347B" w14:textId="77777777" w:rsidR="00730CA0" w:rsidRPr="006A057C" w:rsidRDefault="00DC6E6E" w:rsidP="00DA6725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  <w:lang w:val="pl-PL"/>
              </w:rPr>
              <w:t>ZCharacter</w:t>
            </w:r>
          </w:p>
          <w:p w14:paraId="19A02C27" w14:textId="1D21880C" w:rsidR="00730CA0" w:rsidRPr="006A057C" w:rsidRDefault="00945689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730CA0" w:rsidRPr="006A057C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>b</w:instrText>
            </w:r>
            <w:r w:rsidR="00730CA0" w:rsidRPr="006A057C">
              <w:rPr>
                <w:rFonts w:eastAsia="Times New Roman" w:cs="Arial"/>
                <w:sz w:val="20"/>
                <w:szCs w:val="20"/>
              </w:rPr>
              <w:instrText>13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6A057C" w:rsidRPr="006A057C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6A057C">
              <w:rPr>
                <w:rFonts w:eastAsia="Times New Roman" w:cs="Arial"/>
                <w:sz w:val="20"/>
                <w:szCs w:val="20"/>
              </w:rPr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6A057C">
              <w:rPr>
                <w:rFonts w:eastAsia="Times New Roman" w:cs="Arial"/>
                <w:sz w:val="20"/>
                <w:szCs w:val="20"/>
              </w:rPr>
              <w:t>R13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200" w:type="dxa"/>
          </w:tcPr>
          <w:p w14:paraId="30CA8300" w14:textId="77777777" w:rsidR="00730CA0" w:rsidRPr="006A057C" w:rsidRDefault="005B61A4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</w:t>
            </w:r>
            <w:r w:rsidR="00730CA0" w:rsidRPr="006A057C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730CA0" w:rsidRPr="006A057C" w14:paraId="3CBAA3BB" w14:textId="77777777" w:rsidTr="00E115A2">
        <w:trPr>
          <w:trHeight w:val="213"/>
        </w:trPr>
        <w:tc>
          <w:tcPr>
            <w:tcW w:w="1788" w:type="dxa"/>
          </w:tcPr>
          <w:p w14:paraId="630B3934" w14:textId="77777777" w:rsidR="00730CA0" w:rsidRPr="006A057C" w:rsidRDefault="00730CA0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shortages</w:t>
            </w:r>
          </w:p>
        </w:tc>
        <w:tc>
          <w:tcPr>
            <w:tcW w:w="3360" w:type="dxa"/>
          </w:tcPr>
          <w:p w14:paraId="409E5D40" w14:textId="77777777" w:rsidR="00730CA0" w:rsidRPr="006A057C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Możliwość oznaczenia w przypadku wykazywania ubytków wyrobów akcyzowych (przekraczających normy dopuszczalnych ubytków) lub całkowitego zniszczenia wyrobów.</w:t>
            </w:r>
          </w:p>
        </w:tc>
        <w:tc>
          <w:tcPr>
            <w:tcW w:w="840" w:type="dxa"/>
          </w:tcPr>
          <w:p w14:paraId="166C4688" w14:textId="77777777" w:rsidR="00730CA0" w:rsidRPr="006A057C" w:rsidRDefault="00C458D1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40" w:type="dxa"/>
          </w:tcPr>
          <w:p w14:paraId="52DA808F" w14:textId="77777777" w:rsidR="00730CA0" w:rsidRPr="006A057C" w:rsidRDefault="00B72973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ZShortages</w:t>
            </w:r>
          </w:p>
          <w:p w14:paraId="2382CDC9" w14:textId="2A6CF40D" w:rsidR="00730CA0" w:rsidRPr="006A057C" w:rsidRDefault="00945689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730CA0" w:rsidRPr="006A057C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>b</w:instrText>
            </w:r>
            <w:r w:rsidR="00730CA0" w:rsidRPr="006A057C">
              <w:rPr>
                <w:rFonts w:eastAsia="Times New Roman" w:cs="Arial"/>
                <w:sz w:val="20"/>
                <w:szCs w:val="20"/>
              </w:rPr>
              <w:instrText>20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6A057C" w:rsidRPr="006A057C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6A057C">
              <w:rPr>
                <w:rFonts w:eastAsia="Times New Roman" w:cs="Arial"/>
                <w:sz w:val="20"/>
                <w:szCs w:val="20"/>
              </w:rPr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6A057C">
              <w:rPr>
                <w:rFonts w:eastAsia="Times New Roman" w:cs="Arial"/>
                <w:sz w:val="20"/>
                <w:szCs w:val="20"/>
              </w:rPr>
              <w:t>R20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200" w:type="dxa"/>
          </w:tcPr>
          <w:p w14:paraId="6C1D57B5" w14:textId="77777777" w:rsidR="00730CA0" w:rsidRPr="006A057C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730CA0" w:rsidRPr="006A057C" w14:paraId="6C8AACEF" w14:textId="77777777" w:rsidTr="00E115A2">
        <w:trPr>
          <w:trHeight w:val="213"/>
        </w:trPr>
        <w:tc>
          <w:tcPr>
            <w:tcW w:w="1788" w:type="dxa"/>
          </w:tcPr>
          <w:p w14:paraId="5F2802D7" w14:textId="77777777" w:rsidR="00730CA0" w:rsidRPr="006A057C" w:rsidRDefault="00730CA0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codeCN</w:t>
            </w:r>
          </w:p>
        </w:tc>
        <w:tc>
          <w:tcPr>
            <w:tcW w:w="3360" w:type="dxa"/>
          </w:tcPr>
          <w:p w14:paraId="1D01DE01" w14:textId="77777777" w:rsidR="00730CA0" w:rsidRPr="006A057C" w:rsidRDefault="00D7546E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Ośmiocyfrowy kod CN.</w:t>
            </w:r>
          </w:p>
        </w:tc>
        <w:tc>
          <w:tcPr>
            <w:tcW w:w="840" w:type="dxa"/>
          </w:tcPr>
          <w:p w14:paraId="6BAE956B" w14:textId="77777777" w:rsidR="00730CA0" w:rsidRPr="006A057C" w:rsidRDefault="00C458D1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F.c</w:t>
            </w:r>
          </w:p>
        </w:tc>
        <w:tc>
          <w:tcPr>
            <w:tcW w:w="2040" w:type="dxa"/>
          </w:tcPr>
          <w:p w14:paraId="23A70789" w14:textId="77777777" w:rsidR="00730CA0" w:rsidRPr="006A057C" w:rsidRDefault="004C0A94" w:rsidP="00EC5A5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ZCodeCN</w:t>
            </w:r>
          </w:p>
        </w:tc>
        <w:tc>
          <w:tcPr>
            <w:tcW w:w="1200" w:type="dxa"/>
          </w:tcPr>
          <w:p w14:paraId="59D8C858" w14:textId="77777777" w:rsidR="00730CA0" w:rsidRPr="006A057C" w:rsidRDefault="005B61A4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</w:t>
            </w:r>
            <w:r w:rsidR="00730CA0" w:rsidRPr="006A057C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730CA0" w:rsidRPr="006A057C" w14:paraId="10BDA2CB" w14:textId="77777777" w:rsidTr="00E115A2">
        <w:trPr>
          <w:trHeight w:val="213"/>
        </w:trPr>
        <w:tc>
          <w:tcPr>
            <w:tcW w:w="1788" w:type="dxa"/>
          </w:tcPr>
          <w:p w14:paraId="1F194C48" w14:textId="77777777" w:rsidR="00730CA0" w:rsidRPr="006A057C" w:rsidRDefault="00730CA0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numberOfGoods</w:t>
            </w:r>
          </w:p>
        </w:tc>
        <w:tc>
          <w:tcPr>
            <w:tcW w:w="3360" w:type="dxa"/>
          </w:tcPr>
          <w:p w14:paraId="28901896" w14:textId="77777777" w:rsidR="00730CA0" w:rsidRPr="006A057C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Ilość wyrobów w hektolitrach (z dokładnością do dwóch miejsc po przecinku)</w:t>
            </w:r>
          </w:p>
        </w:tc>
        <w:tc>
          <w:tcPr>
            <w:tcW w:w="840" w:type="dxa"/>
          </w:tcPr>
          <w:p w14:paraId="3B0BEF56" w14:textId="77777777" w:rsidR="00730CA0" w:rsidRPr="006A057C" w:rsidRDefault="00C458D1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F.d</w:t>
            </w:r>
          </w:p>
        </w:tc>
        <w:tc>
          <w:tcPr>
            <w:tcW w:w="2040" w:type="dxa"/>
          </w:tcPr>
          <w:p w14:paraId="53E97C99" w14:textId="77777777" w:rsidR="00730CA0" w:rsidRPr="006A057C" w:rsidRDefault="00730CA0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</w:tc>
        <w:tc>
          <w:tcPr>
            <w:tcW w:w="1200" w:type="dxa"/>
          </w:tcPr>
          <w:p w14:paraId="3F5DE8ED" w14:textId="77777777" w:rsidR="00730CA0" w:rsidRPr="006A057C" w:rsidRDefault="005B61A4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</w:t>
            </w:r>
            <w:r w:rsidR="00730CA0" w:rsidRPr="006A057C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730CA0" w:rsidRPr="006A057C" w14:paraId="2973B633" w14:textId="77777777" w:rsidTr="00E115A2">
        <w:trPr>
          <w:trHeight w:val="213"/>
        </w:trPr>
        <w:tc>
          <w:tcPr>
            <w:tcW w:w="1788" w:type="dxa"/>
          </w:tcPr>
          <w:p w14:paraId="561AFF4A" w14:textId="77777777" w:rsidR="00730CA0" w:rsidRPr="006A057C" w:rsidRDefault="00730CA0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taxRate</w:t>
            </w:r>
          </w:p>
        </w:tc>
        <w:tc>
          <w:tcPr>
            <w:tcW w:w="3360" w:type="dxa"/>
          </w:tcPr>
          <w:p w14:paraId="64C0A6E7" w14:textId="77777777" w:rsidR="00730CA0" w:rsidRPr="006A057C" w:rsidRDefault="002E4729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Stawka podatku.</w:t>
            </w:r>
            <w:r w:rsidR="00730CA0" w:rsidRPr="006A057C">
              <w:rPr>
                <w:rFonts w:eastAsia="Times New Roman" w:cs="Arial"/>
                <w:sz w:val="20"/>
                <w:szCs w:val="20"/>
              </w:rPr>
              <w:t>.</w:t>
            </w:r>
          </w:p>
        </w:tc>
        <w:tc>
          <w:tcPr>
            <w:tcW w:w="840" w:type="dxa"/>
          </w:tcPr>
          <w:p w14:paraId="4DCFD0C5" w14:textId="77777777" w:rsidR="00730CA0" w:rsidRPr="006A057C" w:rsidRDefault="00C458D1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F.e</w:t>
            </w:r>
          </w:p>
        </w:tc>
        <w:tc>
          <w:tcPr>
            <w:tcW w:w="2040" w:type="dxa"/>
          </w:tcPr>
          <w:p w14:paraId="38890223" w14:textId="77777777" w:rsidR="00730CA0" w:rsidRPr="006A057C" w:rsidRDefault="00730CA0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</w:tc>
        <w:tc>
          <w:tcPr>
            <w:tcW w:w="1200" w:type="dxa"/>
          </w:tcPr>
          <w:p w14:paraId="7B23DA1E" w14:textId="77777777" w:rsidR="00730CA0" w:rsidRPr="006A057C" w:rsidRDefault="005B61A4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</w:t>
            </w:r>
            <w:r w:rsidR="00730CA0" w:rsidRPr="006A057C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FE4F45" w:rsidRPr="006A057C" w14:paraId="6C6FC131" w14:textId="77777777" w:rsidTr="00E115A2">
        <w:trPr>
          <w:trHeight w:val="213"/>
        </w:trPr>
        <w:tc>
          <w:tcPr>
            <w:tcW w:w="1788" w:type="dxa"/>
          </w:tcPr>
          <w:p w14:paraId="57217B66" w14:textId="77777777" w:rsidR="00FE4F45" w:rsidRPr="006A057C" w:rsidRDefault="00FE4F45" w:rsidP="00FE4F4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lastRenderedPageBreak/>
              <w:t>fromIsztar</w:t>
            </w:r>
          </w:p>
        </w:tc>
        <w:tc>
          <w:tcPr>
            <w:tcW w:w="3360" w:type="dxa"/>
          </w:tcPr>
          <w:p w14:paraId="3A87CCB9" w14:textId="77777777" w:rsidR="00FE4F45" w:rsidRPr="006A057C" w:rsidRDefault="00FE4F45" w:rsidP="00FE4F4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Czy stawka podatku akcyzowego jest pobrana z Systemu ISZTAR.</w:t>
            </w:r>
          </w:p>
        </w:tc>
        <w:tc>
          <w:tcPr>
            <w:tcW w:w="840" w:type="dxa"/>
          </w:tcPr>
          <w:p w14:paraId="06C5B8CA" w14:textId="77777777" w:rsidR="00FE4F45" w:rsidRPr="006A057C" w:rsidRDefault="00FE4F45" w:rsidP="00FE4F4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40" w:type="dxa"/>
          </w:tcPr>
          <w:p w14:paraId="6A4EE037" w14:textId="77777777" w:rsidR="00FE4F45" w:rsidRPr="006A057C" w:rsidRDefault="00FE4F45" w:rsidP="00FE4F45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boolean</w:t>
            </w:r>
          </w:p>
        </w:tc>
        <w:tc>
          <w:tcPr>
            <w:tcW w:w="1200" w:type="dxa"/>
          </w:tcPr>
          <w:p w14:paraId="6EFC9F14" w14:textId="77777777" w:rsidR="00FE4F45" w:rsidRPr="006A057C" w:rsidRDefault="00FE4F45" w:rsidP="00FE4F4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FE4F45" w:rsidRPr="006A057C" w14:paraId="72A370C5" w14:textId="77777777" w:rsidTr="00E115A2">
        <w:trPr>
          <w:trHeight w:val="213"/>
        </w:trPr>
        <w:tc>
          <w:tcPr>
            <w:tcW w:w="1788" w:type="dxa"/>
          </w:tcPr>
          <w:p w14:paraId="1653699E" w14:textId="77777777" w:rsidR="00FE4F45" w:rsidRPr="006A057C" w:rsidRDefault="00FE4F45" w:rsidP="00FE4F4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amountOfTax</w:t>
            </w:r>
          </w:p>
        </w:tc>
        <w:tc>
          <w:tcPr>
            <w:tcW w:w="3360" w:type="dxa"/>
          </w:tcPr>
          <w:p w14:paraId="19078CC5" w14:textId="77777777" w:rsidR="00FE4F45" w:rsidRPr="006A057C" w:rsidRDefault="002E4729" w:rsidP="00FE4F4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Kwota podatku w zł.</w:t>
            </w:r>
          </w:p>
        </w:tc>
        <w:tc>
          <w:tcPr>
            <w:tcW w:w="840" w:type="dxa"/>
          </w:tcPr>
          <w:p w14:paraId="51B02826" w14:textId="77777777" w:rsidR="00FE4F45" w:rsidRPr="006A057C" w:rsidRDefault="00FE4F45" w:rsidP="00FE4F4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F.f</w:t>
            </w:r>
          </w:p>
        </w:tc>
        <w:tc>
          <w:tcPr>
            <w:tcW w:w="2040" w:type="dxa"/>
          </w:tcPr>
          <w:p w14:paraId="6E0117B0" w14:textId="77777777" w:rsidR="00FE4F45" w:rsidRPr="006A057C" w:rsidRDefault="00FE4F45" w:rsidP="00FE4F45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ZAmountT</w:t>
            </w:r>
          </w:p>
          <w:p w14:paraId="3AF6ABA1" w14:textId="30DB5956" w:rsidR="00FE4F45" w:rsidRPr="006A057C" w:rsidRDefault="00945689" w:rsidP="00FE4F45">
            <w:pPr>
              <w:tabs>
                <w:tab w:val="right" w:pos="2511"/>
              </w:tabs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FE4F45" w:rsidRPr="006A057C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>b</w:instrText>
            </w:r>
            <w:r w:rsidR="00FE4F45" w:rsidRPr="006A057C">
              <w:rPr>
                <w:rFonts w:eastAsia="Times New Roman" w:cs="Arial"/>
                <w:sz w:val="20"/>
                <w:szCs w:val="20"/>
              </w:rPr>
              <w:instrText>16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6A057C" w:rsidRPr="006A057C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6A057C">
              <w:rPr>
                <w:rFonts w:eastAsia="Times New Roman" w:cs="Arial"/>
                <w:sz w:val="20"/>
                <w:szCs w:val="20"/>
              </w:rPr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6A057C">
              <w:rPr>
                <w:rFonts w:eastAsia="Times New Roman" w:cs="Arial"/>
                <w:sz w:val="20"/>
                <w:szCs w:val="20"/>
              </w:rPr>
              <w:t>R16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="00FE4F45" w:rsidRPr="006A057C">
              <w:rPr>
                <w:rFonts w:eastAsia="Times New Roman" w:cs="Arial"/>
                <w:sz w:val="20"/>
                <w:szCs w:val="20"/>
              </w:rPr>
              <w:tab/>
            </w:r>
            <w:r w:rsidRPr="006A057C">
              <w:rPr>
                <w:rFonts w:eastAsia="Times New Roman" w:cs="Arial"/>
                <w:sz w:val="20"/>
                <w:szCs w:val="20"/>
              </w:rPr>
              <w:t xml:space="preserve"> \h</w:t>
            </w:r>
          </w:p>
        </w:tc>
        <w:tc>
          <w:tcPr>
            <w:tcW w:w="1200" w:type="dxa"/>
          </w:tcPr>
          <w:p w14:paraId="24232086" w14:textId="77777777" w:rsidR="00FE4F45" w:rsidRPr="006A057C" w:rsidRDefault="005B61A4" w:rsidP="00FE4F4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</w:t>
            </w:r>
            <w:r w:rsidR="00FE4F45" w:rsidRPr="006A057C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</w:tbl>
    <w:p w14:paraId="281BAE27" w14:textId="0951850A" w:rsidR="00BD7640" w:rsidRDefault="00BD7640" w:rsidP="00BD7640">
      <w:pPr>
        <w:pStyle w:val="Legenda"/>
        <w:keepNext/>
      </w:pPr>
      <w:bookmarkStart w:id="142" w:name="_Toc182566567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36</w:t>
      </w:r>
      <w:r w:rsidR="00715F4C">
        <w:rPr>
          <w:noProof/>
        </w:rPr>
        <w:fldChar w:fldCharType="end"/>
      </w:r>
      <w:r>
        <w:t xml:space="preserve">. </w:t>
      </w:r>
      <w:r w:rsidRPr="00F1592A">
        <w:t>Struktura elementu DailyPaymentInformationType</w:t>
      </w:r>
      <w:bookmarkEnd w:id="142"/>
    </w:p>
    <w:tbl>
      <w:tblPr>
        <w:tblStyle w:val="Siatkatabelijasna"/>
        <w:tblW w:w="9228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200"/>
      </w:tblGrid>
      <w:tr w:rsidR="00730CA0" w:rsidRPr="006A057C" w14:paraId="052C1D7B" w14:textId="77777777" w:rsidTr="00EB4C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382BAFAC" w14:textId="77777777" w:rsidR="00730CA0" w:rsidRPr="006A057C" w:rsidRDefault="00730CA0" w:rsidP="00DA6725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7EFF3CE9" w14:textId="77777777" w:rsidR="00730CA0" w:rsidRPr="006A057C" w:rsidRDefault="00730CA0" w:rsidP="00DA6725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20D0B846" w14:textId="77777777" w:rsidR="00730CA0" w:rsidRPr="006A057C" w:rsidRDefault="00730CA0" w:rsidP="00730CA0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023A1233" w14:textId="77777777" w:rsidR="00730CA0" w:rsidRPr="006A057C" w:rsidRDefault="00730CA0" w:rsidP="00DA6725">
            <w:pPr>
              <w:rPr>
                <w:rFonts w:cs="Arial"/>
                <w:b/>
                <w:sz w:val="18"/>
                <w:szCs w:val="18"/>
              </w:rPr>
            </w:pPr>
            <w:r w:rsidRPr="006A057C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200" w:type="dxa"/>
          </w:tcPr>
          <w:p w14:paraId="08D8EDEC" w14:textId="77777777" w:rsidR="00730CA0" w:rsidRPr="006A057C" w:rsidRDefault="00730CA0" w:rsidP="00DA6725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730CA0" w:rsidRPr="006A057C" w14:paraId="2970B24F" w14:textId="77777777" w:rsidTr="00EB4C12">
        <w:trPr>
          <w:trHeight w:val="213"/>
        </w:trPr>
        <w:tc>
          <w:tcPr>
            <w:tcW w:w="1788" w:type="dxa"/>
          </w:tcPr>
          <w:p w14:paraId="08739846" w14:textId="77777777" w:rsidR="00730CA0" w:rsidRPr="006A057C" w:rsidRDefault="00730CA0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totalDueAmountOfDailyPaym</w:t>
            </w:r>
          </w:p>
        </w:tc>
        <w:tc>
          <w:tcPr>
            <w:tcW w:w="3360" w:type="dxa"/>
          </w:tcPr>
          <w:p w14:paraId="55A55A2C" w14:textId="77777777" w:rsidR="00730CA0" w:rsidRPr="006A057C" w:rsidRDefault="002E4729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Razem kwota należnych wpłat dziennych (suma kwot z kolumny c).</w:t>
            </w:r>
          </w:p>
        </w:tc>
        <w:tc>
          <w:tcPr>
            <w:tcW w:w="840" w:type="dxa"/>
          </w:tcPr>
          <w:p w14:paraId="43812B62" w14:textId="77777777" w:rsidR="00730CA0" w:rsidRPr="006A057C" w:rsidRDefault="00F7231E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173</w:t>
            </w:r>
          </w:p>
        </w:tc>
        <w:tc>
          <w:tcPr>
            <w:tcW w:w="2040" w:type="dxa"/>
          </w:tcPr>
          <w:p w14:paraId="4D6A1E40" w14:textId="77777777" w:rsidR="00730CA0" w:rsidRPr="006A057C" w:rsidRDefault="00730CA0" w:rsidP="00DA6725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</w:t>
            </w:r>
            <w:r w:rsidR="005B61A4" w:rsidRPr="006A057C">
              <w:rPr>
                <w:rStyle w:val="pole"/>
                <w:rFonts w:ascii="Lato" w:hAnsi="Lato"/>
                <w:sz w:val="20"/>
                <w:szCs w:val="20"/>
                <w:lang w:val="pl-PL"/>
              </w:rPr>
              <w:t>T</w:t>
            </w:r>
          </w:p>
          <w:p w14:paraId="7B175A4F" w14:textId="69FEFE13" w:rsidR="00730CA0" w:rsidRPr="006A057C" w:rsidRDefault="00945689" w:rsidP="00DA6725">
            <w:pPr>
              <w:tabs>
                <w:tab w:val="right" w:pos="2511"/>
              </w:tabs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730CA0" w:rsidRPr="006A057C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>b</w:instrText>
            </w:r>
            <w:r w:rsidR="00730CA0" w:rsidRPr="006A057C">
              <w:rPr>
                <w:rFonts w:eastAsia="Times New Roman" w:cs="Arial"/>
                <w:sz w:val="20"/>
                <w:szCs w:val="20"/>
              </w:rPr>
              <w:instrText>17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6A057C" w:rsidRPr="006A057C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6A057C">
              <w:rPr>
                <w:rFonts w:eastAsia="Times New Roman" w:cs="Arial"/>
                <w:sz w:val="20"/>
                <w:szCs w:val="20"/>
              </w:rPr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6A057C">
              <w:rPr>
                <w:rFonts w:eastAsia="Times New Roman" w:cs="Arial"/>
                <w:sz w:val="20"/>
                <w:szCs w:val="20"/>
              </w:rPr>
              <w:t>R17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="00730CA0" w:rsidRPr="006A057C">
              <w:rPr>
                <w:rFonts w:eastAsia="Times New Roman" w:cs="Arial"/>
                <w:sz w:val="20"/>
                <w:szCs w:val="20"/>
              </w:rPr>
              <w:tab/>
            </w:r>
            <w:r w:rsidRPr="006A057C">
              <w:rPr>
                <w:rFonts w:eastAsia="Times New Roman" w:cs="Arial"/>
                <w:sz w:val="20"/>
                <w:szCs w:val="20"/>
              </w:rPr>
              <w:t xml:space="preserve"> </w:t>
            </w:r>
          </w:p>
        </w:tc>
        <w:tc>
          <w:tcPr>
            <w:tcW w:w="1200" w:type="dxa"/>
          </w:tcPr>
          <w:p w14:paraId="49F07977" w14:textId="77777777" w:rsidR="00730CA0" w:rsidRPr="006A057C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730CA0" w:rsidRPr="006A057C" w14:paraId="23718846" w14:textId="77777777" w:rsidTr="00EB4C12">
        <w:trPr>
          <w:trHeight w:val="213"/>
        </w:trPr>
        <w:tc>
          <w:tcPr>
            <w:tcW w:w="1788" w:type="dxa"/>
          </w:tcPr>
          <w:p w14:paraId="63753FA3" w14:textId="77777777" w:rsidR="00730CA0" w:rsidRPr="006A057C" w:rsidRDefault="00730CA0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totalAmountOfExcessDailyPaymPrevDecl</w:t>
            </w:r>
          </w:p>
        </w:tc>
        <w:tc>
          <w:tcPr>
            <w:tcW w:w="3360" w:type="dxa"/>
          </w:tcPr>
          <w:p w14:paraId="2417403C" w14:textId="77777777" w:rsidR="00730CA0" w:rsidRPr="006A057C" w:rsidRDefault="002E4729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Razem kwota nadwyżki wpłat z poprzedniej deklaracji zaliczona na poczet wpłat dziennych (suma kwot z kolumny e).</w:t>
            </w:r>
          </w:p>
        </w:tc>
        <w:tc>
          <w:tcPr>
            <w:tcW w:w="840" w:type="dxa"/>
          </w:tcPr>
          <w:p w14:paraId="2B08067B" w14:textId="77777777" w:rsidR="00730CA0" w:rsidRPr="006A057C" w:rsidRDefault="00F7231E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174</w:t>
            </w:r>
          </w:p>
        </w:tc>
        <w:tc>
          <w:tcPr>
            <w:tcW w:w="2040" w:type="dxa"/>
          </w:tcPr>
          <w:p w14:paraId="6DED5780" w14:textId="77777777" w:rsidR="00730CA0" w:rsidRPr="006A057C" w:rsidRDefault="00730CA0" w:rsidP="00DA6725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</w:t>
            </w:r>
            <w:r w:rsidR="005B61A4" w:rsidRPr="006A057C">
              <w:rPr>
                <w:rStyle w:val="pole"/>
                <w:rFonts w:ascii="Lato" w:hAnsi="Lato"/>
                <w:sz w:val="20"/>
                <w:szCs w:val="20"/>
                <w:lang w:val="pl-PL"/>
              </w:rPr>
              <w:t>T</w:t>
            </w:r>
          </w:p>
          <w:p w14:paraId="4542B9E4" w14:textId="766603D4" w:rsidR="00730CA0" w:rsidRPr="006A057C" w:rsidRDefault="00945689" w:rsidP="00DA6725">
            <w:pPr>
              <w:tabs>
                <w:tab w:val="right" w:pos="2511"/>
              </w:tabs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730CA0" w:rsidRPr="006A057C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>b</w:instrText>
            </w:r>
            <w:r w:rsidR="00730CA0" w:rsidRPr="006A057C">
              <w:rPr>
                <w:rFonts w:eastAsia="Times New Roman" w:cs="Arial"/>
                <w:sz w:val="20"/>
                <w:szCs w:val="20"/>
              </w:rPr>
              <w:instrText>18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6A057C" w:rsidRPr="006A057C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6A057C">
              <w:rPr>
                <w:rFonts w:eastAsia="Times New Roman" w:cs="Arial"/>
                <w:sz w:val="20"/>
                <w:szCs w:val="20"/>
              </w:rPr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6A057C">
              <w:rPr>
                <w:rFonts w:eastAsia="Times New Roman" w:cs="Arial"/>
                <w:sz w:val="20"/>
                <w:szCs w:val="20"/>
              </w:rPr>
              <w:t>R18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="00730CA0" w:rsidRPr="006A057C">
              <w:rPr>
                <w:rFonts w:eastAsia="Times New Roman" w:cs="Arial"/>
                <w:sz w:val="20"/>
                <w:szCs w:val="20"/>
              </w:rPr>
              <w:tab/>
            </w:r>
          </w:p>
        </w:tc>
        <w:tc>
          <w:tcPr>
            <w:tcW w:w="1200" w:type="dxa"/>
          </w:tcPr>
          <w:p w14:paraId="2BE24B5A" w14:textId="77777777" w:rsidR="00730CA0" w:rsidRPr="006A057C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730CA0" w:rsidRPr="006A057C" w14:paraId="1F130934" w14:textId="77777777" w:rsidTr="00EB4C12">
        <w:trPr>
          <w:trHeight w:val="213"/>
        </w:trPr>
        <w:tc>
          <w:tcPr>
            <w:tcW w:w="1788" w:type="dxa"/>
          </w:tcPr>
          <w:p w14:paraId="5585B155" w14:textId="77777777" w:rsidR="00730CA0" w:rsidRPr="006A057C" w:rsidRDefault="00730CA0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totalAmountOfDailyPaym</w:t>
            </w:r>
          </w:p>
        </w:tc>
        <w:tc>
          <w:tcPr>
            <w:tcW w:w="3360" w:type="dxa"/>
          </w:tcPr>
          <w:p w14:paraId="04F0E3CC" w14:textId="77777777" w:rsidR="00730CA0" w:rsidRPr="006A057C" w:rsidRDefault="002E4729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Razem kwota dokonanych wpłat dziennych (suma kwot z kolumny f).</w:t>
            </w:r>
          </w:p>
        </w:tc>
        <w:tc>
          <w:tcPr>
            <w:tcW w:w="840" w:type="dxa"/>
          </w:tcPr>
          <w:p w14:paraId="285FBB63" w14:textId="77777777" w:rsidR="00730CA0" w:rsidRPr="006A057C" w:rsidRDefault="00F7231E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175</w:t>
            </w:r>
          </w:p>
        </w:tc>
        <w:tc>
          <w:tcPr>
            <w:tcW w:w="2040" w:type="dxa"/>
          </w:tcPr>
          <w:p w14:paraId="7BA49A3B" w14:textId="77777777" w:rsidR="00730CA0" w:rsidRPr="006A057C" w:rsidRDefault="00730CA0" w:rsidP="00DA6725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</w:t>
            </w:r>
            <w:r w:rsidR="005B61A4" w:rsidRPr="006A057C">
              <w:rPr>
                <w:rStyle w:val="pole"/>
                <w:rFonts w:ascii="Lato" w:hAnsi="Lato"/>
                <w:sz w:val="20"/>
                <w:szCs w:val="20"/>
                <w:lang w:val="pl-PL"/>
              </w:rPr>
              <w:t>T</w:t>
            </w:r>
          </w:p>
          <w:p w14:paraId="74BDBE65" w14:textId="42ADCF8E" w:rsidR="00730CA0" w:rsidRPr="006A057C" w:rsidRDefault="00945689" w:rsidP="00DA6725">
            <w:pPr>
              <w:tabs>
                <w:tab w:val="right" w:pos="2511"/>
              </w:tabs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730CA0" w:rsidRPr="006A057C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>b</w:instrText>
            </w:r>
            <w:r w:rsidR="00730CA0" w:rsidRPr="006A057C">
              <w:rPr>
                <w:rFonts w:eastAsia="Times New Roman" w:cs="Arial"/>
                <w:sz w:val="20"/>
                <w:szCs w:val="20"/>
              </w:rPr>
              <w:instrText>19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6A057C" w:rsidRPr="006A057C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6A057C">
              <w:rPr>
                <w:rFonts w:eastAsia="Times New Roman" w:cs="Arial"/>
                <w:sz w:val="20"/>
                <w:szCs w:val="20"/>
              </w:rPr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6A057C">
              <w:rPr>
                <w:rFonts w:eastAsia="Times New Roman" w:cs="Arial"/>
                <w:sz w:val="20"/>
                <w:szCs w:val="20"/>
              </w:rPr>
              <w:t>R19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="00730CA0" w:rsidRPr="006A057C">
              <w:rPr>
                <w:rFonts w:eastAsia="Times New Roman" w:cs="Arial"/>
                <w:sz w:val="20"/>
                <w:szCs w:val="20"/>
              </w:rPr>
              <w:tab/>
            </w:r>
          </w:p>
        </w:tc>
        <w:tc>
          <w:tcPr>
            <w:tcW w:w="1200" w:type="dxa"/>
          </w:tcPr>
          <w:p w14:paraId="2E3E175D" w14:textId="77777777" w:rsidR="00730CA0" w:rsidRPr="006A057C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730CA0" w:rsidRPr="006A057C" w14:paraId="51E8E357" w14:textId="77777777" w:rsidTr="00EB4C12">
        <w:trPr>
          <w:trHeight w:val="213"/>
        </w:trPr>
        <w:tc>
          <w:tcPr>
            <w:tcW w:w="1788" w:type="dxa"/>
          </w:tcPr>
          <w:p w14:paraId="3854CF22" w14:textId="77777777" w:rsidR="00730CA0" w:rsidRPr="006A057C" w:rsidRDefault="00730CA0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DailyAmount</w:t>
            </w:r>
          </w:p>
        </w:tc>
        <w:tc>
          <w:tcPr>
            <w:tcW w:w="3360" w:type="dxa"/>
          </w:tcPr>
          <w:p w14:paraId="289B0A85" w14:textId="77777777" w:rsidR="00730CA0" w:rsidRPr="006A057C" w:rsidRDefault="002E4729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Suma kwot wpłat dziennych.</w:t>
            </w:r>
          </w:p>
        </w:tc>
        <w:tc>
          <w:tcPr>
            <w:tcW w:w="840" w:type="dxa"/>
          </w:tcPr>
          <w:p w14:paraId="5EEF4883" w14:textId="77777777" w:rsidR="00730CA0" w:rsidRPr="006A057C" w:rsidRDefault="00101F88" w:rsidP="00730CA0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E</w:t>
            </w:r>
          </w:p>
        </w:tc>
        <w:tc>
          <w:tcPr>
            <w:tcW w:w="2040" w:type="dxa"/>
          </w:tcPr>
          <w:p w14:paraId="1CBDAC46" w14:textId="77777777" w:rsidR="00730CA0" w:rsidRPr="006A057C" w:rsidRDefault="00730CA0" w:rsidP="00DA67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ZDailyAmount</w:t>
            </w:r>
          </w:p>
        </w:tc>
        <w:tc>
          <w:tcPr>
            <w:tcW w:w="1200" w:type="dxa"/>
          </w:tcPr>
          <w:p w14:paraId="3386B560" w14:textId="77777777" w:rsidR="00730CA0" w:rsidRPr="006A057C" w:rsidRDefault="00730CA0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0..999</w:t>
            </w:r>
          </w:p>
        </w:tc>
      </w:tr>
    </w:tbl>
    <w:p w14:paraId="66CB430B" w14:textId="77777777" w:rsidR="00BA3B1D" w:rsidRDefault="00BA3B1D" w:rsidP="00C048E5">
      <w:pPr>
        <w:pStyle w:val="Nagwek3"/>
      </w:pPr>
      <w:bookmarkStart w:id="143" w:name="_Toc182566447"/>
      <w:r>
        <w:t>Reguły</w:t>
      </w:r>
      <w:bookmarkEnd w:id="143"/>
    </w:p>
    <w:p w14:paraId="1A545383" w14:textId="53947671" w:rsidR="00BD7640" w:rsidRDefault="00BD7640" w:rsidP="00BD7640">
      <w:pPr>
        <w:pStyle w:val="Legenda"/>
        <w:keepNext/>
      </w:pPr>
      <w:bookmarkStart w:id="144" w:name="_Toc182566568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37</w:t>
      </w:r>
      <w:r w:rsidR="00715F4C">
        <w:rPr>
          <w:noProof/>
        </w:rPr>
        <w:fldChar w:fldCharType="end"/>
      </w:r>
      <w:r>
        <w:t xml:space="preserve">. </w:t>
      </w:r>
      <w:r w:rsidRPr="0070476B">
        <w:t>Reguły dotyczące załącznika AKC-4/B</w:t>
      </w:r>
      <w:bookmarkEnd w:id="144"/>
    </w:p>
    <w:tbl>
      <w:tblPr>
        <w:tblStyle w:val="Siatkatabelijasna"/>
        <w:tblW w:w="0" w:type="auto"/>
        <w:tblLook w:val="01E0" w:firstRow="1" w:lastRow="1" w:firstColumn="1" w:lastColumn="1" w:noHBand="0" w:noVBand="0"/>
      </w:tblPr>
      <w:tblGrid>
        <w:gridCol w:w="943"/>
        <w:gridCol w:w="8105"/>
      </w:tblGrid>
      <w:tr w:rsidR="00BA3B1D" w14:paraId="176DA640" w14:textId="77777777" w:rsidTr="00E115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43" w:type="dxa"/>
          </w:tcPr>
          <w:p w14:paraId="1ED7E0E1" w14:textId="77777777" w:rsidR="00BA3B1D" w:rsidRPr="006A057C" w:rsidRDefault="00BA3B1D" w:rsidP="00DA6725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111" w:type="dxa"/>
          </w:tcPr>
          <w:p w14:paraId="5ADAD015" w14:textId="77777777" w:rsidR="00BA3B1D" w:rsidRPr="006A057C" w:rsidRDefault="00BA3B1D" w:rsidP="00DA6725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BA3B1D" w:rsidRPr="001767A9" w14:paraId="2DEE0696" w14:textId="77777777" w:rsidTr="00E115A2">
        <w:trPr>
          <w:trHeight w:val="213"/>
        </w:trPr>
        <w:tc>
          <w:tcPr>
            <w:tcW w:w="943" w:type="dxa"/>
          </w:tcPr>
          <w:p w14:paraId="648F98F3" w14:textId="77777777" w:rsidR="00BA3B1D" w:rsidRPr="006A057C" w:rsidRDefault="00AB0CA2" w:rsidP="00DA6725">
            <w:pPr>
              <w:rPr>
                <w:rFonts w:eastAsia="Times New Roman" w:cs="Arial"/>
                <w:sz w:val="20"/>
                <w:szCs w:val="20"/>
              </w:rPr>
            </w:pPr>
            <w:bookmarkStart w:id="145" w:name="Rb1"/>
            <w:r w:rsidRPr="006A057C">
              <w:rPr>
                <w:rFonts w:eastAsia="Times New Roman" w:cs="Arial"/>
                <w:sz w:val="20"/>
                <w:szCs w:val="20"/>
              </w:rPr>
              <w:t>R1</w:t>
            </w:r>
            <w:bookmarkEnd w:id="145"/>
          </w:p>
        </w:tc>
        <w:tc>
          <w:tcPr>
            <w:tcW w:w="8111" w:type="dxa"/>
          </w:tcPr>
          <w:p w14:paraId="73EB88DA" w14:textId="77777777" w:rsidR="00BA3B1D" w:rsidRPr="006A057C" w:rsidRDefault="00BA3B1D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Pole wypełniane przez system zgodnie z wartością w analogicznym polu deklaracji AKC-4/AKC-4zo</w:t>
            </w:r>
          </w:p>
        </w:tc>
      </w:tr>
      <w:tr w:rsidR="0046114D" w:rsidRPr="001767A9" w14:paraId="4C13B9EB" w14:textId="77777777" w:rsidTr="00E115A2">
        <w:trPr>
          <w:trHeight w:val="213"/>
        </w:trPr>
        <w:tc>
          <w:tcPr>
            <w:tcW w:w="943" w:type="dxa"/>
          </w:tcPr>
          <w:p w14:paraId="1F7F77D8" w14:textId="77777777" w:rsidR="0046114D" w:rsidRPr="006A057C" w:rsidRDefault="00AB0CA2" w:rsidP="00DA6725">
            <w:pPr>
              <w:rPr>
                <w:rFonts w:eastAsia="Times New Roman" w:cs="Arial"/>
                <w:sz w:val="20"/>
                <w:szCs w:val="20"/>
              </w:rPr>
            </w:pPr>
            <w:bookmarkStart w:id="146" w:name="Rb2"/>
            <w:r w:rsidRPr="006A057C">
              <w:rPr>
                <w:rFonts w:eastAsia="Times New Roman" w:cs="Arial"/>
                <w:sz w:val="20"/>
                <w:szCs w:val="20"/>
              </w:rPr>
              <w:t>R2</w:t>
            </w:r>
            <w:bookmarkEnd w:id="146"/>
          </w:p>
        </w:tc>
        <w:tc>
          <w:tcPr>
            <w:tcW w:w="8111" w:type="dxa"/>
          </w:tcPr>
          <w:p w14:paraId="78255AA7" w14:textId="77777777" w:rsidR="0046114D" w:rsidRPr="006A057C" w:rsidRDefault="0046114D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Wypełniane automatycznie na podstawie licznika kolejnego zapisanego załącznika danego typu..</w:t>
            </w:r>
          </w:p>
        </w:tc>
      </w:tr>
      <w:tr w:rsidR="00AB0CA2" w:rsidRPr="001767A9" w14:paraId="2B3DDCB0" w14:textId="77777777" w:rsidTr="00E115A2">
        <w:trPr>
          <w:trHeight w:val="213"/>
        </w:trPr>
        <w:tc>
          <w:tcPr>
            <w:tcW w:w="943" w:type="dxa"/>
          </w:tcPr>
          <w:p w14:paraId="2BD052F3" w14:textId="77777777" w:rsidR="00AB0CA2" w:rsidRPr="006A057C" w:rsidRDefault="00AB0CA2" w:rsidP="00DA6725">
            <w:pPr>
              <w:rPr>
                <w:rFonts w:eastAsia="Times New Roman" w:cs="Arial"/>
                <w:sz w:val="20"/>
                <w:szCs w:val="20"/>
              </w:rPr>
            </w:pPr>
            <w:bookmarkStart w:id="147" w:name="Rb3"/>
            <w:r w:rsidRPr="006A057C">
              <w:rPr>
                <w:rFonts w:eastAsia="Times New Roman" w:cs="Arial"/>
                <w:sz w:val="20"/>
                <w:szCs w:val="20"/>
              </w:rPr>
              <w:t>R3</w:t>
            </w:r>
            <w:bookmarkEnd w:id="147"/>
          </w:p>
        </w:tc>
        <w:tc>
          <w:tcPr>
            <w:tcW w:w="8111" w:type="dxa"/>
          </w:tcPr>
          <w:p w14:paraId="720B014D" w14:textId="77777777" w:rsidR="00AB0CA2" w:rsidRPr="006A057C" w:rsidRDefault="00AB0CA2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Element może występować tylko jeśli w dokumencie nadrzędnym w polu formKind wybrano wartoś</w:t>
            </w:r>
            <w:r w:rsidR="001D08A3" w:rsidRPr="006A057C">
              <w:rPr>
                <w:rFonts w:eastAsia="Times New Roman" w:cs="Arial"/>
                <w:sz w:val="20"/>
                <w:szCs w:val="20"/>
              </w:rPr>
              <w:t>ć</w:t>
            </w:r>
            <w:r w:rsidRPr="006A057C">
              <w:rPr>
                <w:rFonts w:eastAsia="Times New Roman" w:cs="Arial"/>
                <w:sz w:val="20"/>
                <w:szCs w:val="20"/>
              </w:rPr>
              <w:t xml:space="preserve"> AKC-4.</w:t>
            </w:r>
          </w:p>
        </w:tc>
      </w:tr>
      <w:tr w:rsidR="0046114D" w:rsidRPr="001767A9" w14:paraId="6D5D6DB8" w14:textId="77777777" w:rsidTr="00E115A2">
        <w:trPr>
          <w:trHeight w:val="213"/>
        </w:trPr>
        <w:tc>
          <w:tcPr>
            <w:tcW w:w="943" w:type="dxa"/>
          </w:tcPr>
          <w:p w14:paraId="7F480D32" w14:textId="77777777" w:rsidR="0046114D" w:rsidRPr="006A057C" w:rsidRDefault="0046114D" w:rsidP="00DA6725">
            <w:pPr>
              <w:rPr>
                <w:rFonts w:eastAsia="Times New Roman" w:cs="Arial"/>
                <w:sz w:val="20"/>
                <w:szCs w:val="20"/>
              </w:rPr>
            </w:pPr>
            <w:bookmarkStart w:id="148" w:name="Rb4"/>
            <w:r w:rsidRPr="006A057C">
              <w:rPr>
                <w:rFonts w:eastAsia="Times New Roman" w:cs="Arial"/>
                <w:sz w:val="20"/>
                <w:szCs w:val="20"/>
              </w:rPr>
              <w:t>R4</w:t>
            </w:r>
            <w:bookmarkEnd w:id="148"/>
          </w:p>
        </w:tc>
        <w:tc>
          <w:tcPr>
            <w:tcW w:w="8111" w:type="dxa"/>
          </w:tcPr>
          <w:p w14:paraId="0A2F3F63" w14:textId="77777777" w:rsidR="0046114D" w:rsidRPr="006A057C" w:rsidRDefault="0046114D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Walidacja 1: jeśli wybrano deklarację AKC4zo to pole musi być puste.</w:t>
            </w:r>
          </w:p>
          <w:p w14:paraId="519F7522" w14:textId="77777777" w:rsidR="0046114D" w:rsidRPr="006A057C" w:rsidRDefault="0046114D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Walidacja 2: Wypełnione może być tylko jedno pole numeru akcyzowego – jeśli wskazany jest własny skład, to nie obcy. </w:t>
            </w:r>
          </w:p>
        </w:tc>
      </w:tr>
      <w:tr w:rsidR="0046114D" w:rsidRPr="001767A9" w14:paraId="240110A8" w14:textId="77777777" w:rsidTr="00E115A2">
        <w:trPr>
          <w:trHeight w:val="213"/>
        </w:trPr>
        <w:tc>
          <w:tcPr>
            <w:tcW w:w="943" w:type="dxa"/>
          </w:tcPr>
          <w:p w14:paraId="344719EA" w14:textId="77777777" w:rsidR="0046114D" w:rsidRPr="006A057C" w:rsidRDefault="0046114D" w:rsidP="00DA6725">
            <w:pPr>
              <w:rPr>
                <w:rFonts w:eastAsia="Times New Roman" w:cs="Arial"/>
                <w:sz w:val="20"/>
                <w:szCs w:val="20"/>
              </w:rPr>
            </w:pPr>
            <w:bookmarkStart w:id="149" w:name="Rb5"/>
            <w:r w:rsidRPr="006A057C">
              <w:rPr>
                <w:rFonts w:eastAsia="Times New Roman" w:cs="Arial"/>
                <w:sz w:val="20"/>
                <w:szCs w:val="20"/>
              </w:rPr>
              <w:t>R5</w:t>
            </w:r>
            <w:bookmarkEnd w:id="149"/>
          </w:p>
        </w:tc>
        <w:tc>
          <w:tcPr>
            <w:tcW w:w="8111" w:type="dxa"/>
          </w:tcPr>
          <w:p w14:paraId="26B9F968" w14:textId="77777777" w:rsidR="0046114D" w:rsidRPr="006A057C" w:rsidRDefault="0046114D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Walidacja 1: jeśli wybrano deklarację AKC4zo to pole musi być puste.</w:t>
            </w:r>
          </w:p>
          <w:p w14:paraId="47A1C4A0" w14:textId="77777777" w:rsidR="0046114D" w:rsidRPr="006A057C" w:rsidRDefault="0046114D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Walidacja 2: Wypełnione może być tylko jedno pole numeru akcyzowego – jeśli wskazany jest obcy skład, to nie własny. </w:t>
            </w:r>
          </w:p>
        </w:tc>
      </w:tr>
      <w:tr w:rsidR="0046114D" w:rsidRPr="001767A9" w14:paraId="7B94B2F1" w14:textId="77777777" w:rsidTr="00E115A2">
        <w:trPr>
          <w:trHeight w:val="213"/>
        </w:trPr>
        <w:tc>
          <w:tcPr>
            <w:tcW w:w="943" w:type="dxa"/>
          </w:tcPr>
          <w:p w14:paraId="57E8D166" w14:textId="77777777" w:rsidR="0046114D" w:rsidRPr="006A057C" w:rsidRDefault="0046114D" w:rsidP="00DA6725">
            <w:pPr>
              <w:rPr>
                <w:rFonts w:eastAsia="Times New Roman" w:cs="Arial"/>
                <w:sz w:val="20"/>
                <w:szCs w:val="20"/>
              </w:rPr>
            </w:pPr>
            <w:bookmarkStart w:id="150" w:name="Rb7"/>
            <w:r w:rsidRPr="006A057C">
              <w:rPr>
                <w:rFonts w:eastAsia="Times New Roman" w:cs="Arial"/>
                <w:sz w:val="20"/>
                <w:szCs w:val="20"/>
              </w:rPr>
              <w:t>R7</w:t>
            </w:r>
            <w:bookmarkEnd w:id="150"/>
          </w:p>
        </w:tc>
        <w:tc>
          <w:tcPr>
            <w:tcW w:w="8111" w:type="dxa"/>
          </w:tcPr>
          <w:p w14:paraId="19B62421" w14:textId="77777777" w:rsidR="0046114D" w:rsidRPr="006A057C" w:rsidRDefault="0046114D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Walidacja: Jeśli wybrano deklarację AKC-4zo, to pole musi być wypełnione.</w:t>
            </w:r>
          </w:p>
        </w:tc>
      </w:tr>
      <w:tr w:rsidR="0046114D" w:rsidRPr="001767A9" w14:paraId="43227128" w14:textId="77777777" w:rsidTr="00E115A2">
        <w:trPr>
          <w:trHeight w:val="213"/>
        </w:trPr>
        <w:tc>
          <w:tcPr>
            <w:tcW w:w="943" w:type="dxa"/>
          </w:tcPr>
          <w:p w14:paraId="12A1C728" w14:textId="77777777" w:rsidR="0046114D" w:rsidRPr="006A057C" w:rsidRDefault="0046114D" w:rsidP="00DA6725">
            <w:pPr>
              <w:rPr>
                <w:rFonts w:eastAsia="Times New Roman" w:cs="Arial"/>
                <w:sz w:val="20"/>
                <w:szCs w:val="20"/>
              </w:rPr>
            </w:pPr>
            <w:bookmarkStart w:id="151" w:name="Rb8"/>
            <w:r w:rsidRPr="006A057C">
              <w:rPr>
                <w:rFonts w:eastAsia="Times New Roman" w:cs="Arial"/>
                <w:sz w:val="20"/>
                <w:szCs w:val="20"/>
              </w:rPr>
              <w:t>R8</w:t>
            </w:r>
            <w:bookmarkEnd w:id="151"/>
          </w:p>
        </w:tc>
        <w:tc>
          <w:tcPr>
            <w:tcW w:w="8111" w:type="dxa"/>
          </w:tcPr>
          <w:p w14:paraId="636209E5" w14:textId="77777777" w:rsidR="0046114D" w:rsidRPr="006A057C" w:rsidRDefault="00975B06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Walidacja: sprawdzenie czy suma kwot z pozycji „Nadwyżka przedpłaty akcyzy” i „Przedpłata akcyzy do zapłaty” deklaracji AKC-PA (B) (za okres) jest równa wprowadzonej w polu wartości.</w:t>
            </w:r>
          </w:p>
        </w:tc>
      </w:tr>
      <w:tr w:rsidR="0046114D" w:rsidRPr="001767A9" w14:paraId="75705ECC" w14:textId="77777777" w:rsidTr="00E115A2">
        <w:trPr>
          <w:trHeight w:val="213"/>
        </w:trPr>
        <w:tc>
          <w:tcPr>
            <w:tcW w:w="943" w:type="dxa"/>
          </w:tcPr>
          <w:p w14:paraId="1B5BD2A4" w14:textId="77777777" w:rsidR="0046114D" w:rsidRPr="006A057C" w:rsidRDefault="0046114D" w:rsidP="00DA6725">
            <w:pPr>
              <w:rPr>
                <w:rFonts w:eastAsia="Times New Roman" w:cs="Arial"/>
                <w:sz w:val="20"/>
                <w:szCs w:val="20"/>
              </w:rPr>
            </w:pPr>
            <w:bookmarkStart w:id="152" w:name="Rb9"/>
            <w:r w:rsidRPr="006A057C">
              <w:rPr>
                <w:rFonts w:eastAsia="Times New Roman" w:cs="Arial"/>
                <w:sz w:val="20"/>
                <w:szCs w:val="20"/>
              </w:rPr>
              <w:lastRenderedPageBreak/>
              <w:t>R9</w:t>
            </w:r>
            <w:bookmarkEnd w:id="152"/>
          </w:p>
        </w:tc>
        <w:tc>
          <w:tcPr>
            <w:tcW w:w="8111" w:type="dxa"/>
          </w:tcPr>
          <w:p w14:paraId="2CAC9F84" w14:textId="77777777" w:rsidR="0046114D" w:rsidRPr="006A057C" w:rsidRDefault="0046114D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Walidacja: jeśli wynik wyliczenia jest różny od wprowadzonej wartości, to jest Błąd typu 3. Jeśli wyliczona wartość jest ujemna, powinno być 0.</w:t>
            </w:r>
          </w:p>
        </w:tc>
      </w:tr>
      <w:tr w:rsidR="0046114D" w:rsidRPr="001767A9" w14:paraId="0AD0AB90" w14:textId="77777777" w:rsidTr="00E115A2">
        <w:trPr>
          <w:trHeight w:val="213"/>
        </w:trPr>
        <w:tc>
          <w:tcPr>
            <w:tcW w:w="943" w:type="dxa"/>
          </w:tcPr>
          <w:p w14:paraId="72F19BC3" w14:textId="77777777" w:rsidR="0046114D" w:rsidRPr="006A057C" w:rsidRDefault="0046114D" w:rsidP="00DA6725">
            <w:pPr>
              <w:rPr>
                <w:rFonts w:eastAsia="Times New Roman" w:cs="Arial"/>
                <w:sz w:val="20"/>
                <w:szCs w:val="20"/>
              </w:rPr>
            </w:pPr>
            <w:bookmarkStart w:id="153" w:name="Rb10"/>
            <w:r w:rsidRPr="006A057C">
              <w:rPr>
                <w:rFonts w:eastAsia="Times New Roman" w:cs="Arial"/>
                <w:sz w:val="20"/>
                <w:szCs w:val="20"/>
              </w:rPr>
              <w:t>R10</w:t>
            </w:r>
            <w:bookmarkEnd w:id="153"/>
          </w:p>
        </w:tc>
        <w:tc>
          <w:tcPr>
            <w:tcW w:w="8111" w:type="dxa"/>
          </w:tcPr>
          <w:p w14:paraId="39F17828" w14:textId="77777777" w:rsidR="0046114D" w:rsidRPr="006A057C" w:rsidRDefault="0046114D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Pole niewymagalne (puste) w przypadku, gdy nie złożono AKC-PA za ten sam okres rozliczeniowy.</w:t>
            </w:r>
          </w:p>
          <w:p w14:paraId="7F9B7B28" w14:textId="77777777" w:rsidR="0046114D" w:rsidRPr="006A057C" w:rsidRDefault="0046114D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Walidacja: jeśli wynik wyliczenia jest różny od wprowadzonej wartości, to jest Błąd typu 3. Jeśli wyliczona wartość jest ujemna, powinno być 0.</w:t>
            </w:r>
          </w:p>
        </w:tc>
      </w:tr>
      <w:tr w:rsidR="0046114D" w:rsidRPr="001767A9" w14:paraId="4F096ECD" w14:textId="77777777" w:rsidTr="00E115A2">
        <w:trPr>
          <w:trHeight w:val="213"/>
        </w:trPr>
        <w:tc>
          <w:tcPr>
            <w:tcW w:w="943" w:type="dxa"/>
          </w:tcPr>
          <w:p w14:paraId="02527AE0" w14:textId="77777777" w:rsidR="0046114D" w:rsidRPr="006A057C" w:rsidRDefault="0046114D" w:rsidP="00DA6725">
            <w:pPr>
              <w:rPr>
                <w:rFonts w:eastAsia="Times New Roman" w:cs="Arial"/>
                <w:sz w:val="20"/>
                <w:szCs w:val="20"/>
              </w:rPr>
            </w:pPr>
            <w:bookmarkStart w:id="154" w:name="Rb11"/>
            <w:r w:rsidRPr="006A057C">
              <w:rPr>
                <w:rFonts w:eastAsia="Times New Roman" w:cs="Arial"/>
                <w:sz w:val="20"/>
                <w:szCs w:val="20"/>
              </w:rPr>
              <w:t>R11</w:t>
            </w:r>
            <w:bookmarkEnd w:id="154"/>
          </w:p>
        </w:tc>
        <w:tc>
          <w:tcPr>
            <w:tcW w:w="8111" w:type="dxa"/>
          </w:tcPr>
          <w:p w14:paraId="31408266" w14:textId="77777777" w:rsidR="00DC034C" w:rsidRPr="006A057C" w:rsidRDefault="00DC034C" w:rsidP="00DC034C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12D73E2E" w14:textId="77777777" w:rsidR="00DC034C" w:rsidRPr="006A057C" w:rsidRDefault="00DC034C" w:rsidP="00DC034C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Pole wyliczane na podstawie sumy wartości wprowadzonych w polu „Ilość wyrobów w hektolitrach”. System wstawia wyliczoną wartość.</w:t>
            </w:r>
          </w:p>
          <w:p w14:paraId="66791AE3" w14:textId="77777777" w:rsidR="0046114D" w:rsidRPr="006A057C" w:rsidRDefault="00DC034C" w:rsidP="00DC034C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Walidacja: wprowadzona liczba powinna się równać sumie wartości wprowadzonych w polu „Ilość wyrobów w hektolitrach”.</w:t>
            </w:r>
          </w:p>
        </w:tc>
      </w:tr>
      <w:tr w:rsidR="0046114D" w:rsidRPr="001767A9" w14:paraId="5D8CF423" w14:textId="77777777" w:rsidTr="00E115A2">
        <w:trPr>
          <w:trHeight w:val="213"/>
        </w:trPr>
        <w:tc>
          <w:tcPr>
            <w:tcW w:w="943" w:type="dxa"/>
          </w:tcPr>
          <w:p w14:paraId="37EC7D5F" w14:textId="77777777" w:rsidR="0046114D" w:rsidRPr="006A057C" w:rsidRDefault="0046114D" w:rsidP="00DA6725">
            <w:pPr>
              <w:rPr>
                <w:rFonts w:eastAsia="Times New Roman" w:cs="Arial"/>
                <w:sz w:val="20"/>
                <w:szCs w:val="20"/>
              </w:rPr>
            </w:pPr>
            <w:bookmarkStart w:id="155" w:name="Rb12"/>
            <w:r w:rsidRPr="006A057C">
              <w:rPr>
                <w:rFonts w:eastAsia="Times New Roman" w:cs="Arial"/>
                <w:sz w:val="20"/>
                <w:szCs w:val="20"/>
              </w:rPr>
              <w:t>R12</w:t>
            </w:r>
            <w:bookmarkEnd w:id="155"/>
          </w:p>
        </w:tc>
        <w:tc>
          <w:tcPr>
            <w:tcW w:w="8111" w:type="dxa"/>
          </w:tcPr>
          <w:p w14:paraId="0692899F" w14:textId="77777777" w:rsidR="0046114D" w:rsidRPr="006A057C" w:rsidRDefault="0046114D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3EB63FA6" w14:textId="77777777" w:rsidR="0046114D" w:rsidRPr="006A057C" w:rsidRDefault="0046114D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Pole wyliczane na podstawie sumy wartości wprowadzonych w polu „Kwota podatku w zł”. System wstawia wyliczoną wartość.</w:t>
            </w:r>
          </w:p>
          <w:p w14:paraId="70B4A78E" w14:textId="77777777" w:rsidR="0046114D" w:rsidRPr="006A057C" w:rsidRDefault="0046114D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Walidacja: wprowadzona liczba powinna się równać sumie wartości wprowadzonych w polu „Kwota podatku w zł”.</w:t>
            </w:r>
          </w:p>
        </w:tc>
      </w:tr>
      <w:tr w:rsidR="0046114D" w:rsidRPr="001767A9" w14:paraId="5EF14074" w14:textId="77777777" w:rsidTr="00E115A2">
        <w:trPr>
          <w:trHeight w:val="213"/>
        </w:trPr>
        <w:tc>
          <w:tcPr>
            <w:tcW w:w="943" w:type="dxa"/>
          </w:tcPr>
          <w:p w14:paraId="037EBECE" w14:textId="77777777" w:rsidR="0046114D" w:rsidRPr="006A057C" w:rsidRDefault="0046114D" w:rsidP="00DA6725">
            <w:pPr>
              <w:rPr>
                <w:rFonts w:eastAsia="Times New Roman" w:cs="Arial"/>
                <w:sz w:val="20"/>
                <w:szCs w:val="20"/>
              </w:rPr>
            </w:pPr>
            <w:bookmarkStart w:id="156" w:name="Rb13"/>
            <w:r w:rsidRPr="006A057C">
              <w:rPr>
                <w:rFonts w:eastAsia="Times New Roman" w:cs="Arial"/>
                <w:sz w:val="20"/>
                <w:szCs w:val="20"/>
              </w:rPr>
              <w:t>R13</w:t>
            </w:r>
            <w:bookmarkEnd w:id="156"/>
          </w:p>
        </w:tc>
        <w:tc>
          <w:tcPr>
            <w:tcW w:w="8111" w:type="dxa"/>
          </w:tcPr>
          <w:p w14:paraId="306AA161" w14:textId="77777777" w:rsidR="0046114D" w:rsidRPr="006A057C" w:rsidRDefault="0046114D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Wersja papierowa dokumentu: System wstawia nazwę pobraną ze słownika w ISZTAR.</w:t>
            </w:r>
          </w:p>
          <w:p w14:paraId="05BDD717" w14:textId="77777777" w:rsidR="0046114D" w:rsidRPr="006A057C" w:rsidRDefault="0046114D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Walidacja dla wersji elektronicznej: porównanie wprowadzonej nazwy grupy wyrobów z wartością pobraną z systemu ISZTAR na podstawie kodu CN. Gdy niezgodność – Błąd typu 2.</w:t>
            </w:r>
          </w:p>
        </w:tc>
      </w:tr>
      <w:tr w:rsidR="0046114D" w:rsidRPr="001767A9" w14:paraId="069B56C0" w14:textId="77777777" w:rsidTr="00E115A2">
        <w:trPr>
          <w:trHeight w:val="213"/>
        </w:trPr>
        <w:tc>
          <w:tcPr>
            <w:tcW w:w="943" w:type="dxa"/>
          </w:tcPr>
          <w:p w14:paraId="68429DB2" w14:textId="77777777" w:rsidR="0046114D" w:rsidRPr="006A057C" w:rsidRDefault="0046114D" w:rsidP="00DA6725">
            <w:pPr>
              <w:rPr>
                <w:rFonts w:eastAsia="Times New Roman" w:cs="Arial"/>
                <w:sz w:val="20"/>
                <w:szCs w:val="20"/>
              </w:rPr>
            </w:pPr>
            <w:bookmarkStart w:id="157" w:name="Rb16"/>
            <w:r w:rsidRPr="006A057C">
              <w:rPr>
                <w:rFonts w:eastAsia="Times New Roman" w:cs="Arial"/>
                <w:sz w:val="20"/>
                <w:szCs w:val="20"/>
              </w:rPr>
              <w:t>R16</w:t>
            </w:r>
            <w:bookmarkEnd w:id="157"/>
          </w:p>
        </w:tc>
        <w:tc>
          <w:tcPr>
            <w:tcW w:w="8111" w:type="dxa"/>
          </w:tcPr>
          <w:p w14:paraId="5EA8A3A8" w14:textId="77777777" w:rsidR="0046114D" w:rsidRPr="006A057C" w:rsidRDefault="00CE2091" w:rsidP="00DA6725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Walidacja: wprowadzona wartość powinna być równa wyliczonej ze wzoru: wartość w polu „Ilość wyrobów w hektolitrach” * wartość w polu „Stawka podatku”. Błąd typu 3</w:t>
            </w:r>
          </w:p>
        </w:tc>
      </w:tr>
      <w:tr w:rsidR="0046114D" w:rsidRPr="001767A9" w14:paraId="0DB4C578" w14:textId="77777777" w:rsidTr="00E115A2">
        <w:trPr>
          <w:trHeight w:val="213"/>
        </w:trPr>
        <w:tc>
          <w:tcPr>
            <w:tcW w:w="943" w:type="dxa"/>
          </w:tcPr>
          <w:p w14:paraId="105BBAC0" w14:textId="77777777" w:rsidR="0046114D" w:rsidRPr="006A057C" w:rsidRDefault="0046114D" w:rsidP="00DA6725">
            <w:pPr>
              <w:rPr>
                <w:rFonts w:eastAsia="Times New Roman" w:cs="Arial"/>
                <w:sz w:val="20"/>
                <w:szCs w:val="20"/>
              </w:rPr>
            </w:pPr>
            <w:bookmarkStart w:id="158" w:name="Rb17"/>
            <w:r w:rsidRPr="006A057C">
              <w:rPr>
                <w:rFonts w:eastAsia="Times New Roman" w:cs="Arial"/>
                <w:sz w:val="20"/>
                <w:szCs w:val="20"/>
              </w:rPr>
              <w:t>R17</w:t>
            </w:r>
            <w:bookmarkEnd w:id="158"/>
          </w:p>
        </w:tc>
        <w:tc>
          <w:tcPr>
            <w:tcW w:w="8111" w:type="dxa"/>
          </w:tcPr>
          <w:p w14:paraId="2A1817AA" w14:textId="77777777" w:rsidR="00E55132" w:rsidRPr="006A057C" w:rsidRDefault="00E55132" w:rsidP="00E55132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Pole nie jest wymagalne w przypadku, gdy nie wypełniono żadnej pozycji w części „Informacja o kwotach wpłat dziennych” deklaracji.</w:t>
            </w:r>
          </w:p>
          <w:p w14:paraId="7950AC45" w14:textId="77777777" w:rsidR="00E55132" w:rsidRPr="006A057C" w:rsidRDefault="00E55132" w:rsidP="00E55132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Walidacja 1: Część „Informacja o kwotach wpłat dziennych” powinna mieć co najmniej jedną pozycję jeżeli jest wypełnione przynajmniej jedno z 3-ch pól załącznika AKC-4/B: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wyrobów”.</w:t>
            </w:r>
          </w:p>
          <w:p w14:paraId="26EDD944" w14:textId="77777777" w:rsidR="0046114D" w:rsidRPr="006A057C" w:rsidRDefault="00E55132" w:rsidP="00E55132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Walidacja 2: Czy wprowadzona wartość równa się sumie wartości z pól „Kwota podatku akcyzowego z dnia powst</w:t>
            </w:r>
            <w:r w:rsidR="00CC1B30" w:rsidRPr="006A057C">
              <w:rPr>
                <w:rFonts w:eastAsia="Times New Roman" w:cs="Arial"/>
                <w:sz w:val="20"/>
                <w:szCs w:val="20"/>
              </w:rPr>
              <w:t>ania obowiązku podatkowego” dla</w:t>
            </w:r>
            <w:r w:rsidRPr="006A057C">
              <w:rPr>
                <w:rFonts w:eastAsia="Times New Roman" w:cs="Arial"/>
                <w:sz w:val="20"/>
                <w:szCs w:val="20"/>
              </w:rPr>
              <w:t xml:space="preserve"> kolejnych dat.</w:t>
            </w:r>
          </w:p>
        </w:tc>
      </w:tr>
      <w:tr w:rsidR="0046114D" w:rsidRPr="001767A9" w14:paraId="20B67324" w14:textId="77777777" w:rsidTr="00E115A2">
        <w:trPr>
          <w:trHeight w:val="213"/>
        </w:trPr>
        <w:tc>
          <w:tcPr>
            <w:tcW w:w="943" w:type="dxa"/>
          </w:tcPr>
          <w:p w14:paraId="6B08562C" w14:textId="77777777" w:rsidR="0046114D" w:rsidRPr="006A057C" w:rsidRDefault="0046114D" w:rsidP="00DA6725">
            <w:pPr>
              <w:rPr>
                <w:rFonts w:eastAsia="Times New Roman" w:cs="Arial"/>
                <w:sz w:val="20"/>
                <w:szCs w:val="20"/>
              </w:rPr>
            </w:pPr>
            <w:bookmarkStart w:id="159" w:name="Rb18"/>
            <w:r w:rsidRPr="006A057C">
              <w:rPr>
                <w:rFonts w:eastAsia="Times New Roman" w:cs="Arial"/>
                <w:sz w:val="20"/>
                <w:szCs w:val="20"/>
              </w:rPr>
              <w:t>R18</w:t>
            </w:r>
            <w:bookmarkEnd w:id="159"/>
          </w:p>
        </w:tc>
        <w:tc>
          <w:tcPr>
            <w:tcW w:w="8111" w:type="dxa"/>
          </w:tcPr>
          <w:p w14:paraId="39DEBE0F" w14:textId="77777777" w:rsidR="00D75CA9" w:rsidRPr="006A057C" w:rsidRDefault="00D75CA9" w:rsidP="00D75CA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Pole nie jest wymagalne w przypadku, gdy nie wypełniono żadnej pozycji w części „Informacja o kwotach wpłat dziennych” deklaracji.</w:t>
            </w:r>
          </w:p>
          <w:p w14:paraId="312E2AD4" w14:textId="77777777" w:rsidR="00D75CA9" w:rsidRPr="006A057C" w:rsidRDefault="00D75CA9" w:rsidP="00D75CA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lastRenderedPageBreak/>
              <w:t>Walidacja 1: Część „Informacja o kwotach wpłat dziennych” powinna mieć co najmniej jedną pozycję jeżeli jest wypełnione przynajmniej jedno z 3-ch pól załącznika AKC-4/B: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wyrobów”.</w:t>
            </w:r>
          </w:p>
          <w:p w14:paraId="532DD7A3" w14:textId="77777777" w:rsidR="0046114D" w:rsidRPr="006A057C" w:rsidRDefault="00D75CA9" w:rsidP="00D75CA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Walidacja 2: Czy wprowadzona wartość równa się sumie wartości z pól „Kwota nadwyżki wpłat z poprzedniej deklaracji zaliczona na poczet wpłat dziennych” dla  kolejnych dat. </w:t>
            </w:r>
          </w:p>
        </w:tc>
      </w:tr>
      <w:tr w:rsidR="0046114D" w:rsidRPr="001767A9" w14:paraId="44CE9AA2" w14:textId="77777777" w:rsidTr="00E115A2">
        <w:trPr>
          <w:trHeight w:val="213"/>
        </w:trPr>
        <w:tc>
          <w:tcPr>
            <w:tcW w:w="943" w:type="dxa"/>
          </w:tcPr>
          <w:p w14:paraId="126BE746" w14:textId="77777777" w:rsidR="0046114D" w:rsidRPr="006A057C" w:rsidRDefault="0046114D" w:rsidP="00DA6725">
            <w:pPr>
              <w:rPr>
                <w:rFonts w:eastAsia="Times New Roman" w:cs="Arial"/>
                <w:sz w:val="20"/>
                <w:szCs w:val="20"/>
              </w:rPr>
            </w:pPr>
            <w:bookmarkStart w:id="160" w:name="Rb19"/>
            <w:r w:rsidRPr="006A057C">
              <w:rPr>
                <w:rFonts w:eastAsia="Times New Roman" w:cs="Arial"/>
                <w:sz w:val="20"/>
                <w:szCs w:val="20"/>
              </w:rPr>
              <w:lastRenderedPageBreak/>
              <w:t>R19</w:t>
            </w:r>
            <w:bookmarkEnd w:id="160"/>
          </w:p>
        </w:tc>
        <w:tc>
          <w:tcPr>
            <w:tcW w:w="8111" w:type="dxa"/>
          </w:tcPr>
          <w:p w14:paraId="50942EF0" w14:textId="77777777" w:rsidR="00D75CA9" w:rsidRPr="006A057C" w:rsidRDefault="00D75CA9" w:rsidP="00D75CA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Pole nie jest wymagalne w przypadku, gdy nie wypełniono żadnej pozycji w części „Informacja o kwotach wpłat dziennych” deklaracji.</w:t>
            </w:r>
          </w:p>
          <w:p w14:paraId="5FD9841A" w14:textId="77777777" w:rsidR="00D75CA9" w:rsidRPr="006A057C" w:rsidRDefault="00D75CA9" w:rsidP="00D75CA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Walidacja 1: Część „Informacja o kwotach wpłat dziennych” powinna mieć co najmniej jedną pozycję jeżeli jest wypełnione przynajmniej jedno z 3-ch pól załącznika AKC-4/B: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wyrobów”.</w:t>
            </w:r>
          </w:p>
          <w:p w14:paraId="36ADCE42" w14:textId="77777777" w:rsidR="0046114D" w:rsidRPr="006A057C" w:rsidRDefault="00D75CA9" w:rsidP="00D75CA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Walidacja 2: Czy wprowadzona wartość równa się sumie wartości z pól „Kwota dokonanej wpłaty dziennej” dla  kolejnych dat. </w:t>
            </w:r>
          </w:p>
        </w:tc>
      </w:tr>
      <w:tr w:rsidR="008652A1" w:rsidRPr="001767A9" w14:paraId="5F14E922" w14:textId="77777777" w:rsidTr="00E115A2">
        <w:trPr>
          <w:trHeight w:val="213"/>
        </w:trPr>
        <w:tc>
          <w:tcPr>
            <w:tcW w:w="943" w:type="dxa"/>
          </w:tcPr>
          <w:p w14:paraId="450F1ED4" w14:textId="77777777" w:rsidR="008652A1" w:rsidRPr="006A057C" w:rsidRDefault="008652A1" w:rsidP="00DA6725">
            <w:pPr>
              <w:rPr>
                <w:rFonts w:eastAsia="Times New Roman" w:cs="Arial"/>
                <w:sz w:val="20"/>
                <w:szCs w:val="20"/>
              </w:rPr>
            </w:pPr>
            <w:bookmarkStart w:id="161" w:name="Rb20"/>
            <w:r w:rsidRPr="006A057C">
              <w:rPr>
                <w:rFonts w:eastAsia="Times New Roman" w:cs="Arial"/>
                <w:sz w:val="20"/>
                <w:szCs w:val="20"/>
              </w:rPr>
              <w:t>R20</w:t>
            </w:r>
            <w:bookmarkEnd w:id="161"/>
          </w:p>
        </w:tc>
        <w:tc>
          <w:tcPr>
            <w:tcW w:w="8111" w:type="dxa"/>
          </w:tcPr>
          <w:p w14:paraId="701E8D05" w14:textId="77777777" w:rsidR="008652A1" w:rsidRPr="006A057C" w:rsidRDefault="008652A1" w:rsidP="00D75CA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Wartość pola („ubytek” lub „ca</w:t>
            </w:r>
            <w:r w:rsidR="00153FE9" w:rsidRPr="006A057C">
              <w:rPr>
                <w:rFonts w:eastAsia="Times New Roman" w:cs="Arial"/>
                <w:sz w:val="20"/>
                <w:szCs w:val="20"/>
              </w:rPr>
              <w:t>l</w:t>
            </w:r>
            <w:r w:rsidRPr="006A057C">
              <w:rPr>
                <w:rFonts w:eastAsia="Times New Roman" w:cs="Arial"/>
                <w:sz w:val="20"/>
                <w:szCs w:val="20"/>
              </w:rPr>
              <w:t>kowite zniszczenie”)</w:t>
            </w:r>
          </w:p>
        </w:tc>
      </w:tr>
      <w:tr w:rsidR="00124A08" w:rsidRPr="001767A9" w14:paraId="4254FF9A" w14:textId="77777777" w:rsidTr="00E115A2">
        <w:trPr>
          <w:trHeight w:val="213"/>
        </w:trPr>
        <w:tc>
          <w:tcPr>
            <w:tcW w:w="943" w:type="dxa"/>
          </w:tcPr>
          <w:p w14:paraId="4040A1FB" w14:textId="77777777" w:rsidR="00124A08" w:rsidRPr="006A057C" w:rsidRDefault="00124A08" w:rsidP="00124A08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R21</w:t>
            </w:r>
          </w:p>
        </w:tc>
        <w:tc>
          <w:tcPr>
            <w:tcW w:w="8111" w:type="dxa"/>
          </w:tcPr>
          <w:p w14:paraId="0A92F1DA" w14:textId="77777777" w:rsidR="00124A08" w:rsidRPr="006A057C" w:rsidRDefault="00124A08" w:rsidP="00124A08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Dopuszczalnym okresem (period) za który będzie mogła być złożona deklaracja: nie może być wcześniejszy niż luty </w:t>
            </w:r>
            <w:r w:rsidR="002E4729" w:rsidRPr="006A057C">
              <w:rPr>
                <w:rFonts w:eastAsia="Times New Roman" w:cs="Arial"/>
                <w:sz w:val="20"/>
                <w:szCs w:val="20"/>
              </w:rPr>
              <w:t xml:space="preserve">2018 </w:t>
            </w:r>
            <w:r w:rsidRPr="006A057C">
              <w:rPr>
                <w:rFonts w:eastAsia="Times New Roman" w:cs="Arial"/>
                <w:sz w:val="20"/>
                <w:szCs w:val="20"/>
              </w:rPr>
              <w:t>roku.</w:t>
            </w:r>
          </w:p>
        </w:tc>
      </w:tr>
    </w:tbl>
    <w:p w14:paraId="62FD99D6" w14:textId="77777777" w:rsidR="0040751F" w:rsidRDefault="0040751F" w:rsidP="00C048E5">
      <w:pPr>
        <w:pStyle w:val="Nagwek2"/>
      </w:pPr>
      <w:bookmarkStart w:id="162" w:name="_Toc182566448"/>
      <w:r>
        <w:t>Załącznik AKC-4/C do deklaracji AKC-4</w:t>
      </w:r>
      <w:bookmarkEnd w:id="162"/>
    </w:p>
    <w:p w14:paraId="36038BE5" w14:textId="77777777" w:rsidR="0040751F" w:rsidRDefault="0040751F" w:rsidP="00C048E5">
      <w:pPr>
        <w:pStyle w:val="Nagwek3"/>
      </w:pPr>
      <w:bookmarkStart w:id="163" w:name="_Toc182566449"/>
      <w:r>
        <w:t>Komunik</w:t>
      </w:r>
      <w:r w:rsidR="00343B4A">
        <w:t>a</w:t>
      </w:r>
      <w:r>
        <w:t>t AKC-</w:t>
      </w:r>
      <w:smartTag w:uri="urn:schemas-microsoft-com:office:smarttags" w:element="metricconverter">
        <w:smartTagPr>
          <w:attr w:name="ProductID" w:val="4C"/>
        </w:smartTagPr>
        <w:r>
          <w:t>4C</w:t>
        </w:r>
      </w:smartTag>
      <w:bookmarkEnd w:id="163"/>
    </w:p>
    <w:p w14:paraId="411AB246" w14:textId="77777777" w:rsidR="0040751F" w:rsidRPr="00481FCB" w:rsidRDefault="007A5FF6" w:rsidP="007A5FF6">
      <w:pPr>
        <w:pStyle w:val="Schema-Description"/>
        <w:spacing w:before="0" w:beforeAutospacing="0" w:after="0" w:afterAutospacing="0"/>
        <w:rPr>
          <w:rFonts w:ascii="Lato" w:hAnsi="Lato"/>
          <w:sz w:val="24"/>
          <w:szCs w:val="24"/>
        </w:rPr>
      </w:pPr>
      <w:r w:rsidRPr="00481FCB">
        <w:rPr>
          <w:rFonts w:ascii="Lato" w:hAnsi="Lato"/>
          <w:sz w:val="24"/>
          <w:szCs w:val="24"/>
        </w:rPr>
        <w:t>PODATEK AKCYZOWY OD PIWA</w:t>
      </w:r>
    </w:p>
    <w:p w14:paraId="3835F85A" w14:textId="77777777" w:rsidR="0040751F" w:rsidRDefault="0040751F" w:rsidP="00C048E5">
      <w:pPr>
        <w:pStyle w:val="Nagwek3"/>
      </w:pPr>
      <w:bookmarkStart w:id="164" w:name="_Toc182566450"/>
      <w:r>
        <w:t>Specyfikacja AKC-</w:t>
      </w:r>
      <w:smartTag w:uri="urn:schemas-microsoft-com:office:smarttags" w:element="metricconverter">
        <w:smartTagPr>
          <w:attr w:name="ProductID" w:val="4C"/>
        </w:smartTagPr>
        <w:r>
          <w:t>4C</w:t>
        </w:r>
      </w:smartTag>
      <w:bookmarkEnd w:id="164"/>
    </w:p>
    <w:p w14:paraId="09857522" w14:textId="77777777" w:rsidR="00C52A4E" w:rsidRPr="00481FCB" w:rsidRDefault="00C52A4E" w:rsidP="00481FCB">
      <w:r w:rsidRPr="00481FCB">
        <w:t xml:space="preserve">Struktury typu </w:t>
      </w:r>
      <w:r w:rsidRPr="00481FCB">
        <w:rPr>
          <w:rFonts w:eastAsia="Times New Roman"/>
        </w:rPr>
        <w:t>ZDailyAmount, ZCalculOfAmountOfExciseDuty</w:t>
      </w:r>
      <w:r w:rsidRPr="00481FCB">
        <w:t xml:space="preserve"> zostały zdefiniowane w dokumencie </w:t>
      </w:r>
      <w:r w:rsidRPr="00481FCB">
        <w:fldChar w:fldCharType="begin"/>
      </w:r>
      <w:r w:rsidRPr="00481FCB">
        <w:instrText xml:space="preserve"> REF _Ref361653747 \r \h  \* MERGEFORMAT </w:instrText>
      </w:r>
      <w:r w:rsidRPr="00481FCB">
        <w:fldChar w:fldCharType="separate"/>
      </w:r>
      <w:r w:rsidR="00EC7AC0" w:rsidRPr="00481FCB">
        <w:t>A1</w:t>
      </w:r>
      <w:r w:rsidRPr="00481FCB">
        <w:fldChar w:fldCharType="end"/>
      </w:r>
      <w:r w:rsidRPr="00481FCB">
        <w:t xml:space="preserve"> i nie będą tutaj szczegółowo omawiane.</w:t>
      </w:r>
    </w:p>
    <w:p w14:paraId="4D79EB2C" w14:textId="6FF70E0D" w:rsidR="00BD7640" w:rsidRDefault="00BD7640" w:rsidP="00BD7640">
      <w:pPr>
        <w:pStyle w:val="Legenda"/>
        <w:keepNext/>
      </w:pPr>
      <w:bookmarkStart w:id="165" w:name="_Toc182566569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38</w:t>
      </w:r>
      <w:r w:rsidR="00715F4C">
        <w:rPr>
          <w:noProof/>
        </w:rPr>
        <w:fldChar w:fldCharType="end"/>
      </w:r>
      <w:r>
        <w:t xml:space="preserve">. </w:t>
      </w:r>
      <w:r w:rsidRPr="007A3046">
        <w:t>Dane ogólne w ramach struktury załącznika AKC-4/C</w:t>
      </w:r>
      <w:bookmarkEnd w:id="165"/>
    </w:p>
    <w:tbl>
      <w:tblPr>
        <w:tblStyle w:val="Siatkatabelijasn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E115A2" w:rsidRPr="006A057C" w14:paraId="5F9EE1D1" w14:textId="77777777" w:rsidTr="00E115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099A3639" w14:textId="77777777" w:rsidR="00E115A2" w:rsidRPr="006A057C" w:rsidRDefault="00E115A2" w:rsidP="0013767E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>Ogólne</w:t>
            </w:r>
          </w:p>
        </w:tc>
        <w:tc>
          <w:tcPr>
            <w:tcW w:w="6584" w:type="dxa"/>
          </w:tcPr>
          <w:p w14:paraId="5FEB440F" w14:textId="435406EB" w:rsidR="00E115A2" w:rsidRPr="006A057C" w:rsidRDefault="00E115A2" w:rsidP="0013767E">
            <w:pPr>
              <w:rPr>
                <w:rFonts w:eastAsia="Times New Roman" w:cs="Arial"/>
                <w:b/>
                <w:sz w:val="18"/>
                <w:szCs w:val="18"/>
              </w:rPr>
            </w:pPr>
          </w:p>
        </w:tc>
      </w:tr>
      <w:tr w:rsidR="0040751F" w:rsidRPr="006A057C" w14:paraId="7854E5AD" w14:textId="77777777" w:rsidTr="00E115A2">
        <w:tc>
          <w:tcPr>
            <w:tcW w:w="2738" w:type="dxa"/>
          </w:tcPr>
          <w:p w14:paraId="6D49FE1E" w14:textId="77777777" w:rsidR="0040751F" w:rsidRPr="006A057C" w:rsidRDefault="0040751F" w:rsidP="0013767E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4AA6B404" w14:textId="77777777" w:rsidR="0040751F" w:rsidRPr="006A057C" w:rsidRDefault="0040751F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Struktura załącznika do </w:t>
            </w:r>
            <w:r w:rsidRPr="006A057C">
              <w:rPr>
                <w:rFonts w:cs="Arial"/>
                <w:sz w:val="20"/>
                <w:szCs w:val="20"/>
              </w:rPr>
              <w:t xml:space="preserve">deklaracji AKC-4 </w:t>
            </w:r>
          </w:p>
        </w:tc>
      </w:tr>
      <w:tr w:rsidR="0040751F" w:rsidRPr="006A057C" w14:paraId="681AEECF" w14:textId="77777777" w:rsidTr="00E115A2">
        <w:tc>
          <w:tcPr>
            <w:tcW w:w="2738" w:type="dxa"/>
          </w:tcPr>
          <w:p w14:paraId="6BFC1116" w14:textId="77777777" w:rsidR="0040751F" w:rsidRPr="006A057C" w:rsidRDefault="0040751F" w:rsidP="0013767E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402860EB" w14:textId="77777777" w:rsidR="0040751F" w:rsidRPr="006A057C" w:rsidRDefault="0040751F" w:rsidP="0013767E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40751F" w:rsidRPr="006A057C" w14:paraId="591E1B3D" w14:textId="77777777" w:rsidTr="00E115A2">
        <w:tc>
          <w:tcPr>
            <w:tcW w:w="2738" w:type="dxa"/>
          </w:tcPr>
          <w:p w14:paraId="6C487A6D" w14:textId="77777777" w:rsidR="0040751F" w:rsidRPr="006A057C" w:rsidRDefault="0040751F" w:rsidP="0013767E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338D91C6" w14:textId="77777777" w:rsidR="0040751F" w:rsidRPr="006A057C" w:rsidRDefault="002E4729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4</w:t>
            </w:r>
            <w:r w:rsidR="00752F03" w:rsidRPr="006A057C">
              <w:rPr>
                <w:rFonts w:eastAsia="Times New Roman" w:cs="Arial"/>
                <w:sz w:val="20"/>
                <w:szCs w:val="20"/>
              </w:rPr>
              <w:t>_0</w:t>
            </w:r>
          </w:p>
        </w:tc>
      </w:tr>
      <w:tr w:rsidR="0040751F" w:rsidRPr="006A057C" w14:paraId="3432C1DB" w14:textId="77777777" w:rsidTr="00E115A2">
        <w:tc>
          <w:tcPr>
            <w:tcW w:w="2738" w:type="dxa"/>
          </w:tcPr>
          <w:p w14:paraId="7307E9D8" w14:textId="77777777" w:rsidR="0040751F" w:rsidRPr="006A057C" w:rsidRDefault="0040751F" w:rsidP="0013767E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lastRenderedPageBreak/>
              <w:t>Zależności od innych deklaracji</w:t>
            </w:r>
          </w:p>
        </w:tc>
        <w:tc>
          <w:tcPr>
            <w:tcW w:w="6584" w:type="dxa"/>
          </w:tcPr>
          <w:p w14:paraId="11A2F8E2" w14:textId="77777777" w:rsidR="0040751F" w:rsidRPr="006A057C" w:rsidRDefault="0040751F" w:rsidP="0013767E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40751F" w:rsidRPr="006A057C" w14:paraId="5137AD30" w14:textId="77777777" w:rsidTr="00E115A2">
        <w:tc>
          <w:tcPr>
            <w:tcW w:w="2738" w:type="dxa"/>
          </w:tcPr>
          <w:p w14:paraId="1A43BA8A" w14:textId="77777777" w:rsidR="0040751F" w:rsidRPr="006A057C" w:rsidRDefault="0040751F" w:rsidP="0013767E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3357FAA7" w14:textId="77777777" w:rsidR="0040751F" w:rsidRPr="006A057C" w:rsidRDefault="0040751F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XML</w:t>
            </w:r>
          </w:p>
        </w:tc>
      </w:tr>
      <w:tr w:rsidR="0040751F" w:rsidRPr="006A057C" w14:paraId="3EB509BE" w14:textId="77777777" w:rsidTr="00E115A2">
        <w:tc>
          <w:tcPr>
            <w:tcW w:w="2738" w:type="dxa"/>
          </w:tcPr>
          <w:p w14:paraId="5FFBE014" w14:textId="77777777" w:rsidR="0040751F" w:rsidRPr="006A057C" w:rsidRDefault="0040751F" w:rsidP="0013767E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5CD050B5" w14:textId="77777777" w:rsidR="0040751F" w:rsidRPr="006A057C" w:rsidRDefault="0040751F" w:rsidP="0013767E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40751F" w:rsidRPr="006A057C" w14:paraId="0E15CBFA" w14:textId="77777777" w:rsidTr="00E115A2">
        <w:tc>
          <w:tcPr>
            <w:tcW w:w="2738" w:type="dxa"/>
          </w:tcPr>
          <w:p w14:paraId="42439DA2" w14:textId="77777777" w:rsidR="0040751F" w:rsidRPr="006A057C" w:rsidRDefault="0040751F" w:rsidP="0013767E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37032100" w14:textId="77777777" w:rsidR="0040751F" w:rsidRPr="006A057C" w:rsidRDefault="0040751F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XML</w:t>
            </w:r>
          </w:p>
        </w:tc>
      </w:tr>
      <w:tr w:rsidR="0040751F" w:rsidRPr="006A057C" w14:paraId="756DF865" w14:textId="77777777" w:rsidTr="00E115A2">
        <w:tc>
          <w:tcPr>
            <w:tcW w:w="2738" w:type="dxa"/>
          </w:tcPr>
          <w:p w14:paraId="753EFA87" w14:textId="77777777" w:rsidR="0040751F" w:rsidRPr="006A057C" w:rsidRDefault="0040751F" w:rsidP="0013767E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Namespaces</w:t>
            </w:r>
          </w:p>
        </w:tc>
        <w:tc>
          <w:tcPr>
            <w:tcW w:w="6584" w:type="dxa"/>
          </w:tcPr>
          <w:p w14:paraId="0C1DFC8A" w14:textId="77777777" w:rsidR="0040751F" w:rsidRPr="006A057C" w:rsidRDefault="00752F03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http://www.e-clo.pl/ZEFIR2/eZefir2/xsd/v3_0/Types.xsd</w:t>
            </w:r>
          </w:p>
        </w:tc>
      </w:tr>
      <w:tr w:rsidR="0040751F" w:rsidRPr="006A057C" w14:paraId="057B9C97" w14:textId="77777777" w:rsidTr="00E115A2">
        <w:tc>
          <w:tcPr>
            <w:tcW w:w="2738" w:type="dxa"/>
          </w:tcPr>
          <w:p w14:paraId="16DF38B9" w14:textId="77777777" w:rsidR="0040751F" w:rsidRPr="006A057C" w:rsidRDefault="0040751F" w:rsidP="0013767E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0C8FD8C4" w14:textId="77777777" w:rsidR="0040751F" w:rsidRPr="006A057C" w:rsidRDefault="0040751F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akc_4c.xsd</w:t>
            </w:r>
          </w:p>
        </w:tc>
      </w:tr>
    </w:tbl>
    <w:p w14:paraId="498009CE" w14:textId="77777777" w:rsidR="0040751F" w:rsidRPr="006A057C" w:rsidRDefault="0040751F" w:rsidP="00C048E5">
      <w:pPr>
        <w:pStyle w:val="Nagwek3"/>
      </w:pPr>
      <w:bookmarkStart w:id="166" w:name="_Toc182566451"/>
      <w:r w:rsidRPr="006A057C">
        <w:t>Struktura AKC</w:t>
      </w:r>
      <w:r w:rsidR="008A7330" w:rsidRPr="006A057C">
        <w:t>4C</w:t>
      </w:r>
      <w:bookmarkEnd w:id="166"/>
    </w:p>
    <w:p w14:paraId="234A167F" w14:textId="77777777" w:rsidR="00E115A2" w:rsidRPr="00B85AB4" w:rsidRDefault="00E115A2" w:rsidP="00794BCE">
      <w:pPr>
        <w:pStyle w:val="Akapitzlist"/>
        <w:numPr>
          <w:ilvl w:val="0"/>
          <w:numId w:val="14"/>
        </w:numPr>
        <w:rPr>
          <w:rFonts w:ascii="Consolas" w:hAnsi="Consolas"/>
          <w:lang w:val="en-GB"/>
        </w:rPr>
      </w:pPr>
      <w:r w:rsidRPr="00B85AB4">
        <w:rPr>
          <w:rFonts w:ascii="Consolas" w:hAnsi="Consolas"/>
          <w:lang w:val="en-GB"/>
        </w:rPr>
        <w:t>(AKC4CType)</w:t>
      </w:r>
    </w:p>
    <w:p w14:paraId="6C4DDC01" w14:textId="387BF08B" w:rsidR="00E115A2" w:rsidRPr="00B85AB4" w:rsidRDefault="00E115A2" w:rsidP="00794BCE">
      <w:pPr>
        <w:pStyle w:val="Akapitzlist"/>
        <w:numPr>
          <w:ilvl w:val="0"/>
          <w:numId w:val="14"/>
        </w:numPr>
        <w:rPr>
          <w:rFonts w:ascii="Consolas" w:hAnsi="Consolas"/>
          <w:lang w:val="en-GB"/>
        </w:rPr>
      </w:pPr>
      <w:r w:rsidRPr="00B85AB4">
        <w:rPr>
          <w:rFonts w:ascii="Consolas" w:hAnsi="Consolas"/>
          <w:lang w:val="en-GB"/>
        </w:rPr>
        <w:t>(HeaderType)</w:t>
      </w:r>
    </w:p>
    <w:p w14:paraId="01FDF25A" w14:textId="004F3E58" w:rsidR="00E115A2" w:rsidRPr="00B85AB4" w:rsidRDefault="00E115A2" w:rsidP="00794BCE">
      <w:pPr>
        <w:pStyle w:val="Akapitzlist"/>
        <w:numPr>
          <w:ilvl w:val="0"/>
          <w:numId w:val="14"/>
        </w:numPr>
        <w:rPr>
          <w:rFonts w:ascii="Consolas" w:hAnsi="Consolas"/>
          <w:lang w:val="en-GB"/>
        </w:rPr>
      </w:pPr>
      <w:r w:rsidRPr="00B85AB4">
        <w:rPr>
          <w:rFonts w:ascii="Consolas" w:hAnsi="Consolas"/>
          <w:lang w:val="en-GB"/>
        </w:rPr>
        <w:t>(WarehouseType)</w:t>
      </w:r>
    </w:p>
    <w:p w14:paraId="06470E09" w14:textId="434831C6" w:rsidR="00E115A2" w:rsidRPr="00B85AB4" w:rsidRDefault="00E115A2" w:rsidP="00794BCE">
      <w:pPr>
        <w:pStyle w:val="Akapitzlist"/>
        <w:numPr>
          <w:ilvl w:val="0"/>
          <w:numId w:val="14"/>
        </w:numPr>
        <w:rPr>
          <w:rFonts w:ascii="Consolas" w:hAnsi="Consolas"/>
          <w:lang w:val="en-GB"/>
        </w:rPr>
      </w:pPr>
      <w:r w:rsidRPr="00B85AB4">
        <w:rPr>
          <w:rFonts w:ascii="Consolas" w:hAnsi="Consolas"/>
          <w:lang w:val="en-GB"/>
        </w:rPr>
        <w:t>(ExciseDutyInformationType)</w:t>
      </w:r>
    </w:p>
    <w:p w14:paraId="6EF2309B" w14:textId="33E6B66F" w:rsidR="00E115A2" w:rsidRPr="00B85AB4" w:rsidRDefault="00E115A2" w:rsidP="00794BCE">
      <w:pPr>
        <w:pStyle w:val="Akapitzlist"/>
        <w:numPr>
          <w:ilvl w:val="0"/>
          <w:numId w:val="14"/>
        </w:numPr>
        <w:rPr>
          <w:rFonts w:ascii="Consolas" w:hAnsi="Consolas"/>
          <w:lang w:val="en-GB"/>
        </w:rPr>
      </w:pPr>
      <w:r w:rsidRPr="00B85AB4">
        <w:rPr>
          <w:rFonts w:ascii="Consolas" w:hAnsi="Consolas"/>
          <w:lang w:val="en-GB"/>
        </w:rPr>
        <w:t>(CalculOfAmountOfExciseDutyType)</w:t>
      </w:r>
    </w:p>
    <w:p w14:paraId="5C3FAA20" w14:textId="35322BBB" w:rsidR="00E115A2" w:rsidRPr="00B85AB4" w:rsidRDefault="00E115A2" w:rsidP="00794BCE">
      <w:pPr>
        <w:pStyle w:val="Akapitzlist"/>
        <w:numPr>
          <w:ilvl w:val="0"/>
          <w:numId w:val="14"/>
        </w:numPr>
        <w:rPr>
          <w:rFonts w:ascii="Consolas" w:hAnsi="Consolas"/>
          <w:lang w:val="en-GB"/>
        </w:rPr>
      </w:pPr>
      <w:r w:rsidRPr="00B85AB4">
        <w:rPr>
          <w:rFonts w:ascii="Consolas" w:hAnsi="Consolas"/>
          <w:lang w:val="en-GB"/>
        </w:rPr>
        <w:t>(CleareanceExciseDutyType)</w:t>
      </w:r>
    </w:p>
    <w:p w14:paraId="116E7A0D" w14:textId="012B515A" w:rsidR="00E115A2" w:rsidRPr="00B85AB4" w:rsidRDefault="00E115A2" w:rsidP="00794BCE">
      <w:pPr>
        <w:pStyle w:val="Akapitzlist"/>
        <w:numPr>
          <w:ilvl w:val="0"/>
          <w:numId w:val="14"/>
        </w:numPr>
        <w:rPr>
          <w:rFonts w:ascii="Consolas" w:hAnsi="Consolas"/>
          <w:lang w:val="en-GB"/>
        </w:rPr>
      </w:pPr>
      <w:r w:rsidRPr="00B85AB4">
        <w:rPr>
          <w:rFonts w:ascii="Consolas" w:hAnsi="Consolas"/>
          <w:lang w:val="en-GB"/>
        </w:rPr>
        <w:t>(ItemsType)</w:t>
      </w:r>
    </w:p>
    <w:p w14:paraId="564CF1D4" w14:textId="0A644934" w:rsidR="00E115A2" w:rsidRPr="00B85AB4" w:rsidRDefault="00E115A2" w:rsidP="00794BCE">
      <w:pPr>
        <w:pStyle w:val="Akapitzlist"/>
        <w:numPr>
          <w:ilvl w:val="0"/>
          <w:numId w:val="14"/>
        </w:numPr>
        <w:rPr>
          <w:rFonts w:ascii="Consolas" w:hAnsi="Consolas"/>
          <w:lang w:val="en-GB"/>
        </w:rPr>
      </w:pPr>
      <w:r w:rsidRPr="00B85AB4">
        <w:rPr>
          <w:rFonts w:ascii="Consolas" w:hAnsi="Consolas"/>
          <w:lang w:val="en-GB"/>
        </w:rPr>
        <w:t>(ItemType)</w:t>
      </w:r>
    </w:p>
    <w:p w14:paraId="60E63931" w14:textId="41D3815C" w:rsidR="00E115A2" w:rsidRPr="00B85AB4" w:rsidRDefault="00E115A2" w:rsidP="00794BCE">
      <w:pPr>
        <w:pStyle w:val="Akapitzlist"/>
        <w:numPr>
          <w:ilvl w:val="0"/>
          <w:numId w:val="14"/>
        </w:numPr>
        <w:rPr>
          <w:rFonts w:ascii="Consolas" w:hAnsi="Consolas"/>
          <w:lang w:val="en-GB"/>
        </w:rPr>
      </w:pPr>
      <w:r w:rsidRPr="00B85AB4">
        <w:rPr>
          <w:rFonts w:ascii="Consolas" w:hAnsi="Consolas"/>
          <w:lang w:val="en-GB"/>
        </w:rPr>
        <w:t>(DailyPaymentInformationType)</w:t>
      </w:r>
    </w:p>
    <w:p w14:paraId="1973166D" w14:textId="3656F5E8" w:rsidR="0040751F" w:rsidRPr="00B85AB4" w:rsidRDefault="00E115A2" w:rsidP="00794BCE">
      <w:pPr>
        <w:pStyle w:val="Akapitzlist"/>
        <w:numPr>
          <w:ilvl w:val="0"/>
          <w:numId w:val="14"/>
        </w:numPr>
        <w:rPr>
          <w:rFonts w:ascii="Consolas" w:hAnsi="Consolas"/>
          <w:lang w:val="en-GB"/>
        </w:rPr>
      </w:pPr>
      <w:r w:rsidRPr="00B85AB4">
        <w:rPr>
          <w:rFonts w:ascii="Consolas" w:hAnsi="Consolas"/>
          <w:lang w:val="en-GB"/>
        </w:rPr>
        <w:t>(ZDailyAmount)</w:t>
      </w:r>
    </w:p>
    <w:p w14:paraId="65E0B53B" w14:textId="6FAE7EF5" w:rsidR="00BD7640" w:rsidRDefault="00BD7640" w:rsidP="00BD7640">
      <w:pPr>
        <w:pStyle w:val="Legenda"/>
        <w:keepNext/>
      </w:pPr>
      <w:bookmarkStart w:id="167" w:name="_Toc182566570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39</w:t>
      </w:r>
      <w:r w:rsidR="00715F4C">
        <w:rPr>
          <w:noProof/>
        </w:rPr>
        <w:fldChar w:fldCharType="end"/>
      </w:r>
      <w:r>
        <w:t xml:space="preserve">. </w:t>
      </w:r>
      <w:r w:rsidRPr="008E3061">
        <w:t>Struktura elementu AKC4CType</w:t>
      </w:r>
      <w:bookmarkEnd w:id="167"/>
    </w:p>
    <w:tbl>
      <w:tblPr>
        <w:tblStyle w:val="Siatkatabelijasna"/>
        <w:tblW w:w="9228" w:type="dxa"/>
        <w:tblLayout w:type="fixed"/>
        <w:tblLook w:val="01E0" w:firstRow="1" w:lastRow="1" w:firstColumn="1" w:lastColumn="1" w:noHBand="0" w:noVBand="0"/>
      </w:tblPr>
      <w:tblGrid>
        <w:gridCol w:w="1777"/>
        <w:gridCol w:w="3371"/>
        <w:gridCol w:w="840"/>
        <w:gridCol w:w="2040"/>
        <w:gridCol w:w="1200"/>
      </w:tblGrid>
      <w:tr w:rsidR="00813103" w:rsidRPr="006A057C" w14:paraId="225E9DA5" w14:textId="77777777" w:rsidTr="00E115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77" w:type="dxa"/>
          </w:tcPr>
          <w:p w14:paraId="5D382EA3" w14:textId="77777777" w:rsidR="00813103" w:rsidRPr="006A057C" w:rsidRDefault="00813103" w:rsidP="0013767E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71" w:type="dxa"/>
          </w:tcPr>
          <w:p w14:paraId="4F61FF60" w14:textId="77777777" w:rsidR="00813103" w:rsidRPr="006A057C" w:rsidRDefault="00813103" w:rsidP="0013767E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7D8EEFBF" w14:textId="77777777" w:rsidR="00813103" w:rsidRPr="006A057C" w:rsidRDefault="00E955E3" w:rsidP="00813103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6F906579" w14:textId="77777777" w:rsidR="00813103" w:rsidRPr="006A057C" w:rsidRDefault="00813103" w:rsidP="0013767E">
            <w:pPr>
              <w:rPr>
                <w:rFonts w:cs="Arial"/>
                <w:b/>
                <w:sz w:val="18"/>
                <w:szCs w:val="18"/>
              </w:rPr>
            </w:pPr>
            <w:r w:rsidRPr="006A057C">
              <w:rPr>
                <w:rFonts w:cs="Arial"/>
                <w:b/>
                <w:sz w:val="18"/>
                <w:szCs w:val="18"/>
              </w:rPr>
              <w:t>Typ</w:t>
            </w:r>
          </w:p>
        </w:tc>
        <w:tc>
          <w:tcPr>
            <w:tcW w:w="1200" w:type="dxa"/>
          </w:tcPr>
          <w:p w14:paraId="1191D32A" w14:textId="77777777" w:rsidR="00813103" w:rsidRPr="006A057C" w:rsidRDefault="00813103" w:rsidP="0013767E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813103" w:rsidRPr="006A057C" w14:paraId="6DB2EF41" w14:textId="77777777" w:rsidTr="00E115A2">
        <w:trPr>
          <w:trHeight w:val="213"/>
        </w:trPr>
        <w:tc>
          <w:tcPr>
            <w:tcW w:w="1777" w:type="dxa"/>
          </w:tcPr>
          <w:p w14:paraId="22D27CF0" w14:textId="77777777" w:rsidR="00813103" w:rsidRPr="006A057C" w:rsidRDefault="00813103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Header</w:t>
            </w:r>
          </w:p>
        </w:tc>
        <w:tc>
          <w:tcPr>
            <w:tcW w:w="3371" w:type="dxa"/>
          </w:tcPr>
          <w:p w14:paraId="000FCD4C" w14:textId="77777777" w:rsidR="00813103" w:rsidRPr="006A057C" w:rsidRDefault="002E4729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Nagłówek deklaracji</w:t>
            </w:r>
          </w:p>
        </w:tc>
        <w:tc>
          <w:tcPr>
            <w:tcW w:w="840" w:type="dxa"/>
          </w:tcPr>
          <w:p w14:paraId="7943825F" w14:textId="77777777" w:rsidR="00813103" w:rsidRPr="006A057C" w:rsidRDefault="00F4512D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40" w:type="dxa"/>
          </w:tcPr>
          <w:p w14:paraId="2DED6555" w14:textId="77777777" w:rsidR="00813103" w:rsidRPr="00B85AB4" w:rsidRDefault="009C497F" w:rsidP="009C497F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instrText xml:space="preserve"> REF HeaderType_c \h  \* MERGEFORMAT </w:instrTex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B85AB4">
              <w:rPr>
                <w:rStyle w:val="pole"/>
                <w:rFonts w:ascii="Lato" w:hAnsi="Lato"/>
                <w:sz w:val="20"/>
                <w:szCs w:val="20"/>
              </w:rPr>
              <w:t>HeaderType</w: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200" w:type="dxa"/>
          </w:tcPr>
          <w:p w14:paraId="075547DF" w14:textId="77777777" w:rsidR="00813103" w:rsidRPr="006A057C" w:rsidRDefault="00813103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2E4729" w:rsidRPr="006A057C" w14:paraId="35D108B7" w14:textId="77777777" w:rsidTr="00E115A2">
        <w:trPr>
          <w:trHeight w:val="213"/>
        </w:trPr>
        <w:tc>
          <w:tcPr>
            <w:tcW w:w="1777" w:type="dxa"/>
          </w:tcPr>
          <w:p w14:paraId="04918821" w14:textId="77777777" w:rsidR="002E4729" w:rsidRPr="006A057C" w:rsidRDefault="002E4729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version</w:t>
            </w:r>
          </w:p>
        </w:tc>
        <w:tc>
          <w:tcPr>
            <w:tcW w:w="3371" w:type="dxa"/>
          </w:tcPr>
          <w:p w14:paraId="5E2002AC" w14:textId="77777777" w:rsidR="002E4729" w:rsidRPr="006A057C" w:rsidRDefault="002E4729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Wersja schematu, z którą zgodny jest komunikat.</w:t>
            </w:r>
          </w:p>
        </w:tc>
        <w:tc>
          <w:tcPr>
            <w:tcW w:w="840" w:type="dxa"/>
          </w:tcPr>
          <w:p w14:paraId="0D137287" w14:textId="77777777" w:rsidR="002E4729" w:rsidRPr="006A057C" w:rsidRDefault="002E4729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40" w:type="dxa"/>
          </w:tcPr>
          <w:p w14:paraId="3E1D6A0D" w14:textId="77777777" w:rsidR="002E4729" w:rsidRPr="00B85AB4" w:rsidRDefault="002E4729" w:rsidP="009C497F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t>ZVersion</w:t>
            </w:r>
          </w:p>
        </w:tc>
        <w:tc>
          <w:tcPr>
            <w:tcW w:w="1200" w:type="dxa"/>
          </w:tcPr>
          <w:p w14:paraId="097A59BB" w14:textId="77777777" w:rsidR="002E4729" w:rsidRPr="006A057C" w:rsidRDefault="002E4729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</w:tbl>
    <w:p w14:paraId="3968BF5A" w14:textId="7CABEC05" w:rsidR="00BD7640" w:rsidRDefault="00BD7640" w:rsidP="00BD7640">
      <w:pPr>
        <w:pStyle w:val="Legenda"/>
        <w:keepNext/>
      </w:pPr>
      <w:bookmarkStart w:id="168" w:name="_Toc182566571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40</w:t>
      </w:r>
      <w:r w:rsidR="00715F4C">
        <w:rPr>
          <w:noProof/>
        </w:rPr>
        <w:fldChar w:fldCharType="end"/>
      </w:r>
      <w:r>
        <w:t xml:space="preserve">. </w:t>
      </w:r>
      <w:r w:rsidRPr="002024FA">
        <w:t>Struktura elementu HeaderType</w:t>
      </w:r>
      <w:bookmarkEnd w:id="168"/>
    </w:p>
    <w:tbl>
      <w:tblPr>
        <w:tblStyle w:val="Siatkatabelijasna"/>
        <w:tblW w:w="9225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197"/>
      </w:tblGrid>
      <w:tr w:rsidR="00813103" w:rsidRPr="006A057C" w14:paraId="3EC301D1" w14:textId="77777777" w:rsidTr="00E115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0EAD6161" w14:textId="77777777" w:rsidR="00813103" w:rsidRPr="006A057C" w:rsidRDefault="00813103" w:rsidP="0013767E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2C7D8B53" w14:textId="77777777" w:rsidR="00813103" w:rsidRPr="006A057C" w:rsidRDefault="00813103" w:rsidP="0013767E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6756B4C2" w14:textId="77777777" w:rsidR="00813103" w:rsidRPr="006A057C" w:rsidRDefault="00E955E3" w:rsidP="00813103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04616CDE" w14:textId="77777777" w:rsidR="00813103" w:rsidRPr="006A057C" w:rsidRDefault="00813103" w:rsidP="0013767E">
            <w:pPr>
              <w:rPr>
                <w:rFonts w:cs="Arial"/>
                <w:b/>
                <w:sz w:val="18"/>
                <w:szCs w:val="18"/>
              </w:rPr>
            </w:pPr>
            <w:r w:rsidRPr="006A057C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289A33D4" w14:textId="77777777" w:rsidR="00813103" w:rsidRPr="006A057C" w:rsidRDefault="00813103" w:rsidP="0013767E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813103" w:rsidRPr="006A057C" w14:paraId="4BE018A3" w14:textId="77777777" w:rsidTr="00E115A2">
        <w:trPr>
          <w:trHeight w:val="213"/>
        </w:trPr>
        <w:tc>
          <w:tcPr>
            <w:tcW w:w="1788" w:type="dxa"/>
          </w:tcPr>
          <w:p w14:paraId="5A29726F" w14:textId="77777777" w:rsidR="00813103" w:rsidRPr="006A057C" w:rsidRDefault="00813103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identifier</w:t>
            </w:r>
          </w:p>
        </w:tc>
        <w:tc>
          <w:tcPr>
            <w:tcW w:w="3360" w:type="dxa"/>
          </w:tcPr>
          <w:p w14:paraId="0317FF6B" w14:textId="77777777" w:rsidR="00813103" w:rsidRPr="006A057C" w:rsidRDefault="002E4729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Identyfikator podatkowy NIP/ numer PESEL podatnika.</w:t>
            </w:r>
          </w:p>
        </w:tc>
        <w:tc>
          <w:tcPr>
            <w:tcW w:w="840" w:type="dxa"/>
          </w:tcPr>
          <w:p w14:paraId="4AAE5F59" w14:textId="77777777" w:rsidR="00813103" w:rsidRPr="006A057C" w:rsidRDefault="00F4512D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2040" w:type="dxa"/>
          </w:tcPr>
          <w:p w14:paraId="1E8CAB02" w14:textId="77777777" w:rsidR="00813103" w:rsidRPr="006A057C" w:rsidRDefault="00813103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ZIdentification</w:t>
            </w:r>
          </w:p>
        </w:tc>
        <w:tc>
          <w:tcPr>
            <w:tcW w:w="1197" w:type="dxa"/>
          </w:tcPr>
          <w:p w14:paraId="158935C2" w14:textId="77777777" w:rsidR="00813103" w:rsidRPr="006A057C" w:rsidRDefault="00813103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813103" w:rsidRPr="006A057C" w14:paraId="7FD69CEB" w14:textId="77777777" w:rsidTr="00E115A2">
        <w:trPr>
          <w:trHeight w:val="213"/>
        </w:trPr>
        <w:tc>
          <w:tcPr>
            <w:tcW w:w="1788" w:type="dxa"/>
          </w:tcPr>
          <w:p w14:paraId="6F1DF1CA" w14:textId="77777777" w:rsidR="00813103" w:rsidRPr="006A057C" w:rsidRDefault="00813103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period</w:t>
            </w:r>
          </w:p>
        </w:tc>
        <w:tc>
          <w:tcPr>
            <w:tcW w:w="3360" w:type="dxa"/>
          </w:tcPr>
          <w:p w14:paraId="6AD1C4A5" w14:textId="77777777" w:rsidR="00813103" w:rsidRPr="006A057C" w:rsidRDefault="002E4729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Data w formacie miesiąc /rok za jaki została złożona deklaracja.</w:t>
            </w:r>
          </w:p>
        </w:tc>
        <w:tc>
          <w:tcPr>
            <w:tcW w:w="840" w:type="dxa"/>
          </w:tcPr>
          <w:p w14:paraId="0C71EE4C" w14:textId="77777777" w:rsidR="00813103" w:rsidRPr="006A057C" w:rsidRDefault="00F4512D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2, 3</w:t>
            </w:r>
          </w:p>
        </w:tc>
        <w:tc>
          <w:tcPr>
            <w:tcW w:w="2040" w:type="dxa"/>
          </w:tcPr>
          <w:p w14:paraId="09CF92EF" w14:textId="77777777" w:rsidR="00813103" w:rsidRPr="006A057C" w:rsidRDefault="00813103" w:rsidP="0013767E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  <w:lang w:val="pl-PL"/>
              </w:rPr>
              <w:t xml:space="preserve">ZPeriod </w:t>
            </w:r>
          </w:p>
          <w:p w14:paraId="7B448C93" w14:textId="2EB346AA" w:rsidR="00813103" w:rsidRPr="006A057C" w:rsidRDefault="00945689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813103" w:rsidRPr="006A057C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>c</w:instrText>
            </w:r>
            <w:r w:rsidR="004B18E7" w:rsidRPr="006A057C">
              <w:rPr>
                <w:rFonts w:eastAsia="Times New Roman" w:cs="Arial"/>
                <w:sz w:val="20"/>
                <w:szCs w:val="20"/>
              </w:rPr>
              <w:instrText>1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6A057C" w:rsidRPr="006A057C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6A057C">
              <w:rPr>
                <w:rFonts w:eastAsia="Times New Roman" w:cs="Arial"/>
                <w:sz w:val="20"/>
                <w:szCs w:val="20"/>
              </w:rPr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6A057C">
              <w:rPr>
                <w:rFonts w:eastAsia="Times New Roman" w:cs="Arial"/>
                <w:sz w:val="20"/>
                <w:szCs w:val="20"/>
              </w:rPr>
              <w:t>R1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="002E739F" w:rsidRPr="006A057C">
              <w:rPr>
                <w:rFonts w:eastAsia="Times New Roman" w:cs="Arial"/>
                <w:sz w:val="20"/>
                <w:szCs w:val="20"/>
              </w:rPr>
              <w:t>,R21</w:t>
            </w:r>
          </w:p>
        </w:tc>
        <w:tc>
          <w:tcPr>
            <w:tcW w:w="1197" w:type="dxa"/>
          </w:tcPr>
          <w:p w14:paraId="0FD1D49F" w14:textId="77777777" w:rsidR="00813103" w:rsidRPr="006A057C" w:rsidRDefault="00813103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813103" w:rsidRPr="006A057C" w14:paraId="32415C14" w14:textId="77777777" w:rsidTr="00E115A2">
        <w:trPr>
          <w:trHeight w:val="213"/>
        </w:trPr>
        <w:tc>
          <w:tcPr>
            <w:tcW w:w="1788" w:type="dxa"/>
          </w:tcPr>
          <w:p w14:paraId="674ED64F" w14:textId="77777777" w:rsidR="00813103" w:rsidRPr="006A057C" w:rsidRDefault="00813103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formNo</w:t>
            </w:r>
          </w:p>
        </w:tc>
        <w:tc>
          <w:tcPr>
            <w:tcW w:w="3360" w:type="dxa"/>
          </w:tcPr>
          <w:p w14:paraId="5680871D" w14:textId="77777777" w:rsidR="00813103" w:rsidRPr="006A057C" w:rsidRDefault="002E4729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Numer załącznika. Podatnik może załączyć wiele formularzy załącznika tego samego typu.</w:t>
            </w:r>
          </w:p>
        </w:tc>
        <w:tc>
          <w:tcPr>
            <w:tcW w:w="840" w:type="dxa"/>
          </w:tcPr>
          <w:p w14:paraId="1BCC4B63" w14:textId="77777777" w:rsidR="00813103" w:rsidRPr="006A057C" w:rsidRDefault="00F4512D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4</w:t>
            </w:r>
          </w:p>
        </w:tc>
        <w:tc>
          <w:tcPr>
            <w:tcW w:w="2040" w:type="dxa"/>
          </w:tcPr>
          <w:p w14:paraId="0774E55E" w14:textId="77777777" w:rsidR="00813103" w:rsidRPr="006A057C" w:rsidRDefault="00850287" w:rsidP="0013767E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  <w:lang w:val="pl-PL"/>
              </w:rPr>
              <w:t>ZFormNo</w:t>
            </w:r>
          </w:p>
          <w:p w14:paraId="2A8FF6CE" w14:textId="2EAAC14C" w:rsidR="00813103" w:rsidRPr="006A057C" w:rsidRDefault="00945689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813103" w:rsidRPr="006A057C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>c</w:instrText>
            </w:r>
            <w:r w:rsidR="004B18E7" w:rsidRPr="006A057C">
              <w:rPr>
                <w:rFonts w:eastAsia="Times New Roman" w:cs="Arial"/>
                <w:sz w:val="20"/>
                <w:szCs w:val="20"/>
              </w:rPr>
              <w:instrText>2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6A057C" w:rsidRPr="006A057C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6A057C">
              <w:rPr>
                <w:rFonts w:eastAsia="Times New Roman" w:cs="Arial"/>
                <w:sz w:val="20"/>
                <w:szCs w:val="20"/>
              </w:rPr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6A057C">
              <w:rPr>
                <w:rFonts w:eastAsia="Times New Roman" w:cs="Arial"/>
                <w:sz w:val="20"/>
                <w:szCs w:val="20"/>
              </w:rPr>
              <w:t>R2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FFC0464" w14:textId="77777777" w:rsidR="00813103" w:rsidRPr="006A057C" w:rsidRDefault="00813103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F4512D" w:rsidRPr="006A057C" w14:paraId="65F9212C" w14:textId="77777777" w:rsidTr="00E115A2">
        <w:trPr>
          <w:trHeight w:val="213"/>
        </w:trPr>
        <w:tc>
          <w:tcPr>
            <w:tcW w:w="1788" w:type="dxa"/>
          </w:tcPr>
          <w:p w14:paraId="1076268A" w14:textId="77777777" w:rsidR="00F4512D" w:rsidRPr="006A057C" w:rsidRDefault="00F4512D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lastRenderedPageBreak/>
              <w:t>Warehouse</w:t>
            </w:r>
          </w:p>
        </w:tc>
        <w:tc>
          <w:tcPr>
            <w:tcW w:w="3360" w:type="dxa"/>
          </w:tcPr>
          <w:p w14:paraId="1FB1233F" w14:textId="77777777" w:rsidR="00F4512D" w:rsidRPr="006A057C" w:rsidRDefault="00F4512D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Dane o składzie podatkowym i </w:t>
            </w:r>
            <w:r w:rsidR="002E4729" w:rsidRPr="006A057C">
              <w:rPr>
                <w:rFonts w:eastAsia="Times New Roman" w:cs="Arial"/>
                <w:sz w:val="20"/>
                <w:szCs w:val="20"/>
              </w:rPr>
              <w:t xml:space="preserve">o </w:t>
            </w:r>
            <w:r w:rsidRPr="006A057C">
              <w:rPr>
                <w:rFonts w:eastAsia="Times New Roman" w:cs="Arial"/>
                <w:sz w:val="20"/>
                <w:szCs w:val="20"/>
              </w:rPr>
              <w:t>zarejestrowanym odbiorcy</w:t>
            </w:r>
          </w:p>
        </w:tc>
        <w:tc>
          <w:tcPr>
            <w:tcW w:w="840" w:type="dxa"/>
          </w:tcPr>
          <w:p w14:paraId="69A1FAAE" w14:textId="77777777" w:rsidR="00F4512D" w:rsidRPr="006A057C" w:rsidRDefault="00F4512D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B</w:t>
            </w:r>
          </w:p>
        </w:tc>
        <w:tc>
          <w:tcPr>
            <w:tcW w:w="2040" w:type="dxa"/>
          </w:tcPr>
          <w:p w14:paraId="061ADA67" w14:textId="77777777" w:rsidR="00F4512D" w:rsidRPr="00B85AB4" w:rsidRDefault="001E771C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instrText xml:space="preserve"> REF WarehouseType_c \h  \* MERGEFORMAT </w:instrTex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B85AB4">
              <w:rPr>
                <w:rStyle w:val="pole"/>
                <w:rFonts w:ascii="Lato" w:hAnsi="Lato"/>
                <w:sz w:val="20"/>
                <w:szCs w:val="20"/>
              </w:rPr>
              <w:t>WarehouseType</w: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F395831" w14:textId="77777777" w:rsidR="00F4512D" w:rsidRPr="006A057C" w:rsidRDefault="00F4512D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F4512D" w:rsidRPr="006A057C" w14:paraId="7F4EF1B2" w14:textId="77777777" w:rsidTr="00E115A2">
        <w:trPr>
          <w:trHeight w:val="213"/>
        </w:trPr>
        <w:tc>
          <w:tcPr>
            <w:tcW w:w="1788" w:type="dxa"/>
          </w:tcPr>
          <w:p w14:paraId="217A78DE" w14:textId="77777777" w:rsidR="00F4512D" w:rsidRPr="006A057C" w:rsidRDefault="00F4512D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ExciseDutyInformation</w:t>
            </w:r>
          </w:p>
        </w:tc>
        <w:tc>
          <w:tcPr>
            <w:tcW w:w="3360" w:type="dxa"/>
          </w:tcPr>
          <w:p w14:paraId="727B94FE" w14:textId="77777777" w:rsidR="00F4512D" w:rsidRPr="006A057C" w:rsidRDefault="00F4512D" w:rsidP="00D05D5C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Dane o </w:t>
            </w:r>
            <w:r w:rsidR="00D86EE3" w:rsidRPr="006A057C">
              <w:rPr>
                <w:rFonts w:eastAsia="Times New Roman" w:cs="Arial"/>
                <w:sz w:val="20"/>
                <w:szCs w:val="20"/>
              </w:rPr>
              <w:t xml:space="preserve">składzie podatkowym, </w:t>
            </w:r>
            <w:r w:rsidRPr="006A057C">
              <w:rPr>
                <w:rFonts w:eastAsia="Times New Roman" w:cs="Arial"/>
                <w:sz w:val="20"/>
                <w:szCs w:val="20"/>
              </w:rPr>
              <w:t>obliczeniach i rozliczeniach kwot podatku akcyzowego</w:t>
            </w:r>
          </w:p>
        </w:tc>
        <w:tc>
          <w:tcPr>
            <w:tcW w:w="840" w:type="dxa"/>
          </w:tcPr>
          <w:p w14:paraId="0A0FC4E5" w14:textId="77777777" w:rsidR="00F4512D" w:rsidRPr="006A057C" w:rsidRDefault="00F4512D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C, D, F</w:t>
            </w:r>
          </w:p>
        </w:tc>
        <w:tc>
          <w:tcPr>
            <w:tcW w:w="2040" w:type="dxa"/>
          </w:tcPr>
          <w:p w14:paraId="1A0138F8" w14:textId="77777777" w:rsidR="00F4512D" w:rsidRPr="00B85AB4" w:rsidRDefault="001E771C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instrText xml:space="preserve"> REF ExciseDutyInformationType_c \h  \* MERGEFORMAT </w:instrTex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B85AB4">
              <w:rPr>
                <w:rStyle w:val="pole"/>
                <w:rFonts w:ascii="Lato" w:hAnsi="Lato"/>
                <w:sz w:val="20"/>
                <w:szCs w:val="20"/>
              </w:rPr>
              <w:t>ExciseDutyInformationType</w: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BF34947" w14:textId="77777777" w:rsidR="00F4512D" w:rsidRPr="006A057C" w:rsidRDefault="00F4512D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F4512D" w:rsidRPr="006A057C" w14:paraId="2C64BA13" w14:textId="77777777" w:rsidTr="00E115A2">
        <w:trPr>
          <w:trHeight w:val="213"/>
        </w:trPr>
        <w:tc>
          <w:tcPr>
            <w:tcW w:w="1788" w:type="dxa"/>
          </w:tcPr>
          <w:p w14:paraId="129B2FC1" w14:textId="77777777" w:rsidR="00F4512D" w:rsidRPr="006A057C" w:rsidRDefault="00F4512D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DailyPaymentInformation</w:t>
            </w:r>
          </w:p>
        </w:tc>
        <w:tc>
          <w:tcPr>
            <w:tcW w:w="3360" w:type="dxa"/>
          </w:tcPr>
          <w:p w14:paraId="6683BCC7" w14:textId="77777777" w:rsidR="00F4512D" w:rsidRPr="006A057C" w:rsidRDefault="00D86EE3" w:rsidP="00D05D5C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Suma </w:t>
            </w:r>
            <w:r w:rsidR="00F4512D" w:rsidRPr="006A057C">
              <w:rPr>
                <w:rFonts w:eastAsia="Times New Roman" w:cs="Arial"/>
                <w:sz w:val="20"/>
                <w:szCs w:val="20"/>
              </w:rPr>
              <w:t>wpłat dziennych</w:t>
            </w:r>
          </w:p>
        </w:tc>
        <w:tc>
          <w:tcPr>
            <w:tcW w:w="840" w:type="dxa"/>
          </w:tcPr>
          <w:p w14:paraId="66EE0AF0" w14:textId="77777777" w:rsidR="00F4512D" w:rsidRPr="006A057C" w:rsidRDefault="00F4512D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E</w:t>
            </w:r>
          </w:p>
        </w:tc>
        <w:tc>
          <w:tcPr>
            <w:tcW w:w="2040" w:type="dxa"/>
          </w:tcPr>
          <w:p w14:paraId="55268190" w14:textId="77777777" w:rsidR="00F4512D" w:rsidRPr="00B85AB4" w:rsidRDefault="001E771C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instrText xml:space="preserve"> REF DailyPaymentInformationType_c \h  \* MERGEFORMAT </w:instrTex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B85AB4">
              <w:rPr>
                <w:rStyle w:val="pole"/>
                <w:rFonts w:ascii="Lato" w:hAnsi="Lato"/>
                <w:sz w:val="20"/>
                <w:szCs w:val="20"/>
              </w:rPr>
              <w:t>DailyPaymentInformationType</w: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  <w:p w14:paraId="41454C20" w14:textId="67C65CC5" w:rsidR="004B18E7" w:rsidRPr="00B85AB4" w:rsidRDefault="00945689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t xml:space="preserve">Patrz reguła </w: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instrText xml:space="preserve"> REF </w:instrText>
            </w:r>
            <w:r w:rsidR="004B18E7" w:rsidRPr="00B85AB4">
              <w:rPr>
                <w:rStyle w:val="pole"/>
                <w:rFonts w:ascii="Lato" w:hAnsi="Lato"/>
                <w:sz w:val="20"/>
                <w:szCs w:val="20"/>
              </w:rPr>
              <w:instrText>R</w:instrTex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instrText>c</w:instrText>
            </w:r>
            <w:r w:rsidR="004B18E7" w:rsidRPr="00B85AB4">
              <w:rPr>
                <w:rStyle w:val="pole"/>
                <w:rFonts w:ascii="Lato" w:hAnsi="Lato"/>
                <w:sz w:val="20"/>
                <w:szCs w:val="20"/>
              </w:rPr>
              <w:instrText>3</w:instrTex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instrText xml:space="preserve"> \h </w:instrText>
            </w:r>
            <w:r w:rsidR="006A057C" w:rsidRPr="00B85AB4">
              <w:rPr>
                <w:rStyle w:val="pole"/>
                <w:rFonts w:ascii="Lato" w:hAnsi="Lato"/>
                <w:sz w:val="20"/>
                <w:szCs w:val="20"/>
              </w:rPr>
              <w:instrText xml:space="preserve"> \* MERGEFORMAT </w:instrTex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B85AB4">
              <w:rPr>
                <w:rStyle w:val="pole"/>
                <w:rFonts w:ascii="Lato" w:hAnsi="Lato"/>
                <w:sz w:val="20"/>
                <w:szCs w:val="20"/>
              </w:rPr>
              <w:t>R3</w: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A864729" w14:textId="77777777" w:rsidR="00F4512D" w:rsidRPr="006A057C" w:rsidRDefault="00C6122F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0</w:t>
            </w:r>
            <w:r w:rsidR="00F4512D" w:rsidRPr="006A057C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</w:tbl>
    <w:p w14:paraId="2AB28DEA" w14:textId="272ECF39" w:rsidR="00BD7640" w:rsidRDefault="00BD7640" w:rsidP="00BD7640">
      <w:pPr>
        <w:pStyle w:val="Legenda"/>
        <w:keepNext/>
      </w:pPr>
      <w:bookmarkStart w:id="169" w:name="_Toc182566572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41</w:t>
      </w:r>
      <w:r w:rsidR="00715F4C">
        <w:rPr>
          <w:noProof/>
        </w:rPr>
        <w:fldChar w:fldCharType="end"/>
      </w:r>
      <w:r>
        <w:t xml:space="preserve">. </w:t>
      </w:r>
      <w:r w:rsidRPr="00A63012">
        <w:t>Struktura elementu WarehouseType</w:t>
      </w:r>
      <w:bookmarkEnd w:id="169"/>
    </w:p>
    <w:tbl>
      <w:tblPr>
        <w:tblStyle w:val="Siatkatabelijasna"/>
        <w:tblW w:w="9225" w:type="dxa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197"/>
      </w:tblGrid>
      <w:tr w:rsidR="00813103" w:rsidRPr="006A057C" w14:paraId="40BE861D" w14:textId="77777777" w:rsidTr="00E115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37F7D110" w14:textId="77777777" w:rsidR="00813103" w:rsidRPr="006A057C" w:rsidRDefault="00813103" w:rsidP="0013767E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391C289B" w14:textId="77777777" w:rsidR="00813103" w:rsidRPr="006A057C" w:rsidRDefault="00813103" w:rsidP="0013767E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084E9B54" w14:textId="77777777" w:rsidR="00813103" w:rsidRPr="006A057C" w:rsidRDefault="00E955E3" w:rsidP="00813103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4AA990E6" w14:textId="77777777" w:rsidR="00813103" w:rsidRPr="006A057C" w:rsidRDefault="00813103" w:rsidP="0013767E">
            <w:pPr>
              <w:rPr>
                <w:rFonts w:cs="Arial"/>
                <w:b/>
                <w:sz w:val="18"/>
                <w:szCs w:val="18"/>
              </w:rPr>
            </w:pPr>
            <w:r w:rsidRPr="006A057C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6628A7E9" w14:textId="77777777" w:rsidR="00813103" w:rsidRPr="006A057C" w:rsidRDefault="00813103" w:rsidP="0013767E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813103" w:rsidRPr="006A057C" w14:paraId="09539FA8" w14:textId="77777777" w:rsidTr="00E115A2">
        <w:trPr>
          <w:trHeight w:val="213"/>
        </w:trPr>
        <w:tc>
          <w:tcPr>
            <w:tcW w:w="1788" w:type="dxa"/>
          </w:tcPr>
          <w:p w14:paraId="682BD2A9" w14:textId="77777777" w:rsidR="00813103" w:rsidRPr="006A057C" w:rsidRDefault="00813103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operatorNo</w:t>
            </w:r>
          </w:p>
        </w:tc>
        <w:tc>
          <w:tcPr>
            <w:tcW w:w="3360" w:type="dxa"/>
          </w:tcPr>
          <w:p w14:paraId="743D8C36" w14:textId="77777777" w:rsidR="00813103" w:rsidRPr="006A057C" w:rsidRDefault="00D86EE3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Numer akcyzowy składu (pole 7 wypełnia podatnik prowadzący skład).</w:t>
            </w:r>
          </w:p>
        </w:tc>
        <w:tc>
          <w:tcPr>
            <w:tcW w:w="840" w:type="dxa"/>
          </w:tcPr>
          <w:p w14:paraId="7838E641" w14:textId="77777777" w:rsidR="00813103" w:rsidRPr="006A057C" w:rsidRDefault="00F4512D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2040" w:type="dxa"/>
          </w:tcPr>
          <w:p w14:paraId="39E64885" w14:textId="77777777" w:rsidR="00813103" w:rsidRPr="006A057C" w:rsidRDefault="002E55D1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  <w:r w:rsidR="00813103" w:rsidRPr="006A057C">
              <w:rPr>
                <w:rStyle w:val="pole"/>
                <w:rFonts w:ascii="Lato" w:hAnsi="Lato"/>
                <w:sz w:val="20"/>
                <w:szCs w:val="20"/>
              </w:rPr>
              <w:t>(13)</w:t>
            </w:r>
          </w:p>
          <w:p w14:paraId="5278E85D" w14:textId="3FE1DB71" w:rsidR="00813103" w:rsidRPr="006A057C" w:rsidRDefault="00945689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813103" w:rsidRPr="006A057C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>c</w:instrText>
            </w:r>
            <w:r w:rsidR="00813103" w:rsidRPr="006A057C">
              <w:rPr>
                <w:rFonts w:eastAsia="Times New Roman" w:cs="Arial"/>
                <w:sz w:val="20"/>
                <w:szCs w:val="20"/>
              </w:rPr>
              <w:instrText>4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6A057C" w:rsidRPr="006A057C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6A057C">
              <w:rPr>
                <w:rFonts w:eastAsia="Times New Roman" w:cs="Arial"/>
                <w:sz w:val="20"/>
                <w:szCs w:val="20"/>
              </w:rPr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6A057C">
              <w:rPr>
                <w:rFonts w:eastAsia="Times New Roman" w:cs="Arial"/>
                <w:sz w:val="20"/>
                <w:szCs w:val="20"/>
              </w:rPr>
              <w:t>R4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3770DA8" w14:textId="77777777" w:rsidR="00813103" w:rsidRPr="006A057C" w:rsidRDefault="00813103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813103" w:rsidRPr="006A057C" w14:paraId="09E98307" w14:textId="77777777" w:rsidTr="00E115A2">
        <w:trPr>
          <w:trHeight w:val="213"/>
        </w:trPr>
        <w:tc>
          <w:tcPr>
            <w:tcW w:w="1788" w:type="dxa"/>
          </w:tcPr>
          <w:p w14:paraId="6820974B" w14:textId="77777777" w:rsidR="00813103" w:rsidRPr="006A057C" w:rsidRDefault="00813103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userNo</w:t>
            </w:r>
          </w:p>
        </w:tc>
        <w:tc>
          <w:tcPr>
            <w:tcW w:w="3360" w:type="dxa"/>
          </w:tcPr>
          <w:p w14:paraId="4558F8FB" w14:textId="77777777" w:rsidR="00813103" w:rsidRPr="006A057C" w:rsidRDefault="00D86EE3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Numer akcyzowy składu.(pole 8 wypełnia podatnik będący właścicielem wyrobów akcyzowych, korzystający z cudzego składu).</w:t>
            </w:r>
          </w:p>
        </w:tc>
        <w:tc>
          <w:tcPr>
            <w:tcW w:w="840" w:type="dxa"/>
          </w:tcPr>
          <w:p w14:paraId="01547BC5" w14:textId="77777777" w:rsidR="00813103" w:rsidRPr="006A057C" w:rsidRDefault="00F4512D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8</w:t>
            </w:r>
          </w:p>
        </w:tc>
        <w:tc>
          <w:tcPr>
            <w:tcW w:w="2040" w:type="dxa"/>
          </w:tcPr>
          <w:p w14:paraId="211CEC17" w14:textId="77777777" w:rsidR="00813103" w:rsidRPr="006A057C" w:rsidRDefault="002E55D1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  <w:r w:rsidR="00813103" w:rsidRPr="006A057C">
              <w:rPr>
                <w:rStyle w:val="pole"/>
                <w:rFonts w:ascii="Lato" w:hAnsi="Lato"/>
                <w:sz w:val="20"/>
                <w:szCs w:val="20"/>
              </w:rPr>
              <w:t>(13)</w:t>
            </w:r>
          </w:p>
          <w:p w14:paraId="6D99F8AF" w14:textId="56AC4AC7" w:rsidR="00813103" w:rsidRPr="006A057C" w:rsidRDefault="00945689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813103" w:rsidRPr="006A057C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>c</w:instrText>
            </w:r>
            <w:r w:rsidR="00813103" w:rsidRPr="006A057C">
              <w:rPr>
                <w:rFonts w:eastAsia="Times New Roman" w:cs="Arial"/>
                <w:sz w:val="20"/>
                <w:szCs w:val="20"/>
              </w:rPr>
              <w:instrText>5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6A057C" w:rsidRPr="006A057C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6A057C">
              <w:rPr>
                <w:rFonts w:eastAsia="Times New Roman" w:cs="Arial"/>
                <w:sz w:val="20"/>
                <w:szCs w:val="20"/>
              </w:rPr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6A057C">
              <w:rPr>
                <w:rFonts w:eastAsia="Times New Roman" w:cs="Arial"/>
                <w:sz w:val="20"/>
                <w:szCs w:val="20"/>
              </w:rPr>
              <w:t>R5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6E63E1C" w14:textId="77777777" w:rsidR="00813103" w:rsidRPr="006A057C" w:rsidRDefault="00813103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813103" w:rsidRPr="006A057C" w14:paraId="019D9BA7" w14:textId="77777777" w:rsidTr="00E115A2">
        <w:trPr>
          <w:trHeight w:val="213"/>
        </w:trPr>
        <w:tc>
          <w:tcPr>
            <w:tcW w:w="1788" w:type="dxa"/>
          </w:tcPr>
          <w:p w14:paraId="5E5468A0" w14:textId="77777777" w:rsidR="00813103" w:rsidRPr="006A057C" w:rsidRDefault="00813103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address</w:t>
            </w:r>
          </w:p>
        </w:tc>
        <w:tc>
          <w:tcPr>
            <w:tcW w:w="3360" w:type="dxa"/>
          </w:tcPr>
          <w:p w14:paraId="673EAE18" w14:textId="77777777" w:rsidR="00813103" w:rsidRPr="006A057C" w:rsidRDefault="00813103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Adres składu</w:t>
            </w:r>
            <w:r w:rsidR="00D86EE3" w:rsidRPr="006A057C">
              <w:rPr>
                <w:rFonts w:eastAsia="Times New Roman" w:cs="Arial"/>
                <w:sz w:val="20"/>
                <w:szCs w:val="20"/>
              </w:rPr>
              <w:t>.</w:t>
            </w:r>
          </w:p>
        </w:tc>
        <w:tc>
          <w:tcPr>
            <w:tcW w:w="840" w:type="dxa"/>
          </w:tcPr>
          <w:p w14:paraId="6AA9C51A" w14:textId="77777777" w:rsidR="00813103" w:rsidRPr="006A057C" w:rsidRDefault="00F4512D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9</w:t>
            </w:r>
          </w:p>
        </w:tc>
        <w:tc>
          <w:tcPr>
            <w:tcW w:w="2040" w:type="dxa"/>
          </w:tcPr>
          <w:p w14:paraId="0DFB765A" w14:textId="77777777" w:rsidR="00813103" w:rsidRPr="006A057C" w:rsidRDefault="002E55D1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  <w:r w:rsidR="00694290" w:rsidRPr="006A057C">
              <w:rPr>
                <w:rStyle w:val="pole"/>
                <w:rFonts w:ascii="Lato" w:hAnsi="Lato"/>
                <w:sz w:val="20"/>
                <w:szCs w:val="20"/>
              </w:rPr>
              <w:t>(</w:t>
            </w:r>
            <w:r w:rsidR="00D561DA" w:rsidRPr="006A057C">
              <w:rPr>
                <w:rStyle w:val="pole"/>
                <w:rFonts w:ascii="Lato" w:hAnsi="Lato"/>
                <w:sz w:val="20"/>
                <w:szCs w:val="20"/>
              </w:rPr>
              <w:t>512</w:t>
            </w:r>
            <w:r w:rsidR="00813103" w:rsidRPr="006A057C">
              <w:rPr>
                <w:rStyle w:val="pole"/>
                <w:rFonts w:ascii="Lato" w:hAnsi="Lato"/>
                <w:sz w:val="20"/>
                <w:szCs w:val="20"/>
              </w:rPr>
              <w:t>)</w:t>
            </w:r>
          </w:p>
        </w:tc>
        <w:tc>
          <w:tcPr>
            <w:tcW w:w="1197" w:type="dxa"/>
          </w:tcPr>
          <w:p w14:paraId="02F8107F" w14:textId="77777777" w:rsidR="00813103" w:rsidRPr="006A057C" w:rsidRDefault="00813103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813103" w:rsidRPr="006A057C" w14:paraId="2274784C" w14:textId="77777777" w:rsidTr="00E115A2">
        <w:trPr>
          <w:trHeight w:val="213"/>
        </w:trPr>
        <w:tc>
          <w:tcPr>
            <w:tcW w:w="1788" w:type="dxa"/>
          </w:tcPr>
          <w:p w14:paraId="1668FC09" w14:textId="77777777" w:rsidR="00813103" w:rsidRPr="006A057C" w:rsidRDefault="00813103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consumerNo</w:t>
            </w:r>
          </w:p>
        </w:tc>
        <w:tc>
          <w:tcPr>
            <w:tcW w:w="3360" w:type="dxa"/>
          </w:tcPr>
          <w:p w14:paraId="5499AFBE" w14:textId="77777777" w:rsidR="00813103" w:rsidRPr="006A057C" w:rsidRDefault="00813103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Numer akcyzowy zarejestrowanego odbiorcy, wypełniany tylko w przypadku formularza AKC-4zo</w:t>
            </w:r>
          </w:p>
        </w:tc>
        <w:tc>
          <w:tcPr>
            <w:tcW w:w="840" w:type="dxa"/>
          </w:tcPr>
          <w:p w14:paraId="26F7E7DE" w14:textId="77777777" w:rsidR="00813103" w:rsidRPr="006A057C" w:rsidRDefault="00F4512D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10</w:t>
            </w:r>
          </w:p>
        </w:tc>
        <w:tc>
          <w:tcPr>
            <w:tcW w:w="2040" w:type="dxa"/>
          </w:tcPr>
          <w:p w14:paraId="0F870585" w14:textId="77777777" w:rsidR="00813103" w:rsidRPr="006A057C" w:rsidRDefault="002E55D1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  <w:r w:rsidR="00813103" w:rsidRPr="006A057C">
              <w:rPr>
                <w:rStyle w:val="pole"/>
                <w:rFonts w:ascii="Lato" w:hAnsi="Lato"/>
                <w:sz w:val="20"/>
                <w:szCs w:val="20"/>
              </w:rPr>
              <w:t>(13)</w:t>
            </w:r>
          </w:p>
          <w:p w14:paraId="49EB78F0" w14:textId="2ABD8E22" w:rsidR="00813103" w:rsidRPr="006A057C" w:rsidRDefault="00945689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813103" w:rsidRPr="006A057C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>c</w:instrText>
            </w:r>
            <w:r w:rsidR="00813103" w:rsidRPr="006A057C">
              <w:rPr>
                <w:rFonts w:eastAsia="Times New Roman" w:cs="Arial"/>
                <w:sz w:val="20"/>
                <w:szCs w:val="20"/>
              </w:rPr>
              <w:instrText>7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6A057C" w:rsidRPr="006A057C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6A057C">
              <w:rPr>
                <w:rFonts w:eastAsia="Times New Roman" w:cs="Arial"/>
                <w:sz w:val="20"/>
                <w:szCs w:val="20"/>
              </w:rPr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6A057C">
              <w:rPr>
                <w:rFonts w:eastAsia="Times New Roman" w:cs="Arial"/>
                <w:sz w:val="20"/>
                <w:szCs w:val="20"/>
              </w:rPr>
              <w:t>R7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98B5CD0" w14:textId="77777777" w:rsidR="00813103" w:rsidRPr="006A057C" w:rsidRDefault="00813103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C2376F" w:rsidRPr="006A057C" w14:paraId="5F50B962" w14:textId="77777777" w:rsidTr="00E115A2">
        <w:trPr>
          <w:trHeight w:val="213"/>
        </w:trPr>
        <w:tc>
          <w:tcPr>
            <w:tcW w:w="1788" w:type="dxa"/>
          </w:tcPr>
          <w:p w14:paraId="6937C231" w14:textId="77777777" w:rsidR="00C2376F" w:rsidRPr="006A057C" w:rsidRDefault="00C2376F" w:rsidP="00C2376F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oneTime</w:t>
            </w:r>
          </w:p>
        </w:tc>
        <w:tc>
          <w:tcPr>
            <w:tcW w:w="3360" w:type="dxa"/>
          </w:tcPr>
          <w:p w14:paraId="1B21AFB0" w14:textId="77777777" w:rsidR="00C2376F" w:rsidRPr="006A057C" w:rsidRDefault="00C2376F" w:rsidP="00C2376F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Jednorazowe</w:t>
            </w:r>
          </w:p>
        </w:tc>
        <w:tc>
          <w:tcPr>
            <w:tcW w:w="840" w:type="dxa"/>
          </w:tcPr>
          <w:p w14:paraId="765DBD43" w14:textId="77777777" w:rsidR="00C2376F" w:rsidRPr="006A057C" w:rsidRDefault="00C2376F" w:rsidP="00C2376F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40" w:type="dxa"/>
          </w:tcPr>
          <w:p w14:paraId="0532BABD" w14:textId="77777777" w:rsidR="00C2376F" w:rsidRPr="006A057C" w:rsidRDefault="00C2376F" w:rsidP="00C2376F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boolean</w:t>
            </w:r>
          </w:p>
        </w:tc>
        <w:tc>
          <w:tcPr>
            <w:tcW w:w="1197" w:type="dxa"/>
          </w:tcPr>
          <w:p w14:paraId="0632A0D5" w14:textId="77777777" w:rsidR="00C2376F" w:rsidRPr="006A057C" w:rsidRDefault="00C2376F" w:rsidP="00C2376F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</w:tbl>
    <w:p w14:paraId="3027D422" w14:textId="70F235BD" w:rsidR="00BD7640" w:rsidRDefault="00BD7640" w:rsidP="00BD7640">
      <w:pPr>
        <w:pStyle w:val="Legenda"/>
        <w:keepNext/>
      </w:pPr>
      <w:bookmarkStart w:id="170" w:name="_Toc182566573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42</w:t>
      </w:r>
      <w:r w:rsidR="00715F4C">
        <w:rPr>
          <w:noProof/>
        </w:rPr>
        <w:fldChar w:fldCharType="end"/>
      </w:r>
      <w:r>
        <w:t xml:space="preserve">. </w:t>
      </w:r>
      <w:r w:rsidRPr="004E0D8B">
        <w:t>Struktura elementu ExciseDutyInformationType</w:t>
      </w:r>
      <w:bookmarkEnd w:id="170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E955E3" w:rsidRPr="006A057C" w14:paraId="0AD93EE8" w14:textId="77777777" w:rsidTr="00E115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5B0CD28E" w14:textId="77777777" w:rsidR="00E955E3" w:rsidRPr="006A057C" w:rsidRDefault="00E955E3" w:rsidP="0013767E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15F66595" w14:textId="77777777" w:rsidR="00E955E3" w:rsidRPr="006A057C" w:rsidRDefault="00E955E3" w:rsidP="0013767E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28A3D05C" w14:textId="77777777" w:rsidR="00E955E3" w:rsidRPr="006A057C" w:rsidRDefault="00E955E3" w:rsidP="00E955E3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2F7D1AFC" w14:textId="77777777" w:rsidR="00E955E3" w:rsidRPr="006A057C" w:rsidRDefault="00E955E3" w:rsidP="0013767E">
            <w:pPr>
              <w:rPr>
                <w:rFonts w:cs="Arial"/>
                <w:b/>
                <w:sz w:val="18"/>
                <w:szCs w:val="18"/>
              </w:rPr>
            </w:pPr>
            <w:r w:rsidRPr="006A057C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6D810CE9" w14:textId="77777777" w:rsidR="00E955E3" w:rsidRPr="006A057C" w:rsidRDefault="00E955E3" w:rsidP="0013767E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E955E3" w:rsidRPr="006A057C" w14:paraId="512CB5B6" w14:textId="77777777" w:rsidTr="00E115A2">
        <w:trPr>
          <w:trHeight w:val="213"/>
        </w:trPr>
        <w:tc>
          <w:tcPr>
            <w:tcW w:w="1788" w:type="dxa"/>
          </w:tcPr>
          <w:p w14:paraId="4B4F1249" w14:textId="77777777" w:rsidR="00E955E3" w:rsidRPr="006A057C" w:rsidRDefault="00E955E3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CalculOfAmountOfExciseDuty</w:t>
            </w:r>
          </w:p>
        </w:tc>
        <w:tc>
          <w:tcPr>
            <w:tcW w:w="3360" w:type="dxa"/>
          </w:tcPr>
          <w:p w14:paraId="337D69B7" w14:textId="77777777" w:rsidR="00E955E3" w:rsidRPr="006A057C" w:rsidRDefault="00E955E3" w:rsidP="00D05D5C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Obliczenie </w:t>
            </w:r>
            <w:r w:rsidR="00E31848" w:rsidRPr="006A057C">
              <w:rPr>
                <w:rFonts w:eastAsia="Times New Roman" w:cs="Arial"/>
                <w:sz w:val="20"/>
                <w:szCs w:val="20"/>
              </w:rPr>
              <w:t xml:space="preserve">wysokości </w:t>
            </w:r>
            <w:r w:rsidRPr="006A057C">
              <w:rPr>
                <w:rFonts w:eastAsia="Times New Roman" w:cs="Arial"/>
                <w:sz w:val="20"/>
                <w:szCs w:val="20"/>
              </w:rPr>
              <w:t>podatku akcyzowego</w:t>
            </w:r>
          </w:p>
        </w:tc>
        <w:tc>
          <w:tcPr>
            <w:tcW w:w="840" w:type="dxa"/>
          </w:tcPr>
          <w:p w14:paraId="6D4D5A3C" w14:textId="77777777" w:rsidR="00E955E3" w:rsidRPr="006A057C" w:rsidRDefault="00F4512D" w:rsidP="00E955E3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C</w:t>
            </w:r>
          </w:p>
        </w:tc>
        <w:tc>
          <w:tcPr>
            <w:tcW w:w="2095" w:type="dxa"/>
          </w:tcPr>
          <w:p w14:paraId="4B8B97F2" w14:textId="77777777" w:rsidR="00E955E3" w:rsidRPr="006A057C" w:rsidRDefault="00E955E3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CalculOfAmountOfExciseDuty</w:t>
            </w:r>
            <w:r w:rsidR="002A10DD" w:rsidRPr="006A057C">
              <w:rPr>
                <w:rStyle w:val="pole"/>
                <w:rFonts w:ascii="Lato" w:hAnsi="Lato"/>
                <w:sz w:val="20"/>
                <w:szCs w:val="20"/>
              </w:rPr>
              <w:t>Type</w:t>
            </w:r>
          </w:p>
        </w:tc>
        <w:tc>
          <w:tcPr>
            <w:tcW w:w="1197" w:type="dxa"/>
          </w:tcPr>
          <w:p w14:paraId="45510B56" w14:textId="77777777" w:rsidR="00E955E3" w:rsidRPr="006A057C" w:rsidRDefault="00E955E3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E955E3" w:rsidRPr="006A057C" w14:paraId="0707A92C" w14:textId="77777777" w:rsidTr="00E115A2">
        <w:trPr>
          <w:trHeight w:val="213"/>
        </w:trPr>
        <w:tc>
          <w:tcPr>
            <w:tcW w:w="1788" w:type="dxa"/>
          </w:tcPr>
          <w:p w14:paraId="3B43EE4B" w14:textId="77777777" w:rsidR="00E955E3" w:rsidRPr="006A057C" w:rsidRDefault="00E955E3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CleareanceExciseDuty</w:t>
            </w:r>
          </w:p>
        </w:tc>
        <w:tc>
          <w:tcPr>
            <w:tcW w:w="3360" w:type="dxa"/>
          </w:tcPr>
          <w:p w14:paraId="381991A8" w14:textId="77777777" w:rsidR="00E955E3" w:rsidRPr="006A057C" w:rsidRDefault="00E955E3" w:rsidP="00D05D5C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Rozliczenie podatku akcyzowego</w:t>
            </w:r>
          </w:p>
        </w:tc>
        <w:tc>
          <w:tcPr>
            <w:tcW w:w="840" w:type="dxa"/>
          </w:tcPr>
          <w:p w14:paraId="47F5AEC6" w14:textId="77777777" w:rsidR="00E955E3" w:rsidRPr="006A057C" w:rsidRDefault="00F4512D" w:rsidP="00E955E3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D</w:t>
            </w:r>
          </w:p>
        </w:tc>
        <w:tc>
          <w:tcPr>
            <w:tcW w:w="2095" w:type="dxa"/>
          </w:tcPr>
          <w:p w14:paraId="373ECC7B" w14:textId="77777777" w:rsidR="00E955E3" w:rsidRPr="006A057C" w:rsidRDefault="001E771C" w:rsidP="0013767E">
            <w:pPr>
              <w:rPr>
                <w:rStyle w:val="poleodsylacz"/>
                <w:rFonts w:ascii="Lato" w:hAnsi="Lato"/>
                <w:sz w:val="20"/>
                <w:szCs w:val="20"/>
                <w:lang w:val="pl-PL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instrText xml:space="preserve"> REF CleareanceExciseDutyType_c \h  \* MERGEFORMAT </w:instrTex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B85AB4">
              <w:rPr>
                <w:rStyle w:val="pole"/>
                <w:rFonts w:ascii="Lato" w:hAnsi="Lato"/>
                <w:sz w:val="20"/>
                <w:szCs w:val="20"/>
              </w:rPr>
              <w:t>CleareanceExciseDutyType</w: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F374965" w14:textId="77777777" w:rsidR="00E955E3" w:rsidRPr="006A057C" w:rsidRDefault="00E955E3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E955E3" w:rsidRPr="006A057C" w14:paraId="7656403B" w14:textId="77777777" w:rsidTr="00E115A2">
        <w:trPr>
          <w:trHeight w:val="213"/>
        </w:trPr>
        <w:tc>
          <w:tcPr>
            <w:tcW w:w="1788" w:type="dxa"/>
          </w:tcPr>
          <w:p w14:paraId="4BF1ABAA" w14:textId="77777777" w:rsidR="00E955E3" w:rsidRPr="006A057C" w:rsidRDefault="00E955E3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Items</w:t>
            </w:r>
          </w:p>
        </w:tc>
        <w:tc>
          <w:tcPr>
            <w:tcW w:w="3360" w:type="dxa"/>
          </w:tcPr>
          <w:p w14:paraId="115378D2" w14:textId="77777777" w:rsidR="00E955E3" w:rsidRPr="006A057C" w:rsidRDefault="00E955E3" w:rsidP="00D05D5C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Obliczenie </w:t>
            </w:r>
            <w:r w:rsidR="00E31848" w:rsidRPr="006A057C">
              <w:rPr>
                <w:rFonts w:eastAsia="Times New Roman" w:cs="Arial"/>
                <w:sz w:val="20"/>
                <w:szCs w:val="20"/>
              </w:rPr>
              <w:t xml:space="preserve">wysokości </w:t>
            </w:r>
            <w:r w:rsidRPr="006A057C">
              <w:rPr>
                <w:rFonts w:eastAsia="Times New Roman" w:cs="Arial"/>
                <w:sz w:val="20"/>
                <w:szCs w:val="20"/>
              </w:rPr>
              <w:t>podatku akcyzowego od</w:t>
            </w:r>
            <w:r w:rsidR="00E31848" w:rsidRPr="006A057C">
              <w:rPr>
                <w:rFonts w:eastAsia="Times New Roman" w:cs="Arial"/>
                <w:sz w:val="20"/>
                <w:szCs w:val="20"/>
              </w:rPr>
              <w:t xml:space="preserve"> </w:t>
            </w:r>
            <w:r w:rsidRPr="006A057C">
              <w:rPr>
                <w:rFonts w:eastAsia="Times New Roman" w:cs="Arial"/>
                <w:sz w:val="20"/>
                <w:szCs w:val="20"/>
              </w:rPr>
              <w:t>poszczególnych wyrobów</w:t>
            </w:r>
          </w:p>
        </w:tc>
        <w:tc>
          <w:tcPr>
            <w:tcW w:w="840" w:type="dxa"/>
          </w:tcPr>
          <w:p w14:paraId="4A4EBE85" w14:textId="77777777" w:rsidR="00E955E3" w:rsidRPr="006A057C" w:rsidRDefault="00F4512D" w:rsidP="00E955E3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F</w:t>
            </w:r>
          </w:p>
        </w:tc>
        <w:tc>
          <w:tcPr>
            <w:tcW w:w="2095" w:type="dxa"/>
          </w:tcPr>
          <w:p w14:paraId="49EFD0ED" w14:textId="77777777" w:rsidR="00E955E3" w:rsidRPr="006A057C" w:rsidRDefault="001E771C" w:rsidP="0013767E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instrText xml:space="preserve"> REF ItemsType_c \h  \* MERGEFORMAT </w:instrTex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B85AB4">
              <w:rPr>
                <w:rStyle w:val="pole"/>
                <w:rFonts w:ascii="Lato" w:hAnsi="Lato"/>
                <w:sz w:val="20"/>
                <w:szCs w:val="20"/>
              </w:rPr>
              <w:t>ItemsType</w: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02F016C" w14:textId="77777777" w:rsidR="00E955E3" w:rsidRPr="006A057C" w:rsidRDefault="00E955E3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0..*</w:t>
            </w:r>
          </w:p>
        </w:tc>
      </w:tr>
    </w:tbl>
    <w:p w14:paraId="210FB02D" w14:textId="60394F84" w:rsidR="008643D6" w:rsidRDefault="008643D6" w:rsidP="008643D6">
      <w:pPr>
        <w:pStyle w:val="Legenda"/>
        <w:keepNext/>
      </w:pPr>
      <w:bookmarkStart w:id="171" w:name="_Toc182566574"/>
      <w:r>
        <w:lastRenderedPageBreak/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43</w:t>
      </w:r>
      <w:r w:rsidR="00715F4C">
        <w:rPr>
          <w:noProof/>
        </w:rPr>
        <w:fldChar w:fldCharType="end"/>
      </w:r>
      <w:r>
        <w:t xml:space="preserve">. </w:t>
      </w:r>
      <w:r w:rsidRPr="00E65F37">
        <w:t>Struktura elementu CalculOdAmountOfExciseDutyType</w:t>
      </w:r>
      <w:bookmarkEnd w:id="171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2A10DD" w:rsidRPr="006A057C" w14:paraId="040C6534" w14:textId="77777777" w:rsidTr="00E115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6ECCD9C1" w14:textId="77777777" w:rsidR="002A10DD" w:rsidRPr="006A057C" w:rsidRDefault="002A10DD" w:rsidP="00855336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43CABD0B" w14:textId="77777777" w:rsidR="002A10DD" w:rsidRPr="006A057C" w:rsidRDefault="002A10DD" w:rsidP="00855336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53C3399E" w14:textId="77777777" w:rsidR="002A10DD" w:rsidRPr="006A057C" w:rsidRDefault="002A10DD" w:rsidP="00855336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03864E73" w14:textId="77777777" w:rsidR="002A10DD" w:rsidRPr="006A057C" w:rsidRDefault="002A10DD" w:rsidP="00855336">
            <w:pPr>
              <w:rPr>
                <w:rFonts w:cs="Arial"/>
                <w:b/>
                <w:sz w:val="18"/>
                <w:szCs w:val="18"/>
              </w:rPr>
            </w:pPr>
            <w:r w:rsidRPr="006A057C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527C4268" w14:textId="77777777" w:rsidR="002A10DD" w:rsidRPr="006A057C" w:rsidRDefault="002A10DD" w:rsidP="00855336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2A10DD" w:rsidRPr="006A057C" w14:paraId="5CAD3FA9" w14:textId="77777777" w:rsidTr="00E115A2">
        <w:trPr>
          <w:trHeight w:val="213"/>
        </w:trPr>
        <w:tc>
          <w:tcPr>
            <w:tcW w:w="1788" w:type="dxa"/>
          </w:tcPr>
          <w:p w14:paraId="6A933210" w14:textId="77777777" w:rsidR="002A10DD" w:rsidRPr="006A057C" w:rsidRDefault="002A10DD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totalAmountOfTax</w:t>
            </w:r>
          </w:p>
        </w:tc>
        <w:tc>
          <w:tcPr>
            <w:tcW w:w="3360" w:type="dxa"/>
          </w:tcPr>
          <w:p w14:paraId="2BF4762B" w14:textId="77777777" w:rsidR="002A10DD" w:rsidRPr="006A057C" w:rsidRDefault="002A10DD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Razem obliczony podatek. Suma kwot z poz. 260 formularzy AKC-4/C.</w:t>
            </w:r>
          </w:p>
        </w:tc>
        <w:tc>
          <w:tcPr>
            <w:tcW w:w="840" w:type="dxa"/>
          </w:tcPr>
          <w:p w14:paraId="5C6607BE" w14:textId="77777777" w:rsidR="002A10DD" w:rsidRPr="006A057C" w:rsidRDefault="002A10DD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11</w:t>
            </w:r>
          </w:p>
        </w:tc>
        <w:tc>
          <w:tcPr>
            <w:tcW w:w="2095" w:type="dxa"/>
          </w:tcPr>
          <w:p w14:paraId="5143DFBC" w14:textId="77777777" w:rsidR="002A10DD" w:rsidRPr="006A057C" w:rsidRDefault="002A10DD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</w:tc>
        <w:tc>
          <w:tcPr>
            <w:tcW w:w="1197" w:type="dxa"/>
          </w:tcPr>
          <w:p w14:paraId="33EB15BA" w14:textId="77777777" w:rsidR="002A10DD" w:rsidRPr="006A057C" w:rsidRDefault="002A10DD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2A10DD" w:rsidRPr="00B85AB4" w14:paraId="12D8F51A" w14:textId="77777777" w:rsidTr="00E115A2">
        <w:trPr>
          <w:trHeight w:val="213"/>
        </w:trPr>
        <w:tc>
          <w:tcPr>
            <w:tcW w:w="1788" w:type="dxa"/>
          </w:tcPr>
          <w:p w14:paraId="7D700DFB" w14:textId="77777777" w:rsidR="002A10DD" w:rsidRPr="006A057C" w:rsidRDefault="002A10DD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reductions</w:t>
            </w:r>
          </w:p>
        </w:tc>
        <w:tc>
          <w:tcPr>
            <w:tcW w:w="3360" w:type="dxa"/>
          </w:tcPr>
          <w:p w14:paraId="4ED56359" w14:textId="77777777" w:rsidR="002A10DD" w:rsidRPr="006F610A" w:rsidRDefault="002A10DD" w:rsidP="00855336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F610A">
              <w:rPr>
                <w:rStyle w:val="pole"/>
                <w:rFonts w:ascii="Lato" w:hAnsi="Lato"/>
                <w:sz w:val="20"/>
                <w:szCs w:val="20"/>
                <w:lang w:val="pl-PL"/>
              </w:rPr>
              <w:t>Zwolnienia i obniżenia. Wykazana kwota nie może przekroczyć kwoty z poz. 11.</w:t>
            </w:r>
          </w:p>
        </w:tc>
        <w:tc>
          <w:tcPr>
            <w:tcW w:w="840" w:type="dxa"/>
          </w:tcPr>
          <w:p w14:paraId="6B512F43" w14:textId="77777777" w:rsidR="002A10DD" w:rsidRPr="00B85AB4" w:rsidRDefault="002A10DD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t>12</w:t>
            </w:r>
          </w:p>
        </w:tc>
        <w:tc>
          <w:tcPr>
            <w:tcW w:w="2095" w:type="dxa"/>
          </w:tcPr>
          <w:p w14:paraId="248F06B1" w14:textId="77777777" w:rsidR="002A10DD" w:rsidRPr="00B85AB4" w:rsidRDefault="002A10DD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</w:tc>
        <w:tc>
          <w:tcPr>
            <w:tcW w:w="1197" w:type="dxa"/>
          </w:tcPr>
          <w:p w14:paraId="1E0076C4" w14:textId="77777777" w:rsidR="002A10DD" w:rsidRPr="00B85AB4" w:rsidRDefault="002A10DD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t>1..1</w:t>
            </w:r>
          </w:p>
        </w:tc>
      </w:tr>
      <w:tr w:rsidR="002A10DD" w:rsidRPr="00B85AB4" w14:paraId="56C3F217" w14:textId="77777777" w:rsidTr="00E115A2">
        <w:trPr>
          <w:trHeight w:val="213"/>
        </w:trPr>
        <w:tc>
          <w:tcPr>
            <w:tcW w:w="1788" w:type="dxa"/>
          </w:tcPr>
          <w:p w14:paraId="283FAD41" w14:textId="77777777" w:rsidR="002A10DD" w:rsidRPr="006A057C" w:rsidRDefault="002A10DD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totalOfTax</w:t>
            </w:r>
          </w:p>
        </w:tc>
        <w:tc>
          <w:tcPr>
            <w:tcW w:w="3360" w:type="dxa"/>
          </w:tcPr>
          <w:p w14:paraId="2DE6630B" w14:textId="77777777" w:rsidR="002A10DD" w:rsidRPr="006F610A" w:rsidRDefault="002A10DD" w:rsidP="00855336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F610A">
              <w:rPr>
                <w:rStyle w:val="pole"/>
                <w:rFonts w:ascii="Lato" w:hAnsi="Lato"/>
                <w:sz w:val="20"/>
                <w:szCs w:val="20"/>
                <w:lang w:val="pl-PL"/>
              </w:rPr>
              <w:t>Ogółem podatek. Od kwoty z poz. 11 należy odjąć kwotę z poz. 12.</w:t>
            </w:r>
          </w:p>
        </w:tc>
        <w:tc>
          <w:tcPr>
            <w:tcW w:w="840" w:type="dxa"/>
          </w:tcPr>
          <w:p w14:paraId="7A725AF5" w14:textId="77777777" w:rsidR="002A10DD" w:rsidRPr="00B85AB4" w:rsidRDefault="002A10DD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t>13</w:t>
            </w:r>
          </w:p>
        </w:tc>
        <w:tc>
          <w:tcPr>
            <w:tcW w:w="2095" w:type="dxa"/>
          </w:tcPr>
          <w:p w14:paraId="10187187" w14:textId="77777777" w:rsidR="002A10DD" w:rsidRPr="00B85AB4" w:rsidRDefault="002A10DD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</w:tc>
        <w:tc>
          <w:tcPr>
            <w:tcW w:w="1197" w:type="dxa"/>
          </w:tcPr>
          <w:p w14:paraId="14C7F9B9" w14:textId="77777777" w:rsidR="002A10DD" w:rsidRPr="00B85AB4" w:rsidRDefault="002A10DD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t>1..1</w:t>
            </w:r>
          </w:p>
        </w:tc>
      </w:tr>
    </w:tbl>
    <w:p w14:paraId="4CAEE523" w14:textId="0BCEC074" w:rsidR="008643D6" w:rsidRPr="00B85AB4" w:rsidRDefault="008643D6" w:rsidP="00B85AB4">
      <w:pPr>
        <w:pStyle w:val="Legenda"/>
        <w:rPr>
          <w:rStyle w:val="pole"/>
          <w:rFonts w:ascii="Lato" w:hAnsi="Lato"/>
          <w:bCs w:val="0"/>
          <w:sz w:val="20"/>
          <w:szCs w:val="20"/>
        </w:rPr>
      </w:pPr>
      <w:bookmarkStart w:id="172" w:name="_Toc182566575"/>
      <w:r w:rsidRPr="00B85AB4">
        <w:rPr>
          <w:rStyle w:val="pole"/>
          <w:rFonts w:ascii="Lato" w:hAnsi="Lato" w:cs="Times New Roman"/>
          <w:noProof w:val="0"/>
          <w:sz w:val="22"/>
          <w:szCs w:val="20"/>
          <w:lang w:val="pl-PL"/>
        </w:rPr>
        <w:t>Tabela</w:t>
      </w:r>
      <w:r w:rsidRPr="00B85AB4">
        <w:rPr>
          <w:rStyle w:val="pole"/>
          <w:rFonts w:ascii="Lato" w:hAnsi="Lato"/>
          <w:bCs w:val="0"/>
          <w:sz w:val="20"/>
          <w:szCs w:val="20"/>
        </w:rPr>
        <w:t xml:space="preserve"> </w:t>
      </w:r>
      <w:r w:rsidR="00601F27" w:rsidRPr="00B85AB4">
        <w:rPr>
          <w:rStyle w:val="pole"/>
          <w:rFonts w:ascii="Lato" w:hAnsi="Lato"/>
          <w:bCs w:val="0"/>
          <w:sz w:val="20"/>
          <w:szCs w:val="20"/>
        </w:rPr>
        <w:fldChar w:fldCharType="begin"/>
      </w:r>
      <w:r w:rsidR="00601F27" w:rsidRPr="00B85AB4">
        <w:rPr>
          <w:rStyle w:val="pole"/>
          <w:rFonts w:ascii="Lato" w:hAnsi="Lato"/>
          <w:bCs w:val="0"/>
          <w:sz w:val="20"/>
          <w:szCs w:val="20"/>
        </w:rPr>
        <w:instrText xml:space="preserve"> SEQ Tabela \* ARABIC </w:instrText>
      </w:r>
      <w:r w:rsidR="00601F27" w:rsidRPr="00B85AB4">
        <w:rPr>
          <w:rStyle w:val="pole"/>
          <w:rFonts w:ascii="Lato" w:hAnsi="Lato"/>
          <w:bCs w:val="0"/>
          <w:sz w:val="20"/>
          <w:szCs w:val="20"/>
        </w:rPr>
        <w:fldChar w:fldCharType="separate"/>
      </w:r>
      <w:r w:rsidR="005E1037" w:rsidRPr="00B85AB4">
        <w:rPr>
          <w:rStyle w:val="pole"/>
          <w:rFonts w:ascii="Lato" w:hAnsi="Lato"/>
          <w:bCs w:val="0"/>
          <w:sz w:val="20"/>
          <w:szCs w:val="20"/>
        </w:rPr>
        <w:t>44</w:t>
      </w:r>
      <w:r w:rsidR="00601F27" w:rsidRPr="00B85AB4">
        <w:rPr>
          <w:rStyle w:val="pole"/>
          <w:rFonts w:ascii="Lato" w:hAnsi="Lato"/>
          <w:bCs w:val="0"/>
          <w:sz w:val="20"/>
          <w:szCs w:val="20"/>
        </w:rPr>
        <w:fldChar w:fldCharType="end"/>
      </w:r>
      <w:r w:rsidRPr="00B85AB4">
        <w:rPr>
          <w:rStyle w:val="pole"/>
          <w:rFonts w:ascii="Lato" w:hAnsi="Lato"/>
          <w:bCs w:val="0"/>
          <w:sz w:val="20"/>
          <w:szCs w:val="20"/>
        </w:rPr>
        <w:t>. Struktura elementu CleareanceExciseDutyType</w:t>
      </w:r>
      <w:bookmarkEnd w:id="172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E955E3" w:rsidRPr="006A057C" w14:paraId="73905B63" w14:textId="77777777" w:rsidTr="00E115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67053560" w14:textId="77777777" w:rsidR="00E955E3" w:rsidRPr="006A057C" w:rsidRDefault="00E955E3" w:rsidP="0013767E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4DDDA487" w14:textId="77777777" w:rsidR="00E955E3" w:rsidRPr="006A057C" w:rsidRDefault="00E955E3" w:rsidP="0013767E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4AFDA429" w14:textId="77777777" w:rsidR="00E955E3" w:rsidRPr="006A057C" w:rsidRDefault="00E955E3" w:rsidP="00E955E3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7F8F9FEB" w14:textId="77777777" w:rsidR="00E955E3" w:rsidRPr="006A057C" w:rsidRDefault="00E955E3" w:rsidP="0013767E">
            <w:pPr>
              <w:rPr>
                <w:rFonts w:cs="Arial"/>
                <w:b/>
                <w:sz w:val="18"/>
                <w:szCs w:val="18"/>
              </w:rPr>
            </w:pPr>
            <w:r w:rsidRPr="006A057C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43F6F135" w14:textId="77777777" w:rsidR="00E955E3" w:rsidRPr="006A057C" w:rsidRDefault="00E955E3" w:rsidP="0013767E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C24805" w:rsidRPr="006A057C" w14:paraId="3B750DCE" w14:textId="77777777" w:rsidTr="00E115A2">
        <w:trPr>
          <w:trHeight w:val="213"/>
        </w:trPr>
        <w:tc>
          <w:tcPr>
            <w:tcW w:w="1788" w:type="dxa"/>
          </w:tcPr>
          <w:p w14:paraId="040EDCB4" w14:textId="77777777" w:rsidR="00C24805" w:rsidRPr="006A057C" w:rsidRDefault="00C24805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amountOfPrePayment</w:t>
            </w:r>
          </w:p>
        </w:tc>
        <w:tc>
          <w:tcPr>
            <w:tcW w:w="3360" w:type="dxa"/>
          </w:tcPr>
          <w:p w14:paraId="4935A30E" w14:textId="77777777" w:rsidR="00C24805" w:rsidRPr="006A057C" w:rsidRDefault="00E31848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Kwota przedpłaty akcyzy.(suma kwot z pozycji 21 i 22 deklaracji AKC-PA (C) złożonej za miesiąc, którego niniejsza deklaracja dotyczy.</w:t>
            </w:r>
          </w:p>
        </w:tc>
        <w:tc>
          <w:tcPr>
            <w:tcW w:w="840" w:type="dxa"/>
          </w:tcPr>
          <w:p w14:paraId="29BD3CBC" w14:textId="77777777" w:rsidR="00C24805" w:rsidRPr="006A057C" w:rsidRDefault="00C24805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14</w:t>
            </w:r>
          </w:p>
        </w:tc>
        <w:tc>
          <w:tcPr>
            <w:tcW w:w="2095" w:type="dxa"/>
          </w:tcPr>
          <w:p w14:paraId="5BCFBA4F" w14:textId="77777777" w:rsidR="00C24805" w:rsidRPr="006A057C" w:rsidRDefault="000547E1" w:rsidP="0013767E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ZAmountP</w:t>
            </w:r>
          </w:p>
          <w:p w14:paraId="4B2B4383" w14:textId="45028006" w:rsidR="00C24805" w:rsidRPr="006A057C" w:rsidRDefault="00945689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C24805" w:rsidRPr="006A057C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>c</w:instrText>
            </w:r>
            <w:r w:rsidR="00C24805" w:rsidRPr="006A057C">
              <w:rPr>
                <w:rFonts w:eastAsia="Times New Roman" w:cs="Arial"/>
                <w:sz w:val="20"/>
                <w:szCs w:val="20"/>
              </w:rPr>
              <w:instrText>8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6A057C" w:rsidRPr="006A057C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6A057C">
              <w:rPr>
                <w:rFonts w:eastAsia="Times New Roman" w:cs="Arial"/>
                <w:sz w:val="20"/>
                <w:szCs w:val="20"/>
              </w:rPr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6A057C">
              <w:rPr>
                <w:rFonts w:eastAsia="Times New Roman" w:cs="Arial"/>
                <w:sz w:val="20"/>
                <w:szCs w:val="20"/>
              </w:rPr>
              <w:t>R8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5C9D81F" w14:textId="77777777" w:rsidR="00C24805" w:rsidRPr="006A057C" w:rsidRDefault="00C24805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C24805" w:rsidRPr="006A057C" w14:paraId="615A041C" w14:textId="77777777" w:rsidTr="00E115A2">
        <w:trPr>
          <w:trHeight w:val="213"/>
        </w:trPr>
        <w:tc>
          <w:tcPr>
            <w:tcW w:w="1788" w:type="dxa"/>
          </w:tcPr>
          <w:p w14:paraId="149F6AEF" w14:textId="77777777" w:rsidR="00C24805" w:rsidRPr="006A057C" w:rsidRDefault="00C24805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taxChargeable</w:t>
            </w:r>
          </w:p>
        </w:tc>
        <w:tc>
          <w:tcPr>
            <w:tcW w:w="3360" w:type="dxa"/>
          </w:tcPr>
          <w:p w14:paraId="42D61729" w14:textId="77777777" w:rsidR="00C24805" w:rsidRPr="006A057C" w:rsidRDefault="00E31848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Podatek należny. Od kwoty z poz.13 należy odjąć kwotę z poz. 14, jeżeli różnica jest liczbą ujemną, należy wpisać 0.</w:t>
            </w:r>
          </w:p>
        </w:tc>
        <w:tc>
          <w:tcPr>
            <w:tcW w:w="840" w:type="dxa"/>
          </w:tcPr>
          <w:p w14:paraId="2A434C8C" w14:textId="77777777" w:rsidR="00C24805" w:rsidRPr="006A057C" w:rsidRDefault="00C24805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15</w:t>
            </w:r>
          </w:p>
        </w:tc>
        <w:tc>
          <w:tcPr>
            <w:tcW w:w="2095" w:type="dxa"/>
          </w:tcPr>
          <w:p w14:paraId="72DC69BA" w14:textId="77777777" w:rsidR="00C24805" w:rsidRPr="006A057C" w:rsidRDefault="000547E1" w:rsidP="0013767E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ZAmountP</w:t>
            </w:r>
          </w:p>
          <w:p w14:paraId="0CD100BB" w14:textId="0BF63F93" w:rsidR="00C24805" w:rsidRPr="006A057C" w:rsidRDefault="00945689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C24805" w:rsidRPr="006A057C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>c</w:instrText>
            </w:r>
            <w:r w:rsidR="00C24805" w:rsidRPr="006A057C">
              <w:rPr>
                <w:rFonts w:eastAsia="Times New Roman" w:cs="Arial"/>
                <w:sz w:val="20"/>
                <w:szCs w:val="20"/>
              </w:rPr>
              <w:instrText>9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6A057C" w:rsidRPr="006A057C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6A057C">
              <w:rPr>
                <w:rFonts w:eastAsia="Times New Roman" w:cs="Arial"/>
                <w:sz w:val="20"/>
                <w:szCs w:val="20"/>
              </w:rPr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6A057C">
              <w:rPr>
                <w:rFonts w:eastAsia="Times New Roman" w:cs="Arial"/>
                <w:sz w:val="20"/>
                <w:szCs w:val="20"/>
              </w:rPr>
              <w:t>R9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915B8A9" w14:textId="77777777" w:rsidR="00C24805" w:rsidRPr="006A057C" w:rsidRDefault="00C24805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C24805" w:rsidRPr="006A057C" w14:paraId="7418C58E" w14:textId="77777777" w:rsidTr="00E115A2">
        <w:trPr>
          <w:trHeight w:val="213"/>
        </w:trPr>
        <w:tc>
          <w:tcPr>
            <w:tcW w:w="1788" w:type="dxa"/>
          </w:tcPr>
          <w:p w14:paraId="555C8268" w14:textId="77777777" w:rsidR="00C24805" w:rsidRPr="006A057C" w:rsidRDefault="00C24805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surplusExcessPayment</w:t>
            </w:r>
          </w:p>
        </w:tc>
        <w:tc>
          <w:tcPr>
            <w:tcW w:w="3360" w:type="dxa"/>
          </w:tcPr>
          <w:p w14:paraId="5903C09F" w14:textId="77777777" w:rsidR="00C24805" w:rsidRPr="006A057C" w:rsidRDefault="00E31848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Nadwyżka przedpłaty. Od kwoty z poz. 14 należy odjąć kwotę z poz. 13, jeżeli różnica jest liczbą ujemną, należy wpisać 0.</w:t>
            </w:r>
          </w:p>
        </w:tc>
        <w:tc>
          <w:tcPr>
            <w:tcW w:w="840" w:type="dxa"/>
          </w:tcPr>
          <w:p w14:paraId="000182BC" w14:textId="77777777" w:rsidR="00C24805" w:rsidRPr="006A057C" w:rsidRDefault="00C24805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16</w:t>
            </w:r>
          </w:p>
        </w:tc>
        <w:tc>
          <w:tcPr>
            <w:tcW w:w="2095" w:type="dxa"/>
          </w:tcPr>
          <w:p w14:paraId="55011A25" w14:textId="77777777" w:rsidR="00C24805" w:rsidRPr="006A057C" w:rsidRDefault="000547E1" w:rsidP="0013767E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ZAmountP</w:t>
            </w:r>
          </w:p>
          <w:p w14:paraId="2654F1F5" w14:textId="00F19245" w:rsidR="00C24805" w:rsidRPr="006A057C" w:rsidRDefault="00945689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C24805" w:rsidRPr="006A057C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>c</w:instrText>
            </w:r>
            <w:r w:rsidR="00C24805" w:rsidRPr="006A057C">
              <w:rPr>
                <w:rFonts w:eastAsia="Times New Roman" w:cs="Arial"/>
                <w:sz w:val="20"/>
                <w:szCs w:val="20"/>
              </w:rPr>
              <w:instrText>10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6A057C" w:rsidRPr="006A057C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6A057C">
              <w:rPr>
                <w:rFonts w:eastAsia="Times New Roman" w:cs="Arial"/>
                <w:sz w:val="20"/>
                <w:szCs w:val="20"/>
              </w:rPr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6A057C">
              <w:rPr>
                <w:rFonts w:eastAsia="Times New Roman" w:cs="Arial"/>
                <w:sz w:val="20"/>
                <w:szCs w:val="20"/>
              </w:rPr>
              <w:t>R10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3D316A7" w14:textId="77777777" w:rsidR="00C24805" w:rsidRPr="006A057C" w:rsidRDefault="00C24805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</w:tbl>
    <w:p w14:paraId="53614FB6" w14:textId="170C5A24" w:rsidR="008643D6" w:rsidRDefault="008643D6" w:rsidP="008643D6">
      <w:pPr>
        <w:pStyle w:val="Legenda"/>
        <w:keepNext/>
      </w:pPr>
      <w:bookmarkStart w:id="173" w:name="_Toc182566576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45</w:t>
      </w:r>
      <w:r w:rsidR="00715F4C">
        <w:rPr>
          <w:noProof/>
        </w:rPr>
        <w:fldChar w:fldCharType="end"/>
      </w:r>
      <w:r>
        <w:t xml:space="preserve">. </w:t>
      </w:r>
      <w:r w:rsidRPr="00A95219">
        <w:t>Struktura elementu ItemsType</w:t>
      </w:r>
      <w:bookmarkEnd w:id="173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E955E3" w:rsidRPr="006A057C" w14:paraId="6F17DFD2" w14:textId="77777777" w:rsidTr="00E115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7A7968CA" w14:textId="77777777" w:rsidR="00E955E3" w:rsidRPr="006A057C" w:rsidRDefault="00E955E3" w:rsidP="0013767E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1EB5FD7A" w14:textId="77777777" w:rsidR="00E955E3" w:rsidRPr="006A057C" w:rsidRDefault="00E955E3" w:rsidP="0013767E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46CA00F8" w14:textId="77777777" w:rsidR="00E955E3" w:rsidRPr="006A057C" w:rsidRDefault="00E955E3" w:rsidP="00E955E3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4E940727" w14:textId="77777777" w:rsidR="00E955E3" w:rsidRPr="006A057C" w:rsidRDefault="00E955E3" w:rsidP="0013767E">
            <w:pPr>
              <w:rPr>
                <w:rFonts w:cs="Arial"/>
                <w:b/>
                <w:sz w:val="18"/>
                <w:szCs w:val="18"/>
              </w:rPr>
            </w:pPr>
            <w:r w:rsidRPr="006A057C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1FE353F0" w14:textId="77777777" w:rsidR="00E955E3" w:rsidRPr="006A057C" w:rsidRDefault="00E955E3" w:rsidP="0013767E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E955E3" w:rsidRPr="006A057C" w14:paraId="683652D7" w14:textId="77777777" w:rsidTr="00E115A2">
        <w:trPr>
          <w:trHeight w:val="213"/>
        </w:trPr>
        <w:tc>
          <w:tcPr>
            <w:tcW w:w="1788" w:type="dxa"/>
          </w:tcPr>
          <w:p w14:paraId="01F27FFE" w14:textId="77777777" w:rsidR="00E955E3" w:rsidRPr="006A057C" w:rsidRDefault="00E955E3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exportNumberOfGoods</w:t>
            </w:r>
          </w:p>
        </w:tc>
        <w:tc>
          <w:tcPr>
            <w:tcW w:w="3360" w:type="dxa"/>
          </w:tcPr>
          <w:p w14:paraId="4F24DAC3" w14:textId="77777777" w:rsidR="00E955E3" w:rsidRPr="006A057C" w:rsidRDefault="00E31848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Sprzedaż na export: Ilość wyrobów na eksport w hektolitrach x stopień Plato.</w:t>
            </w:r>
          </w:p>
        </w:tc>
        <w:tc>
          <w:tcPr>
            <w:tcW w:w="840" w:type="dxa"/>
          </w:tcPr>
          <w:p w14:paraId="53E93A1E" w14:textId="77777777" w:rsidR="00E955E3" w:rsidRPr="006A057C" w:rsidRDefault="00354A70" w:rsidP="00E955E3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255</w:t>
            </w:r>
          </w:p>
        </w:tc>
        <w:tc>
          <w:tcPr>
            <w:tcW w:w="2095" w:type="dxa"/>
          </w:tcPr>
          <w:p w14:paraId="3567621F" w14:textId="77777777" w:rsidR="00E955E3" w:rsidRPr="006A057C" w:rsidRDefault="00E955E3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</w:tc>
        <w:tc>
          <w:tcPr>
            <w:tcW w:w="1197" w:type="dxa"/>
          </w:tcPr>
          <w:p w14:paraId="5A2C1534" w14:textId="77777777" w:rsidR="00E955E3" w:rsidRPr="006A057C" w:rsidRDefault="00E955E3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E955E3" w:rsidRPr="006A057C" w14:paraId="531E2289" w14:textId="77777777" w:rsidTr="00E115A2">
        <w:trPr>
          <w:trHeight w:val="213"/>
        </w:trPr>
        <w:tc>
          <w:tcPr>
            <w:tcW w:w="1788" w:type="dxa"/>
          </w:tcPr>
          <w:p w14:paraId="0714F1FA" w14:textId="77777777" w:rsidR="00E955E3" w:rsidRPr="006A057C" w:rsidRDefault="00E955E3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exportTaxRate</w:t>
            </w:r>
          </w:p>
        </w:tc>
        <w:tc>
          <w:tcPr>
            <w:tcW w:w="3360" w:type="dxa"/>
          </w:tcPr>
          <w:p w14:paraId="4993BE90" w14:textId="77777777" w:rsidR="00E955E3" w:rsidRPr="006A057C" w:rsidRDefault="00E31848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Sprzedaż na export: Stawka podatku.</w:t>
            </w:r>
          </w:p>
        </w:tc>
        <w:tc>
          <w:tcPr>
            <w:tcW w:w="840" w:type="dxa"/>
          </w:tcPr>
          <w:p w14:paraId="440283BD" w14:textId="77777777" w:rsidR="00E955E3" w:rsidRPr="006A057C" w:rsidRDefault="00354A70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256</w:t>
            </w:r>
          </w:p>
        </w:tc>
        <w:tc>
          <w:tcPr>
            <w:tcW w:w="2095" w:type="dxa"/>
          </w:tcPr>
          <w:p w14:paraId="2F84B2F1" w14:textId="77777777" w:rsidR="00E955E3" w:rsidRPr="006A057C" w:rsidRDefault="00E955E3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</w:tc>
        <w:tc>
          <w:tcPr>
            <w:tcW w:w="1197" w:type="dxa"/>
          </w:tcPr>
          <w:p w14:paraId="10D193C2" w14:textId="77777777" w:rsidR="00E955E3" w:rsidRPr="006A057C" w:rsidRDefault="00E955E3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E955E3" w:rsidRPr="006A057C" w14:paraId="44CB56AE" w14:textId="77777777" w:rsidTr="00E115A2">
        <w:trPr>
          <w:trHeight w:val="213"/>
        </w:trPr>
        <w:tc>
          <w:tcPr>
            <w:tcW w:w="1788" w:type="dxa"/>
          </w:tcPr>
          <w:p w14:paraId="461FD04A" w14:textId="77777777" w:rsidR="00E955E3" w:rsidRPr="006A057C" w:rsidRDefault="00E955E3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exportAmountOfTax</w:t>
            </w:r>
          </w:p>
        </w:tc>
        <w:tc>
          <w:tcPr>
            <w:tcW w:w="3360" w:type="dxa"/>
          </w:tcPr>
          <w:p w14:paraId="4D867DA6" w14:textId="77777777" w:rsidR="00E955E3" w:rsidRPr="006A057C" w:rsidRDefault="00E31848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Sprzedaż ma export: Kwota podatku w zł.</w:t>
            </w:r>
          </w:p>
        </w:tc>
        <w:tc>
          <w:tcPr>
            <w:tcW w:w="840" w:type="dxa"/>
          </w:tcPr>
          <w:p w14:paraId="3B8F302F" w14:textId="77777777" w:rsidR="00E955E3" w:rsidRPr="006A057C" w:rsidRDefault="00354A70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257</w:t>
            </w:r>
          </w:p>
        </w:tc>
        <w:tc>
          <w:tcPr>
            <w:tcW w:w="2095" w:type="dxa"/>
          </w:tcPr>
          <w:p w14:paraId="7F383D9B" w14:textId="77777777" w:rsidR="00E955E3" w:rsidRPr="006A057C" w:rsidRDefault="00E955E3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276FCB" w:rsidRPr="006A057C">
              <w:rPr>
                <w:rStyle w:val="pole"/>
                <w:rFonts w:ascii="Lato" w:hAnsi="Lato"/>
                <w:sz w:val="20"/>
                <w:szCs w:val="20"/>
              </w:rPr>
              <w:t>T</w:t>
            </w:r>
          </w:p>
        </w:tc>
        <w:tc>
          <w:tcPr>
            <w:tcW w:w="1197" w:type="dxa"/>
          </w:tcPr>
          <w:p w14:paraId="2BA06EE7" w14:textId="77777777" w:rsidR="00E955E3" w:rsidRPr="006A057C" w:rsidRDefault="00E955E3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E955E3" w:rsidRPr="006A057C" w14:paraId="69A8BFBE" w14:textId="77777777" w:rsidTr="00E115A2">
        <w:trPr>
          <w:trHeight w:val="213"/>
        </w:trPr>
        <w:tc>
          <w:tcPr>
            <w:tcW w:w="1788" w:type="dxa"/>
          </w:tcPr>
          <w:p w14:paraId="47C924FB" w14:textId="77777777" w:rsidR="00E955E3" w:rsidRPr="006A057C" w:rsidRDefault="00E955E3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totalNumberOfGoods</w:t>
            </w:r>
          </w:p>
        </w:tc>
        <w:tc>
          <w:tcPr>
            <w:tcW w:w="3360" w:type="dxa"/>
          </w:tcPr>
          <w:p w14:paraId="0A9C8DE0" w14:textId="77777777" w:rsidR="00E955E3" w:rsidRPr="006A057C" w:rsidRDefault="00E31848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Razem: Ilość wyrobów w hektolitrach x stopień Plato.</w:t>
            </w:r>
          </w:p>
        </w:tc>
        <w:tc>
          <w:tcPr>
            <w:tcW w:w="840" w:type="dxa"/>
          </w:tcPr>
          <w:p w14:paraId="32FB71F0" w14:textId="77777777" w:rsidR="00E955E3" w:rsidRPr="006A057C" w:rsidRDefault="00354A70" w:rsidP="00E955E3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258</w:t>
            </w:r>
          </w:p>
        </w:tc>
        <w:tc>
          <w:tcPr>
            <w:tcW w:w="2095" w:type="dxa"/>
          </w:tcPr>
          <w:p w14:paraId="734EDA6D" w14:textId="77777777" w:rsidR="00E955E3" w:rsidRPr="006A057C" w:rsidRDefault="00E955E3" w:rsidP="0013767E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ZAmountC</w:t>
            </w:r>
          </w:p>
          <w:p w14:paraId="331E8A6C" w14:textId="4E850674" w:rsidR="00E955E3" w:rsidRPr="006A057C" w:rsidRDefault="00945689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E955E3" w:rsidRPr="006A057C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>c</w:instrText>
            </w:r>
            <w:r w:rsidR="00E955E3" w:rsidRPr="006A057C">
              <w:rPr>
                <w:rFonts w:eastAsia="Times New Roman" w:cs="Arial"/>
                <w:sz w:val="20"/>
                <w:szCs w:val="20"/>
              </w:rPr>
              <w:instrText>11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6A057C" w:rsidRPr="006A057C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6A057C">
              <w:rPr>
                <w:rFonts w:eastAsia="Times New Roman" w:cs="Arial"/>
                <w:sz w:val="20"/>
                <w:szCs w:val="20"/>
              </w:rPr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6A057C">
              <w:rPr>
                <w:rFonts w:eastAsia="Times New Roman" w:cs="Arial"/>
                <w:sz w:val="20"/>
                <w:szCs w:val="20"/>
              </w:rPr>
              <w:t>R11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5B130C5" w14:textId="77777777" w:rsidR="00E955E3" w:rsidRPr="006A057C" w:rsidRDefault="00E955E3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E955E3" w:rsidRPr="006A057C" w14:paraId="30FE1C02" w14:textId="77777777" w:rsidTr="00E115A2">
        <w:trPr>
          <w:trHeight w:val="213"/>
        </w:trPr>
        <w:tc>
          <w:tcPr>
            <w:tcW w:w="1788" w:type="dxa"/>
          </w:tcPr>
          <w:p w14:paraId="09D0D57C" w14:textId="77777777" w:rsidR="00E955E3" w:rsidRPr="006A057C" w:rsidRDefault="00E955E3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lastRenderedPageBreak/>
              <w:t>totalAmountOfTax</w:t>
            </w:r>
          </w:p>
        </w:tc>
        <w:tc>
          <w:tcPr>
            <w:tcW w:w="3360" w:type="dxa"/>
          </w:tcPr>
          <w:p w14:paraId="2B9ABA62" w14:textId="77777777" w:rsidR="00E955E3" w:rsidRPr="006A057C" w:rsidRDefault="00E31848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Razem: Kwota podatku w zł.</w:t>
            </w:r>
          </w:p>
        </w:tc>
        <w:tc>
          <w:tcPr>
            <w:tcW w:w="840" w:type="dxa"/>
          </w:tcPr>
          <w:p w14:paraId="69ED0E40" w14:textId="77777777" w:rsidR="00E955E3" w:rsidRPr="006A057C" w:rsidRDefault="00354A70" w:rsidP="00E955E3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259</w:t>
            </w:r>
          </w:p>
        </w:tc>
        <w:tc>
          <w:tcPr>
            <w:tcW w:w="2095" w:type="dxa"/>
          </w:tcPr>
          <w:p w14:paraId="4648A67C" w14:textId="77777777" w:rsidR="00E955E3" w:rsidRPr="006A057C" w:rsidRDefault="00276FCB" w:rsidP="0013767E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ZAmountT</w:t>
            </w:r>
          </w:p>
          <w:p w14:paraId="6C27B8D6" w14:textId="6055827B" w:rsidR="00E955E3" w:rsidRPr="006A057C" w:rsidRDefault="00945689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E955E3" w:rsidRPr="006A057C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>c</w:instrText>
            </w:r>
            <w:r w:rsidR="00E955E3" w:rsidRPr="006A057C">
              <w:rPr>
                <w:rFonts w:eastAsia="Times New Roman" w:cs="Arial"/>
                <w:sz w:val="20"/>
                <w:szCs w:val="20"/>
              </w:rPr>
              <w:instrText>12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6A057C" w:rsidRPr="006A057C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6A057C">
              <w:rPr>
                <w:rFonts w:eastAsia="Times New Roman" w:cs="Arial"/>
                <w:sz w:val="20"/>
                <w:szCs w:val="20"/>
              </w:rPr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6A057C">
              <w:rPr>
                <w:rFonts w:eastAsia="Times New Roman" w:cs="Arial"/>
                <w:sz w:val="20"/>
                <w:szCs w:val="20"/>
              </w:rPr>
              <w:t>R12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AEAE91F" w14:textId="77777777" w:rsidR="00E955E3" w:rsidRPr="006A057C" w:rsidRDefault="002A10DD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0</w:t>
            </w:r>
            <w:r w:rsidR="00E955E3" w:rsidRPr="006A057C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E955E3" w:rsidRPr="006A057C" w14:paraId="7EBD7DF8" w14:textId="77777777" w:rsidTr="00E115A2">
        <w:trPr>
          <w:trHeight w:val="213"/>
        </w:trPr>
        <w:tc>
          <w:tcPr>
            <w:tcW w:w="1788" w:type="dxa"/>
          </w:tcPr>
          <w:p w14:paraId="1F855916" w14:textId="77777777" w:rsidR="00E955E3" w:rsidRPr="006A057C" w:rsidRDefault="00E955E3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Item</w:t>
            </w:r>
          </w:p>
        </w:tc>
        <w:tc>
          <w:tcPr>
            <w:tcW w:w="3360" w:type="dxa"/>
          </w:tcPr>
          <w:p w14:paraId="59B76B18" w14:textId="77777777" w:rsidR="00E955E3" w:rsidRPr="006A057C" w:rsidRDefault="00E31848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Obliczenie wysokości </w:t>
            </w:r>
            <w:r w:rsidR="00E955E3" w:rsidRPr="006A057C">
              <w:rPr>
                <w:rFonts w:eastAsia="Times New Roman" w:cs="Arial"/>
                <w:sz w:val="20"/>
                <w:szCs w:val="20"/>
              </w:rPr>
              <w:t>podatku akcyzowego od poszczególnych wyrobów</w:t>
            </w:r>
          </w:p>
        </w:tc>
        <w:tc>
          <w:tcPr>
            <w:tcW w:w="840" w:type="dxa"/>
          </w:tcPr>
          <w:p w14:paraId="6C946A35" w14:textId="77777777" w:rsidR="00E955E3" w:rsidRPr="006A057C" w:rsidRDefault="00EF5E0B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F</w:t>
            </w:r>
          </w:p>
        </w:tc>
        <w:tc>
          <w:tcPr>
            <w:tcW w:w="2095" w:type="dxa"/>
          </w:tcPr>
          <w:p w14:paraId="14BB6213" w14:textId="77777777" w:rsidR="00E955E3" w:rsidRPr="006A057C" w:rsidRDefault="001E771C" w:rsidP="001E771C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instrText xml:space="preserve"> REF </w:instrText>
            </w:r>
            <w:r w:rsidR="00E955E3" w:rsidRPr="00B85AB4">
              <w:rPr>
                <w:rStyle w:val="pole"/>
                <w:rFonts w:ascii="Lato" w:hAnsi="Lato"/>
                <w:sz w:val="20"/>
                <w:szCs w:val="20"/>
              </w:rPr>
              <w:instrText>ItemType</w:instrTex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instrText xml:space="preserve">_c \h  \* MERGEFORMAT </w:instrTex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B85AB4">
              <w:rPr>
                <w:rStyle w:val="pole"/>
                <w:rFonts w:ascii="Lato" w:hAnsi="Lato"/>
                <w:sz w:val="20"/>
                <w:szCs w:val="20"/>
              </w:rPr>
              <w:t>ItemType</w: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3AE3F40" w14:textId="77777777" w:rsidR="00E955E3" w:rsidRPr="006A057C" w:rsidRDefault="00E955E3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0..999</w:t>
            </w:r>
          </w:p>
        </w:tc>
      </w:tr>
    </w:tbl>
    <w:p w14:paraId="6218ABE6" w14:textId="46ACED5E" w:rsidR="008643D6" w:rsidRDefault="008643D6" w:rsidP="008643D6">
      <w:pPr>
        <w:pStyle w:val="Legenda"/>
        <w:keepNext/>
      </w:pPr>
      <w:bookmarkStart w:id="174" w:name="_Toc182566577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46</w:t>
      </w:r>
      <w:r w:rsidR="00715F4C">
        <w:rPr>
          <w:noProof/>
        </w:rPr>
        <w:fldChar w:fldCharType="end"/>
      </w:r>
      <w:r>
        <w:t xml:space="preserve">. </w:t>
      </w:r>
      <w:r w:rsidRPr="00FA4A02">
        <w:t>Struktura elementu ItemType</w:t>
      </w:r>
      <w:bookmarkEnd w:id="174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E955E3" w:rsidRPr="006A057C" w14:paraId="1078022F" w14:textId="77777777" w:rsidTr="00E115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6A30880A" w14:textId="77777777" w:rsidR="00E955E3" w:rsidRPr="006A057C" w:rsidRDefault="00E955E3" w:rsidP="0013767E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62DFC9F0" w14:textId="77777777" w:rsidR="00E955E3" w:rsidRPr="006A057C" w:rsidRDefault="00E955E3" w:rsidP="0013767E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3E52E204" w14:textId="77777777" w:rsidR="00E955E3" w:rsidRPr="006A057C" w:rsidRDefault="00E955E3" w:rsidP="00E955E3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0CB58787" w14:textId="77777777" w:rsidR="00E955E3" w:rsidRPr="006A057C" w:rsidRDefault="00E955E3" w:rsidP="0013767E">
            <w:pPr>
              <w:rPr>
                <w:rFonts w:cs="Arial"/>
                <w:b/>
                <w:sz w:val="18"/>
                <w:szCs w:val="18"/>
              </w:rPr>
            </w:pPr>
            <w:r w:rsidRPr="006A057C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2B1CF1E1" w14:textId="77777777" w:rsidR="00E955E3" w:rsidRPr="006A057C" w:rsidRDefault="00E955E3" w:rsidP="0013767E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E955E3" w:rsidRPr="006A057C" w14:paraId="7B91CA28" w14:textId="77777777" w:rsidTr="00E115A2">
        <w:trPr>
          <w:trHeight w:val="213"/>
        </w:trPr>
        <w:tc>
          <w:tcPr>
            <w:tcW w:w="1788" w:type="dxa"/>
          </w:tcPr>
          <w:p w14:paraId="66F87673" w14:textId="77777777" w:rsidR="00E955E3" w:rsidRPr="006A057C" w:rsidRDefault="00E955E3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id</w:t>
            </w:r>
          </w:p>
        </w:tc>
        <w:tc>
          <w:tcPr>
            <w:tcW w:w="3360" w:type="dxa"/>
          </w:tcPr>
          <w:p w14:paraId="64E50E84" w14:textId="77777777" w:rsidR="00E955E3" w:rsidRPr="006A057C" w:rsidRDefault="00E955E3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Liczba porządkowa.</w:t>
            </w:r>
          </w:p>
        </w:tc>
        <w:tc>
          <w:tcPr>
            <w:tcW w:w="840" w:type="dxa"/>
          </w:tcPr>
          <w:p w14:paraId="426AB7A4" w14:textId="77777777" w:rsidR="00E955E3" w:rsidRPr="006A057C" w:rsidRDefault="00C75B16" w:rsidP="00E955E3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F.a</w:t>
            </w:r>
          </w:p>
        </w:tc>
        <w:tc>
          <w:tcPr>
            <w:tcW w:w="2095" w:type="dxa"/>
          </w:tcPr>
          <w:p w14:paraId="1313F8AE" w14:textId="77777777" w:rsidR="00E955E3" w:rsidRPr="006A057C" w:rsidRDefault="00084457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ZNumeric</w:t>
            </w:r>
          </w:p>
        </w:tc>
        <w:tc>
          <w:tcPr>
            <w:tcW w:w="1197" w:type="dxa"/>
          </w:tcPr>
          <w:p w14:paraId="0037E67C" w14:textId="77777777" w:rsidR="00E955E3" w:rsidRPr="006A057C" w:rsidRDefault="002A10DD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</w:t>
            </w:r>
            <w:r w:rsidR="00E955E3" w:rsidRPr="006A057C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E955E3" w:rsidRPr="006A057C" w14:paraId="6B181D07" w14:textId="77777777" w:rsidTr="00E115A2">
        <w:trPr>
          <w:trHeight w:val="213"/>
        </w:trPr>
        <w:tc>
          <w:tcPr>
            <w:tcW w:w="1788" w:type="dxa"/>
          </w:tcPr>
          <w:p w14:paraId="230559B2" w14:textId="77777777" w:rsidR="00E955E3" w:rsidRPr="006A057C" w:rsidRDefault="00E955E3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groupOfGoodsName</w:t>
            </w:r>
          </w:p>
        </w:tc>
        <w:tc>
          <w:tcPr>
            <w:tcW w:w="3360" w:type="dxa"/>
          </w:tcPr>
          <w:p w14:paraId="1F4EB897" w14:textId="77777777" w:rsidR="00E955E3" w:rsidRPr="006A057C" w:rsidRDefault="00E955E3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Nazwa grupy wyrobów, dla których ustalono odrębne stawki podatkowe</w:t>
            </w:r>
          </w:p>
        </w:tc>
        <w:tc>
          <w:tcPr>
            <w:tcW w:w="840" w:type="dxa"/>
          </w:tcPr>
          <w:p w14:paraId="2A0C31CD" w14:textId="77777777" w:rsidR="00E955E3" w:rsidRPr="006A057C" w:rsidRDefault="00C75B16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F.b</w:t>
            </w:r>
          </w:p>
        </w:tc>
        <w:tc>
          <w:tcPr>
            <w:tcW w:w="2095" w:type="dxa"/>
          </w:tcPr>
          <w:p w14:paraId="30DF611C" w14:textId="77777777" w:rsidR="00E955E3" w:rsidRPr="006A057C" w:rsidRDefault="00084457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ZCharacter</w:t>
            </w:r>
          </w:p>
          <w:p w14:paraId="049D4EA2" w14:textId="4B7B9508" w:rsidR="00E955E3" w:rsidRPr="006A057C" w:rsidRDefault="00945689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E955E3" w:rsidRPr="006A057C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>c</w:instrText>
            </w:r>
            <w:r w:rsidR="00E955E3" w:rsidRPr="006A057C">
              <w:rPr>
                <w:rFonts w:eastAsia="Times New Roman" w:cs="Arial"/>
                <w:sz w:val="20"/>
                <w:szCs w:val="20"/>
              </w:rPr>
              <w:instrText>13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6A057C" w:rsidRPr="006A057C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6A057C">
              <w:rPr>
                <w:rFonts w:eastAsia="Times New Roman" w:cs="Arial"/>
                <w:sz w:val="20"/>
                <w:szCs w:val="20"/>
              </w:rPr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6A057C">
              <w:rPr>
                <w:rFonts w:eastAsia="Times New Roman" w:cs="Arial"/>
                <w:sz w:val="20"/>
                <w:szCs w:val="20"/>
              </w:rPr>
              <w:t>R13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1DE6010" w14:textId="77777777" w:rsidR="00E955E3" w:rsidRPr="006A057C" w:rsidRDefault="002A10DD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</w:t>
            </w:r>
            <w:r w:rsidR="00E955E3" w:rsidRPr="006A057C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E955E3" w:rsidRPr="006A057C" w14:paraId="2C70EDB4" w14:textId="77777777" w:rsidTr="00E115A2">
        <w:trPr>
          <w:trHeight w:val="213"/>
        </w:trPr>
        <w:tc>
          <w:tcPr>
            <w:tcW w:w="1788" w:type="dxa"/>
          </w:tcPr>
          <w:p w14:paraId="171E7FDE" w14:textId="77777777" w:rsidR="00E955E3" w:rsidRPr="006A057C" w:rsidRDefault="00E955E3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shortages</w:t>
            </w:r>
          </w:p>
        </w:tc>
        <w:tc>
          <w:tcPr>
            <w:tcW w:w="3360" w:type="dxa"/>
          </w:tcPr>
          <w:p w14:paraId="081C37E6" w14:textId="77777777" w:rsidR="00E955E3" w:rsidRPr="006A057C" w:rsidRDefault="00E955E3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Możliwość oznaczenia w przypadku wykazywania ubytków wyrobów akcyzowych (przekraczających normy dopuszczalnych ubytków) lub całkowitego zniszczenia wyrobów.</w:t>
            </w:r>
          </w:p>
        </w:tc>
        <w:tc>
          <w:tcPr>
            <w:tcW w:w="840" w:type="dxa"/>
          </w:tcPr>
          <w:p w14:paraId="3D993AA3" w14:textId="77777777" w:rsidR="00E955E3" w:rsidRPr="006A057C" w:rsidRDefault="00C75B16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3A6B4F04" w14:textId="77777777" w:rsidR="00E955E3" w:rsidRPr="006A057C" w:rsidRDefault="00B72973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ZShortages</w:t>
            </w:r>
          </w:p>
          <w:p w14:paraId="41C31116" w14:textId="5F112068" w:rsidR="00E955E3" w:rsidRPr="006A057C" w:rsidRDefault="00945689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E955E3" w:rsidRPr="006A057C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>c</w:instrText>
            </w:r>
            <w:r w:rsidR="00E955E3" w:rsidRPr="006A057C">
              <w:rPr>
                <w:rFonts w:eastAsia="Times New Roman" w:cs="Arial"/>
                <w:sz w:val="20"/>
                <w:szCs w:val="20"/>
              </w:rPr>
              <w:instrText>20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6A057C" w:rsidRPr="006A057C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6A057C">
              <w:rPr>
                <w:rFonts w:eastAsia="Times New Roman" w:cs="Arial"/>
                <w:sz w:val="20"/>
                <w:szCs w:val="20"/>
              </w:rPr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6A057C">
              <w:rPr>
                <w:rFonts w:eastAsia="Times New Roman" w:cs="Arial"/>
                <w:sz w:val="20"/>
                <w:szCs w:val="20"/>
              </w:rPr>
              <w:t>R20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3736184" w14:textId="77777777" w:rsidR="00E955E3" w:rsidRPr="006A057C" w:rsidRDefault="00E955E3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E955E3" w:rsidRPr="006A057C" w14:paraId="7D5EBF28" w14:textId="77777777" w:rsidTr="00E115A2">
        <w:trPr>
          <w:trHeight w:val="213"/>
        </w:trPr>
        <w:tc>
          <w:tcPr>
            <w:tcW w:w="1788" w:type="dxa"/>
          </w:tcPr>
          <w:p w14:paraId="035BE9D6" w14:textId="77777777" w:rsidR="00E955E3" w:rsidRPr="006A057C" w:rsidRDefault="00E955E3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codeCN</w:t>
            </w:r>
          </w:p>
        </w:tc>
        <w:tc>
          <w:tcPr>
            <w:tcW w:w="3360" w:type="dxa"/>
          </w:tcPr>
          <w:p w14:paraId="7826693E" w14:textId="77777777" w:rsidR="00E955E3" w:rsidRPr="006A057C" w:rsidRDefault="00E31848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Ośmiocyfrowy kod CN.</w:t>
            </w:r>
          </w:p>
        </w:tc>
        <w:tc>
          <w:tcPr>
            <w:tcW w:w="840" w:type="dxa"/>
          </w:tcPr>
          <w:p w14:paraId="74A059B2" w14:textId="77777777" w:rsidR="00E955E3" w:rsidRPr="006A057C" w:rsidRDefault="00C75B16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F.c</w:t>
            </w:r>
          </w:p>
        </w:tc>
        <w:tc>
          <w:tcPr>
            <w:tcW w:w="2095" w:type="dxa"/>
          </w:tcPr>
          <w:p w14:paraId="469DEA57" w14:textId="77777777" w:rsidR="00E955E3" w:rsidRPr="006A057C" w:rsidRDefault="004C0A94" w:rsidP="0013767E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  <w:lang w:val="pl-PL"/>
              </w:rPr>
              <w:t>ZCodeCN</w:t>
            </w:r>
          </w:p>
          <w:p w14:paraId="3333DC01" w14:textId="2F152114" w:rsidR="00E955E3" w:rsidRPr="006A057C" w:rsidRDefault="00945689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E955E3" w:rsidRPr="006A057C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>c</w:instrText>
            </w:r>
            <w:r w:rsidR="00E955E3" w:rsidRPr="006A057C">
              <w:rPr>
                <w:rFonts w:eastAsia="Times New Roman" w:cs="Arial"/>
                <w:sz w:val="20"/>
                <w:szCs w:val="20"/>
              </w:rPr>
              <w:instrText>14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6A057C" w:rsidRPr="006A057C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6A057C">
              <w:rPr>
                <w:rFonts w:eastAsia="Times New Roman" w:cs="Arial"/>
                <w:sz w:val="20"/>
                <w:szCs w:val="20"/>
              </w:rPr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6A057C">
              <w:rPr>
                <w:rFonts w:eastAsia="Times New Roman" w:cs="Arial"/>
                <w:sz w:val="20"/>
                <w:szCs w:val="20"/>
              </w:rPr>
              <w:t>R14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78BE861" w14:textId="77777777" w:rsidR="00E955E3" w:rsidRPr="006A057C" w:rsidRDefault="002A10DD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</w:t>
            </w:r>
            <w:r w:rsidR="00E955E3" w:rsidRPr="006A057C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E955E3" w:rsidRPr="006A057C" w14:paraId="0D70D556" w14:textId="77777777" w:rsidTr="00E115A2">
        <w:trPr>
          <w:trHeight w:val="213"/>
        </w:trPr>
        <w:tc>
          <w:tcPr>
            <w:tcW w:w="1788" w:type="dxa"/>
          </w:tcPr>
          <w:p w14:paraId="36D84D47" w14:textId="77777777" w:rsidR="00E955E3" w:rsidRPr="006A057C" w:rsidRDefault="00E955E3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numberOfGoods</w:t>
            </w:r>
          </w:p>
        </w:tc>
        <w:tc>
          <w:tcPr>
            <w:tcW w:w="3360" w:type="dxa"/>
          </w:tcPr>
          <w:p w14:paraId="23197E6D" w14:textId="77777777" w:rsidR="00E955E3" w:rsidRPr="006A057C" w:rsidRDefault="00E955E3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Ilość wyrobów w hektolitrach x stopień Plato (% m/m ekstraktu brzeczki podstawowej) (z dokładnością do dwóch miejsc po przecinku)</w:t>
            </w:r>
          </w:p>
        </w:tc>
        <w:tc>
          <w:tcPr>
            <w:tcW w:w="840" w:type="dxa"/>
          </w:tcPr>
          <w:p w14:paraId="2413E913" w14:textId="77777777" w:rsidR="00E955E3" w:rsidRPr="006A057C" w:rsidRDefault="00C75B16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F.d</w:t>
            </w:r>
          </w:p>
        </w:tc>
        <w:tc>
          <w:tcPr>
            <w:tcW w:w="2095" w:type="dxa"/>
          </w:tcPr>
          <w:p w14:paraId="2AE150B3" w14:textId="77777777" w:rsidR="00E955E3" w:rsidRPr="006A057C" w:rsidRDefault="00E955E3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</w:tc>
        <w:tc>
          <w:tcPr>
            <w:tcW w:w="1197" w:type="dxa"/>
          </w:tcPr>
          <w:p w14:paraId="20E1B1DB" w14:textId="77777777" w:rsidR="00E955E3" w:rsidRPr="006A057C" w:rsidRDefault="002A10DD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</w:t>
            </w:r>
            <w:r w:rsidR="00E955E3" w:rsidRPr="006A057C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E955E3" w:rsidRPr="006A057C" w14:paraId="2133E7C3" w14:textId="77777777" w:rsidTr="00E115A2">
        <w:trPr>
          <w:trHeight w:val="213"/>
        </w:trPr>
        <w:tc>
          <w:tcPr>
            <w:tcW w:w="1788" w:type="dxa"/>
          </w:tcPr>
          <w:p w14:paraId="3CB4EF40" w14:textId="77777777" w:rsidR="00E955E3" w:rsidRPr="006A057C" w:rsidRDefault="00E955E3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taxRate</w:t>
            </w:r>
          </w:p>
        </w:tc>
        <w:tc>
          <w:tcPr>
            <w:tcW w:w="3360" w:type="dxa"/>
          </w:tcPr>
          <w:p w14:paraId="044B4E22" w14:textId="77777777" w:rsidR="00E955E3" w:rsidRPr="006A057C" w:rsidRDefault="00E955E3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Stawka podatku.</w:t>
            </w:r>
          </w:p>
        </w:tc>
        <w:tc>
          <w:tcPr>
            <w:tcW w:w="840" w:type="dxa"/>
          </w:tcPr>
          <w:p w14:paraId="580126B2" w14:textId="77777777" w:rsidR="00E955E3" w:rsidRPr="006A057C" w:rsidRDefault="00C75B16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F.e</w:t>
            </w:r>
          </w:p>
        </w:tc>
        <w:tc>
          <w:tcPr>
            <w:tcW w:w="2095" w:type="dxa"/>
          </w:tcPr>
          <w:p w14:paraId="3F366B48" w14:textId="77777777" w:rsidR="00E955E3" w:rsidRPr="006A057C" w:rsidRDefault="00E955E3" w:rsidP="0013767E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ZAmountC</w:t>
            </w:r>
          </w:p>
          <w:p w14:paraId="25BE8339" w14:textId="58A2DA4D" w:rsidR="00E955E3" w:rsidRPr="006A057C" w:rsidRDefault="00945689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E955E3" w:rsidRPr="006A057C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>c</w:instrText>
            </w:r>
            <w:r w:rsidR="00E955E3" w:rsidRPr="006A057C">
              <w:rPr>
                <w:rFonts w:eastAsia="Times New Roman" w:cs="Arial"/>
                <w:sz w:val="20"/>
                <w:szCs w:val="20"/>
              </w:rPr>
              <w:instrText>15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6A057C" w:rsidRPr="006A057C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6A057C">
              <w:rPr>
                <w:rFonts w:eastAsia="Times New Roman" w:cs="Arial"/>
                <w:sz w:val="20"/>
                <w:szCs w:val="20"/>
              </w:rPr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6A057C">
              <w:rPr>
                <w:rFonts w:eastAsia="Times New Roman" w:cs="Arial"/>
                <w:sz w:val="20"/>
                <w:szCs w:val="20"/>
              </w:rPr>
              <w:t>R15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8BCE1EC" w14:textId="77777777" w:rsidR="00E955E3" w:rsidRPr="006A057C" w:rsidRDefault="002A10DD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</w:t>
            </w:r>
            <w:r w:rsidR="00E955E3" w:rsidRPr="006A057C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0F1B3C" w:rsidRPr="006A057C" w14:paraId="0C666A15" w14:textId="77777777" w:rsidTr="00E115A2">
        <w:trPr>
          <w:trHeight w:val="213"/>
        </w:trPr>
        <w:tc>
          <w:tcPr>
            <w:tcW w:w="1788" w:type="dxa"/>
          </w:tcPr>
          <w:p w14:paraId="5F4EF330" w14:textId="77777777" w:rsidR="000F1B3C" w:rsidRPr="006A057C" w:rsidRDefault="000F1B3C" w:rsidP="000F1B3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fromIsztar</w:t>
            </w:r>
          </w:p>
        </w:tc>
        <w:tc>
          <w:tcPr>
            <w:tcW w:w="3360" w:type="dxa"/>
          </w:tcPr>
          <w:p w14:paraId="72D45FFC" w14:textId="77777777" w:rsidR="000F1B3C" w:rsidRPr="006A057C" w:rsidRDefault="000F1B3C" w:rsidP="000F1B3C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Czy stawka podatku akcyzowego jest pobrana z Systemu ISZTAR.</w:t>
            </w:r>
          </w:p>
        </w:tc>
        <w:tc>
          <w:tcPr>
            <w:tcW w:w="840" w:type="dxa"/>
          </w:tcPr>
          <w:p w14:paraId="587347CC" w14:textId="77777777" w:rsidR="000F1B3C" w:rsidRPr="006A057C" w:rsidRDefault="000F1B3C" w:rsidP="000F1B3C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599643AF" w14:textId="77777777" w:rsidR="000F1B3C" w:rsidRPr="006A057C" w:rsidRDefault="000F1B3C" w:rsidP="000F1B3C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boolean</w:t>
            </w:r>
          </w:p>
        </w:tc>
        <w:tc>
          <w:tcPr>
            <w:tcW w:w="1197" w:type="dxa"/>
          </w:tcPr>
          <w:p w14:paraId="74AF83F6" w14:textId="77777777" w:rsidR="000F1B3C" w:rsidRPr="006A057C" w:rsidRDefault="000F1B3C" w:rsidP="000F1B3C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0F1B3C" w:rsidRPr="006A057C" w14:paraId="15D2FA4E" w14:textId="77777777" w:rsidTr="00E115A2">
        <w:trPr>
          <w:trHeight w:val="213"/>
        </w:trPr>
        <w:tc>
          <w:tcPr>
            <w:tcW w:w="1788" w:type="dxa"/>
          </w:tcPr>
          <w:p w14:paraId="500068E4" w14:textId="77777777" w:rsidR="000F1B3C" w:rsidRPr="006A057C" w:rsidRDefault="000F1B3C" w:rsidP="000F1B3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amountOfTax</w:t>
            </w:r>
          </w:p>
        </w:tc>
        <w:tc>
          <w:tcPr>
            <w:tcW w:w="3360" w:type="dxa"/>
          </w:tcPr>
          <w:p w14:paraId="3AC4D4AF" w14:textId="77777777" w:rsidR="000F1B3C" w:rsidRPr="006A057C" w:rsidRDefault="000F1B3C" w:rsidP="000F1B3C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Kwota podatku w</w:t>
            </w:r>
            <w:r w:rsidR="00BE2D49" w:rsidRPr="006A057C">
              <w:rPr>
                <w:rFonts w:eastAsia="Times New Roman" w:cs="Arial"/>
                <w:sz w:val="20"/>
                <w:szCs w:val="20"/>
              </w:rPr>
              <w:t xml:space="preserve"> zł.</w:t>
            </w:r>
          </w:p>
        </w:tc>
        <w:tc>
          <w:tcPr>
            <w:tcW w:w="840" w:type="dxa"/>
          </w:tcPr>
          <w:p w14:paraId="2C201FF5" w14:textId="77777777" w:rsidR="000F1B3C" w:rsidRPr="006A057C" w:rsidRDefault="000F1B3C" w:rsidP="000F1B3C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F.f</w:t>
            </w:r>
          </w:p>
        </w:tc>
        <w:tc>
          <w:tcPr>
            <w:tcW w:w="2095" w:type="dxa"/>
          </w:tcPr>
          <w:p w14:paraId="6776C06F" w14:textId="77777777" w:rsidR="000F1B3C" w:rsidRPr="006A057C" w:rsidRDefault="000F1B3C" w:rsidP="000F1B3C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ZAmountT</w:t>
            </w:r>
          </w:p>
          <w:p w14:paraId="51C158A3" w14:textId="7A9D943C" w:rsidR="000F1B3C" w:rsidRPr="006A057C" w:rsidRDefault="00945689" w:rsidP="001E771C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0F1B3C" w:rsidRPr="006A057C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>c</w:instrText>
            </w:r>
            <w:r w:rsidR="000F1B3C" w:rsidRPr="006A057C">
              <w:rPr>
                <w:rFonts w:eastAsia="Times New Roman" w:cs="Arial"/>
                <w:sz w:val="20"/>
                <w:szCs w:val="20"/>
              </w:rPr>
              <w:instrText>16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6A057C" w:rsidRPr="006A057C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6A057C">
              <w:rPr>
                <w:rFonts w:eastAsia="Times New Roman" w:cs="Arial"/>
                <w:sz w:val="20"/>
                <w:szCs w:val="20"/>
              </w:rPr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6A057C">
              <w:rPr>
                <w:rFonts w:eastAsia="Times New Roman" w:cs="Arial"/>
                <w:sz w:val="20"/>
                <w:szCs w:val="20"/>
              </w:rPr>
              <w:t>R16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17237CA" w14:textId="77777777" w:rsidR="000F1B3C" w:rsidRPr="006A057C" w:rsidRDefault="002A10DD" w:rsidP="000F1B3C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</w:t>
            </w:r>
            <w:r w:rsidR="000F1B3C" w:rsidRPr="006A057C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</w:tbl>
    <w:p w14:paraId="7910C59C" w14:textId="52C84514" w:rsidR="008643D6" w:rsidRDefault="008643D6" w:rsidP="008643D6">
      <w:pPr>
        <w:pStyle w:val="Legenda"/>
        <w:keepNext/>
      </w:pPr>
      <w:bookmarkStart w:id="175" w:name="_Toc182566578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47</w:t>
      </w:r>
      <w:r w:rsidR="00715F4C">
        <w:rPr>
          <w:noProof/>
        </w:rPr>
        <w:fldChar w:fldCharType="end"/>
      </w:r>
      <w:r>
        <w:t xml:space="preserve">. </w:t>
      </w:r>
      <w:r w:rsidRPr="00C51A67">
        <w:t>Struktura elementu DailyPaymentInformationType</w:t>
      </w:r>
      <w:bookmarkEnd w:id="175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E955E3" w:rsidRPr="006A057C" w14:paraId="1512A4F1" w14:textId="77777777" w:rsidTr="00E115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346D3158" w14:textId="77777777" w:rsidR="00E955E3" w:rsidRPr="006A057C" w:rsidRDefault="00E955E3" w:rsidP="0013767E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5C0ACD84" w14:textId="77777777" w:rsidR="00E955E3" w:rsidRPr="006A057C" w:rsidRDefault="00E955E3" w:rsidP="0013767E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257B24E9" w14:textId="77777777" w:rsidR="00E955E3" w:rsidRPr="006A057C" w:rsidRDefault="00E955E3" w:rsidP="00E955E3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0043BDF7" w14:textId="77777777" w:rsidR="00E955E3" w:rsidRPr="006A057C" w:rsidRDefault="00E955E3" w:rsidP="0013767E">
            <w:pPr>
              <w:rPr>
                <w:rFonts w:cs="Arial"/>
                <w:b/>
                <w:sz w:val="18"/>
                <w:szCs w:val="18"/>
              </w:rPr>
            </w:pPr>
            <w:r w:rsidRPr="006A057C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41DB4C80" w14:textId="77777777" w:rsidR="00E955E3" w:rsidRPr="006A057C" w:rsidRDefault="00E955E3" w:rsidP="0013767E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E955E3" w:rsidRPr="006A057C" w14:paraId="17BC0696" w14:textId="77777777" w:rsidTr="00E115A2">
        <w:trPr>
          <w:trHeight w:val="213"/>
        </w:trPr>
        <w:tc>
          <w:tcPr>
            <w:tcW w:w="1788" w:type="dxa"/>
          </w:tcPr>
          <w:p w14:paraId="074E7CA2" w14:textId="77777777" w:rsidR="00E955E3" w:rsidRPr="006A057C" w:rsidRDefault="00E955E3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totalDueAmountOfDailyPaym</w:t>
            </w:r>
          </w:p>
        </w:tc>
        <w:tc>
          <w:tcPr>
            <w:tcW w:w="3360" w:type="dxa"/>
          </w:tcPr>
          <w:p w14:paraId="6910067A" w14:textId="77777777" w:rsidR="00E955E3" w:rsidRPr="006A057C" w:rsidRDefault="00BE2D49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Razem kwota należnych wpłat dziennych (suma kwot z kolumny c).</w:t>
            </w:r>
          </w:p>
        </w:tc>
        <w:tc>
          <w:tcPr>
            <w:tcW w:w="840" w:type="dxa"/>
          </w:tcPr>
          <w:p w14:paraId="26D555EE" w14:textId="77777777" w:rsidR="00E955E3" w:rsidRPr="006A057C" w:rsidRDefault="007C548B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172</w:t>
            </w:r>
          </w:p>
        </w:tc>
        <w:tc>
          <w:tcPr>
            <w:tcW w:w="2095" w:type="dxa"/>
          </w:tcPr>
          <w:p w14:paraId="614E5C9B" w14:textId="77777777" w:rsidR="00E955E3" w:rsidRPr="006A057C" w:rsidRDefault="00E955E3" w:rsidP="0013767E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</w:t>
            </w:r>
            <w:r w:rsidR="002A10DD" w:rsidRPr="006A057C">
              <w:rPr>
                <w:rStyle w:val="pole"/>
                <w:rFonts w:ascii="Lato" w:hAnsi="Lato"/>
                <w:sz w:val="20"/>
                <w:szCs w:val="20"/>
                <w:lang w:val="pl-PL"/>
              </w:rPr>
              <w:t>T</w:t>
            </w:r>
          </w:p>
          <w:p w14:paraId="16439BA6" w14:textId="0A4CC0F4" w:rsidR="00E955E3" w:rsidRPr="006A057C" w:rsidRDefault="00945689" w:rsidP="0013767E">
            <w:pPr>
              <w:tabs>
                <w:tab w:val="right" w:pos="2511"/>
              </w:tabs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E955E3" w:rsidRPr="006A057C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>c</w:instrText>
            </w:r>
            <w:r w:rsidR="00E955E3" w:rsidRPr="006A057C">
              <w:rPr>
                <w:rFonts w:eastAsia="Times New Roman" w:cs="Arial"/>
                <w:sz w:val="20"/>
                <w:szCs w:val="20"/>
              </w:rPr>
              <w:instrText>17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6A057C" w:rsidRPr="006A057C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6A057C">
              <w:rPr>
                <w:rFonts w:eastAsia="Times New Roman" w:cs="Arial"/>
                <w:sz w:val="20"/>
                <w:szCs w:val="20"/>
              </w:rPr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6A057C">
              <w:rPr>
                <w:rFonts w:eastAsia="Times New Roman" w:cs="Arial"/>
                <w:sz w:val="20"/>
                <w:szCs w:val="20"/>
              </w:rPr>
              <w:t>R17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="00E955E3" w:rsidRPr="006A057C">
              <w:rPr>
                <w:rFonts w:eastAsia="Times New Roman" w:cs="Arial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3AB6F404" w14:textId="77777777" w:rsidR="00E955E3" w:rsidRPr="006A057C" w:rsidRDefault="00E955E3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E955E3" w:rsidRPr="006A057C" w14:paraId="1D697994" w14:textId="77777777" w:rsidTr="00E115A2">
        <w:trPr>
          <w:trHeight w:val="213"/>
        </w:trPr>
        <w:tc>
          <w:tcPr>
            <w:tcW w:w="1788" w:type="dxa"/>
          </w:tcPr>
          <w:p w14:paraId="235566C2" w14:textId="77777777" w:rsidR="00E955E3" w:rsidRPr="006A057C" w:rsidRDefault="00E955E3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lastRenderedPageBreak/>
              <w:t>totalAmountOfExcessDailyPaymPrevDecl</w:t>
            </w:r>
          </w:p>
        </w:tc>
        <w:tc>
          <w:tcPr>
            <w:tcW w:w="3360" w:type="dxa"/>
          </w:tcPr>
          <w:p w14:paraId="1E53F825" w14:textId="77777777" w:rsidR="00E955E3" w:rsidRPr="006A057C" w:rsidRDefault="00BE2D49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Razem kwota nadwyżki wpłat z poprzedniej deklaracji zaliczona na poczet wpłat dziennych (suma kwot z kolumny e).</w:t>
            </w:r>
          </w:p>
        </w:tc>
        <w:tc>
          <w:tcPr>
            <w:tcW w:w="840" w:type="dxa"/>
          </w:tcPr>
          <w:p w14:paraId="16636ADA" w14:textId="77777777" w:rsidR="00E955E3" w:rsidRPr="006A057C" w:rsidRDefault="007C548B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173</w:t>
            </w:r>
          </w:p>
        </w:tc>
        <w:tc>
          <w:tcPr>
            <w:tcW w:w="2095" w:type="dxa"/>
          </w:tcPr>
          <w:p w14:paraId="7F06E4A4" w14:textId="77777777" w:rsidR="00E955E3" w:rsidRPr="006A057C" w:rsidRDefault="00E955E3" w:rsidP="0013767E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</w:t>
            </w:r>
            <w:r w:rsidR="002A10DD" w:rsidRPr="006A057C">
              <w:rPr>
                <w:rStyle w:val="pole"/>
                <w:rFonts w:ascii="Lato" w:hAnsi="Lato"/>
                <w:sz w:val="20"/>
                <w:szCs w:val="20"/>
                <w:lang w:val="pl-PL"/>
              </w:rPr>
              <w:t>T</w:t>
            </w:r>
          </w:p>
          <w:p w14:paraId="467E514D" w14:textId="3D930D8F" w:rsidR="00E955E3" w:rsidRPr="006A057C" w:rsidRDefault="00945689" w:rsidP="0013767E">
            <w:pPr>
              <w:tabs>
                <w:tab w:val="right" w:pos="2511"/>
              </w:tabs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="00147848" w:rsidRPr="006A057C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="00147848" w:rsidRPr="006A057C">
              <w:rPr>
                <w:rFonts w:eastAsia="Times New Roman" w:cs="Arial"/>
                <w:sz w:val="20"/>
                <w:szCs w:val="20"/>
              </w:rPr>
              <w:instrText xml:space="preserve"> 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REF </w:instrText>
            </w:r>
            <w:r w:rsidR="00E955E3" w:rsidRPr="006A057C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>c</w:instrText>
            </w:r>
            <w:r w:rsidR="00E955E3" w:rsidRPr="006A057C">
              <w:rPr>
                <w:rFonts w:eastAsia="Times New Roman" w:cs="Arial"/>
                <w:sz w:val="20"/>
                <w:szCs w:val="20"/>
              </w:rPr>
              <w:instrText>18</w:instrText>
            </w:r>
            <w:r w:rsidR="00147848" w:rsidRPr="006A057C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6A057C" w:rsidRPr="006A057C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="00147848" w:rsidRPr="006A057C">
              <w:rPr>
                <w:rFonts w:eastAsia="Times New Roman" w:cs="Arial"/>
                <w:sz w:val="20"/>
                <w:szCs w:val="20"/>
              </w:rPr>
            </w:r>
            <w:r w:rsidR="00147848" w:rsidRPr="006A057C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6A057C">
              <w:rPr>
                <w:rFonts w:eastAsia="Times New Roman" w:cs="Arial"/>
                <w:sz w:val="20"/>
                <w:szCs w:val="20"/>
              </w:rPr>
              <w:t>R18</w:t>
            </w:r>
            <w:r w:rsidR="00147848" w:rsidRPr="006A057C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="00E955E3" w:rsidRPr="006A057C">
              <w:rPr>
                <w:rFonts w:eastAsia="Times New Roman" w:cs="Arial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7701DC33" w14:textId="77777777" w:rsidR="00E955E3" w:rsidRPr="006A057C" w:rsidRDefault="00E955E3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E955E3" w:rsidRPr="006A057C" w14:paraId="1142378F" w14:textId="77777777" w:rsidTr="00E115A2">
        <w:trPr>
          <w:trHeight w:val="213"/>
        </w:trPr>
        <w:tc>
          <w:tcPr>
            <w:tcW w:w="1788" w:type="dxa"/>
          </w:tcPr>
          <w:p w14:paraId="7269EFB7" w14:textId="77777777" w:rsidR="00E955E3" w:rsidRPr="006A057C" w:rsidRDefault="00E955E3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totalAmountOfDailyPaym</w:t>
            </w:r>
          </w:p>
        </w:tc>
        <w:tc>
          <w:tcPr>
            <w:tcW w:w="3360" w:type="dxa"/>
          </w:tcPr>
          <w:p w14:paraId="651E2E39" w14:textId="77777777" w:rsidR="00E955E3" w:rsidRPr="006A057C" w:rsidRDefault="00BE2D49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Razem kwota dokonanych wpłat dziennych (suma kwot z kolumny f).</w:t>
            </w:r>
          </w:p>
        </w:tc>
        <w:tc>
          <w:tcPr>
            <w:tcW w:w="840" w:type="dxa"/>
          </w:tcPr>
          <w:p w14:paraId="51E02C87" w14:textId="77777777" w:rsidR="00E955E3" w:rsidRPr="006A057C" w:rsidRDefault="007C548B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174</w:t>
            </w:r>
          </w:p>
        </w:tc>
        <w:tc>
          <w:tcPr>
            <w:tcW w:w="2095" w:type="dxa"/>
          </w:tcPr>
          <w:p w14:paraId="20191F7F" w14:textId="77777777" w:rsidR="00E955E3" w:rsidRPr="006A057C" w:rsidRDefault="00E955E3" w:rsidP="0013767E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</w:t>
            </w:r>
            <w:r w:rsidR="002A10DD" w:rsidRPr="006A057C">
              <w:rPr>
                <w:rStyle w:val="pole"/>
                <w:rFonts w:ascii="Lato" w:hAnsi="Lato"/>
                <w:sz w:val="20"/>
                <w:szCs w:val="20"/>
                <w:lang w:val="pl-PL"/>
              </w:rPr>
              <w:t>T</w:t>
            </w:r>
          </w:p>
          <w:p w14:paraId="7EDA068D" w14:textId="4D7BF446" w:rsidR="00E955E3" w:rsidRPr="006A057C" w:rsidRDefault="00147848" w:rsidP="0013767E">
            <w:pPr>
              <w:tabs>
                <w:tab w:val="right" w:pos="2511"/>
              </w:tabs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E955E3" w:rsidRPr="006A057C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>c</w:instrText>
            </w:r>
            <w:r w:rsidR="00E955E3" w:rsidRPr="006A057C">
              <w:rPr>
                <w:rFonts w:eastAsia="Times New Roman" w:cs="Arial"/>
                <w:sz w:val="20"/>
                <w:szCs w:val="20"/>
              </w:rPr>
              <w:instrText>19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6A057C" w:rsidRPr="006A057C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6A057C">
              <w:rPr>
                <w:rFonts w:eastAsia="Times New Roman" w:cs="Arial"/>
                <w:sz w:val="20"/>
                <w:szCs w:val="20"/>
              </w:rPr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6A057C">
              <w:rPr>
                <w:rFonts w:eastAsia="Times New Roman" w:cs="Arial"/>
                <w:sz w:val="20"/>
                <w:szCs w:val="20"/>
              </w:rPr>
              <w:t>R19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="00E955E3" w:rsidRPr="006A057C">
              <w:rPr>
                <w:rFonts w:eastAsia="Times New Roman" w:cs="Arial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0D3A5100" w14:textId="77777777" w:rsidR="00E955E3" w:rsidRPr="006A057C" w:rsidRDefault="00E955E3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E955E3" w:rsidRPr="006A057C" w14:paraId="420483BC" w14:textId="77777777" w:rsidTr="00E115A2">
        <w:trPr>
          <w:trHeight w:val="213"/>
        </w:trPr>
        <w:tc>
          <w:tcPr>
            <w:tcW w:w="1788" w:type="dxa"/>
          </w:tcPr>
          <w:p w14:paraId="345A1229" w14:textId="77777777" w:rsidR="00E955E3" w:rsidRPr="006A057C" w:rsidRDefault="00E955E3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DailyAmount</w:t>
            </w:r>
          </w:p>
        </w:tc>
        <w:tc>
          <w:tcPr>
            <w:tcW w:w="3360" w:type="dxa"/>
          </w:tcPr>
          <w:p w14:paraId="7E7784FC" w14:textId="77777777" w:rsidR="00E955E3" w:rsidRPr="006A057C" w:rsidRDefault="00BE2D49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Suma kwot wpłat</w:t>
            </w:r>
            <w:r w:rsidR="00E955E3" w:rsidRPr="006A057C">
              <w:rPr>
                <w:rFonts w:eastAsia="Times New Roman" w:cs="Arial"/>
                <w:sz w:val="20"/>
                <w:szCs w:val="20"/>
              </w:rPr>
              <w:t xml:space="preserve"> dziennych</w:t>
            </w:r>
          </w:p>
        </w:tc>
        <w:tc>
          <w:tcPr>
            <w:tcW w:w="840" w:type="dxa"/>
          </w:tcPr>
          <w:p w14:paraId="4A35AC6F" w14:textId="77777777" w:rsidR="00E955E3" w:rsidRPr="006A057C" w:rsidRDefault="0051158F" w:rsidP="00E955E3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E</w:t>
            </w:r>
          </w:p>
        </w:tc>
        <w:tc>
          <w:tcPr>
            <w:tcW w:w="2095" w:type="dxa"/>
          </w:tcPr>
          <w:p w14:paraId="082505F4" w14:textId="77777777" w:rsidR="00E955E3" w:rsidRPr="006A057C" w:rsidRDefault="00E955E3" w:rsidP="0013767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ZDailyAmount</w:t>
            </w:r>
          </w:p>
        </w:tc>
        <w:tc>
          <w:tcPr>
            <w:tcW w:w="1197" w:type="dxa"/>
          </w:tcPr>
          <w:p w14:paraId="0F621D23" w14:textId="77777777" w:rsidR="00E955E3" w:rsidRPr="006A057C" w:rsidRDefault="00E955E3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0..999</w:t>
            </w:r>
          </w:p>
        </w:tc>
      </w:tr>
    </w:tbl>
    <w:p w14:paraId="74369AE1" w14:textId="77777777" w:rsidR="0040751F" w:rsidRDefault="0040751F" w:rsidP="00C048E5">
      <w:pPr>
        <w:pStyle w:val="Nagwek3"/>
      </w:pPr>
      <w:bookmarkStart w:id="176" w:name="_Toc182566452"/>
      <w:r>
        <w:t>Reguły</w:t>
      </w:r>
      <w:bookmarkEnd w:id="176"/>
    </w:p>
    <w:p w14:paraId="5B85C1E3" w14:textId="79C6FA58" w:rsidR="008643D6" w:rsidRDefault="008643D6" w:rsidP="008643D6">
      <w:pPr>
        <w:pStyle w:val="Legenda"/>
        <w:keepNext/>
      </w:pPr>
      <w:bookmarkStart w:id="177" w:name="_Toc182566579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48</w:t>
      </w:r>
      <w:r w:rsidR="00715F4C">
        <w:rPr>
          <w:noProof/>
        </w:rPr>
        <w:fldChar w:fldCharType="end"/>
      </w:r>
      <w:r>
        <w:t xml:space="preserve">. </w:t>
      </w:r>
      <w:r w:rsidRPr="003F1438">
        <w:t>Reguły dotyczące załącznika AKC-4/C</w:t>
      </w:r>
      <w:bookmarkEnd w:id="177"/>
    </w:p>
    <w:tbl>
      <w:tblPr>
        <w:tblStyle w:val="Siatkatabelijasna"/>
        <w:tblW w:w="0" w:type="auto"/>
        <w:tblLook w:val="01E0" w:firstRow="1" w:lastRow="1" w:firstColumn="1" w:lastColumn="1" w:noHBand="0" w:noVBand="0"/>
      </w:tblPr>
      <w:tblGrid>
        <w:gridCol w:w="943"/>
        <w:gridCol w:w="8105"/>
      </w:tblGrid>
      <w:tr w:rsidR="0040751F" w14:paraId="2FD78885" w14:textId="77777777" w:rsidTr="00E115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43" w:type="dxa"/>
          </w:tcPr>
          <w:p w14:paraId="6DE0A2AC" w14:textId="77777777" w:rsidR="0040751F" w:rsidRPr="006A057C" w:rsidRDefault="0040751F" w:rsidP="0013767E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111" w:type="dxa"/>
          </w:tcPr>
          <w:p w14:paraId="5DCD80EA" w14:textId="77777777" w:rsidR="0040751F" w:rsidRPr="006A057C" w:rsidRDefault="0040751F" w:rsidP="0013767E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40751F" w:rsidRPr="001767A9" w14:paraId="67C2EA35" w14:textId="77777777" w:rsidTr="00E115A2">
        <w:trPr>
          <w:trHeight w:val="213"/>
        </w:trPr>
        <w:tc>
          <w:tcPr>
            <w:tcW w:w="943" w:type="dxa"/>
          </w:tcPr>
          <w:p w14:paraId="7A9D254A" w14:textId="77777777" w:rsidR="0040751F" w:rsidRPr="006A057C" w:rsidRDefault="005B49C0" w:rsidP="0013767E">
            <w:pPr>
              <w:rPr>
                <w:rFonts w:eastAsia="Times New Roman" w:cs="Arial"/>
                <w:sz w:val="20"/>
                <w:szCs w:val="20"/>
              </w:rPr>
            </w:pPr>
            <w:bookmarkStart w:id="178" w:name="Rc1"/>
            <w:r w:rsidRPr="006A057C">
              <w:rPr>
                <w:rFonts w:eastAsia="Times New Roman" w:cs="Arial"/>
                <w:sz w:val="20"/>
                <w:szCs w:val="20"/>
              </w:rPr>
              <w:t>R1</w:t>
            </w:r>
            <w:bookmarkEnd w:id="178"/>
          </w:p>
        </w:tc>
        <w:tc>
          <w:tcPr>
            <w:tcW w:w="8111" w:type="dxa"/>
          </w:tcPr>
          <w:p w14:paraId="79AC72F4" w14:textId="77777777" w:rsidR="0040751F" w:rsidRPr="006A057C" w:rsidRDefault="0040751F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Pole wypełniane przez system zgodnie z wartością w analogicznym polu deklaracji AKC-4/AKC-4zo</w:t>
            </w:r>
          </w:p>
        </w:tc>
      </w:tr>
      <w:tr w:rsidR="0040751F" w:rsidRPr="001767A9" w14:paraId="2315BEB3" w14:textId="77777777" w:rsidTr="00E115A2">
        <w:trPr>
          <w:trHeight w:val="213"/>
        </w:trPr>
        <w:tc>
          <w:tcPr>
            <w:tcW w:w="943" w:type="dxa"/>
          </w:tcPr>
          <w:p w14:paraId="3B9FDEED" w14:textId="77777777" w:rsidR="0040751F" w:rsidRPr="006A057C" w:rsidRDefault="005B49C0" w:rsidP="0013767E">
            <w:pPr>
              <w:rPr>
                <w:rFonts w:eastAsia="Times New Roman" w:cs="Arial"/>
                <w:sz w:val="20"/>
                <w:szCs w:val="20"/>
              </w:rPr>
            </w:pPr>
            <w:bookmarkStart w:id="179" w:name="Rc2"/>
            <w:r w:rsidRPr="006A057C">
              <w:rPr>
                <w:rFonts w:eastAsia="Times New Roman" w:cs="Arial"/>
                <w:sz w:val="20"/>
                <w:szCs w:val="20"/>
              </w:rPr>
              <w:t>R2</w:t>
            </w:r>
            <w:bookmarkEnd w:id="179"/>
          </w:p>
        </w:tc>
        <w:tc>
          <w:tcPr>
            <w:tcW w:w="8111" w:type="dxa"/>
          </w:tcPr>
          <w:p w14:paraId="7F38049C" w14:textId="77777777" w:rsidR="0040751F" w:rsidRPr="006A057C" w:rsidRDefault="0040751F" w:rsidP="0013767E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Wypełniane automatycznie na podstawie licznika kolejnego zap</w:t>
            </w:r>
            <w:r w:rsidR="006020CE" w:rsidRPr="006A057C">
              <w:rPr>
                <w:rFonts w:eastAsia="Times New Roman" w:cs="Arial"/>
                <w:sz w:val="20"/>
                <w:szCs w:val="20"/>
              </w:rPr>
              <w:t>isanego załącznika danego typu.</w:t>
            </w:r>
          </w:p>
        </w:tc>
      </w:tr>
      <w:tr w:rsidR="005B49C0" w:rsidRPr="001767A9" w14:paraId="269311D9" w14:textId="77777777" w:rsidTr="00E115A2">
        <w:trPr>
          <w:trHeight w:val="213"/>
        </w:trPr>
        <w:tc>
          <w:tcPr>
            <w:tcW w:w="943" w:type="dxa"/>
          </w:tcPr>
          <w:p w14:paraId="14418D68" w14:textId="77777777" w:rsidR="005B49C0" w:rsidRPr="006A057C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bookmarkStart w:id="180" w:name="Rc3"/>
            <w:r w:rsidRPr="006A057C">
              <w:rPr>
                <w:rFonts w:eastAsia="Times New Roman" w:cs="Arial"/>
                <w:sz w:val="20"/>
                <w:szCs w:val="20"/>
              </w:rPr>
              <w:t>R3</w:t>
            </w:r>
            <w:bookmarkEnd w:id="180"/>
          </w:p>
        </w:tc>
        <w:tc>
          <w:tcPr>
            <w:tcW w:w="8111" w:type="dxa"/>
          </w:tcPr>
          <w:p w14:paraId="31DA80FC" w14:textId="77777777" w:rsidR="005B49C0" w:rsidRPr="006A057C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Element może występować tylko jeśli w dokumencie nadrzędnym w polu formKind wybrano wartość AKC-4. </w:t>
            </w:r>
          </w:p>
        </w:tc>
      </w:tr>
      <w:tr w:rsidR="005B49C0" w:rsidRPr="001767A9" w14:paraId="78637290" w14:textId="77777777" w:rsidTr="00E115A2">
        <w:trPr>
          <w:trHeight w:val="213"/>
        </w:trPr>
        <w:tc>
          <w:tcPr>
            <w:tcW w:w="943" w:type="dxa"/>
          </w:tcPr>
          <w:p w14:paraId="7320848D" w14:textId="77777777" w:rsidR="005B49C0" w:rsidRPr="006A057C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bookmarkStart w:id="181" w:name="Rc4"/>
            <w:r w:rsidRPr="006A057C">
              <w:rPr>
                <w:rFonts w:eastAsia="Times New Roman" w:cs="Arial"/>
                <w:sz w:val="20"/>
                <w:szCs w:val="20"/>
              </w:rPr>
              <w:t>R4</w:t>
            </w:r>
            <w:bookmarkEnd w:id="181"/>
          </w:p>
        </w:tc>
        <w:tc>
          <w:tcPr>
            <w:tcW w:w="8111" w:type="dxa"/>
          </w:tcPr>
          <w:p w14:paraId="418A0371" w14:textId="77777777" w:rsidR="005B49C0" w:rsidRPr="006A057C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Walidacja 1: jeśli wybrano deklarację AKC4zo to pole musi być puste.</w:t>
            </w:r>
          </w:p>
          <w:p w14:paraId="66B2E761" w14:textId="77777777" w:rsidR="005B49C0" w:rsidRPr="006A057C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Walidacja 2: Wypełnione może być tylko jedno pole numeru akcyzowego – jeśli wskazany jest własny skład, to nie obcy. </w:t>
            </w:r>
          </w:p>
        </w:tc>
      </w:tr>
      <w:tr w:rsidR="005B49C0" w:rsidRPr="001767A9" w14:paraId="1491379F" w14:textId="77777777" w:rsidTr="00E115A2">
        <w:trPr>
          <w:trHeight w:val="213"/>
        </w:trPr>
        <w:tc>
          <w:tcPr>
            <w:tcW w:w="943" w:type="dxa"/>
          </w:tcPr>
          <w:p w14:paraId="1A2F07F5" w14:textId="77777777" w:rsidR="005B49C0" w:rsidRPr="006A057C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bookmarkStart w:id="182" w:name="Rc5"/>
            <w:r w:rsidRPr="006A057C">
              <w:rPr>
                <w:rFonts w:eastAsia="Times New Roman" w:cs="Arial"/>
                <w:sz w:val="20"/>
                <w:szCs w:val="20"/>
              </w:rPr>
              <w:t>R5</w:t>
            </w:r>
            <w:bookmarkEnd w:id="182"/>
          </w:p>
        </w:tc>
        <w:tc>
          <w:tcPr>
            <w:tcW w:w="8111" w:type="dxa"/>
          </w:tcPr>
          <w:p w14:paraId="19510F68" w14:textId="77777777" w:rsidR="005B49C0" w:rsidRPr="006A057C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Walidacja 1: jeśli wybrano deklarację AKC4zo to pole musi być puste.</w:t>
            </w:r>
          </w:p>
          <w:p w14:paraId="55C8D49C" w14:textId="77777777" w:rsidR="005B49C0" w:rsidRPr="006A057C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Walidacja 2: Wypełnione może być tylko jedno pole numeru akcyzowego – jeśli wskazany jest obcy skład, to nie własny.</w:t>
            </w:r>
          </w:p>
        </w:tc>
      </w:tr>
      <w:tr w:rsidR="005B49C0" w:rsidRPr="001767A9" w14:paraId="3065F981" w14:textId="77777777" w:rsidTr="00E115A2">
        <w:trPr>
          <w:trHeight w:val="213"/>
        </w:trPr>
        <w:tc>
          <w:tcPr>
            <w:tcW w:w="943" w:type="dxa"/>
          </w:tcPr>
          <w:p w14:paraId="220F8529" w14:textId="77777777" w:rsidR="005B49C0" w:rsidRPr="006A057C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bookmarkStart w:id="183" w:name="Rc7"/>
            <w:r w:rsidRPr="006A057C">
              <w:rPr>
                <w:rFonts w:eastAsia="Times New Roman" w:cs="Arial"/>
                <w:sz w:val="20"/>
                <w:szCs w:val="20"/>
              </w:rPr>
              <w:t>R7</w:t>
            </w:r>
            <w:bookmarkEnd w:id="183"/>
          </w:p>
        </w:tc>
        <w:tc>
          <w:tcPr>
            <w:tcW w:w="8111" w:type="dxa"/>
          </w:tcPr>
          <w:p w14:paraId="48744ACA" w14:textId="77777777" w:rsidR="005B49C0" w:rsidRPr="006A057C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Walidacja: Jeśli wybrano deklarację AKC-4zo, to pole musi być wypełnione.</w:t>
            </w:r>
          </w:p>
        </w:tc>
      </w:tr>
      <w:tr w:rsidR="005B49C0" w:rsidRPr="001767A9" w14:paraId="536684D4" w14:textId="77777777" w:rsidTr="00E115A2">
        <w:trPr>
          <w:trHeight w:val="213"/>
        </w:trPr>
        <w:tc>
          <w:tcPr>
            <w:tcW w:w="943" w:type="dxa"/>
          </w:tcPr>
          <w:p w14:paraId="5321A6B3" w14:textId="77777777" w:rsidR="005B49C0" w:rsidRPr="006A057C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bookmarkStart w:id="184" w:name="Rc8"/>
            <w:r w:rsidRPr="006A057C">
              <w:rPr>
                <w:rFonts w:eastAsia="Times New Roman" w:cs="Arial"/>
                <w:sz w:val="20"/>
                <w:szCs w:val="20"/>
              </w:rPr>
              <w:t>R8</w:t>
            </w:r>
            <w:bookmarkEnd w:id="184"/>
          </w:p>
        </w:tc>
        <w:tc>
          <w:tcPr>
            <w:tcW w:w="8111" w:type="dxa"/>
          </w:tcPr>
          <w:p w14:paraId="4D04FCE4" w14:textId="77777777" w:rsidR="005B49C0" w:rsidRPr="006A057C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Walidacja: sprawdzenie czy suma kwot z pozycji „Nadwyżka przedpłaty akcyzy” i „Przedpłata akcyzy do zapłaty” deklaracji AKC-PA (C) (za okres) jest równa wprowadzonej w polu wartości.</w:t>
            </w:r>
          </w:p>
        </w:tc>
      </w:tr>
      <w:tr w:rsidR="005B49C0" w:rsidRPr="001767A9" w14:paraId="500B26E7" w14:textId="77777777" w:rsidTr="00E115A2">
        <w:trPr>
          <w:trHeight w:val="213"/>
        </w:trPr>
        <w:tc>
          <w:tcPr>
            <w:tcW w:w="943" w:type="dxa"/>
          </w:tcPr>
          <w:p w14:paraId="1F02963B" w14:textId="77777777" w:rsidR="005B49C0" w:rsidRPr="006A057C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bookmarkStart w:id="185" w:name="Rc9"/>
            <w:r w:rsidRPr="006A057C">
              <w:rPr>
                <w:rFonts w:eastAsia="Times New Roman" w:cs="Arial"/>
                <w:sz w:val="20"/>
                <w:szCs w:val="20"/>
              </w:rPr>
              <w:t>R9</w:t>
            </w:r>
            <w:bookmarkEnd w:id="185"/>
          </w:p>
        </w:tc>
        <w:tc>
          <w:tcPr>
            <w:tcW w:w="8111" w:type="dxa"/>
          </w:tcPr>
          <w:p w14:paraId="414A0769" w14:textId="77777777" w:rsidR="005B49C0" w:rsidRPr="006A057C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Walidacja: jeśli wynik wyliczenia jest różny od wprowadzonej wartości, to jest Błąd typu 3. Jeśli wyliczona wartość jest ujemna, powinno być 0.</w:t>
            </w:r>
          </w:p>
        </w:tc>
      </w:tr>
      <w:tr w:rsidR="005B49C0" w:rsidRPr="001767A9" w14:paraId="3CD216A9" w14:textId="77777777" w:rsidTr="00E115A2">
        <w:trPr>
          <w:trHeight w:val="213"/>
        </w:trPr>
        <w:tc>
          <w:tcPr>
            <w:tcW w:w="943" w:type="dxa"/>
          </w:tcPr>
          <w:p w14:paraId="56E04B00" w14:textId="77777777" w:rsidR="005B49C0" w:rsidRPr="006A057C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bookmarkStart w:id="186" w:name="Rc10"/>
            <w:r w:rsidRPr="006A057C">
              <w:rPr>
                <w:rFonts w:eastAsia="Times New Roman" w:cs="Arial"/>
                <w:sz w:val="20"/>
                <w:szCs w:val="20"/>
              </w:rPr>
              <w:t>R10</w:t>
            </w:r>
            <w:bookmarkEnd w:id="186"/>
          </w:p>
        </w:tc>
        <w:tc>
          <w:tcPr>
            <w:tcW w:w="8111" w:type="dxa"/>
          </w:tcPr>
          <w:p w14:paraId="75AA2C18" w14:textId="77777777" w:rsidR="005B49C0" w:rsidRPr="006A057C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Pole niewymagalne (puste) w przypadku, gdy nie złożono AKC-PA za ten sam okres rozliczeniowy.</w:t>
            </w:r>
          </w:p>
          <w:p w14:paraId="1C6A808B" w14:textId="77777777" w:rsidR="005B49C0" w:rsidRPr="006A057C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Walidacja: jeśli wynik wyliczenia jest różny od wprowadzonej wartości, to jest Błąd typu 3. Jeśli wyliczona wartość jest ujemna, powinno być 0.</w:t>
            </w:r>
          </w:p>
        </w:tc>
      </w:tr>
      <w:tr w:rsidR="005B49C0" w:rsidRPr="001767A9" w14:paraId="7C316C2F" w14:textId="77777777" w:rsidTr="00E115A2">
        <w:trPr>
          <w:trHeight w:val="213"/>
        </w:trPr>
        <w:tc>
          <w:tcPr>
            <w:tcW w:w="943" w:type="dxa"/>
          </w:tcPr>
          <w:p w14:paraId="62BC13C7" w14:textId="77777777" w:rsidR="005B49C0" w:rsidRPr="006A057C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bookmarkStart w:id="187" w:name="Rc11"/>
            <w:r w:rsidRPr="006A057C">
              <w:rPr>
                <w:rFonts w:eastAsia="Times New Roman" w:cs="Arial"/>
                <w:sz w:val="20"/>
                <w:szCs w:val="20"/>
              </w:rPr>
              <w:t>R11</w:t>
            </w:r>
            <w:bookmarkEnd w:id="187"/>
          </w:p>
        </w:tc>
        <w:tc>
          <w:tcPr>
            <w:tcW w:w="8111" w:type="dxa"/>
          </w:tcPr>
          <w:p w14:paraId="644FB6F2" w14:textId="77777777" w:rsidR="005B49C0" w:rsidRPr="006A057C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612A5334" w14:textId="77777777" w:rsidR="005B49C0" w:rsidRPr="006A057C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Pole wyliczane na podstawie sumy wartości wprowadzonych w polu „Ilość wyrobów w hektolitrach”. System wstawia wyliczoną wartość.</w:t>
            </w:r>
          </w:p>
          <w:p w14:paraId="2FC6E44F" w14:textId="77777777" w:rsidR="005B49C0" w:rsidRPr="006A057C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lastRenderedPageBreak/>
              <w:t xml:space="preserve">Walidacja: wprowadzona liczba powinna się równać sumie wartości wprowadzonych w polu „Ilość wyrobów w hektolitrach x stopień Plato”. </w:t>
            </w:r>
          </w:p>
        </w:tc>
      </w:tr>
      <w:tr w:rsidR="005B49C0" w:rsidRPr="001767A9" w14:paraId="6DCE6072" w14:textId="77777777" w:rsidTr="00E115A2">
        <w:trPr>
          <w:trHeight w:val="213"/>
        </w:trPr>
        <w:tc>
          <w:tcPr>
            <w:tcW w:w="943" w:type="dxa"/>
          </w:tcPr>
          <w:p w14:paraId="0F103DD7" w14:textId="77777777" w:rsidR="005B49C0" w:rsidRPr="006A057C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bookmarkStart w:id="188" w:name="Rc12"/>
            <w:r w:rsidRPr="006A057C">
              <w:rPr>
                <w:rFonts w:eastAsia="Times New Roman" w:cs="Arial"/>
                <w:sz w:val="20"/>
                <w:szCs w:val="20"/>
              </w:rPr>
              <w:lastRenderedPageBreak/>
              <w:t>R12</w:t>
            </w:r>
            <w:bookmarkEnd w:id="188"/>
          </w:p>
        </w:tc>
        <w:tc>
          <w:tcPr>
            <w:tcW w:w="8111" w:type="dxa"/>
          </w:tcPr>
          <w:p w14:paraId="7D2110D5" w14:textId="77777777" w:rsidR="005B49C0" w:rsidRPr="006A057C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788FB044" w14:textId="77777777" w:rsidR="005B49C0" w:rsidRPr="006A057C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Pole wyliczane na podstawie sumy wartości wprowadzonych w polu „Kwota podatku w zł”. System wstawia wyliczoną wartość.</w:t>
            </w:r>
          </w:p>
          <w:p w14:paraId="3B6A0854" w14:textId="77777777" w:rsidR="005B49C0" w:rsidRPr="006A057C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Walidacja: wprowadzona liczba powinna się równać sumie wartości wprowadzonych w polu „Kwota podatku w zł”. Jeśli nie równa się, to jest Błąd typu 3.</w:t>
            </w:r>
          </w:p>
        </w:tc>
      </w:tr>
      <w:tr w:rsidR="005B49C0" w:rsidRPr="001767A9" w14:paraId="349EBDA0" w14:textId="77777777" w:rsidTr="00E115A2">
        <w:trPr>
          <w:trHeight w:val="213"/>
        </w:trPr>
        <w:tc>
          <w:tcPr>
            <w:tcW w:w="943" w:type="dxa"/>
          </w:tcPr>
          <w:p w14:paraId="2156DEC4" w14:textId="77777777" w:rsidR="005B49C0" w:rsidRPr="006A057C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bookmarkStart w:id="189" w:name="Rc13"/>
            <w:r w:rsidRPr="006A057C">
              <w:rPr>
                <w:rFonts w:eastAsia="Times New Roman" w:cs="Arial"/>
                <w:sz w:val="20"/>
                <w:szCs w:val="20"/>
              </w:rPr>
              <w:t>R13</w:t>
            </w:r>
            <w:bookmarkEnd w:id="189"/>
          </w:p>
        </w:tc>
        <w:tc>
          <w:tcPr>
            <w:tcW w:w="8111" w:type="dxa"/>
          </w:tcPr>
          <w:p w14:paraId="1CACC7AB" w14:textId="77777777" w:rsidR="005B49C0" w:rsidRPr="006A057C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Wersja papierowa dokumentu: System wstawia nazwę pobraną ze słownika w ISZTAR.</w:t>
            </w:r>
          </w:p>
          <w:p w14:paraId="2B74A305" w14:textId="77777777" w:rsidR="005B49C0" w:rsidRPr="006A057C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Walidacja dla wersji elektronicznej: porównanie wprowadzonej nazwy grupy wyrobów z wartością pobraną z systemu ISZTAR na podstawie kodu CN. </w:t>
            </w:r>
          </w:p>
        </w:tc>
      </w:tr>
      <w:tr w:rsidR="005B49C0" w:rsidRPr="001767A9" w14:paraId="115A9048" w14:textId="77777777" w:rsidTr="00E115A2">
        <w:trPr>
          <w:trHeight w:val="213"/>
        </w:trPr>
        <w:tc>
          <w:tcPr>
            <w:tcW w:w="943" w:type="dxa"/>
          </w:tcPr>
          <w:p w14:paraId="48DD6F8D" w14:textId="77777777" w:rsidR="005B49C0" w:rsidRPr="006A057C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bookmarkStart w:id="190" w:name="Rc14"/>
            <w:r w:rsidRPr="006A057C">
              <w:rPr>
                <w:rFonts w:eastAsia="Times New Roman" w:cs="Arial"/>
                <w:sz w:val="20"/>
                <w:szCs w:val="20"/>
              </w:rPr>
              <w:t>R14</w:t>
            </w:r>
            <w:bookmarkEnd w:id="190"/>
          </w:p>
        </w:tc>
        <w:tc>
          <w:tcPr>
            <w:tcW w:w="8111" w:type="dxa"/>
          </w:tcPr>
          <w:p w14:paraId="720D588D" w14:textId="77777777" w:rsidR="005B49C0" w:rsidRPr="006A057C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Wartość przekazywana dla wywołania usługi pobrania danych z ISZTAR dla pól „Nazwa grupy wyrobów” i „Stawka podatku”.</w:t>
            </w:r>
          </w:p>
          <w:p w14:paraId="050AFB62" w14:textId="77777777" w:rsidR="005B49C0" w:rsidRPr="006A057C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Walidacja czy kod CN jest w zakresie obsługiwanym przez załącznik danego typu. </w:t>
            </w:r>
          </w:p>
        </w:tc>
      </w:tr>
      <w:tr w:rsidR="005B49C0" w:rsidRPr="001767A9" w14:paraId="7666311F" w14:textId="77777777" w:rsidTr="00E115A2">
        <w:trPr>
          <w:trHeight w:val="213"/>
        </w:trPr>
        <w:tc>
          <w:tcPr>
            <w:tcW w:w="943" w:type="dxa"/>
          </w:tcPr>
          <w:p w14:paraId="5A5DDE0A" w14:textId="77777777" w:rsidR="005B49C0" w:rsidRPr="006A057C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bookmarkStart w:id="191" w:name="Rc15"/>
            <w:r w:rsidRPr="006A057C">
              <w:rPr>
                <w:rFonts w:eastAsia="Times New Roman" w:cs="Arial"/>
                <w:sz w:val="20"/>
                <w:szCs w:val="20"/>
              </w:rPr>
              <w:t>R15</w:t>
            </w:r>
            <w:bookmarkEnd w:id="191"/>
          </w:p>
        </w:tc>
        <w:tc>
          <w:tcPr>
            <w:tcW w:w="8111" w:type="dxa"/>
          </w:tcPr>
          <w:p w14:paraId="5E1C1533" w14:textId="77777777" w:rsidR="005B49C0" w:rsidRPr="006A057C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Wybór spośród wartości pobranych z systemu ISZTAR dla numeru CN wprowadzonego w polu „Ośmiocyfrowy kod  CN”</w:t>
            </w:r>
          </w:p>
        </w:tc>
      </w:tr>
      <w:tr w:rsidR="005B49C0" w:rsidRPr="001767A9" w14:paraId="3ED0685D" w14:textId="77777777" w:rsidTr="00E115A2">
        <w:trPr>
          <w:trHeight w:val="213"/>
        </w:trPr>
        <w:tc>
          <w:tcPr>
            <w:tcW w:w="943" w:type="dxa"/>
          </w:tcPr>
          <w:p w14:paraId="49776C2B" w14:textId="77777777" w:rsidR="005B49C0" w:rsidRPr="006A057C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bookmarkStart w:id="192" w:name="Rc16"/>
            <w:r w:rsidRPr="006A057C">
              <w:rPr>
                <w:rFonts w:eastAsia="Times New Roman" w:cs="Arial"/>
                <w:sz w:val="20"/>
                <w:szCs w:val="20"/>
              </w:rPr>
              <w:t>R16</w:t>
            </w:r>
            <w:bookmarkEnd w:id="192"/>
          </w:p>
        </w:tc>
        <w:tc>
          <w:tcPr>
            <w:tcW w:w="8111" w:type="dxa"/>
          </w:tcPr>
          <w:p w14:paraId="057D9BD8" w14:textId="77777777" w:rsidR="005B49C0" w:rsidRPr="006A057C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Walidacja: wprowadzona wartość powinna być równa wyliczonej ze wzoru: wartość w polu „Ilość wyrobów w hektolitrach x stopień Plato” * wartość w polu „Stawka podatku”. Błąd typu 3</w:t>
            </w:r>
          </w:p>
        </w:tc>
      </w:tr>
      <w:tr w:rsidR="005B49C0" w:rsidRPr="001767A9" w14:paraId="617F4CC8" w14:textId="77777777" w:rsidTr="00E115A2">
        <w:trPr>
          <w:trHeight w:val="213"/>
        </w:trPr>
        <w:tc>
          <w:tcPr>
            <w:tcW w:w="943" w:type="dxa"/>
          </w:tcPr>
          <w:p w14:paraId="5C4088C8" w14:textId="77777777" w:rsidR="005B49C0" w:rsidRPr="006A057C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bookmarkStart w:id="193" w:name="Rc17"/>
            <w:r w:rsidRPr="006A057C">
              <w:rPr>
                <w:rFonts w:eastAsia="Times New Roman" w:cs="Arial"/>
                <w:sz w:val="20"/>
                <w:szCs w:val="20"/>
              </w:rPr>
              <w:t>R17</w:t>
            </w:r>
            <w:bookmarkEnd w:id="193"/>
          </w:p>
        </w:tc>
        <w:tc>
          <w:tcPr>
            <w:tcW w:w="8111" w:type="dxa"/>
          </w:tcPr>
          <w:p w14:paraId="32CC480F" w14:textId="77777777" w:rsidR="005B49C0" w:rsidRPr="006A057C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Pole nie jest wymagalne w przypadku, gdy nie wypełniono żadnej pozycji w części „Informacja o kwotach wpłat dziennych” deklaracji.</w:t>
            </w:r>
          </w:p>
          <w:p w14:paraId="61F53466" w14:textId="77777777" w:rsidR="005B49C0" w:rsidRPr="006A057C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Walidacja 1: Część „Informacja o kwotach wpłat dziennych” powinna mieć co najmniej jedną pozycję jeżeli jest wypełnione przynajmniej jedno z 3-ch pól załącznika AKC-4/C: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wyrobów”.</w:t>
            </w:r>
          </w:p>
          <w:p w14:paraId="16E81BCD" w14:textId="77777777" w:rsidR="005B49C0" w:rsidRPr="006A057C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Walidacja 2: Czy wprowadzona wartość równa się sumie wartości z pól „Kwota podatku akcyzowego z dnia powstania obowiązku podatkowego” dla  kolejnych dat. </w:t>
            </w:r>
          </w:p>
        </w:tc>
      </w:tr>
      <w:tr w:rsidR="005B49C0" w:rsidRPr="001767A9" w14:paraId="10F29999" w14:textId="77777777" w:rsidTr="00E115A2">
        <w:trPr>
          <w:trHeight w:val="213"/>
        </w:trPr>
        <w:tc>
          <w:tcPr>
            <w:tcW w:w="943" w:type="dxa"/>
          </w:tcPr>
          <w:p w14:paraId="6BB16F2B" w14:textId="77777777" w:rsidR="005B49C0" w:rsidRPr="006A057C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bookmarkStart w:id="194" w:name="Rc18"/>
            <w:r w:rsidRPr="006A057C">
              <w:rPr>
                <w:rFonts w:eastAsia="Times New Roman" w:cs="Arial"/>
                <w:sz w:val="20"/>
                <w:szCs w:val="20"/>
              </w:rPr>
              <w:t>R18</w:t>
            </w:r>
            <w:bookmarkEnd w:id="194"/>
          </w:p>
        </w:tc>
        <w:tc>
          <w:tcPr>
            <w:tcW w:w="8111" w:type="dxa"/>
          </w:tcPr>
          <w:p w14:paraId="1102AEA6" w14:textId="77777777" w:rsidR="005B49C0" w:rsidRPr="006A057C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Pole nie jest wymagalne w przypadku, gdy nie wypełniono żadnej pozycji w części „Informacja o kwotach wpłat dziennych” deklaracji.</w:t>
            </w:r>
          </w:p>
          <w:p w14:paraId="2EF2CAAE" w14:textId="77777777" w:rsidR="005B49C0" w:rsidRPr="006A057C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Walidacja 1: Część „Informacja o kwotach wpłat dziennych” powinna mieć co najmniej jedną pozycję jeżeli jest wypełnione przynajmniej jedno z 3-ch pól załącznika AKC-4/C: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wyrobów”.</w:t>
            </w:r>
          </w:p>
          <w:p w14:paraId="33564DC7" w14:textId="77777777" w:rsidR="005B49C0" w:rsidRPr="006A057C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lastRenderedPageBreak/>
              <w:t xml:space="preserve">Walidacja 2: Czy wprowadzona wartość równa się sumie wartości z pól „Kwota nadwyżki wpłat z poprzedniej deklaracji zaliczona na poczet wpłat dziennych” dla  kolejnych dat. </w:t>
            </w:r>
          </w:p>
        </w:tc>
      </w:tr>
      <w:tr w:rsidR="005B49C0" w:rsidRPr="001767A9" w14:paraId="10DB8DF8" w14:textId="77777777" w:rsidTr="00E115A2">
        <w:trPr>
          <w:trHeight w:val="213"/>
        </w:trPr>
        <w:tc>
          <w:tcPr>
            <w:tcW w:w="943" w:type="dxa"/>
          </w:tcPr>
          <w:p w14:paraId="45FB2EF1" w14:textId="77777777" w:rsidR="005B49C0" w:rsidRPr="006A057C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bookmarkStart w:id="195" w:name="Rc19"/>
            <w:r w:rsidRPr="006A057C">
              <w:rPr>
                <w:rFonts w:eastAsia="Times New Roman" w:cs="Arial"/>
                <w:sz w:val="20"/>
                <w:szCs w:val="20"/>
              </w:rPr>
              <w:lastRenderedPageBreak/>
              <w:t>R19</w:t>
            </w:r>
            <w:bookmarkEnd w:id="195"/>
          </w:p>
        </w:tc>
        <w:tc>
          <w:tcPr>
            <w:tcW w:w="8111" w:type="dxa"/>
          </w:tcPr>
          <w:p w14:paraId="50449B68" w14:textId="77777777" w:rsidR="005B49C0" w:rsidRPr="006A057C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Pole nie jest wymagalne w przypadku, gdy nie wypełniono żadnej pozycji w części „Informacja o kwotach wpłat dziennych” deklaracji.</w:t>
            </w:r>
          </w:p>
          <w:p w14:paraId="730AC609" w14:textId="77777777" w:rsidR="005B49C0" w:rsidRPr="006A057C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Walidacja 1: Część „Informacja o kwotach wpłat dziennych” powinna mieć co najmniej jedną pozycję jeżeli jest wypełnione przynajmniej jedno z 3-ch pól załącznika AKC-4/C: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wyrobów”.</w:t>
            </w:r>
          </w:p>
          <w:p w14:paraId="7F5C3EA0" w14:textId="77777777" w:rsidR="005B49C0" w:rsidRPr="006A057C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Walidacja 2: Czy wprowadzona wartość równa się sumie wartości z pól „Kwota dokonanej wpłaty dziennej” dla  kolejnych dat. </w:t>
            </w:r>
          </w:p>
        </w:tc>
      </w:tr>
      <w:tr w:rsidR="005B49C0" w:rsidRPr="001767A9" w14:paraId="227BCC09" w14:textId="77777777" w:rsidTr="00E115A2">
        <w:trPr>
          <w:trHeight w:val="213"/>
        </w:trPr>
        <w:tc>
          <w:tcPr>
            <w:tcW w:w="943" w:type="dxa"/>
          </w:tcPr>
          <w:p w14:paraId="51E210B9" w14:textId="77777777" w:rsidR="005B49C0" w:rsidRPr="006A057C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bookmarkStart w:id="196" w:name="Rc20"/>
            <w:r w:rsidRPr="006A057C">
              <w:rPr>
                <w:rFonts w:eastAsia="Times New Roman" w:cs="Arial"/>
                <w:sz w:val="20"/>
                <w:szCs w:val="20"/>
              </w:rPr>
              <w:t>R20</w:t>
            </w:r>
            <w:bookmarkEnd w:id="196"/>
          </w:p>
        </w:tc>
        <w:tc>
          <w:tcPr>
            <w:tcW w:w="8111" w:type="dxa"/>
          </w:tcPr>
          <w:p w14:paraId="68A87ACC" w14:textId="77777777" w:rsidR="005B49C0" w:rsidRPr="006A057C" w:rsidRDefault="005B49C0" w:rsidP="005B49C0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Wartość pola („ubytek” lub „ca</w:t>
            </w:r>
            <w:r w:rsidR="00BE2D49" w:rsidRPr="006A057C">
              <w:rPr>
                <w:rFonts w:eastAsia="Times New Roman" w:cs="Arial"/>
                <w:sz w:val="20"/>
                <w:szCs w:val="20"/>
              </w:rPr>
              <w:t>ł</w:t>
            </w:r>
            <w:r w:rsidRPr="006A057C">
              <w:rPr>
                <w:rFonts w:eastAsia="Times New Roman" w:cs="Arial"/>
                <w:sz w:val="20"/>
                <w:szCs w:val="20"/>
              </w:rPr>
              <w:t>kowite zniszczenie”)</w:t>
            </w:r>
          </w:p>
        </w:tc>
      </w:tr>
      <w:tr w:rsidR="00124A08" w:rsidRPr="001767A9" w14:paraId="0E51AF79" w14:textId="77777777" w:rsidTr="00E115A2">
        <w:trPr>
          <w:trHeight w:val="213"/>
        </w:trPr>
        <w:tc>
          <w:tcPr>
            <w:tcW w:w="943" w:type="dxa"/>
          </w:tcPr>
          <w:p w14:paraId="024F4CA4" w14:textId="77777777" w:rsidR="00124A08" w:rsidRPr="006A057C" w:rsidRDefault="00124A08" w:rsidP="00124A08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R21</w:t>
            </w:r>
          </w:p>
        </w:tc>
        <w:tc>
          <w:tcPr>
            <w:tcW w:w="8111" w:type="dxa"/>
          </w:tcPr>
          <w:p w14:paraId="373BDB1D" w14:textId="77777777" w:rsidR="00124A08" w:rsidRPr="006A057C" w:rsidRDefault="00124A08" w:rsidP="00124A08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Dopuszczalnym okresem (period) za który będzie mogła być złożona deklaracja: nie może być wcześniejszy niż luty </w:t>
            </w:r>
            <w:r w:rsidR="00BE2D49" w:rsidRPr="006A057C">
              <w:rPr>
                <w:rFonts w:eastAsia="Times New Roman" w:cs="Arial"/>
                <w:sz w:val="20"/>
                <w:szCs w:val="20"/>
              </w:rPr>
              <w:t xml:space="preserve">2018 </w:t>
            </w:r>
            <w:r w:rsidRPr="006A057C">
              <w:rPr>
                <w:rFonts w:eastAsia="Times New Roman" w:cs="Arial"/>
                <w:sz w:val="20"/>
                <w:szCs w:val="20"/>
              </w:rPr>
              <w:t>roku.</w:t>
            </w:r>
          </w:p>
        </w:tc>
      </w:tr>
    </w:tbl>
    <w:p w14:paraId="27B4E5DF" w14:textId="77777777" w:rsidR="00F53FE2" w:rsidRDefault="00F53FE2">
      <w:r>
        <w:br w:type="page"/>
      </w:r>
    </w:p>
    <w:p w14:paraId="261EDDAE" w14:textId="77777777" w:rsidR="00430FCF" w:rsidRDefault="00430FCF" w:rsidP="00C048E5">
      <w:pPr>
        <w:pStyle w:val="Nagwek2"/>
      </w:pPr>
      <w:bookmarkStart w:id="197" w:name="_Toc182566453"/>
      <w:r>
        <w:lastRenderedPageBreak/>
        <w:t>Załącznik AKC-4/D do deklaracji AKC-4</w:t>
      </w:r>
      <w:bookmarkEnd w:id="197"/>
    </w:p>
    <w:p w14:paraId="092B1E87" w14:textId="77777777" w:rsidR="00430FCF" w:rsidRDefault="00430FCF" w:rsidP="00C048E5">
      <w:pPr>
        <w:pStyle w:val="Nagwek3"/>
      </w:pPr>
      <w:bookmarkStart w:id="198" w:name="_Toc182566454"/>
      <w:r>
        <w:t>Komunik</w:t>
      </w:r>
      <w:r w:rsidR="00343B4A">
        <w:t>a</w:t>
      </w:r>
      <w:r>
        <w:t>t AKC-4D</w:t>
      </w:r>
      <w:bookmarkEnd w:id="198"/>
    </w:p>
    <w:p w14:paraId="563ECB00" w14:textId="77777777" w:rsidR="00430FCF" w:rsidRPr="00481FCB" w:rsidRDefault="00430FCF" w:rsidP="00430FCF">
      <w:pPr>
        <w:pStyle w:val="Schema-Description"/>
        <w:spacing w:before="0" w:beforeAutospacing="0" w:after="0" w:afterAutospacing="0"/>
        <w:rPr>
          <w:rFonts w:ascii="Lato" w:hAnsi="Lato"/>
          <w:sz w:val="24"/>
          <w:szCs w:val="24"/>
        </w:rPr>
      </w:pPr>
      <w:r w:rsidRPr="00481FCB">
        <w:rPr>
          <w:rFonts w:ascii="Lato" w:hAnsi="Lato"/>
          <w:sz w:val="24"/>
          <w:szCs w:val="24"/>
        </w:rPr>
        <w:t>PODATEK AKCYZOWY OD PALIW SILNIKOWYCH</w:t>
      </w:r>
      <w:r w:rsidR="002047B1" w:rsidRPr="00481FCB">
        <w:rPr>
          <w:rFonts w:ascii="Lato" w:hAnsi="Lato"/>
          <w:sz w:val="24"/>
          <w:szCs w:val="24"/>
        </w:rPr>
        <w:t xml:space="preserve"> (z wyłączeniem gazu)</w:t>
      </w:r>
    </w:p>
    <w:p w14:paraId="41FEB46A" w14:textId="77777777" w:rsidR="00430FCF" w:rsidRDefault="00430FCF" w:rsidP="00C048E5">
      <w:pPr>
        <w:pStyle w:val="Nagwek3"/>
      </w:pPr>
      <w:bookmarkStart w:id="199" w:name="_Toc182566455"/>
      <w:r>
        <w:t>Specyfikacja AKC-4D</w:t>
      </w:r>
      <w:bookmarkEnd w:id="199"/>
    </w:p>
    <w:p w14:paraId="635C122F" w14:textId="77777777" w:rsidR="00430FCF" w:rsidRPr="00481FCB" w:rsidRDefault="00430FCF" w:rsidP="00481FCB">
      <w:r w:rsidRPr="00481FCB">
        <w:t xml:space="preserve">Struktury typu </w:t>
      </w:r>
      <w:r w:rsidRPr="00481FCB">
        <w:rPr>
          <w:rFonts w:eastAsia="Times New Roman"/>
        </w:rPr>
        <w:t>ZDailyAmount, ZCalculOfAmountOfExciseDuty</w:t>
      </w:r>
      <w:r w:rsidRPr="00481FCB">
        <w:t xml:space="preserve"> zostały zdefiniowane w dokumencie </w:t>
      </w:r>
      <w:r w:rsidRPr="00481FCB">
        <w:fldChar w:fldCharType="begin"/>
      </w:r>
      <w:r w:rsidRPr="00481FCB">
        <w:instrText xml:space="preserve"> REF _Ref361653747 \r \h  \* MERGEFORMAT </w:instrText>
      </w:r>
      <w:r w:rsidRPr="00481FCB">
        <w:fldChar w:fldCharType="separate"/>
      </w:r>
      <w:r w:rsidR="00EC7AC0" w:rsidRPr="00481FCB">
        <w:t>A1</w:t>
      </w:r>
      <w:r w:rsidRPr="00481FCB">
        <w:fldChar w:fldCharType="end"/>
      </w:r>
      <w:r w:rsidRPr="00481FCB">
        <w:t xml:space="preserve"> i nie będą tutaj szczegółowo omawiane.</w:t>
      </w:r>
    </w:p>
    <w:p w14:paraId="30FF5DB8" w14:textId="0F10FFF1" w:rsidR="00B24AC7" w:rsidRDefault="00B24AC7" w:rsidP="00B24AC7">
      <w:pPr>
        <w:pStyle w:val="Legenda"/>
        <w:keepNext/>
      </w:pPr>
      <w:bookmarkStart w:id="200" w:name="_Toc182566580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49</w:t>
      </w:r>
      <w:r w:rsidR="00715F4C">
        <w:rPr>
          <w:noProof/>
        </w:rPr>
        <w:fldChar w:fldCharType="end"/>
      </w:r>
      <w:r>
        <w:t xml:space="preserve">. </w:t>
      </w:r>
      <w:r w:rsidRPr="00B90836">
        <w:t>Dane ogólne w ramach struktury załącznika AKC-4/D</w:t>
      </w:r>
      <w:bookmarkEnd w:id="200"/>
    </w:p>
    <w:tbl>
      <w:tblPr>
        <w:tblStyle w:val="Siatkatabelijasn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E115A2" w14:paraId="52767A6B" w14:textId="77777777" w:rsidTr="00E115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550E86D2" w14:textId="77777777" w:rsidR="00E115A2" w:rsidRPr="006A057C" w:rsidRDefault="00E115A2" w:rsidP="0062186D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>Ogólne</w:t>
            </w:r>
          </w:p>
        </w:tc>
        <w:tc>
          <w:tcPr>
            <w:tcW w:w="6584" w:type="dxa"/>
          </w:tcPr>
          <w:p w14:paraId="5E328072" w14:textId="22CAB1AA" w:rsidR="00E115A2" w:rsidRPr="006A057C" w:rsidRDefault="00E115A2" w:rsidP="0062186D">
            <w:pPr>
              <w:rPr>
                <w:rFonts w:eastAsia="Times New Roman" w:cs="Arial"/>
                <w:b/>
                <w:sz w:val="18"/>
                <w:szCs w:val="18"/>
              </w:rPr>
            </w:pPr>
          </w:p>
        </w:tc>
      </w:tr>
      <w:tr w:rsidR="00430FCF" w14:paraId="2365DE15" w14:textId="77777777" w:rsidTr="00E115A2">
        <w:tc>
          <w:tcPr>
            <w:tcW w:w="2738" w:type="dxa"/>
          </w:tcPr>
          <w:p w14:paraId="26432F04" w14:textId="77777777" w:rsidR="00430FCF" w:rsidRPr="006A057C" w:rsidRDefault="00430FCF" w:rsidP="0062186D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7A6F859D" w14:textId="77777777" w:rsidR="00430FCF" w:rsidRPr="006A057C" w:rsidRDefault="00430FCF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Struktura załącznika do </w:t>
            </w:r>
            <w:r w:rsidRPr="006A057C">
              <w:rPr>
                <w:rFonts w:cs="Arial"/>
                <w:sz w:val="20"/>
                <w:szCs w:val="20"/>
              </w:rPr>
              <w:t xml:space="preserve">deklaracji AKC-4 </w:t>
            </w:r>
          </w:p>
        </w:tc>
      </w:tr>
      <w:tr w:rsidR="00430FCF" w14:paraId="1DE7F680" w14:textId="77777777" w:rsidTr="00E115A2">
        <w:tc>
          <w:tcPr>
            <w:tcW w:w="2738" w:type="dxa"/>
          </w:tcPr>
          <w:p w14:paraId="1605A3D3" w14:textId="77777777" w:rsidR="00430FCF" w:rsidRPr="006A057C" w:rsidRDefault="00430FCF" w:rsidP="0062186D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716A811C" w14:textId="77777777" w:rsidR="00430FCF" w:rsidRPr="006A057C" w:rsidRDefault="00430FCF" w:rsidP="0062186D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430FCF" w14:paraId="0B26EF0D" w14:textId="77777777" w:rsidTr="00E115A2">
        <w:tc>
          <w:tcPr>
            <w:tcW w:w="2738" w:type="dxa"/>
          </w:tcPr>
          <w:p w14:paraId="66E8528E" w14:textId="77777777" w:rsidR="00430FCF" w:rsidRPr="006A057C" w:rsidRDefault="00430FCF" w:rsidP="0062186D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79B40B6B" w14:textId="77777777" w:rsidR="00430FCF" w:rsidRPr="006A057C" w:rsidRDefault="00BE2D49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4</w:t>
            </w:r>
            <w:r w:rsidR="00752F03" w:rsidRPr="006A057C">
              <w:rPr>
                <w:rFonts w:eastAsia="Times New Roman" w:cs="Arial"/>
                <w:sz w:val="20"/>
                <w:szCs w:val="20"/>
              </w:rPr>
              <w:t>_0</w:t>
            </w:r>
          </w:p>
        </w:tc>
      </w:tr>
      <w:tr w:rsidR="00430FCF" w14:paraId="389E0224" w14:textId="77777777" w:rsidTr="00E115A2">
        <w:tc>
          <w:tcPr>
            <w:tcW w:w="2738" w:type="dxa"/>
          </w:tcPr>
          <w:p w14:paraId="6FAD7DD7" w14:textId="77777777" w:rsidR="00430FCF" w:rsidRPr="006A057C" w:rsidRDefault="00430FCF" w:rsidP="0062186D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Zależności od innych deklaracji</w:t>
            </w:r>
          </w:p>
        </w:tc>
        <w:tc>
          <w:tcPr>
            <w:tcW w:w="6584" w:type="dxa"/>
          </w:tcPr>
          <w:p w14:paraId="6DC1A32E" w14:textId="77777777" w:rsidR="00430FCF" w:rsidRPr="006A057C" w:rsidRDefault="00430FCF" w:rsidP="0062186D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430FCF" w14:paraId="70AB3B4F" w14:textId="77777777" w:rsidTr="00E115A2">
        <w:tc>
          <w:tcPr>
            <w:tcW w:w="2738" w:type="dxa"/>
          </w:tcPr>
          <w:p w14:paraId="20C4DE3F" w14:textId="77777777" w:rsidR="00430FCF" w:rsidRPr="006A057C" w:rsidRDefault="00430FCF" w:rsidP="0062186D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3B8ECF15" w14:textId="77777777" w:rsidR="00430FCF" w:rsidRPr="006A057C" w:rsidRDefault="00430FCF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XML</w:t>
            </w:r>
          </w:p>
        </w:tc>
      </w:tr>
      <w:tr w:rsidR="00430FCF" w14:paraId="0707EFF3" w14:textId="77777777" w:rsidTr="00E115A2">
        <w:tc>
          <w:tcPr>
            <w:tcW w:w="2738" w:type="dxa"/>
          </w:tcPr>
          <w:p w14:paraId="740F2801" w14:textId="77777777" w:rsidR="00430FCF" w:rsidRPr="006A057C" w:rsidRDefault="00430FCF" w:rsidP="0062186D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047E9432" w14:textId="77777777" w:rsidR="00430FCF" w:rsidRPr="006A057C" w:rsidRDefault="00430FCF" w:rsidP="0062186D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430FCF" w14:paraId="5CC15864" w14:textId="77777777" w:rsidTr="00E115A2">
        <w:tc>
          <w:tcPr>
            <w:tcW w:w="2738" w:type="dxa"/>
          </w:tcPr>
          <w:p w14:paraId="568CF014" w14:textId="77777777" w:rsidR="00430FCF" w:rsidRPr="006A057C" w:rsidRDefault="00430FCF" w:rsidP="0062186D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77E30EF2" w14:textId="77777777" w:rsidR="00430FCF" w:rsidRPr="006A057C" w:rsidRDefault="00430FCF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XML</w:t>
            </w:r>
          </w:p>
        </w:tc>
      </w:tr>
      <w:tr w:rsidR="00430FCF" w14:paraId="173A3987" w14:textId="77777777" w:rsidTr="00E115A2">
        <w:tc>
          <w:tcPr>
            <w:tcW w:w="2738" w:type="dxa"/>
          </w:tcPr>
          <w:p w14:paraId="0068E58D" w14:textId="77777777" w:rsidR="00430FCF" w:rsidRPr="006A057C" w:rsidRDefault="00430FCF" w:rsidP="0062186D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Namespaces</w:t>
            </w:r>
          </w:p>
        </w:tc>
        <w:tc>
          <w:tcPr>
            <w:tcW w:w="6584" w:type="dxa"/>
          </w:tcPr>
          <w:p w14:paraId="533AF0F1" w14:textId="77777777" w:rsidR="00430FCF" w:rsidRPr="006A057C" w:rsidRDefault="00752F03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http://www.e-clo.pl/ZEFIR2/eZefir2/xsd/v3_0/Types.xsd</w:t>
            </w:r>
          </w:p>
        </w:tc>
      </w:tr>
      <w:tr w:rsidR="00430FCF" w14:paraId="33755CA2" w14:textId="77777777" w:rsidTr="00E115A2">
        <w:tc>
          <w:tcPr>
            <w:tcW w:w="2738" w:type="dxa"/>
          </w:tcPr>
          <w:p w14:paraId="2FBDA817" w14:textId="77777777" w:rsidR="00430FCF" w:rsidRPr="006A057C" w:rsidRDefault="00430FCF" w:rsidP="0062186D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19E64F1A" w14:textId="77777777" w:rsidR="00430FCF" w:rsidRPr="006A057C" w:rsidRDefault="00430FCF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akc_4</w:t>
            </w:r>
            <w:r w:rsidR="003B5733" w:rsidRPr="006A057C">
              <w:rPr>
                <w:rFonts w:eastAsia="Times New Roman" w:cs="Arial"/>
                <w:sz w:val="20"/>
                <w:szCs w:val="20"/>
              </w:rPr>
              <w:t>d</w:t>
            </w:r>
            <w:r w:rsidRPr="006A057C">
              <w:rPr>
                <w:rFonts w:eastAsia="Times New Roman" w:cs="Arial"/>
                <w:sz w:val="20"/>
                <w:szCs w:val="20"/>
              </w:rPr>
              <w:t>.xsd</w:t>
            </w:r>
          </w:p>
        </w:tc>
      </w:tr>
    </w:tbl>
    <w:p w14:paraId="18EBAF8E" w14:textId="77777777" w:rsidR="00430FCF" w:rsidRPr="006A057C" w:rsidRDefault="00430FCF" w:rsidP="00C048E5">
      <w:pPr>
        <w:pStyle w:val="Nagwek3"/>
      </w:pPr>
      <w:bookmarkStart w:id="201" w:name="_Toc182566456"/>
      <w:r w:rsidRPr="006A057C">
        <w:t>Struktura AKC</w:t>
      </w:r>
      <w:r w:rsidR="00D863D2" w:rsidRPr="006A057C">
        <w:t>4D</w:t>
      </w:r>
      <w:bookmarkEnd w:id="201"/>
    </w:p>
    <w:p w14:paraId="38A4E527" w14:textId="77777777" w:rsidR="00E115A2" w:rsidRPr="00530CB8" w:rsidRDefault="00E115A2" w:rsidP="00794BCE">
      <w:pPr>
        <w:pStyle w:val="Akapitzlist"/>
        <w:numPr>
          <w:ilvl w:val="0"/>
          <w:numId w:val="15"/>
        </w:numPr>
        <w:rPr>
          <w:rFonts w:ascii="Consolas" w:hAnsi="Consolas"/>
          <w:lang w:val="en-GB"/>
        </w:rPr>
      </w:pPr>
      <w:r w:rsidRPr="00530CB8">
        <w:rPr>
          <w:rFonts w:ascii="Consolas" w:hAnsi="Consolas"/>
          <w:lang w:val="en-GB"/>
        </w:rPr>
        <w:t>(AKC4DType)</w:t>
      </w:r>
    </w:p>
    <w:p w14:paraId="28F7D49F" w14:textId="47778B7A" w:rsidR="00E115A2" w:rsidRPr="00530CB8" w:rsidRDefault="00E115A2" w:rsidP="00794BCE">
      <w:pPr>
        <w:pStyle w:val="Akapitzlist"/>
        <w:numPr>
          <w:ilvl w:val="0"/>
          <w:numId w:val="15"/>
        </w:numPr>
        <w:rPr>
          <w:rFonts w:ascii="Consolas" w:hAnsi="Consolas"/>
          <w:lang w:val="en-GB"/>
        </w:rPr>
      </w:pPr>
      <w:r w:rsidRPr="00530CB8">
        <w:rPr>
          <w:rFonts w:ascii="Consolas" w:hAnsi="Consolas"/>
          <w:lang w:val="en-GB"/>
        </w:rPr>
        <w:t>(HeaderType)</w:t>
      </w:r>
    </w:p>
    <w:p w14:paraId="46A4AE3B" w14:textId="6A1DE631" w:rsidR="00E115A2" w:rsidRPr="00530CB8" w:rsidRDefault="00E115A2" w:rsidP="00794BCE">
      <w:pPr>
        <w:pStyle w:val="Akapitzlist"/>
        <w:numPr>
          <w:ilvl w:val="0"/>
          <w:numId w:val="15"/>
        </w:numPr>
        <w:rPr>
          <w:rFonts w:ascii="Consolas" w:hAnsi="Consolas"/>
          <w:lang w:val="en-GB"/>
        </w:rPr>
      </w:pPr>
      <w:r w:rsidRPr="00530CB8">
        <w:rPr>
          <w:rFonts w:ascii="Consolas" w:hAnsi="Consolas"/>
          <w:lang w:val="en-GB"/>
        </w:rPr>
        <w:t>(WarehouseType)</w:t>
      </w:r>
    </w:p>
    <w:p w14:paraId="36BCD870" w14:textId="20499855" w:rsidR="00E115A2" w:rsidRPr="00530CB8" w:rsidRDefault="00E115A2" w:rsidP="00794BCE">
      <w:pPr>
        <w:pStyle w:val="Akapitzlist"/>
        <w:numPr>
          <w:ilvl w:val="0"/>
          <w:numId w:val="15"/>
        </w:numPr>
        <w:rPr>
          <w:rFonts w:ascii="Consolas" w:hAnsi="Consolas"/>
          <w:lang w:val="en-GB"/>
        </w:rPr>
      </w:pPr>
      <w:r w:rsidRPr="00530CB8">
        <w:rPr>
          <w:rFonts w:ascii="Consolas" w:hAnsi="Consolas"/>
          <w:lang w:val="en-GB"/>
        </w:rPr>
        <w:t>(ExciseDutyInformationType)</w:t>
      </w:r>
    </w:p>
    <w:p w14:paraId="05C813B6" w14:textId="25024D3E" w:rsidR="00E115A2" w:rsidRPr="00530CB8" w:rsidRDefault="00E115A2" w:rsidP="00794BCE">
      <w:pPr>
        <w:pStyle w:val="Akapitzlist"/>
        <w:numPr>
          <w:ilvl w:val="0"/>
          <w:numId w:val="15"/>
        </w:numPr>
        <w:rPr>
          <w:rFonts w:ascii="Consolas" w:hAnsi="Consolas"/>
          <w:lang w:val="en-GB"/>
        </w:rPr>
      </w:pPr>
      <w:r w:rsidRPr="00530CB8">
        <w:rPr>
          <w:rFonts w:ascii="Consolas" w:hAnsi="Consolas"/>
          <w:lang w:val="en-GB"/>
        </w:rPr>
        <w:t>(CalculOfAmountOfExciseDutyType)</w:t>
      </w:r>
    </w:p>
    <w:p w14:paraId="67A8EA7B" w14:textId="61505177" w:rsidR="00E115A2" w:rsidRPr="00530CB8" w:rsidRDefault="00E115A2" w:rsidP="00794BCE">
      <w:pPr>
        <w:pStyle w:val="Akapitzlist"/>
        <w:numPr>
          <w:ilvl w:val="0"/>
          <w:numId w:val="15"/>
        </w:numPr>
        <w:rPr>
          <w:rFonts w:ascii="Consolas" w:hAnsi="Consolas"/>
          <w:lang w:val="en-GB"/>
        </w:rPr>
      </w:pPr>
      <w:r w:rsidRPr="00530CB8">
        <w:rPr>
          <w:rFonts w:ascii="Consolas" w:hAnsi="Consolas"/>
          <w:lang w:val="en-GB"/>
        </w:rPr>
        <w:t>(CleareanceExciseDutyType)</w:t>
      </w:r>
    </w:p>
    <w:p w14:paraId="563867D2" w14:textId="6F9D582B" w:rsidR="00E115A2" w:rsidRPr="00530CB8" w:rsidRDefault="00E115A2" w:rsidP="00794BCE">
      <w:pPr>
        <w:pStyle w:val="Akapitzlist"/>
        <w:numPr>
          <w:ilvl w:val="0"/>
          <w:numId w:val="15"/>
        </w:numPr>
        <w:rPr>
          <w:rFonts w:ascii="Consolas" w:hAnsi="Consolas"/>
          <w:lang w:val="en-GB"/>
        </w:rPr>
      </w:pPr>
      <w:r w:rsidRPr="00530CB8">
        <w:rPr>
          <w:rFonts w:ascii="Consolas" w:hAnsi="Consolas"/>
          <w:lang w:val="en-GB"/>
        </w:rPr>
        <w:t>(ItemsType)</w:t>
      </w:r>
    </w:p>
    <w:p w14:paraId="4CF3B5C9" w14:textId="7A39D688" w:rsidR="00E115A2" w:rsidRPr="00530CB8" w:rsidRDefault="00E115A2" w:rsidP="00794BCE">
      <w:pPr>
        <w:pStyle w:val="Akapitzlist"/>
        <w:numPr>
          <w:ilvl w:val="0"/>
          <w:numId w:val="15"/>
        </w:numPr>
        <w:rPr>
          <w:rFonts w:ascii="Consolas" w:hAnsi="Consolas"/>
          <w:lang w:val="en-GB"/>
        </w:rPr>
      </w:pPr>
      <w:r w:rsidRPr="00530CB8">
        <w:rPr>
          <w:rFonts w:ascii="Consolas" w:hAnsi="Consolas"/>
          <w:lang w:val="en-GB"/>
        </w:rPr>
        <w:t>(ItemType)</w:t>
      </w:r>
    </w:p>
    <w:p w14:paraId="3C91B956" w14:textId="25C6B6F8" w:rsidR="00E115A2" w:rsidRPr="00530CB8" w:rsidRDefault="00E115A2" w:rsidP="00794BCE">
      <w:pPr>
        <w:pStyle w:val="Akapitzlist"/>
        <w:numPr>
          <w:ilvl w:val="0"/>
          <w:numId w:val="15"/>
        </w:numPr>
        <w:rPr>
          <w:rFonts w:ascii="Consolas" w:hAnsi="Consolas"/>
          <w:lang w:val="en-GB"/>
        </w:rPr>
      </w:pPr>
      <w:r w:rsidRPr="00530CB8">
        <w:rPr>
          <w:rFonts w:ascii="Consolas" w:hAnsi="Consolas"/>
          <w:lang w:val="en-GB"/>
        </w:rPr>
        <w:t>(DailyPaymentInformationType)</w:t>
      </w:r>
    </w:p>
    <w:p w14:paraId="5FD83B15" w14:textId="630FC42B" w:rsidR="00430FCF" w:rsidRPr="00530CB8" w:rsidRDefault="00E115A2" w:rsidP="00794BCE">
      <w:pPr>
        <w:pStyle w:val="Akapitzlist"/>
        <w:numPr>
          <w:ilvl w:val="0"/>
          <w:numId w:val="15"/>
        </w:numPr>
        <w:rPr>
          <w:rFonts w:ascii="Consolas" w:hAnsi="Consolas"/>
          <w:lang w:val="en-GB"/>
        </w:rPr>
      </w:pPr>
      <w:r w:rsidRPr="00530CB8">
        <w:rPr>
          <w:rFonts w:ascii="Consolas" w:hAnsi="Consolas"/>
          <w:lang w:val="en-GB"/>
        </w:rPr>
        <w:t>ZDailyAmount</w:t>
      </w:r>
    </w:p>
    <w:p w14:paraId="574DD12D" w14:textId="02BDB61A" w:rsidR="00B24AC7" w:rsidRDefault="00B24AC7" w:rsidP="00B24AC7">
      <w:pPr>
        <w:pStyle w:val="Legenda"/>
        <w:keepNext/>
      </w:pPr>
      <w:bookmarkStart w:id="202" w:name="_Toc182566581"/>
      <w:r>
        <w:lastRenderedPageBreak/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50</w:t>
      </w:r>
      <w:r w:rsidR="00715F4C">
        <w:rPr>
          <w:noProof/>
        </w:rPr>
        <w:fldChar w:fldCharType="end"/>
      </w:r>
      <w:r>
        <w:t xml:space="preserve">. </w:t>
      </w:r>
      <w:r w:rsidRPr="009E6671">
        <w:t>Struktura elementu AKC4DType</w:t>
      </w:r>
      <w:bookmarkEnd w:id="202"/>
    </w:p>
    <w:tbl>
      <w:tblPr>
        <w:tblStyle w:val="Siatkatabelijasna"/>
        <w:tblW w:w="0" w:type="auto"/>
        <w:tblLook w:val="01E0" w:firstRow="1" w:lastRow="1" w:firstColumn="1" w:lastColumn="1" w:noHBand="0" w:noVBand="0"/>
      </w:tblPr>
      <w:tblGrid>
        <w:gridCol w:w="1727"/>
        <w:gridCol w:w="3252"/>
        <w:gridCol w:w="825"/>
        <w:gridCol w:w="2052"/>
        <w:gridCol w:w="1192"/>
      </w:tblGrid>
      <w:tr w:rsidR="000F5DAD" w:rsidRPr="006A057C" w14:paraId="05C2C46F" w14:textId="77777777" w:rsidTr="003643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29" w:type="dxa"/>
          </w:tcPr>
          <w:p w14:paraId="769C49C1" w14:textId="77777777" w:rsidR="000F5DAD" w:rsidRPr="006A057C" w:rsidRDefault="000F5DAD" w:rsidP="0062186D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255" w:type="dxa"/>
          </w:tcPr>
          <w:p w14:paraId="64C676A2" w14:textId="77777777" w:rsidR="000F5DAD" w:rsidRPr="006A057C" w:rsidRDefault="000F5DAD" w:rsidP="0062186D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25" w:type="dxa"/>
          </w:tcPr>
          <w:p w14:paraId="2CC21911" w14:textId="77777777" w:rsidR="000F5DAD" w:rsidRPr="006A057C" w:rsidRDefault="000F5DAD" w:rsidP="000F5DAD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53" w:type="dxa"/>
          </w:tcPr>
          <w:p w14:paraId="2D487074" w14:textId="77777777" w:rsidR="000F5DAD" w:rsidRPr="006A057C" w:rsidRDefault="000F5DAD" w:rsidP="0062186D">
            <w:pPr>
              <w:rPr>
                <w:rFonts w:cs="Arial"/>
                <w:b/>
                <w:sz w:val="18"/>
                <w:szCs w:val="18"/>
              </w:rPr>
            </w:pPr>
            <w:r w:rsidRPr="006A057C">
              <w:rPr>
                <w:rFonts w:cs="Arial"/>
                <w:b/>
                <w:sz w:val="18"/>
                <w:szCs w:val="18"/>
              </w:rPr>
              <w:t>Typ</w:t>
            </w:r>
          </w:p>
        </w:tc>
        <w:tc>
          <w:tcPr>
            <w:tcW w:w="1192" w:type="dxa"/>
          </w:tcPr>
          <w:p w14:paraId="4F0ECC5C" w14:textId="77777777" w:rsidR="000F5DAD" w:rsidRPr="006A057C" w:rsidRDefault="000F5DAD" w:rsidP="0062186D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0F5DAD" w:rsidRPr="006A057C" w14:paraId="65A4F072" w14:textId="77777777" w:rsidTr="003643A8">
        <w:trPr>
          <w:trHeight w:val="213"/>
        </w:trPr>
        <w:tc>
          <w:tcPr>
            <w:tcW w:w="1729" w:type="dxa"/>
          </w:tcPr>
          <w:p w14:paraId="1BF69617" w14:textId="77777777" w:rsidR="000F5DAD" w:rsidRPr="006A057C" w:rsidRDefault="000F5DAD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Header</w:t>
            </w:r>
          </w:p>
        </w:tc>
        <w:tc>
          <w:tcPr>
            <w:tcW w:w="3255" w:type="dxa"/>
          </w:tcPr>
          <w:p w14:paraId="5DE8B9EF" w14:textId="77777777" w:rsidR="000F5DAD" w:rsidRPr="006A057C" w:rsidRDefault="000F5DAD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Nagłówek</w:t>
            </w:r>
            <w:r w:rsidR="00BE2D49" w:rsidRPr="006A057C">
              <w:rPr>
                <w:rFonts w:eastAsia="Times New Roman" w:cs="Arial"/>
                <w:sz w:val="20"/>
                <w:szCs w:val="20"/>
              </w:rPr>
              <w:t xml:space="preserve"> deklaracji</w:t>
            </w:r>
          </w:p>
        </w:tc>
        <w:tc>
          <w:tcPr>
            <w:tcW w:w="825" w:type="dxa"/>
          </w:tcPr>
          <w:p w14:paraId="4431EDE6" w14:textId="77777777" w:rsidR="000F5DAD" w:rsidRPr="006A057C" w:rsidRDefault="00BE5009" w:rsidP="000F5DA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53" w:type="dxa"/>
          </w:tcPr>
          <w:p w14:paraId="4A8075DB" w14:textId="77777777" w:rsidR="000F5DAD" w:rsidRPr="00B85AB4" w:rsidRDefault="009C497F" w:rsidP="009C497F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instrText xml:space="preserve"> REF HeaderType_d \h  \* MERGEFORMAT </w:instrTex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B85AB4">
              <w:rPr>
                <w:rStyle w:val="pole"/>
                <w:rFonts w:ascii="Lato" w:hAnsi="Lato"/>
                <w:sz w:val="20"/>
                <w:szCs w:val="20"/>
              </w:rPr>
              <w:t>HeaderType</w: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2" w:type="dxa"/>
          </w:tcPr>
          <w:p w14:paraId="3D364294" w14:textId="77777777" w:rsidR="000F5DAD" w:rsidRPr="006A057C" w:rsidRDefault="00116B69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BE2D49" w:rsidRPr="006A057C" w14:paraId="6A353D02" w14:textId="77777777" w:rsidTr="003643A8">
        <w:trPr>
          <w:trHeight w:val="213"/>
        </w:trPr>
        <w:tc>
          <w:tcPr>
            <w:tcW w:w="1729" w:type="dxa"/>
          </w:tcPr>
          <w:p w14:paraId="03A9269A" w14:textId="77777777" w:rsidR="00BE2D49" w:rsidRPr="006A057C" w:rsidRDefault="00BE2D49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version</w:t>
            </w:r>
          </w:p>
        </w:tc>
        <w:tc>
          <w:tcPr>
            <w:tcW w:w="3255" w:type="dxa"/>
          </w:tcPr>
          <w:p w14:paraId="0B3A859D" w14:textId="77777777" w:rsidR="00BE2D49" w:rsidRPr="006A057C" w:rsidRDefault="00BE2D49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Wersja schematu, z którą zgodny jest komunikat.</w:t>
            </w:r>
          </w:p>
        </w:tc>
        <w:tc>
          <w:tcPr>
            <w:tcW w:w="825" w:type="dxa"/>
          </w:tcPr>
          <w:p w14:paraId="5F249D31" w14:textId="77777777" w:rsidR="00BE2D49" w:rsidRPr="006A057C" w:rsidRDefault="00BE2D49" w:rsidP="000F5DA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53" w:type="dxa"/>
          </w:tcPr>
          <w:p w14:paraId="1AAF53BE" w14:textId="77777777" w:rsidR="00BE2D49" w:rsidRPr="00B85AB4" w:rsidRDefault="00BE2D49" w:rsidP="009C497F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t>ZVersion</w:t>
            </w:r>
          </w:p>
        </w:tc>
        <w:tc>
          <w:tcPr>
            <w:tcW w:w="1192" w:type="dxa"/>
          </w:tcPr>
          <w:p w14:paraId="532C6BED" w14:textId="77777777" w:rsidR="00BE2D49" w:rsidRPr="006A057C" w:rsidRDefault="00BE2D49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</w:tbl>
    <w:p w14:paraId="4594C69B" w14:textId="40E98EF8" w:rsidR="00B24AC7" w:rsidRDefault="00B24AC7" w:rsidP="00B24AC7">
      <w:pPr>
        <w:pStyle w:val="Legenda"/>
        <w:keepNext/>
      </w:pPr>
      <w:bookmarkStart w:id="203" w:name="_Toc182566582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51</w:t>
      </w:r>
      <w:r w:rsidR="00715F4C">
        <w:rPr>
          <w:noProof/>
        </w:rPr>
        <w:fldChar w:fldCharType="end"/>
      </w:r>
      <w:r>
        <w:t xml:space="preserve">. </w:t>
      </w:r>
      <w:r w:rsidRPr="003E74D6">
        <w:t>Struktura elementu HeaderType</w:t>
      </w:r>
      <w:bookmarkEnd w:id="203"/>
    </w:p>
    <w:tbl>
      <w:tblPr>
        <w:tblStyle w:val="Siatkatabelijasna"/>
        <w:tblW w:w="9225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197"/>
      </w:tblGrid>
      <w:tr w:rsidR="000F5DAD" w:rsidRPr="006A057C" w14:paraId="6904361E" w14:textId="77777777" w:rsidTr="003643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5DF07601" w14:textId="77777777" w:rsidR="000F5DAD" w:rsidRPr="006A057C" w:rsidRDefault="000F5DAD" w:rsidP="0062186D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6CEBE219" w14:textId="77777777" w:rsidR="000F5DAD" w:rsidRPr="006A057C" w:rsidRDefault="000F5DAD" w:rsidP="0062186D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304DBBD7" w14:textId="77777777" w:rsidR="000F5DAD" w:rsidRPr="006A057C" w:rsidRDefault="000F5DAD" w:rsidP="000F5DAD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312BEA2B" w14:textId="77777777" w:rsidR="000F5DAD" w:rsidRPr="006A057C" w:rsidRDefault="000F5DAD" w:rsidP="0062186D">
            <w:pPr>
              <w:rPr>
                <w:rFonts w:cs="Arial"/>
                <w:b/>
                <w:sz w:val="18"/>
                <w:szCs w:val="18"/>
              </w:rPr>
            </w:pPr>
            <w:r w:rsidRPr="006A057C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7CC33CE6" w14:textId="77777777" w:rsidR="000F5DAD" w:rsidRPr="006A057C" w:rsidRDefault="000F5DAD" w:rsidP="0062186D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0F5DAD" w:rsidRPr="006A057C" w14:paraId="77BAECFC" w14:textId="77777777" w:rsidTr="003643A8">
        <w:trPr>
          <w:trHeight w:val="213"/>
        </w:trPr>
        <w:tc>
          <w:tcPr>
            <w:tcW w:w="1788" w:type="dxa"/>
          </w:tcPr>
          <w:p w14:paraId="619D12C2" w14:textId="77777777" w:rsidR="000F5DAD" w:rsidRPr="006A057C" w:rsidRDefault="000F5DAD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identifier</w:t>
            </w:r>
          </w:p>
        </w:tc>
        <w:tc>
          <w:tcPr>
            <w:tcW w:w="3360" w:type="dxa"/>
          </w:tcPr>
          <w:p w14:paraId="61E591F6" w14:textId="77777777" w:rsidR="000F5DAD" w:rsidRPr="006A057C" w:rsidRDefault="00BE2D49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Identyfikator podatkowy NIP/ numer PESEL podatnika.</w:t>
            </w:r>
          </w:p>
        </w:tc>
        <w:tc>
          <w:tcPr>
            <w:tcW w:w="840" w:type="dxa"/>
          </w:tcPr>
          <w:p w14:paraId="3F1D8360" w14:textId="77777777" w:rsidR="000F5DAD" w:rsidRPr="006A057C" w:rsidRDefault="00BE5009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2040" w:type="dxa"/>
          </w:tcPr>
          <w:p w14:paraId="6A45E120" w14:textId="77777777" w:rsidR="000F5DAD" w:rsidRPr="006A057C" w:rsidRDefault="000F5DAD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ZIdentification</w:t>
            </w:r>
          </w:p>
        </w:tc>
        <w:tc>
          <w:tcPr>
            <w:tcW w:w="1197" w:type="dxa"/>
          </w:tcPr>
          <w:p w14:paraId="15DA6E02" w14:textId="77777777" w:rsidR="000F5DAD" w:rsidRPr="006A057C" w:rsidRDefault="000F5DAD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0F5DAD" w:rsidRPr="006A057C" w14:paraId="041E990A" w14:textId="77777777" w:rsidTr="003643A8">
        <w:trPr>
          <w:trHeight w:val="213"/>
        </w:trPr>
        <w:tc>
          <w:tcPr>
            <w:tcW w:w="1788" w:type="dxa"/>
          </w:tcPr>
          <w:p w14:paraId="59226A78" w14:textId="77777777" w:rsidR="000F5DAD" w:rsidRPr="006A057C" w:rsidRDefault="000F5DAD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period</w:t>
            </w:r>
          </w:p>
        </w:tc>
        <w:tc>
          <w:tcPr>
            <w:tcW w:w="3360" w:type="dxa"/>
          </w:tcPr>
          <w:p w14:paraId="185B5F3A" w14:textId="77777777" w:rsidR="000F5DAD" w:rsidRPr="006A057C" w:rsidRDefault="00BE2D49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Data w formacie miesiąc i rok za jaki została złożona deklaracja.</w:t>
            </w:r>
          </w:p>
        </w:tc>
        <w:tc>
          <w:tcPr>
            <w:tcW w:w="840" w:type="dxa"/>
          </w:tcPr>
          <w:p w14:paraId="0461018D" w14:textId="77777777" w:rsidR="000F5DAD" w:rsidRPr="006A057C" w:rsidRDefault="00BE5009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2, 3</w:t>
            </w:r>
          </w:p>
        </w:tc>
        <w:tc>
          <w:tcPr>
            <w:tcW w:w="2040" w:type="dxa"/>
          </w:tcPr>
          <w:p w14:paraId="18852AA8" w14:textId="77777777" w:rsidR="000F5DAD" w:rsidRPr="006A057C" w:rsidRDefault="000F5DAD" w:rsidP="0062186D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  <w:lang w:val="pl-PL"/>
              </w:rPr>
              <w:t xml:space="preserve">ZPeriod </w:t>
            </w:r>
          </w:p>
          <w:p w14:paraId="47C23DDB" w14:textId="2D625925" w:rsidR="000F5DAD" w:rsidRPr="006A057C" w:rsidRDefault="00147848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0F5DAD" w:rsidRPr="006A057C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>d</w:instrText>
            </w:r>
            <w:r w:rsidR="00C333E8" w:rsidRPr="006A057C">
              <w:rPr>
                <w:rFonts w:eastAsia="Times New Roman" w:cs="Arial"/>
                <w:sz w:val="20"/>
                <w:szCs w:val="20"/>
              </w:rPr>
              <w:instrText>1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6A057C" w:rsidRPr="006A057C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6A057C">
              <w:rPr>
                <w:rFonts w:eastAsia="Times New Roman" w:cs="Arial"/>
                <w:sz w:val="20"/>
                <w:szCs w:val="20"/>
              </w:rPr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6A057C">
              <w:rPr>
                <w:rFonts w:eastAsia="Times New Roman" w:cs="Arial"/>
                <w:sz w:val="20"/>
                <w:szCs w:val="20"/>
              </w:rPr>
              <w:t>R1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="002E739F" w:rsidRPr="006A057C">
              <w:rPr>
                <w:rFonts w:eastAsia="Times New Roman" w:cs="Arial"/>
                <w:sz w:val="20"/>
                <w:szCs w:val="20"/>
              </w:rPr>
              <w:t>,R21</w:t>
            </w:r>
          </w:p>
        </w:tc>
        <w:tc>
          <w:tcPr>
            <w:tcW w:w="1197" w:type="dxa"/>
          </w:tcPr>
          <w:p w14:paraId="01CBD7B3" w14:textId="77777777" w:rsidR="000F5DAD" w:rsidRPr="006A057C" w:rsidRDefault="000F5DAD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0F5DAD" w:rsidRPr="006A057C" w14:paraId="7648768C" w14:textId="77777777" w:rsidTr="003643A8">
        <w:trPr>
          <w:trHeight w:val="213"/>
        </w:trPr>
        <w:tc>
          <w:tcPr>
            <w:tcW w:w="1788" w:type="dxa"/>
          </w:tcPr>
          <w:p w14:paraId="24E1D227" w14:textId="77777777" w:rsidR="000F5DAD" w:rsidRPr="006A057C" w:rsidRDefault="000F5DAD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formNo</w:t>
            </w:r>
          </w:p>
        </w:tc>
        <w:tc>
          <w:tcPr>
            <w:tcW w:w="3360" w:type="dxa"/>
          </w:tcPr>
          <w:p w14:paraId="0647F183" w14:textId="77777777" w:rsidR="000F5DAD" w:rsidRPr="006A057C" w:rsidRDefault="00BE2D49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Numer formularza załącznika. Podatnik może załączyć wiele formularzy załącznika tego samego typu.</w:t>
            </w:r>
          </w:p>
        </w:tc>
        <w:tc>
          <w:tcPr>
            <w:tcW w:w="840" w:type="dxa"/>
          </w:tcPr>
          <w:p w14:paraId="1108E088" w14:textId="77777777" w:rsidR="000F5DAD" w:rsidRPr="006A057C" w:rsidRDefault="00BE5009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4</w:t>
            </w:r>
          </w:p>
        </w:tc>
        <w:tc>
          <w:tcPr>
            <w:tcW w:w="2040" w:type="dxa"/>
          </w:tcPr>
          <w:p w14:paraId="1C9A8A80" w14:textId="77777777" w:rsidR="000F5DAD" w:rsidRPr="006A057C" w:rsidRDefault="00850287" w:rsidP="0062186D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  <w:lang w:val="pl-PL"/>
              </w:rPr>
              <w:t>ZFormNo</w:t>
            </w:r>
          </w:p>
          <w:p w14:paraId="6FC01E76" w14:textId="3102BD0E" w:rsidR="000F5DAD" w:rsidRPr="006A057C" w:rsidRDefault="00147848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0F5DAD" w:rsidRPr="006A057C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>d</w:instrText>
            </w:r>
            <w:r w:rsidR="00C333E8" w:rsidRPr="006A057C">
              <w:rPr>
                <w:rFonts w:eastAsia="Times New Roman" w:cs="Arial"/>
                <w:sz w:val="20"/>
                <w:szCs w:val="20"/>
              </w:rPr>
              <w:instrText>2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6A057C" w:rsidRPr="006A057C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6A057C">
              <w:rPr>
                <w:rFonts w:eastAsia="Times New Roman" w:cs="Arial"/>
                <w:sz w:val="20"/>
                <w:szCs w:val="20"/>
              </w:rPr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6A057C">
              <w:rPr>
                <w:rFonts w:eastAsia="Times New Roman" w:cs="Arial"/>
                <w:sz w:val="20"/>
                <w:szCs w:val="20"/>
              </w:rPr>
              <w:t>R2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85D81C7" w14:textId="77777777" w:rsidR="000F5DAD" w:rsidRPr="006A057C" w:rsidRDefault="000F5DAD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0154AF" w:rsidRPr="006A057C" w14:paraId="502594FF" w14:textId="77777777" w:rsidTr="003643A8">
        <w:trPr>
          <w:trHeight w:val="213"/>
        </w:trPr>
        <w:tc>
          <w:tcPr>
            <w:tcW w:w="1788" w:type="dxa"/>
          </w:tcPr>
          <w:p w14:paraId="54F8CF18" w14:textId="77777777" w:rsidR="000154AF" w:rsidRPr="006A057C" w:rsidRDefault="000154AF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Warehouse</w:t>
            </w:r>
          </w:p>
        </w:tc>
        <w:tc>
          <w:tcPr>
            <w:tcW w:w="3360" w:type="dxa"/>
          </w:tcPr>
          <w:p w14:paraId="682DBDD5" w14:textId="77777777" w:rsidR="000154AF" w:rsidRPr="006A057C" w:rsidRDefault="000154AF" w:rsidP="00D05D5C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Dane o składzie podatkowym i zarejestrowanym odbiorcy</w:t>
            </w:r>
          </w:p>
        </w:tc>
        <w:tc>
          <w:tcPr>
            <w:tcW w:w="840" w:type="dxa"/>
          </w:tcPr>
          <w:p w14:paraId="3DD886B8" w14:textId="77777777" w:rsidR="000154AF" w:rsidRPr="006A057C" w:rsidRDefault="000154AF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B</w:t>
            </w:r>
          </w:p>
        </w:tc>
        <w:tc>
          <w:tcPr>
            <w:tcW w:w="2040" w:type="dxa"/>
          </w:tcPr>
          <w:p w14:paraId="36B521BA" w14:textId="77777777" w:rsidR="000154AF" w:rsidRPr="00B85AB4" w:rsidRDefault="001E771C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instrText xml:space="preserve"> REF WarehouseType_d \h  \* MERGEFORMAT </w:instrTex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B85AB4">
              <w:rPr>
                <w:rStyle w:val="pole"/>
                <w:rFonts w:ascii="Lato" w:hAnsi="Lato"/>
                <w:sz w:val="20"/>
                <w:szCs w:val="20"/>
              </w:rPr>
              <w:t>WarehouseType</w: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DDBB117" w14:textId="77777777" w:rsidR="000154AF" w:rsidRPr="006A057C" w:rsidRDefault="000154AF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0154AF" w:rsidRPr="006A057C" w14:paraId="0E67957B" w14:textId="77777777" w:rsidTr="003643A8">
        <w:trPr>
          <w:trHeight w:val="213"/>
        </w:trPr>
        <w:tc>
          <w:tcPr>
            <w:tcW w:w="1788" w:type="dxa"/>
          </w:tcPr>
          <w:p w14:paraId="4CD1EC14" w14:textId="77777777" w:rsidR="000154AF" w:rsidRPr="006A057C" w:rsidRDefault="000154AF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ExciseDutyInformation</w:t>
            </w:r>
          </w:p>
        </w:tc>
        <w:tc>
          <w:tcPr>
            <w:tcW w:w="3360" w:type="dxa"/>
          </w:tcPr>
          <w:p w14:paraId="2C5A9542" w14:textId="77777777" w:rsidR="000154AF" w:rsidRPr="006A057C" w:rsidRDefault="000154AF" w:rsidP="00D05D5C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Dane o </w:t>
            </w:r>
            <w:r w:rsidR="00BE2D49" w:rsidRPr="006A057C">
              <w:rPr>
                <w:rFonts w:eastAsia="Times New Roman" w:cs="Arial"/>
                <w:sz w:val="20"/>
                <w:szCs w:val="20"/>
              </w:rPr>
              <w:t xml:space="preserve">składnie podatkowym, obliczeniach </w:t>
            </w:r>
            <w:r w:rsidRPr="006A057C">
              <w:rPr>
                <w:rFonts w:eastAsia="Times New Roman" w:cs="Arial"/>
                <w:sz w:val="20"/>
                <w:szCs w:val="20"/>
              </w:rPr>
              <w:t>i rozliczeniach kwot podatku akcyzowego</w:t>
            </w:r>
          </w:p>
        </w:tc>
        <w:tc>
          <w:tcPr>
            <w:tcW w:w="840" w:type="dxa"/>
          </w:tcPr>
          <w:p w14:paraId="2A1CBE39" w14:textId="77777777" w:rsidR="000154AF" w:rsidRPr="006A057C" w:rsidRDefault="000154AF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C, D, F</w:t>
            </w:r>
          </w:p>
        </w:tc>
        <w:tc>
          <w:tcPr>
            <w:tcW w:w="2040" w:type="dxa"/>
          </w:tcPr>
          <w:p w14:paraId="2BBA61DB" w14:textId="77777777" w:rsidR="000154AF" w:rsidRPr="00B85AB4" w:rsidRDefault="001E771C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instrText xml:space="preserve"> REF ExciseDutyInformationType_d \h  \* MERGEFORMAT </w:instrTex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B85AB4">
              <w:rPr>
                <w:rStyle w:val="pole"/>
                <w:rFonts w:ascii="Lato" w:hAnsi="Lato"/>
                <w:sz w:val="20"/>
                <w:szCs w:val="20"/>
              </w:rPr>
              <w:t>ExciseDutyInformationType</w: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848DD89" w14:textId="77777777" w:rsidR="000154AF" w:rsidRPr="006A057C" w:rsidRDefault="000154AF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0154AF" w:rsidRPr="006A057C" w14:paraId="20D2D3E4" w14:textId="77777777" w:rsidTr="003643A8">
        <w:trPr>
          <w:trHeight w:val="213"/>
        </w:trPr>
        <w:tc>
          <w:tcPr>
            <w:tcW w:w="1788" w:type="dxa"/>
          </w:tcPr>
          <w:p w14:paraId="36DE58D1" w14:textId="77777777" w:rsidR="000154AF" w:rsidRPr="006A057C" w:rsidRDefault="000154AF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DailyPaymentInformation</w:t>
            </w:r>
          </w:p>
        </w:tc>
        <w:tc>
          <w:tcPr>
            <w:tcW w:w="3360" w:type="dxa"/>
          </w:tcPr>
          <w:p w14:paraId="0B020832" w14:textId="77777777" w:rsidR="000154AF" w:rsidRPr="006A057C" w:rsidRDefault="00BE2D49" w:rsidP="00D05D5C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Suma kwot</w:t>
            </w:r>
            <w:r w:rsidR="000154AF" w:rsidRPr="006A057C">
              <w:rPr>
                <w:rFonts w:eastAsia="Times New Roman" w:cs="Arial"/>
                <w:sz w:val="20"/>
                <w:szCs w:val="20"/>
              </w:rPr>
              <w:t xml:space="preserve"> wpłat dziennych</w:t>
            </w:r>
          </w:p>
        </w:tc>
        <w:tc>
          <w:tcPr>
            <w:tcW w:w="840" w:type="dxa"/>
          </w:tcPr>
          <w:p w14:paraId="68011777" w14:textId="77777777" w:rsidR="000154AF" w:rsidRPr="006A057C" w:rsidRDefault="000154AF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E</w:t>
            </w:r>
          </w:p>
        </w:tc>
        <w:tc>
          <w:tcPr>
            <w:tcW w:w="2040" w:type="dxa"/>
          </w:tcPr>
          <w:p w14:paraId="0CEE1E01" w14:textId="77777777" w:rsidR="000154AF" w:rsidRPr="006A057C" w:rsidRDefault="000154AF" w:rsidP="0062186D">
            <w:pPr>
              <w:rPr>
                <w:rFonts w:eastAsia="Times New Roman" w:cs="Arial"/>
                <w:sz w:val="20"/>
                <w:szCs w:val="20"/>
                <w:lang w:val="en-US"/>
              </w:rPr>
            </w:pPr>
            <w:r w:rsidRPr="006A057C">
              <w:rPr>
                <w:rFonts w:eastAsia="Times New Roman" w:cs="Arial"/>
                <w:sz w:val="20"/>
                <w:szCs w:val="20"/>
                <w:lang w:val="en-US"/>
              </w:rPr>
              <w:t>(</w:t>
            </w:r>
            <w:r w:rsidRPr="006A057C">
              <w:rPr>
                <w:rStyle w:val="pole"/>
                <w:rFonts w:ascii="Lato" w:hAnsi="Lato"/>
                <w:sz w:val="20"/>
                <w:szCs w:val="20"/>
              </w:rPr>
              <w:t>DailyPaymentInformationType</w:t>
            </w:r>
            <w:r w:rsidRPr="006A057C">
              <w:rPr>
                <w:rFonts w:eastAsia="Times New Roman" w:cs="Arial"/>
                <w:sz w:val="20"/>
                <w:szCs w:val="20"/>
                <w:lang w:val="en-US"/>
              </w:rPr>
              <w:t>)</w:t>
            </w:r>
          </w:p>
          <w:p w14:paraId="2601C3D0" w14:textId="511B890B" w:rsidR="00C333E8" w:rsidRPr="006A057C" w:rsidRDefault="00147848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C333E8" w:rsidRPr="006A057C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>d</w:instrText>
            </w:r>
            <w:r w:rsidR="00C333E8" w:rsidRPr="006A057C">
              <w:rPr>
                <w:rFonts w:eastAsia="Times New Roman" w:cs="Arial"/>
                <w:sz w:val="20"/>
                <w:szCs w:val="20"/>
              </w:rPr>
              <w:instrText>3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6A057C" w:rsidRPr="006A057C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6A057C">
              <w:rPr>
                <w:rFonts w:eastAsia="Times New Roman" w:cs="Arial"/>
                <w:sz w:val="20"/>
                <w:szCs w:val="20"/>
              </w:rPr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6A057C">
              <w:rPr>
                <w:rFonts w:eastAsia="Times New Roman" w:cs="Arial"/>
                <w:sz w:val="20"/>
                <w:szCs w:val="20"/>
              </w:rPr>
              <w:t>R3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CC1C5ED" w14:textId="77777777" w:rsidR="000154AF" w:rsidRPr="006A057C" w:rsidRDefault="00C6122F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0</w:t>
            </w:r>
            <w:r w:rsidR="000154AF" w:rsidRPr="006A057C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</w:tbl>
    <w:p w14:paraId="08992918" w14:textId="2A0E870A" w:rsidR="00B24AC7" w:rsidRDefault="00B24AC7" w:rsidP="00B24AC7">
      <w:pPr>
        <w:pStyle w:val="Legenda"/>
        <w:keepNext/>
      </w:pPr>
      <w:bookmarkStart w:id="204" w:name="_Toc182566583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52</w:t>
      </w:r>
      <w:r w:rsidR="00715F4C">
        <w:rPr>
          <w:noProof/>
        </w:rPr>
        <w:fldChar w:fldCharType="end"/>
      </w:r>
      <w:r>
        <w:t xml:space="preserve">. </w:t>
      </w:r>
      <w:r w:rsidRPr="0048142C">
        <w:t>Struktura elementu WarehouseType</w:t>
      </w:r>
      <w:bookmarkEnd w:id="204"/>
    </w:p>
    <w:tbl>
      <w:tblPr>
        <w:tblStyle w:val="Siatkatabelijasna"/>
        <w:tblW w:w="9225" w:type="dxa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197"/>
      </w:tblGrid>
      <w:tr w:rsidR="000F5DAD" w:rsidRPr="006A057C" w14:paraId="4A58283D" w14:textId="77777777" w:rsidTr="003643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47DC3C6D" w14:textId="77777777" w:rsidR="000F5DAD" w:rsidRPr="006A057C" w:rsidRDefault="000F5DAD" w:rsidP="0062186D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67070FF7" w14:textId="77777777" w:rsidR="000F5DAD" w:rsidRPr="006A057C" w:rsidRDefault="000F5DAD" w:rsidP="0062186D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14FC65ED" w14:textId="77777777" w:rsidR="000F5DAD" w:rsidRPr="006A057C" w:rsidRDefault="000F5DAD" w:rsidP="000F5DAD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31DEFDDB" w14:textId="77777777" w:rsidR="000F5DAD" w:rsidRPr="006A057C" w:rsidRDefault="000F5DAD" w:rsidP="0062186D">
            <w:pPr>
              <w:rPr>
                <w:rFonts w:cs="Arial"/>
                <w:b/>
                <w:sz w:val="18"/>
                <w:szCs w:val="18"/>
              </w:rPr>
            </w:pPr>
            <w:r w:rsidRPr="006A057C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52BD7C58" w14:textId="77777777" w:rsidR="000F5DAD" w:rsidRPr="006A057C" w:rsidRDefault="000F5DAD" w:rsidP="0062186D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0F5DAD" w:rsidRPr="006A057C" w14:paraId="3FBB6D5C" w14:textId="77777777" w:rsidTr="003643A8">
        <w:trPr>
          <w:trHeight w:val="213"/>
        </w:trPr>
        <w:tc>
          <w:tcPr>
            <w:tcW w:w="1788" w:type="dxa"/>
          </w:tcPr>
          <w:p w14:paraId="330C980F" w14:textId="77777777" w:rsidR="000F5DAD" w:rsidRPr="006A057C" w:rsidRDefault="000F5DAD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operatorNo</w:t>
            </w:r>
          </w:p>
        </w:tc>
        <w:tc>
          <w:tcPr>
            <w:tcW w:w="3360" w:type="dxa"/>
          </w:tcPr>
          <w:p w14:paraId="05324082" w14:textId="77777777" w:rsidR="000F5DAD" w:rsidRPr="006A057C" w:rsidRDefault="00BE2D49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Numer akcyzowy składu (pole 7 wypełnia podatnik prowadzący skład).</w:t>
            </w:r>
          </w:p>
        </w:tc>
        <w:tc>
          <w:tcPr>
            <w:tcW w:w="840" w:type="dxa"/>
          </w:tcPr>
          <w:p w14:paraId="73E17285" w14:textId="77777777" w:rsidR="000F5DAD" w:rsidRPr="006A057C" w:rsidRDefault="00E759D2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2040" w:type="dxa"/>
          </w:tcPr>
          <w:p w14:paraId="2AF35A78" w14:textId="77777777" w:rsidR="000F5DAD" w:rsidRPr="006A057C" w:rsidRDefault="00084457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  <w:r w:rsidR="000F5DAD" w:rsidRPr="006A057C">
              <w:rPr>
                <w:rStyle w:val="pole"/>
                <w:rFonts w:ascii="Lato" w:hAnsi="Lato"/>
                <w:sz w:val="20"/>
                <w:szCs w:val="20"/>
              </w:rPr>
              <w:t>(13)</w:t>
            </w:r>
          </w:p>
          <w:p w14:paraId="54E274B3" w14:textId="2865455D" w:rsidR="000F5DAD" w:rsidRPr="006A057C" w:rsidRDefault="00147848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0F5DAD" w:rsidRPr="006A057C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>d</w:instrText>
            </w:r>
            <w:r w:rsidR="000F5DAD" w:rsidRPr="006A057C">
              <w:rPr>
                <w:rFonts w:eastAsia="Times New Roman" w:cs="Arial"/>
                <w:sz w:val="20"/>
                <w:szCs w:val="20"/>
              </w:rPr>
              <w:instrText>4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6A057C" w:rsidRPr="006A057C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6A057C">
              <w:rPr>
                <w:rFonts w:eastAsia="Times New Roman" w:cs="Arial"/>
                <w:sz w:val="20"/>
                <w:szCs w:val="20"/>
              </w:rPr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6A057C">
              <w:rPr>
                <w:rFonts w:eastAsia="Times New Roman" w:cs="Arial"/>
                <w:sz w:val="20"/>
                <w:szCs w:val="20"/>
              </w:rPr>
              <w:t>R4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EA3DF55" w14:textId="77777777" w:rsidR="000F5DAD" w:rsidRPr="006A057C" w:rsidRDefault="000F5DAD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0F5DAD" w:rsidRPr="006A057C" w14:paraId="3883AF06" w14:textId="77777777" w:rsidTr="003643A8">
        <w:trPr>
          <w:trHeight w:val="213"/>
        </w:trPr>
        <w:tc>
          <w:tcPr>
            <w:tcW w:w="1788" w:type="dxa"/>
          </w:tcPr>
          <w:p w14:paraId="145F4614" w14:textId="77777777" w:rsidR="000F5DAD" w:rsidRPr="006A057C" w:rsidRDefault="000F5DAD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userNo</w:t>
            </w:r>
          </w:p>
        </w:tc>
        <w:tc>
          <w:tcPr>
            <w:tcW w:w="3360" w:type="dxa"/>
          </w:tcPr>
          <w:p w14:paraId="26103712" w14:textId="77777777" w:rsidR="000F5DAD" w:rsidRPr="006A057C" w:rsidRDefault="00BE2D49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Numer akcyzowy składu (pole 8 wypełnia podatnik będący właścicielem wyrobów akcyzowych, korzystający z cudzego składu).</w:t>
            </w:r>
          </w:p>
        </w:tc>
        <w:tc>
          <w:tcPr>
            <w:tcW w:w="840" w:type="dxa"/>
          </w:tcPr>
          <w:p w14:paraId="571D8428" w14:textId="77777777" w:rsidR="000F5DAD" w:rsidRPr="006A057C" w:rsidRDefault="00E759D2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8</w:t>
            </w:r>
          </w:p>
        </w:tc>
        <w:tc>
          <w:tcPr>
            <w:tcW w:w="2040" w:type="dxa"/>
          </w:tcPr>
          <w:p w14:paraId="2263CB79" w14:textId="77777777" w:rsidR="000F5DAD" w:rsidRPr="006A057C" w:rsidRDefault="00084457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  <w:r w:rsidR="000F5DAD" w:rsidRPr="006A057C">
              <w:rPr>
                <w:rStyle w:val="pole"/>
                <w:rFonts w:ascii="Lato" w:hAnsi="Lato"/>
                <w:sz w:val="20"/>
                <w:szCs w:val="20"/>
              </w:rPr>
              <w:t>(13)</w:t>
            </w:r>
          </w:p>
          <w:p w14:paraId="6981ABBC" w14:textId="5022B682" w:rsidR="000F5DAD" w:rsidRPr="006A057C" w:rsidRDefault="00147848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0F5DAD" w:rsidRPr="006A057C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>d</w:instrText>
            </w:r>
            <w:r w:rsidR="000F5DAD" w:rsidRPr="006A057C">
              <w:rPr>
                <w:rFonts w:eastAsia="Times New Roman" w:cs="Arial"/>
                <w:sz w:val="20"/>
                <w:szCs w:val="20"/>
              </w:rPr>
              <w:instrText>5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6A057C" w:rsidRPr="006A057C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6A057C">
              <w:rPr>
                <w:rFonts w:eastAsia="Times New Roman" w:cs="Arial"/>
                <w:sz w:val="20"/>
                <w:szCs w:val="20"/>
              </w:rPr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6A057C">
              <w:rPr>
                <w:rFonts w:eastAsia="Times New Roman" w:cs="Arial"/>
                <w:sz w:val="20"/>
                <w:szCs w:val="20"/>
              </w:rPr>
              <w:t>R5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EA62FC7" w14:textId="77777777" w:rsidR="000F5DAD" w:rsidRPr="006A057C" w:rsidRDefault="000F5DAD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0F5DAD" w:rsidRPr="006A057C" w14:paraId="4238F15C" w14:textId="77777777" w:rsidTr="003643A8">
        <w:trPr>
          <w:trHeight w:val="213"/>
        </w:trPr>
        <w:tc>
          <w:tcPr>
            <w:tcW w:w="1788" w:type="dxa"/>
          </w:tcPr>
          <w:p w14:paraId="2EDE48D4" w14:textId="77777777" w:rsidR="000F5DAD" w:rsidRPr="006A057C" w:rsidRDefault="00D219BC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a</w:t>
            </w:r>
            <w:r w:rsidR="000F5DAD" w:rsidRPr="006A057C">
              <w:rPr>
                <w:rStyle w:val="pole"/>
                <w:rFonts w:ascii="Lato" w:hAnsi="Lato"/>
                <w:sz w:val="20"/>
                <w:szCs w:val="20"/>
              </w:rPr>
              <w:t>ddress</w:t>
            </w:r>
          </w:p>
        </w:tc>
        <w:tc>
          <w:tcPr>
            <w:tcW w:w="3360" w:type="dxa"/>
          </w:tcPr>
          <w:p w14:paraId="209CCA14" w14:textId="77777777" w:rsidR="000F5DAD" w:rsidRPr="006A057C" w:rsidRDefault="000F5DAD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Adres składu</w:t>
            </w:r>
            <w:r w:rsidR="00BE2D49" w:rsidRPr="006A057C">
              <w:rPr>
                <w:rFonts w:eastAsia="Times New Roman" w:cs="Arial"/>
                <w:sz w:val="20"/>
                <w:szCs w:val="20"/>
              </w:rPr>
              <w:t>.</w:t>
            </w:r>
          </w:p>
        </w:tc>
        <w:tc>
          <w:tcPr>
            <w:tcW w:w="840" w:type="dxa"/>
          </w:tcPr>
          <w:p w14:paraId="3A012BAC" w14:textId="77777777" w:rsidR="000F5DAD" w:rsidRPr="006A057C" w:rsidRDefault="00E759D2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9</w:t>
            </w:r>
          </w:p>
        </w:tc>
        <w:tc>
          <w:tcPr>
            <w:tcW w:w="2040" w:type="dxa"/>
          </w:tcPr>
          <w:p w14:paraId="59F5271F" w14:textId="77777777" w:rsidR="000F5DAD" w:rsidRPr="006A057C" w:rsidRDefault="00084457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  <w:r w:rsidR="00694290" w:rsidRPr="006A057C">
              <w:rPr>
                <w:rStyle w:val="pole"/>
                <w:rFonts w:ascii="Lato" w:hAnsi="Lato"/>
                <w:sz w:val="20"/>
                <w:szCs w:val="20"/>
              </w:rPr>
              <w:t>(</w:t>
            </w:r>
            <w:r w:rsidR="00D561DA" w:rsidRPr="006A057C">
              <w:rPr>
                <w:rStyle w:val="pole"/>
                <w:rFonts w:ascii="Lato" w:hAnsi="Lato"/>
                <w:sz w:val="20"/>
                <w:szCs w:val="20"/>
              </w:rPr>
              <w:t>512</w:t>
            </w:r>
            <w:r w:rsidR="000F5DAD" w:rsidRPr="006A057C">
              <w:rPr>
                <w:rStyle w:val="pole"/>
                <w:rFonts w:ascii="Lato" w:hAnsi="Lato"/>
                <w:sz w:val="20"/>
                <w:szCs w:val="20"/>
              </w:rPr>
              <w:t>)</w:t>
            </w:r>
          </w:p>
        </w:tc>
        <w:tc>
          <w:tcPr>
            <w:tcW w:w="1197" w:type="dxa"/>
          </w:tcPr>
          <w:p w14:paraId="2CEAAE99" w14:textId="77777777" w:rsidR="000F5DAD" w:rsidRPr="006A057C" w:rsidRDefault="000F5DAD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0F5DAD" w:rsidRPr="006A057C" w14:paraId="2BF86A85" w14:textId="77777777" w:rsidTr="003643A8">
        <w:trPr>
          <w:trHeight w:val="213"/>
        </w:trPr>
        <w:tc>
          <w:tcPr>
            <w:tcW w:w="1788" w:type="dxa"/>
          </w:tcPr>
          <w:p w14:paraId="1D901EBB" w14:textId="77777777" w:rsidR="000F5DAD" w:rsidRPr="006A057C" w:rsidRDefault="000F5DAD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consumerNo</w:t>
            </w:r>
          </w:p>
        </w:tc>
        <w:tc>
          <w:tcPr>
            <w:tcW w:w="3360" w:type="dxa"/>
          </w:tcPr>
          <w:p w14:paraId="3CF7AA46" w14:textId="77777777" w:rsidR="000F5DAD" w:rsidRPr="006A057C" w:rsidRDefault="000F5DAD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Numer akcyzowy zarejestrowanego odbiorcy, wypełniany tylko w przypadku formularza AKC-4zo</w:t>
            </w:r>
          </w:p>
        </w:tc>
        <w:tc>
          <w:tcPr>
            <w:tcW w:w="840" w:type="dxa"/>
          </w:tcPr>
          <w:p w14:paraId="044C1E11" w14:textId="77777777" w:rsidR="000F5DAD" w:rsidRPr="006A057C" w:rsidRDefault="00E759D2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10</w:t>
            </w:r>
          </w:p>
        </w:tc>
        <w:tc>
          <w:tcPr>
            <w:tcW w:w="2040" w:type="dxa"/>
          </w:tcPr>
          <w:p w14:paraId="772A3575" w14:textId="77777777" w:rsidR="000F5DAD" w:rsidRPr="006A057C" w:rsidRDefault="00084457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  <w:r w:rsidR="000F5DAD" w:rsidRPr="006A057C">
              <w:rPr>
                <w:rStyle w:val="pole"/>
                <w:rFonts w:ascii="Lato" w:hAnsi="Lato"/>
                <w:sz w:val="20"/>
                <w:szCs w:val="20"/>
              </w:rPr>
              <w:t>(13)</w:t>
            </w:r>
          </w:p>
          <w:p w14:paraId="2951CE0E" w14:textId="5EC07C21" w:rsidR="000F5DAD" w:rsidRPr="006A057C" w:rsidRDefault="00147848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0F5DAD" w:rsidRPr="006A057C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>d</w:instrText>
            </w:r>
            <w:r w:rsidR="000F5DAD" w:rsidRPr="006A057C">
              <w:rPr>
                <w:rFonts w:eastAsia="Times New Roman" w:cs="Arial"/>
                <w:sz w:val="20"/>
                <w:szCs w:val="20"/>
              </w:rPr>
              <w:instrText>7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6A057C" w:rsidRPr="006A057C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6A057C">
              <w:rPr>
                <w:rFonts w:eastAsia="Times New Roman" w:cs="Arial"/>
                <w:sz w:val="20"/>
                <w:szCs w:val="20"/>
              </w:rPr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6A057C">
              <w:rPr>
                <w:rFonts w:eastAsia="Times New Roman" w:cs="Arial"/>
                <w:sz w:val="20"/>
                <w:szCs w:val="20"/>
              </w:rPr>
              <w:t>R7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25AAF00" w14:textId="77777777" w:rsidR="000F5DAD" w:rsidRPr="006A057C" w:rsidRDefault="000F5DAD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D219BC" w:rsidRPr="006A057C" w14:paraId="4E4CB4DC" w14:textId="77777777" w:rsidTr="003643A8">
        <w:trPr>
          <w:trHeight w:val="213"/>
        </w:trPr>
        <w:tc>
          <w:tcPr>
            <w:tcW w:w="1788" w:type="dxa"/>
          </w:tcPr>
          <w:p w14:paraId="741B29C9" w14:textId="77777777" w:rsidR="00D219BC" w:rsidRPr="006A057C" w:rsidRDefault="00D219BC" w:rsidP="00D219B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lastRenderedPageBreak/>
              <w:t>oneTime</w:t>
            </w:r>
          </w:p>
        </w:tc>
        <w:tc>
          <w:tcPr>
            <w:tcW w:w="3360" w:type="dxa"/>
          </w:tcPr>
          <w:p w14:paraId="511EEA12" w14:textId="77777777" w:rsidR="00D219BC" w:rsidRPr="006A057C" w:rsidRDefault="00D219BC" w:rsidP="00D219BC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Jednorazowe</w:t>
            </w:r>
          </w:p>
        </w:tc>
        <w:tc>
          <w:tcPr>
            <w:tcW w:w="840" w:type="dxa"/>
          </w:tcPr>
          <w:p w14:paraId="2A069DAA" w14:textId="77777777" w:rsidR="00D219BC" w:rsidRPr="006A057C" w:rsidRDefault="00D219BC" w:rsidP="00D219BC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40" w:type="dxa"/>
          </w:tcPr>
          <w:p w14:paraId="5ADB5687" w14:textId="77777777" w:rsidR="00D219BC" w:rsidRPr="006A057C" w:rsidRDefault="00D219BC" w:rsidP="00D219B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boolean</w:t>
            </w:r>
          </w:p>
        </w:tc>
        <w:tc>
          <w:tcPr>
            <w:tcW w:w="1197" w:type="dxa"/>
          </w:tcPr>
          <w:p w14:paraId="2B9355BB" w14:textId="77777777" w:rsidR="00D219BC" w:rsidRPr="006A057C" w:rsidRDefault="00D219BC" w:rsidP="00D219BC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</w:tbl>
    <w:p w14:paraId="3B93D920" w14:textId="297D8C8C" w:rsidR="00B24AC7" w:rsidRDefault="00B24AC7" w:rsidP="00B24AC7">
      <w:pPr>
        <w:pStyle w:val="Legenda"/>
        <w:keepNext/>
      </w:pPr>
      <w:bookmarkStart w:id="205" w:name="_Toc182566584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53</w:t>
      </w:r>
      <w:r w:rsidR="00715F4C">
        <w:rPr>
          <w:noProof/>
        </w:rPr>
        <w:fldChar w:fldCharType="end"/>
      </w:r>
      <w:r>
        <w:t xml:space="preserve">. </w:t>
      </w:r>
      <w:r w:rsidRPr="00F96BE2">
        <w:t>Struktura elementu ExciseDutyInformationType</w:t>
      </w:r>
      <w:bookmarkEnd w:id="205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0F5DAD" w:rsidRPr="006A057C" w14:paraId="2CF734D0" w14:textId="77777777" w:rsidTr="003643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5C6D566A" w14:textId="77777777" w:rsidR="000F5DAD" w:rsidRPr="006A057C" w:rsidRDefault="000F5DAD" w:rsidP="0062186D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69991A1D" w14:textId="77777777" w:rsidR="000F5DAD" w:rsidRPr="006A057C" w:rsidRDefault="000F5DAD" w:rsidP="0062186D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318BC32C" w14:textId="77777777" w:rsidR="000F5DAD" w:rsidRPr="006A057C" w:rsidRDefault="000F5DAD" w:rsidP="000F5DAD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59CB3365" w14:textId="77777777" w:rsidR="000F5DAD" w:rsidRPr="006A057C" w:rsidRDefault="000F5DAD" w:rsidP="0062186D">
            <w:pPr>
              <w:rPr>
                <w:rFonts w:cs="Arial"/>
                <w:b/>
                <w:sz w:val="18"/>
                <w:szCs w:val="18"/>
              </w:rPr>
            </w:pPr>
            <w:r w:rsidRPr="006A057C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637F7D4F" w14:textId="77777777" w:rsidR="000F5DAD" w:rsidRPr="006A057C" w:rsidRDefault="000F5DAD" w:rsidP="0062186D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0154AF" w:rsidRPr="006A057C" w14:paraId="12EABED1" w14:textId="77777777" w:rsidTr="003643A8">
        <w:trPr>
          <w:trHeight w:val="213"/>
        </w:trPr>
        <w:tc>
          <w:tcPr>
            <w:tcW w:w="1788" w:type="dxa"/>
          </w:tcPr>
          <w:p w14:paraId="22B1E5BB" w14:textId="77777777" w:rsidR="000154AF" w:rsidRPr="006A057C" w:rsidRDefault="000154AF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CalculOfAmountOfExciseDuty</w:t>
            </w:r>
          </w:p>
        </w:tc>
        <w:tc>
          <w:tcPr>
            <w:tcW w:w="3360" w:type="dxa"/>
          </w:tcPr>
          <w:p w14:paraId="1DC70C6E" w14:textId="77777777" w:rsidR="000154AF" w:rsidRPr="006A057C" w:rsidRDefault="000154AF" w:rsidP="00D05D5C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Obliczenie </w:t>
            </w:r>
            <w:r w:rsidR="00BE2D49" w:rsidRPr="006A057C">
              <w:rPr>
                <w:rFonts w:eastAsia="Times New Roman" w:cs="Arial"/>
                <w:sz w:val="20"/>
                <w:szCs w:val="20"/>
              </w:rPr>
              <w:t xml:space="preserve">wysokości </w:t>
            </w:r>
            <w:r w:rsidRPr="006A057C">
              <w:rPr>
                <w:rFonts w:eastAsia="Times New Roman" w:cs="Arial"/>
                <w:sz w:val="20"/>
                <w:szCs w:val="20"/>
              </w:rPr>
              <w:t>podatku akcyzowego</w:t>
            </w:r>
          </w:p>
        </w:tc>
        <w:tc>
          <w:tcPr>
            <w:tcW w:w="840" w:type="dxa"/>
          </w:tcPr>
          <w:p w14:paraId="78349519" w14:textId="77777777" w:rsidR="000154AF" w:rsidRPr="006A057C" w:rsidRDefault="000154AF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C</w:t>
            </w:r>
          </w:p>
        </w:tc>
        <w:tc>
          <w:tcPr>
            <w:tcW w:w="2095" w:type="dxa"/>
          </w:tcPr>
          <w:p w14:paraId="1448E8AE" w14:textId="77777777" w:rsidR="000154AF" w:rsidRPr="006A057C" w:rsidRDefault="000154AF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CalculOfAmountOfExciseDuty</w:t>
            </w:r>
            <w:r w:rsidR="002A10DD" w:rsidRPr="006A057C">
              <w:rPr>
                <w:rStyle w:val="pole"/>
                <w:rFonts w:ascii="Lato" w:hAnsi="Lato"/>
                <w:sz w:val="20"/>
                <w:szCs w:val="20"/>
              </w:rPr>
              <w:t>Type</w:t>
            </w:r>
          </w:p>
        </w:tc>
        <w:tc>
          <w:tcPr>
            <w:tcW w:w="1197" w:type="dxa"/>
          </w:tcPr>
          <w:p w14:paraId="4C1313C8" w14:textId="77777777" w:rsidR="000154AF" w:rsidRPr="006A057C" w:rsidRDefault="000154AF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0154AF" w:rsidRPr="006A057C" w14:paraId="5F790A81" w14:textId="77777777" w:rsidTr="003643A8">
        <w:trPr>
          <w:trHeight w:val="213"/>
        </w:trPr>
        <w:tc>
          <w:tcPr>
            <w:tcW w:w="1788" w:type="dxa"/>
          </w:tcPr>
          <w:p w14:paraId="52A725A0" w14:textId="77777777" w:rsidR="000154AF" w:rsidRPr="006A057C" w:rsidRDefault="000154AF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CleareanceExciseDuty</w:t>
            </w:r>
          </w:p>
        </w:tc>
        <w:tc>
          <w:tcPr>
            <w:tcW w:w="3360" w:type="dxa"/>
          </w:tcPr>
          <w:p w14:paraId="715B52D3" w14:textId="77777777" w:rsidR="000154AF" w:rsidRPr="006A057C" w:rsidRDefault="000154AF" w:rsidP="00D05D5C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Rozliczenie podatku akcyzowego</w:t>
            </w:r>
          </w:p>
        </w:tc>
        <w:tc>
          <w:tcPr>
            <w:tcW w:w="840" w:type="dxa"/>
          </w:tcPr>
          <w:p w14:paraId="5785517A" w14:textId="77777777" w:rsidR="000154AF" w:rsidRPr="006A057C" w:rsidRDefault="000154AF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D</w:t>
            </w:r>
          </w:p>
        </w:tc>
        <w:tc>
          <w:tcPr>
            <w:tcW w:w="2095" w:type="dxa"/>
          </w:tcPr>
          <w:p w14:paraId="309393A8" w14:textId="77777777" w:rsidR="000154AF" w:rsidRPr="00B85AB4" w:rsidRDefault="001E771C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instrText xml:space="preserve"> REF CleareanceExciseDutyType_d \h  \* MERGEFORMAT </w:instrTex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B85AB4">
              <w:rPr>
                <w:rStyle w:val="pole"/>
                <w:rFonts w:ascii="Lato" w:hAnsi="Lato"/>
                <w:sz w:val="20"/>
                <w:szCs w:val="20"/>
              </w:rPr>
              <w:t>CleareanceExciseDutyType</w: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89461CF" w14:textId="77777777" w:rsidR="000154AF" w:rsidRPr="006A057C" w:rsidRDefault="000154AF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0154AF" w:rsidRPr="006A057C" w14:paraId="6DA94114" w14:textId="77777777" w:rsidTr="003643A8">
        <w:trPr>
          <w:trHeight w:val="213"/>
        </w:trPr>
        <w:tc>
          <w:tcPr>
            <w:tcW w:w="1788" w:type="dxa"/>
          </w:tcPr>
          <w:p w14:paraId="4194DB91" w14:textId="77777777" w:rsidR="000154AF" w:rsidRPr="006A057C" w:rsidRDefault="000154AF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Items</w:t>
            </w:r>
          </w:p>
        </w:tc>
        <w:tc>
          <w:tcPr>
            <w:tcW w:w="3360" w:type="dxa"/>
          </w:tcPr>
          <w:p w14:paraId="06B82850" w14:textId="77777777" w:rsidR="000154AF" w:rsidRPr="006A057C" w:rsidRDefault="000154AF" w:rsidP="00D05D5C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Obliczenie </w:t>
            </w:r>
            <w:r w:rsidR="00BE2D49" w:rsidRPr="006A057C">
              <w:rPr>
                <w:rFonts w:eastAsia="Times New Roman" w:cs="Arial"/>
                <w:sz w:val="20"/>
                <w:szCs w:val="20"/>
              </w:rPr>
              <w:t xml:space="preserve">wysokości </w:t>
            </w:r>
            <w:r w:rsidRPr="006A057C">
              <w:rPr>
                <w:rFonts w:eastAsia="Times New Roman" w:cs="Arial"/>
                <w:sz w:val="20"/>
                <w:szCs w:val="20"/>
              </w:rPr>
              <w:t>podatku akcyzowego od</w:t>
            </w:r>
            <w:r w:rsidR="00BE2D49" w:rsidRPr="006A057C">
              <w:rPr>
                <w:rFonts w:eastAsia="Times New Roman" w:cs="Arial"/>
                <w:sz w:val="20"/>
                <w:szCs w:val="20"/>
              </w:rPr>
              <w:t xml:space="preserve"> </w:t>
            </w:r>
            <w:r w:rsidRPr="006A057C">
              <w:rPr>
                <w:rFonts w:eastAsia="Times New Roman" w:cs="Arial"/>
                <w:sz w:val="20"/>
                <w:szCs w:val="20"/>
              </w:rPr>
              <w:t>poszczególnych wyrobów</w:t>
            </w:r>
          </w:p>
        </w:tc>
        <w:tc>
          <w:tcPr>
            <w:tcW w:w="840" w:type="dxa"/>
          </w:tcPr>
          <w:p w14:paraId="61EF4859" w14:textId="77777777" w:rsidR="000154AF" w:rsidRPr="006A057C" w:rsidRDefault="000154AF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F</w:t>
            </w:r>
          </w:p>
        </w:tc>
        <w:tc>
          <w:tcPr>
            <w:tcW w:w="2095" w:type="dxa"/>
          </w:tcPr>
          <w:p w14:paraId="33B75C85" w14:textId="77777777" w:rsidR="000154AF" w:rsidRPr="00B85AB4" w:rsidRDefault="00892924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instrText xml:space="preserve"> REF ItemsType_d \h  \* MERGEFORMAT </w:instrTex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B85AB4">
              <w:rPr>
                <w:rStyle w:val="pole"/>
                <w:rFonts w:ascii="Lato" w:hAnsi="Lato"/>
                <w:sz w:val="20"/>
                <w:szCs w:val="20"/>
              </w:rPr>
              <w:t>ItemsType</w: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C651A28" w14:textId="77777777" w:rsidR="000154AF" w:rsidRPr="006A057C" w:rsidRDefault="00BE2D49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0</w:t>
            </w:r>
            <w:r w:rsidR="000154AF" w:rsidRPr="006A057C">
              <w:rPr>
                <w:rFonts w:eastAsia="Times New Roman" w:cs="Arial"/>
                <w:sz w:val="20"/>
                <w:szCs w:val="20"/>
              </w:rPr>
              <w:t>..</w:t>
            </w:r>
            <w:r w:rsidRPr="006A057C">
              <w:rPr>
                <w:rFonts w:eastAsia="Times New Roman" w:cs="Arial"/>
                <w:sz w:val="20"/>
                <w:szCs w:val="20"/>
              </w:rPr>
              <w:t>999</w:t>
            </w:r>
          </w:p>
        </w:tc>
      </w:tr>
    </w:tbl>
    <w:p w14:paraId="2DABD378" w14:textId="138D738F" w:rsidR="00B24AC7" w:rsidRDefault="00B24AC7" w:rsidP="00B24AC7">
      <w:pPr>
        <w:pStyle w:val="Legenda"/>
        <w:keepNext/>
      </w:pPr>
      <w:bookmarkStart w:id="206" w:name="_Toc182566585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54</w:t>
      </w:r>
      <w:r w:rsidR="00715F4C">
        <w:rPr>
          <w:noProof/>
        </w:rPr>
        <w:fldChar w:fldCharType="end"/>
      </w:r>
      <w:r>
        <w:t xml:space="preserve">. </w:t>
      </w:r>
      <w:r w:rsidRPr="00D04AF3">
        <w:t>Struktura elementu CalculOdAmountOfExciseDutyType</w:t>
      </w:r>
      <w:bookmarkEnd w:id="206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2A10DD" w:rsidRPr="006A057C" w14:paraId="15ED5BF6" w14:textId="77777777" w:rsidTr="003643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4E7AC148" w14:textId="77777777" w:rsidR="002A10DD" w:rsidRPr="006A057C" w:rsidRDefault="002A10DD" w:rsidP="00855336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5655CAF6" w14:textId="77777777" w:rsidR="002A10DD" w:rsidRPr="006A057C" w:rsidRDefault="002A10DD" w:rsidP="00855336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3458171C" w14:textId="77777777" w:rsidR="002A10DD" w:rsidRPr="006A057C" w:rsidRDefault="002A10DD" w:rsidP="00855336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327B5B8C" w14:textId="77777777" w:rsidR="002A10DD" w:rsidRPr="006A057C" w:rsidRDefault="002A10DD" w:rsidP="00855336">
            <w:pPr>
              <w:rPr>
                <w:rFonts w:cs="Arial"/>
                <w:b/>
                <w:sz w:val="18"/>
                <w:szCs w:val="18"/>
              </w:rPr>
            </w:pPr>
            <w:r w:rsidRPr="006A057C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4173E38C" w14:textId="77777777" w:rsidR="002A10DD" w:rsidRPr="006A057C" w:rsidRDefault="002A10DD" w:rsidP="00855336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2A10DD" w:rsidRPr="006A057C" w14:paraId="6A16BE3E" w14:textId="77777777" w:rsidTr="003643A8">
        <w:trPr>
          <w:trHeight w:val="213"/>
        </w:trPr>
        <w:tc>
          <w:tcPr>
            <w:tcW w:w="1788" w:type="dxa"/>
          </w:tcPr>
          <w:p w14:paraId="4DEDA7A3" w14:textId="77777777" w:rsidR="002A10DD" w:rsidRPr="006A057C" w:rsidRDefault="002A10DD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totalAmountOfTax</w:t>
            </w:r>
          </w:p>
        </w:tc>
        <w:tc>
          <w:tcPr>
            <w:tcW w:w="3360" w:type="dxa"/>
          </w:tcPr>
          <w:p w14:paraId="3144E5B1" w14:textId="77777777" w:rsidR="002A10DD" w:rsidRPr="006A057C" w:rsidRDefault="002A10DD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Razem obliczony podatek. Suma kwot z poz. 260 formularzy AKC-4/D.</w:t>
            </w:r>
          </w:p>
        </w:tc>
        <w:tc>
          <w:tcPr>
            <w:tcW w:w="840" w:type="dxa"/>
          </w:tcPr>
          <w:p w14:paraId="3B2C8A19" w14:textId="77777777" w:rsidR="002A10DD" w:rsidRPr="006A057C" w:rsidRDefault="002A10DD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11</w:t>
            </w:r>
          </w:p>
        </w:tc>
        <w:tc>
          <w:tcPr>
            <w:tcW w:w="2095" w:type="dxa"/>
          </w:tcPr>
          <w:p w14:paraId="36BAAFE8" w14:textId="77777777" w:rsidR="002A10DD" w:rsidRPr="006A057C" w:rsidRDefault="002A10DD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</w:tc>
        <w:tc>
          <w:tcPr>
            <w:tcW w:w="1197" w:type="dxa"/>
          </w:tcPr>
          <w:p w14:paraId="32FB346B" w14:textId="77777777" w:rsidR="002A10DD" w:rsidRPr="006A057C" w:rsidRDefault="002A10DD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2A10DD" w:rsidRPr="006A057C" w14:paraId="79E57E90" w14:textId="77777777" w:rsidTr="003643A8">
        <w:trPr>
          <w:trHeight w:val="213"/>
        </w:trPr>
        <w:tc>
          <w:tcPr>
            <w:tcW w:w="1788" w:type="dxa"/>
          </w:tcPr>
          <w:p w14:paraId="058D3468" w14:textId="77777777" w:rsidR="002A10DD" w:rsidRPr="006A057C" w:rsidRDefault="002A10DD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reductions</w:t>
            </w:r>
          </w:p>
        </w:tc>
        <w:tc>
          <w:tcPr>
            <w:tcW w:w="3360" w:type="dxa"/>
          </w:tcPr>
          <w:p w14:paraId="15203221" w14:textId="77777777" w:rsidR="002A10DD" w:rsidRPr="006A057C" w:rsidRDefault="002A10DD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Zwolnienia i obniżenia. Wykazana kwota nie może przekroczyć kwoty z poz. 11.</w:t>
            </w:r>
          </w:p>
        </w:tc>
        <w:tc>
          <w:tcPr>
            <w:tcW w:w="840" w:type="dxa"/>
          </w:tcPr>
          <w:p w14:paraId="0F2FE63F" w14:textId="77777777" w:rsidR="002A10DD" w:rsidRPr="006A057C" w:rsidRDefault="002A10DD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12</w:t>
            </w:r>
          </w:p>
        </w:tc>
        <w:tc>
          <w:tcPr>
            <w:tcW w:w="2095" w:type="dxa"/>
          </w:tcPr>
          <w:p w14:paraId="3BA0B296" w14:textId="77777777" w:rsidR="002A10DD" w:rsidRPr="00B85AB4" w:rsidRDefault="002A10DD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</w:tc>
        <w:tc>
          <w:tcPr>
            <w:tcW w:w="1197" w:type="dxa"/>
          </w:tcPr>
          <w:p w14:paraId="1EF00B12" w14:textId="77777777" w:rsidR="002A10DD" w:rsidRPr="006A057C" w:rsidRDefault="002A10DD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2A10DD" w:rsidRPr="006A057C" w14:paraId="1CF241E1" w14:textId="77777777" w:rsidTr="003643A8">
        <w:trPr>
          <w:trHeight w:val="213"/>
        </w:trPr>
        <w:tc>
          <w:tcPr>
            <w:tcW w:w="1788" w:type="dxa"/>
          </w:tcPr>
          <w:p w14:paraId="74355006" w14:textId="77777777" w:rsidR="002A10DD" w:rsidRPr="006A057C" w:rsidRDefault="002A10DD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totalOfTax</w:t>
            </w:r>
          </w:p>
        </w:tc>
        <w:tc>
          <w:tcPr>
            <w:tcW w:w="3360" w:type="dxa"/>
          </w:tcPr>
          <w:p w14:paraId="3C4BDDCE" w14:textId="77777777" w:rsidR="002A10DD" w:rsidRPr="006A057C" w:rsidRDefault="002A10DD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Ogółem podatek. Od kwoty z poz. 11 należy odjąć kwotę z poz. 12.</w:t>
            </w:r>
          </w:p>
        </w:tc>
        <w:tc>
          <w:tcPr>
            <w:tcW w:w="840" w:type="dxa"/>
          </w:tcPr>
          <w:p w14:paraId="458909C4" w14:textId="77777777" w:rsidR="002A10DD" w:rsidRPr="006A057C" w:rsidRDefault="002A10DD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13</w:t>
            </w:r>
          </w:p>
        </w:tc>
        <w:tc>
          <w:tcPr>
            <w:tcW w:w="2095" w:type="dxa"/>
          </w:tcPr>
          <w:p w14:paraId="35488D8E" w14:textId="77777777" w:rsidR="002A10DD" w:rsidRPr="00B85AB4" w:rsidRDefault="002A10DD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</w:tc>
        <w:tc>
          <w:tcPr>
            <w:tcW w:w="1197" w:type="dxa"/>
          </w:tcPr>
          <w:p w14:paraId="3B6B42E6" w14:textId="77777777" w:rsidR="002A10DD" w:rsidRPr="006A057C" w:rsidRDefault="002A10DD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</w:tbl>
    <w:p w14:paraId="547A2424" w14:textId="6DB49CC5" w:rsidR="00B24AC7" w:rsidRDefault="00B24AC7" w:rsidP="00B24AC7">
      <w:pPr>
        <w:pStyle w:val="Legenda"/>
        <w:keepNext/>
      </w:pPr>
      <w:bookmarkStart w:id="207" w:name="_Toc182566586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55</w:t>
      </w:r>
      <w:r w:rsidR="00715F4C">
        <w:rPr>
          <w:noProof/>
        </w:rPr>
        <w:fldChar w:fldCharType="end"/>
      </w:r>
      <w:r>
        <w:t xml:space="preserve">. </w:t>
      </w:r>
      <w:r w:rsidRPr="00E31958">
        <w:t>Struktura elementu CleareanceExciseDutyType</w:t>
      </w:r>
      <w:bookmarkEnd w:id="207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0F5DAD" w:rsidRPr="006A057C" w14:paraId="7844C6E3" w14:textId="77777777" w:rsidTr="003643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0BCEA75F" w14:textId="77777777" w:rsidR="000F5DAD" w:rsidRPr="006A057C" w:rsidRDefault="000F5DAD" w:rsidP="0062186D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11F79C57" w14:textId="77777777" w:rsidR="000F5DAD" w:rsidRPr="006A057C" w:rsidRDefault="000F5DAD" w:rsidP="0062186D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63356B41" w14:textId="77777777" w:rsidR="000F5DAD" w:rsidRPr="006A057C" w:rsidRDefault="000F5DAD" w:rsidP="000F5DAD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1360788E" w14:textId="77777777" w:rsidR="000F5DAD" w:rsidRPr="006A057C" w:rsidRDefault="000F5DAD" w:rsidP="0062186D">
            <w:pPr>
              <w:rPr>
                <w:rFonts w:cs="Arial"/>
                <w:b/>
                <w:sz w:val="18"/>
                <w:szCs w:val="18"/>
              </w:rPr>
            </w:pPr>
            <w:r w:rsidRPr="006A057C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76FD8E30" w14:textId="77777777" w:rsidR="000F5DAD" w:rsidRPr="006A057C" w:rsidRDefault="000F5DAD" w:rsidP="0062186D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0154AF" w:rsidRPr="006A057C" w14:paraId="54AA5AB6" w14:textId="77777777" w:rsidTr="003643A8">
        <w:trPr>
          <w:trHeight w:val="213"/>
        </w:trPr>
        <w:tc>
          <w:tcPr>
            <w:tcW w:w="1788" w:type="dxa"/>
          </w:tcPr>
          <w:p w14:paraId="018EF19F" w14:textId="77777777" w:rsidR="000154AF" w:rsidRPr="006A057C" w:rsidRDefault="000154AF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amountOfPrePayment</w:t>
            </w:r>
          </w:p>
        </w:tc>
        <w:tc>
          <w:tcPr>
            <w:tcW w:w="3360" w:type="dxa"/>
          </w:tcPr>
          <w:p w14:paraId="63D81DAD" w14:textId="77777777" w:rsidR="000154AF" w:rsidRPr="006A057C" w:rsidRDefault="00BE2D49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Kwota przedpłaty akcyzy.Suma kwot z pozycji 21 i 22 deklaracji AKC-PA (D) złożonej za miesiąc, którego niniejsza deklaracja dotyczy.</w:t>
            </w:r>
          </w:p>
        </w:tc>
        <w:tc>
          <w:tcPr>
            <w:tcW w:w="840" w:type="dxa"/>
          </w:tcPr>
          <w:p w14:paraId="74F76989" w14:textId="77777777" w:rsidR="000154AF" w:rsidRPr="006A057C" w:rsidRDefault="000154AF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14</w:t>
            </w:r>
          </w:p>
        </w:tc>
        <w:tc>
          <w:tcPr>
            <w:tcW w:w="2095" w:type="dxa"/>
          </w:tcPr>
          <w:p w14:paraId="5298A375" w14:textId="77777777" w:rsidR="000154AF" w:rsidRPr="006A057C" w:rsidRDefault="005E4292" w:rsidP="0062186D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ZAmountP</w:t>
            </w:r>
          </w:p>
          <w:p w14:paraId="44C38E8E" w14:textId="1966F534" w:rsidR="000154AF" w:rsidRPr="006A057C" w:rsidRDefault="00147848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0154AF" w:rsidRPr="006A057C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>d</w:instrText>
            </w:r>
            <w:r w:rsidR="000154AF" w:rsidRPr="006A057C">
              <w:rPr>
                <w:rFonts w:eastAsia="Times New Roman" w:cs="Arial"/>
                <w:sz w:val="20"/>
                <w:szCs w:val="20"/>
              </w:rPr>
              <w:instrText>8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6A057C" w:rsidRPr="006A057C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6A057C">
              <w:rPr>
                <w:rFonts w:eastAsia="Times New Roman" w:cs="Arial"/>
                <w:sz w:val="20"/>
                <w:szCs w:val="20"/>
              </w:rPr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6A057C">
              <w:rPr>
                <w:rFonts w:eastAsia="Times New Roman" w:cs="Arial"/>
                <w:sz w:val="20"/>
                <w:szCs w:val="20"/>
              </w:rPr>
              <w:t>R8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D40A944" w14:textId="77777777" w:rsidR="000154AF" w:rsidRPr="006A057C" w:rsidRDefault="000154AF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0154AF" w:rsidRPr="006A057C" w14:paraId="69D1702F" w14:textId="77777777" w:rsidTr="003643A8">
        <w:trPr>
          <w:trHeight w:val="213"/>
        </w:trPr>
        <w:tc>
          <w:tcPr>
            <w:tcW w:w="1788" w:type="dxa"/>
          </w:tcPr>
          <w:p w14:paraId="2666DD1F" w14:textId="77777777" w:rsidR="000154AF" w:rsidRPr="006A057C" w:rsidRDefault="000154AF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taxChargeable</w:t>
            </w:r>
          </w:p>
        </w:tc>
        <w:tc>
          <w:tcPr>
            <w:tcW w:w="3360" w:type="dxa"/>
          </w:tcPr>
          <w:p w14:paraId="533DC268" w14:textId="77777777" w:rsidR="000154AF" w:rsidRPr="006A057C" w:rsidRDefault="00BE2D49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Podatek należny.(Od kwoty z poz.13 należy odjąć kwotę z poz.14, jeżeli różnica jest liczbą ujemną, należy wpisać 0).</w:t>
            </w:r>
          </w:p>
        </w:tc>
        <w:tc>
          <w:tcPr>
            <w:tcW w:w="840" w:type="dxa"/>
          </w:tcPr>
          <w:p w14:paraId="0357E8F3" w14:textId="77777777" w:rsidR="000154AF" w:rsidRPr="006A057C" w:rsidRDefault="000154AF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15</w:t>
            </w:r>
          </w:p>
        </w:tc>
        <w:tc>
          <w:tcPr>
            <w:tcW w:w="2095" w:type="dxa"/>
          </w:tcPr>
          <w:p w14:paraId="5E906B99" w14:textId="77777777" w:rsidR="000154AF" w:rsidRPr="006A057C" w:rsidRDefault="005E4292" w:rsidP="0062186D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ZAmountP</w:t>
            </w:r>
          </w:p>
          <w:p w14:paraId="657CA4B2" w14:textId="1DD97EFE" w:rsidR="000154AF" w:rsidRPr="006A057C" w:rsidRDefault="00147848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0154AF" w:rsidRPr="006A057C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>d</w:instrText>
            </w:r>
            <w:r w:rsidR="000154AF" w:rsidRPr="006A057C">
              <w:rPr>
                <w:rFonts w:eastAsia="Times New Roman" w:cs="Arial"/>
                <w:sz w:val="20"/>
                <w:szCs w:val="20"/>
              </w:rPr>
              <w:instrText>9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6A057C" w:rsidRPr="006A057C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6A057C">
              <w:rPr>
                <w:rFonts w:eastAsia="Times New Roman" w:cs="Arial"/>
                <w:sz w:val="20"/>
                <w:szCs w:val="20"/>
              </w:rPr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6A057C">
              <w:rPr>
                <w:rFonts w:eastAsia="Times New Roman" w:cs="Arial"/>
                <w:sz w:val="20"/>
                <w:szCs w:val="20"/>
              </w:rPr>
              <w:t>R9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9C731E1" w14:textId="77777777" w:rsidR="000154AF" w:rsidRPr="006A057C" w:rsidRDefault="000154AF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0154AF" w:rsidRPr="006A057C" w14:paraId="7FD9D8EE" w14:textId="77777777" w:rsidTr="003643A8">
        <w:trPr>
          <w:trHeight w:val="213"/>
        </w:trPr>
        <w:tc>
          <w:tcPr>
            <w:tcW w:w="1788" w:type="dxa"/>
          </w:tcPr>
          <w:p w14:paraId="22C9A733" w14:textId="77777777" w:rsidR="000154AF" w:rsidRPr="006A057C" w:rsidRDefault="000154AF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surplusExcessPayment</w:t>
            </w:r>
          </w:p>
        </w:tc>
        <w:tc>
          <w:tcPr>
            <w:tcW w:w="3360" w:type="dxa"/>
          </w:tcPr>
          <w:p w14:paraId="2D200720" w14:textId="77777777" w:rsidR="000154AF" w:rsidRPr="006A057C" w:rsidRDefault="00BE2D49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Nadwyżka przedpłaty (Od kwoty z poz.14 należy odjąć kwotę z poz.13; jeżeli różnica jest liczbą ujemną, należy wpisać 0. ).</w:t>
            </w:r>
          </w:p>
        </w:tc>
        <w:tc>
          <w:tcPr>
            <w:tcW w:w="840" w:type="dxa"/>
          </w:tcPr>
          <w:p w14:paraId="40BE27EC" w14:textId="77777777" w:rsidR="000154AF" w:rsidRPr="006A057C" w:rsidRDefault="000154AF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16</w:t>
            </w:r>
          </w:p>
        </w:tc>
        <w:tc>
          <w:tcPr>
            <w:tcW w:w="2095" w:type="dxa"/>
          </w:tcPr>
          <w:p w14:paraId="5A0E65A5" w14:textId="77777777" w:rsidR="000154AF" w:rsidRPr="006A057C" w:rsidRDefault="005E4292" w:rsidP="0062186D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ZAmountP</w:t>
            </w:r>
          </w:p>
          <w:p w14:paraId="755E4DC5" w14:textId="3BE9AB78" w:rsidR="000154AF" w:rsidRPr="006A057C" w:rsidRDefault="00147848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0154AF" w:rsidRPr="006A057C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>d</w:instrText>
            </w:r>
            <w:r w:rsidR="000154AF" w:rsidRPr="006A057C">
              <w:rPr>
                <w:rFonts w:eastAsia="Times New Roman" w:cs="Arial"/>
                <w:sz w:val="20"/>
                <w:szCs w:val="20"/>
              </w:rPr>
              <w:instrText>10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6A057C" w:rsidRPr="006A057C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6A057C">
              <w:rPr>
                <w:rFonts w:eastAsia="Times New Roman" w:cs="Arial"/>
                <w:sz w:val="20"/>
                <w:szCs w:val="20"/>
              </w:rPr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6A057C">
              <w:rPr>
                <w:rFonts w:eastAsia="Times New Roman" w:cs="Arial"/>
                <w:sz w:val="20"/>
                <w:szCs w:val="20"/>
              </w:rPr>
              <w:t>R10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DDA6ECF" w14:textId="77777777" w:rsidR="000154AF" w:rsidRPr="006A057C" w:rsidRDefault="000154AF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</w:tbl>
    <w:p w14:paraId="460F07D1" w14:textId="5C060166" w:rsidR="00B24AC7" w:rsidRDefault="00B24AC7" w:rsidP="00B24AC7">
      <w:pPr>
        <w:pStyle w:val="Legenda"/>
        <w:keepNext/>
      </w:pPr>
      <w:bookmarkStart w:id="208" w:name="_Toc182566587"/>
      <w:r>
        <w:lastRenderedPageBreak/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56</w:t>
      </w:r>
      <w:r w:rsidR="00715F4C">
        <w:rPr>
          <w:noProof/>
        </w:rPr>
        <w:fldChar w:fldCharType="end"/>
      </w:r>
      <w:r>
        <w:t xml:space="preserve">. </w:t>
      </w:r>
      <w:r w:rsidRPr="00E04FB8">
        <w:t>Struktura elementu ItemsType</w:t>
      </w:r>
      <w:bookmarkEnd w:id="208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0F5DAD" w:rsidRPr="006A057C" w14:paraId="79AC2D33" w14:textId="77777777" w:rsidTr="003643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715AD4D4" w14:textId="77777777" w:rsidR="000F5DAD" w:rsidRPr="006A057C" w:rsidRDefault="000F5DAD" w:rsidP="0062186D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44A3BECE" w14:textId="77777777" w:rsidR="000F5DAD" w:rsidRPr="006A057C" w:rsidRDefault="000F5DAD" w:rsidP="0062186D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58DBACFE" w14:textId="77777777" w:rsidR="000F5DAD" w:rsidRPr="006A057C" w:rsidRDefault="000F5DAD" w:rsidP="000F5DAD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7E886309" w14:textId="77777777" w:rsidR="000F5DAD" w:rsidRPr="006A057C" w:rsidRDefault="000F5DAD" w:rsidP="0062186D">
            <w:pPr>
              <w:rPr>
                <w:rFonts w:cs="Arial"/>
                <w:b/>
                <w:sz w:val="18"/>
                <w:szCs w:val="18"/>
              </w:rPr>
            </w:pPr>
            <w:r w:rsidRPr="006A057C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514C5D82" w14:textId="77777777" w:rsidR="000F5DAD" w:rsidRPr="006A057C" w:rsidRDefault="000F5DAD" w:rsidP="0062186D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0F5DAD" w:rsidRPr="006A057C" w14:paraId="2F44671B" w14:textId="77777777" w:rsidTr="003643A8">
        <w:trPr>
          <w:trHeight w:val="213"/>
        </w:trPr>
        <w:tc>
          <w:tcPr>
            <w:tcW w:w="1788" w:type="dxa"/>
          </w:tcPr>
          <w:p w14:paraId="5D4EE9B9" w14:textId="77777777" w:rsidR="000F5DAD" w:rsidRPr="006A057C" w:rsidRDefault="000F5DAD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exportNumberOfGoods</w:t>
            </w:r>
          </w:p>
        </w:tc>
        <w:tc>
          <w:tcPr>
            <w:tcW w:w="3360" w:type="dxa"/>
          </w:tcPr>
          <w:p w14:paraId="37694323" w14:textId="77777777" w:rsidR="000F5DAD" w:rsidRPr="006A057C" w:rsidRDefault="00BE2D49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Sprzedaż na eksport: Ilość wyrobów na eksport w tysiącach litrów (z dokładnością do trzech miejsc po przecinku).</w:t>
            </w:r>
          </w:p>
        </w:tc>
        <w:tc>
          <w:tcPr>
            <w:tcW w:w="840" w:type="dxa"/>
          </w:tcPr>
          <w:p w14:paraId="5C4162E4" w14:textId="77777777" w:rsidR="000F5DAD" w:rsidRPr="006A057C" w:rsidRDefault="000154AF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255</w:t>
            </w:r>
          </w:p>
        </w:tc>
        <w:tc>
          <w:tcPr>
            <w:tcW w:w="2095" w:type="dxa"/>
          </w:tcPr>
          <w:p w14:paraId="537BA21D" w14:textId="77777777" w:rsidR="000F5DAD" w:rsidRPr="006A057C" w:rsidRDefault="000F5DAD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924E9E" w:rsidRPr="006A057C">
              <w:rPr>
                <w:rStyle w:val="pole"/>
                <w:rFonts w:ascii="Lato" w:hAnsi="Lato"/>
                <w:sz w:val="20"/>
                <w:szCs w:val="20"/>
              </w:rPr>
              <w:t>E</w:t>
            </w:r>
          </w:p>
        </w:tc>
        <w:tc>
          <w:tcPr>
            <w:tcW w:w="1197" w:type="dxa"/>
          </w:tcPr>
          <w:p w14:paraId="490711D8" w14:textId="77777777" w:rsidR="000F5DAD" w:rsidRPr="006A057C" w:rsidRDefault="000F5DAD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0F5DAD" w:rsidRPr="006A057C" w14:paraId="7F1A70DE" w14:textId="77777777" w:rsidTr="003643A8">
        <w:trPr>
          <w:trHeight w:val="213"/>
        </w:trPr>
        <w:tc>
          <w:tcPr>
            <w:tcW w:w="1788" w:type="dxa"/>
          </w:tcPr>
          <w:p w14:paraId="6E345644" w14:textId="77777777" w:rsidR="000F5DAD" w:rsidRPr="006A057C" w:rsidRDefault="000F5DAD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exportTaxRate</w:t>
            </w:r>
          </w:p>
        </w:tc>
        <w:tc>
          <w:tcPr>
            <w:tcW w:w="3360" w:type="dxa"/>
          </w:tcPr>
          <w:p w14:paraId="68DE5846" w14:textId="77777777" w:rsidR="000F5DAD" w:rsidRPr="006A057C" w:rsidRDefault="00BE2D49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Razem: Stawka podatku.</w:t>
            </w:r>
          </w:p>
        </w:tc>
        <w:tc>
          <w:tcPr>
            <w:tcW w:w="840" w:type="dxa"/>
          </w:tcPr>
          <w:p w14:paraId="34ED7316" w14:textId="77777777" w:rsidR="000F5DAD" w:rsidRPr="006A057C" w:rsidRDefault="000154AF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256</w:t>
            </w:r>
          </w:p>
        </w:tc>
        <w:tc>
          <w:tcPr>
            <w:tcW w:w="2095" w:type="dxa"/>
          </w:tcPr>
          <w:p w14:paraId="1464DDEC" w14:textId="77777777" w:rsidR="000F5DAD" w:rsidRPr="006A057C" w:rsidRDefault="000F5DAD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</w:tc>
        <w:tc>
          <w:tcPr>
            <w:tcW w:w="1197" w:type="dxa"/>
          </w:tcPr>
          <w:p w14:paraId="7CA272C9" w14:textId="77777777" w:rsidR="000F5DAD" w:rsidRPr="006A057C" w:rsidRDefault="000F5DAD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0F5DAD" w:rsidRPr="006A057C" w14:paraId="319E09AB" w14:textId="77777777" w:rsidTr="003643A8">
        <w:trPr>
          <w:trHeight w:val="213"/>
        </w:trPr>
        <w:tc>
          <w:tcPr>
            <w:tcW w:w="1788" w:type="dxa"/>
          </w:tcPr>
          <w:p w14:paraId="3468EB90" w14:textId="77777777" w:rsidR="000F5DAD" w:rsidRPr="006A057C" w:rsidRDefault="000F5DAD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exportAmountOfTax</w:t>
            </w:r>
          </w:p>
        </w:tc>
        <w:tc>
          <w:tcPr>
            <w:tcW w:w="3360" w:type="dxa"/>
          </w:tcPr>
          <w:p w14:paraId="3821B0FB" w14:textId="77777777" w:rsidR="000F5DAD" w:rsidRPr="006A057C" w:rsidRDefault="00BE2D49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Sprzedaż na eksport: Kwota podatku w zł.</w:t>
            </w:r>
          </w:p>
        </w:tc>
        <w:tc>
          <w:tcPr>
            <w:tcW w:w="840" w:type="dxa"/>
          </w:tcPr>
          <w:p w14:paraId="7F8F5376" w14:textId="77777777" w:rsidR="000F5DAD" w:rsidRPr="006A057C" w:rsidRDefault="000154AF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257</w:t>
            </w:r>
          </w:p>
        </w:tc>
        <w:tc>
          <w:tcPr>
            <w:tcW w:w="2095" w:type="dxa"/>
          </w:tcPr>
          <w:p w14:paraId="3881E49B" w14:textId="77777777" w:rsidR="000F5DAD" w:rsidRPr="006A057C" w:rsidRDefault="000F5DAD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686374" w:rsidRPr="006A057C">
              <w:rPr>
                <w:rStyle w:val="pole"/>
                <w:rFonts w:ascii="Lato" w:hAnsi="Lato"/>
                <w:sz w:val="20"/>
                <w:szCs w:val="20"/>
              </w:rPr>
              <w:t>T</w:t>
            </w:r>
          </w:p>
        </w:tc>
        <w:tc>
          <w:tcPr>
            <w:tcW w:w="1197" w:type="dxa"/>
          </w:tcPr>
          <w:p w14:paraId="6A2BE932" w14:textId="77777777" w:rsidR="000F5DAD" w:rsidRPr="006A057C" w:rsidRDefault="000F5DAD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0F5DAD" w:rsidRPr="006A057C" w14:paraId="63D2657E" w14:textId="77777777" w:rsidTr="003643A8">
        <w:trPr>
          <w:trHeight w:val="213"/>
        </w:trPr>
        <w:tc>
          <w:tcPr>
            <w:tcW w:w="1788" w:type="dxa"/>
          </w:tcPr>
          <w:p w14:paraId="16E5AB2F" w14:textId="77777777" w:rsidR="000F5DAD" w:rsidRPr="006A057C" w:rsidRDefault="000F5DAD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totalNumberOfGoods</w:t>
            </w:r>
          </w:p>
        </w:tc>
        <w:tc>
          <w:tcPr>
            <w:tcW w:w="3360" w:type="dxa"/>
          </w:tcPr>
          <w:p w14:paraId="03E4D72F" w14:textId="77777777" w:rsidR="000F5DAD" w:rsidRPr="006A057C" w:rsidRDefault="00BE2D49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Razem: Ilość wyrobów w tysiącach litrów (z dokładnością do trzech miejsc po przecinku).</w:t>
            </w:r>
          </w:p>
        </w:tc>
        <w:tc>
          <w:tcPr>
            <w:tcW w:w="840" w:type="dxa"/>
          </w:tcPr>
          <w:p w14:paraId="7D1FE6E2" w14:textId="77777777" w:rsidR="000F5DAD" w:rsidRPr="006A057C" w:rsidRDefault="000154AF" w:rsidP="000F5DA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258</w:t>
            </w:r>
          </w:p>
        </w:tc>
        <w:tc>
          <w:tcPr>
            <w:tcW w:w="2095" w:type="dxa"/>
          </w:tcPr>
          <w:p w14:paraId="4BE970E0" w14:textId="77777777" w:rsidR="000F5DAD" w:rsidRPr="006A057C" w:rsidRDefault="00924E9E" w:rsidP="0062186D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ZAmountE</w:t>
            </w:r>
          </w:p>
          <w:p w14:paraId="559C161E" w14:textId="0E63E23B" w:rsidR="000F5DAD" w:rsidRPr="006A057C" w:rsidRDefault="00147848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0F5DAD" w:rsidRPr="006A057C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>d</w:instrText>
            </w:r>
            <w:r w:rsidR="000F5DAD" w:rsidRPr="006A057C">
              <w:rPr>
                <w:rFonts w:eastAsia="Times New Roman" w:cs="Arial"/>
                <w:sz w:val="20"/>
                <w:szCs w:val="20"/>
              </w:rPr>
              <w:instrText>11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6A057C" w:rsidRPr="006A057C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6A057C">
              <w:rPr>
                <w:rFonts w:eastAsia="Times New Roman" w:cs="Arial"/>
                <w:sz w:val="20"/>
                <w:szCs w:val="20"/>
              </w:rPr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6A057C">
              <w:rPr>
                <w:rFonts w:eastAsia="Times New Roman" w:cs="Arial"/>
                <w:sz w:val="20"/>
                <w:szCs w:val="20"/>
              </w:rPr>
              <w:t>R11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0096772" w14:textId="77777777" w:rsidR="000F5DAD" w:rsidRPr="006A057C" w:rsidRDefault="000F5DAD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0F5DAD" w:rsidRPr="006A057C" w14:paraId="67016018" w14:textId="77777777" w:rsidTr="003643A8">
        <w:trPr>
          <w:trHeight w:val="213"/>
        </w:trPr>
        <w:tc>
          <w:tcPr>
            <w:tcW w:w="1788" w:type="dxa"/>
          </w:tcPr>
          <w:p w14:paraId="198C6DE4" w14:textId="77777777" w:rsidR="000F5DAD" w:rsidRPr="006A057C" w:rsidRDefault="000F5DAD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totalAmountOfTax</w:t>
            </w:r>
          </w:p>
        </w:tc>
        <w:tc>
          <w:tcPr>
            <w:tcW w:w="3360" w:type="dxa"/>
          </w:tcPr>
          <w:p w14:paraId="3B607282" w14:textId="77777777" w:rsidR="000F5DAD" w:rsidRPr="006A057C" w:rsidRDefault="00BE2D49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Razem: Kwota podatku w zł.</w:t>
            </w:r>
          </w:p>
        </w:tc>
        <w:tc>
          <w:tcPr>
            <w:tcW w:w="840" w:type="dxa"/>
          </w:tcPr>
          <w:p w14:paraId="7E15C548" w14:textId="77777777" w:rsidR="000F5DAD" w:rsidRPr="006A057C" w:rsidRDefault="000154AF" w:rsidP="000F5DA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259</w:t>
            </w:r>
          </w:p>
        </w:tc>
        <w:tc>
          <w:tcPr>
            <w:tcW w:w="2095" w:type="dxa"/>
          </w:tcPr>
          <w:p w14:paraId="243E561E" w14:textId="77777777" w:rsidR="000F5DAD" w:rsidRPr="006A057C" w:rsidRDefault="00686374" w:rsidP="0062186D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ZAmountT</w:t>
            </w:r>
          </w:p>
          <w:p w14:paraId="067A733A" w14:textId="28EA976D" w:rsidR="000F5DAD" w:rsidRPr="006A057C" w:rsidRDefault="00147848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0F5DAD" w:rsidRPr="006A057C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>d</w:instrText>
            </w:r>
            <w:r w:rsidR="000F5DAD" w:rsidRPr="006A057C">
              <w:rPr>
                <w:rFonts w:eastAsia="Times New Roman" w:cs="Arial"/>
                <w:sz w:val="20"/>
                <w:szCs w:val="20"/>
              </w:rPr>
              <w:instrText>12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6A057C" w:rsidRPr="006A057C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6A057C">
              <w:rPr>
                <w:rFonts w:eastAsia="Times New Roman" w:cs="Arial"/>
                <w:sz w:val="20"/>
                <w:szCs w:val="20"/>
              </w:rPr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6A057C">
              <w:rPr>
                <w:rFonts w:eastAsia="Times New Roman" w:cs="Arial"/>
                <w:sz w:val="20"/>
                <w:szCs w:val="20"/>
              </w:rPr>
              <w:t>R12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2A31FA2" w14:textId="77777777" w:rsidR="000F5DAD" w:rsidRPr="006A057C" w:rsidRDefault="000F5DAD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0F5DAD" w:rsidRPr="006A057C" w14:paraId="1F068D45" w14:textId="77777777" w:rsidTr="003643A8">
        <w:trPr>
          <w:trHeight w:val="213"/>
        </w:trPr>
        <w:tc>
          <w:tcPr>
            <w:tcW w:w="1788" w:type="dxa"/>
          </w:tcPr>
          <w:p w14:paraId="3AD0552E" w14:textId="77777777" w:rsidR="000F5DAD" w:rsidRPr="006A057C" w:rsidRDefault="000F5DAD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Item</w:t>
            </w:r>
          </w:p>
        </w:tc>
        <w:tc>
          <w:tcPr>
            <w:tcW w:w="3360" w:type="dxa"/>
          </w:tcPr>
          <w:p w14:paraId="6560A518" w14:textId="77777777" w:rsidR="000F5DAD" w:rsidRPr="006A057C" w:rsidRDefault="00BE2D49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Obliczenie wysokości </w:t>
            </w:r>
            <w:r w:rsidR="000F5DAD" w:rsidRPr="006A057C">
              <w:rPr>
                <w:rFonts w:eastAsia="Times New Roman" w:cs="Arial"/>
                <w:sz w:val="20"/>
                <w:szCs w:val="20"/>
              </w:rPr>
              <w:t>podatku akcyzowego od poszczególnych wyrobów</w:t>
            </w:r>
          </w:p>
        </w:tc>
        <w:tc>
          <w:tcPr>
            <w:tcW w:w="840" w:type="dxa"/>
          </w:tcPr>
          <w:p w14:paraId="47AA6C53" w14:textId="77777777" w:rsidR="000F5DAD" w:rsidRPr="006A057C" w:rsidRDefault="000154AF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F</w:t>
            </w:r>
          </w:p>
        </w:tc>
        <w:tc>
          <w:tcPr>
            <w:tcW w:w="2095" w:type="dxa"/>
          </w:tcPr>
          <w:p w14:paraId="700A877D" w14:textId="77777777" w:rsidR="000F5DAD" w:rsidRPr="006A057C" w:rsidRDefault="001E771C" w:rsidP="0062186D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  <w:lang w:val="pl-PL"/>
              </w:rPr>
              <w:fldChar w:fldCharType="begin"/>
            </w:r>
            <w:r w:rsidRPr="00B85AB4">
              <w:rPr>
                <w:rStyle w:val="pole"/>
                <w:rFonts w:ascii="Lato" w:hAnsi="Lato"/>
                <w:sz w:val="20"/>
                <w:szCs w:val="20"/>
                <w:lang w:val="pl-PL"/>
              </w:rPr>
              <w:instrText xml:space="preserve"> REF ItemType_d \h  \* MERGEFORMAT </w:instrText>
            </w:r>
            <w:r w:rsidRPr="00B85AB4">
              <w:rPr>
                <w:rStyle w:val="pole"/>
                <w:rFonts w:ascii="Lato" w:hAnsi="Lato"/>
                <w:sz w:val="20"/>
                <w:szCs w:val="20"/>
                <w:lang w:val="pl-PL"/>
              </w:rPr>
            </w:r>
            <w:r w:rsidRPr="00B85AB4">
              <w:rPr>
                <w:rStyle w:val="pole"/>
                <w:rFonts w:ascii="Lato" w:hAnsi="Lato"/>
                <w:sz w:val="20"/>
                <w:szCs w:val="20"/>
                <w:lang w:val="pl-PL"/>
              </w:rPr>
              <w:fldChar w:fldCharType="separate"/>
            </w:r>
            <w:r w:rsidR="00EC7AC0" w:rsidRPr="00B85AB4">
              <w:rPr>
                <w:rStyle w:val="pole"/>
                <w:rFonts w:ascii="Lato" w:hAnsi="Lato"/>
                <w:sz w:val="20"/>
                <w:szCs w:val="20"/>
                <w:lang w:val="pl-PL"/>
              </w:rPr>
              <w:t>ItemType</w:t>
            </w:r>
            <w:r w:rsidRPr="00B85AB4">
              <w:rPr>
                <w:rStyle w:val="pole"/>
                <w:rFonts w:ascii="Lato" w:hAnsi="Lato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5EFCB05B" w14:textId="77777777" w:rsidR="000F5DAD" w:rsidRPr="006A057C" w:rsidRDefault="000F5DAD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0..999</w:t>
            </w:r>
          </w:p>
        </w:tc>
      </w:tr>
    </w:tbl>
    <w:p w14:paraId="6E8040FB" w14:textId="0BB103BD" w:rsidR="00B24AC7" w:rsidRDefault="00B24AC7" w:rsidP="00B24AC7">
      <w:pPr>
        <w:pStyle w:val="Legenda"/>
        <w:keepNext/>
      </w:pPr>
      <w:bookmarkStart w:id="209" w:name="_Toc182566588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57</w:t>
      </w:r>
      <w:r w:rsidR="00715F4C">
        <w:rPr>
          <w:noProof/>
        </w:rPr>
        <w:fldChar w:fldCharType="end"/>
      </w:r>
      <w:r>
        <w:t xml:space="preserve">. </w:t>
      </w:r>
      <w:r w:rsidRPr="000C062C">
        <w:t>Struktura elementu ItemType</w:t>
      </w:r>
      <w:bookmarkEnd w:id="209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0F5DAD" w:rsidRPr="006A057C" w14:paraId="38351E5C" w14:textId="77777777" w:rsidTr="003643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598F2FE0" w14:textId="77777777" w:rsidR="000F5DAD" w:rsidRPr="006A057C" w:rsidRDefault="000F5DAD" w:rsidP="0062186D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652C9584" w14:textId="77777777" w:rsidR="000F5DAD" w:rsidRPr="006A057C" w:rsidRDefault="000F5DAD" w:rsidP="0062186D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7A70CD6E" w14:textId="77777777" w:rsidR="000F5DAD" w:rsidRPr="006A057C" w:rsidRDefault="000F5DAD" w:rsidP="000F5DAD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5485E50D" w14:textId="77777777" w:rsidR="000F5DAD" w:rsidRPr="006A057C" w:rsidRDefault="000F5DAD" w:rsidP="0062186D">
            <w:pPr>
              <w:rPr>
                <w:rFonts w:cs="Arial"/>
                <w:b/>
                <w:sz w:val="18"/>
                <w:szCs w:val="18"/>
              </w:rPr>
            </w:pPr>
            <w:r w:rsidRPr="006A057C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2FB119BC" w14:textId="77777777" w:rsidR="000F5DAD" w:rsidRPr="006A057C" w:rsidRDefault="000F5DAD" w:rsidP="0062186D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0F5DAD" w:rsidRPr="006A057C" w14:paraId="78C0250B" w14:textId="77777777" w:rsidTr="003643A8">
        <w:trPr>
          <w:trHeight w:val="213"/>
        </w:trPr>
        <w:tc>
          <w:tcPr>
            <w:tcW w:w="1788" w:type="dxa"/>
          </w:tcPr>
          <w:p w14:paraId="68DA79D3" w14:textId="77777777" w:rsidR="000F5DAD" w:rsidRPr="006A057C" w:rsidRDefault="000F5DAD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id</w:t>
            </w:r>
          </w:p>
        </w:tc>
        <w:tc>
          <w:tcPr>
            <w:tcW w:w="3360" w:type="dxa"/>
          </w:tcPr>
          <w:p w14:paraId="20807BA8" w14:textId="77777777" w:rsidR="000F5DAD" w:rsidRPr="006A057C" w:rsidRDefault="000F5DAD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Liczba porządkowa.</w:t>
            </w:r>
          </w:p>
        </w:tc>
        <w:tc>
          <w:tcPr>
            <w:tcW w:w="840" w:type="dxa"/>
          </w:tcPr>
          <w:p w14:paraId="7C149400" w14:textId="77777777" w:rsidR="000F5DAD" w:rsidRPr="006A057C" w:rsidRDefault="00182EC3" w:rsidP="000F5DA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F.a</w:t>
            </w:r>
          </w:p>
        </w:tc>
        <w:tc>
          <w:tcPr>
            <w:tcW w:w="2095" w:type="dxa"/>
          </w:tcPr>
          <w:p w14:paraId="3C7EB824" w14:textId="77777777" w:rsidR="000F5DAD" w:rsidRPr="006A057C" w:rsidRDefault="00D42C85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ZNumeric</w:t>
            </w:r>
          </w:p>
        </w:tc>
        <w:tc>
          <w:tcPr>
            <w:tcW w:w="1197" w:type="dxa"/>
          </w:tcPr>
          <w:p w14:paraId="646B0588" w14:textId="77777777" w:rsidR="000F5DAD" w:rsidRPr="006A057C" w:rsidRDefault="002A10DD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</w:t>
            </w:r>
            <w:r w:rsidR="000F5DAD" w:rsidRPr="006A057C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0F5DAD" w:rsidRPr="006A057C" w14:paraId="3F040518" w14:textId="77777777" w:rsidTr="003643A8">
        <w:trPr>
          <w:trHeight w:val="213"/>
        </w:trPr>
        <w:tc>
          <w:tcPr>
            <w:tcW w:w="1788" w:type="dxa"/>
          </w:tcPr>
          <w:p w14:paraId="7E5A13C0" w14:textId="77777777" w:rsidR="000F5DAD" w:rsidRPr="006A057C" w:rsidRDefault="000F5DAD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groupOfGoodsName</w:t>
            </w:r>
          </w:p>
        </w:tc>
        <w:tc>
          <w:tcPr>
            <w:tcW w:w="3360" w:type="dxa"/>
          </w:tcPr>
          <w:p w14:paraId="60B49739" w14:textId="77777777" w:rsidR="000F5DAD" w:rsidRPr="006A057C" w:rsidRDefault="000F5DAD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Nazwa grupy wyrobów, dla których ustalono odrębne stawki podatkowe</w:t>
            </w:r>
          </w:p>
        </w:tc>
        <w:tc>
          <w:tcPr>
            <w:tcW w:w="840" w:type="dxa"/>
          </w:tcPr>
          <w:p w14:paraId="0B1A43E5" w14:textId="77777777" w:rsidR="000F5DAD" w:rsidRPr="006A057C" w:rsidRDefault="00182EC3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F.b</w:t>
            </w:r>
          </w:p>
        </w:tc>
        <w:tc>
          <w:tcPr>
            <w:tcW w:w="2095" w:type="dxa"/>
          </w:tcPr>
          <w:p w14:paraId="09AB6809" w14:textId="77777777" w:rsidR="000F5DAD" w:rsidRPr="006A057C" w:rsidRDefault="00D42C85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ZCharacter</w:t>
            </w:r>
          </w:p>
        </w:tc>
        <w:tc>
          <w:tcPr>
            <w:tcW w:w="1197" w:type="dxa"/>
          </w:tcPr>
          <w:p w14:paraId="0FC2CB75" w14:textId="77777777" w:rsidR="000F5DAD" w:rsidRPr="006A057C" w:rsidRDefault="002A10DD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</w:t>
            </w:r>
            <w:r w:rsidR="000F5DAD" w:rsidRPr="006A057C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0F5DAD" w:rsidRPr="006A057C" w14:paraId="057B699E" w14:textId="77777777" w:rsidTr="003643A8">
        <w:trPr>
          <w:trHeight w:val="213"/>
        </w:trPr>
        <w:tc>
          <w:tcPr>
            <w:tcW w:w="1788" w:type="dxa"/>
          </w:tcPr>
          <w:p w14:paraId="18444F66" w14:textId="77777777" w:rsidR="000F5DAD" w:rsidRPr="006A057C" w:rsidRDefault="000F5DAD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shortages</w:t>
            </w:r>
          </w:p>
        </w:tc>
        <w:tc>
          <w:tcPr>
            <w:tcW w:w="3360" w:type="dxa"/>
          </w:tcPr>
          <w:p w14:paraId="0FA6C231" w14:textId="77777777" w:rsidR="000F5DAD" w:rsidRPr="006A057C" w:rsidRDefault="000F5DAD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Możliwość oznaczenia w przypadku wykazywania ubytków wyrobów akcyzowych (przekraczających normy dopuszczalnych ubytków) lub całkowitego zniszczenia wyrobów.</w:t>
            </w:r>
          </w:p>
        </w:tc>
        <w:tc>
          <w:tcPr>
            <w:tcW w:w="840" w:type="dxa"/>
          </w:tcPr>
          <w:p w14:paraId="0B7485E1" w14:textId="77777777" w:rsidR="000F5DAD" w:rsidRPr="006A057C" w:rsidRDefault="00182EC3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1040C56F" w14:textId="77777777" w:rsidR="000F5DAD" w:rsidRPr="006A057C" w:rsidRDefault="00B72973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ZShortages</w:t>
            </w:r>
          </w:p>
          <w:p w14:paraId="1FE2EBBF" w14:textId="4ABFE798" w:rsidR="000F5DAD" w:rsidRPr="006A057C" w:rsidRDefault="00147848" w:rsidP="0062186D">
            <w:pPr>
              <w:rPr>
                <w:rFonts w:eastAsia="Times New Roman" w:cs="Arial"/>
                <w:sz w:val="20"/>
                <w:szCs w:val="20"/>
                <w:lang w:val="en-US"/>
              </w:rPr>
            </w:pPr>
            <w:r w:rsidRPr="006A057C">
              <w:rPr>
                <w:rFonts w:eastAsia="Times New Roman" w:cs="Arial"/>
                <w:sz w:val="20"/>
                <w:szCs w:val="20"/>
                <w:lang w:val="en-US"/>
              </w:rPr>
              <w:t xml:space="preserve">Patrz reguła </w:t>
            </w:r>
            <w:r w:rsidRPr="006A057C">
              <w:rPr>
                <w:rFonts w:eastAsia="Times New Roman" w:cs="Arial"/>
                <w:sz w:val="20"/>
                <w:szCs w:val="20"/>
                <w:lang w:val="en-US"/>
              </w:rPr>
              <w:fldChar w:fldCharType="begin"/>
            </w:r>
            <w:r w:rsidRPr="006A057C">
              <w:rPr>
                <w:rFonts w:eastAsia="Times New Roman" w:cs="Arial"/>
                <w:sz w:val="20"/>
                <w:szCs w:val="20"/>
                <w:lang w:val="en-US"/>
              </w:rPr>
              <w:instrText xml:space="preserve"> REF </w:instrText>
            </w:r>
            <w:r w:rsidR="000F5DAD" w:rsidRPr="006A057C">
              <w:rPr>
                <w:rFonts w:eastAsia="Times New Roman" w:cs="Arial"/>
                <w:sz w:val="20"/>
                <w:szCs w:val="20"/>
                <w:lang w:val="en-US"/>
              </w:rPr>
              <w:instrText>R</w:instrText>
            </w:r>
            <w:r w:rsidRPr="006A057C">
              <w:rPr>
                <w:rFonts w:eastAsia="Times New Roman" w:cs="Arial"/>
                <w:sz w:val="20"/>
                <w:szCs w:val="20"/>
                <w:lang w:val="en-US"/>
              </w:rPr>
              <w:instrText>d</w:instrText>
            </w:r>
            <w:r w:rsidR="000F5DAD" w:rsidRPr="006A057C">
              <w:rPr>
                <w:rFonts w:eastAsia="Times New Roman" w:cs="Arial"/>
                <w:sz w:val="20"/>
                <w:szCs w:val="20"/>
                <w:lang w:val="en-US"/>
              </w:rPr>
              <w:instrText>20</w:instrText>
            </w:r>
            <w:r w:rsidRPr="006A057C">
              <w:rPr>
                <w:rFonts w:eastAsia="Times New Roman" w:cs="Arial"/>
                <w:sz w:val="20"/>
                <w:szCs w:val="20"/>
                <w:lang w:val="en-US"/>
              </w:rPr>
              <w:instrText xml:space="preserve"> \h </w:instrText>
            </w:r>
            <w:r w:rsidR="006A057C" w:rsidRPr="006A057C">
              <w:rPr>
                <w:rFonts w:eastAsia="Times New Roman" w:cs="Arial"/>
                <w:sz w:val="20"/>
                <w:szCs w:val="20"/>
                <w:lang w:val="en-US"/>
              </w:rPr>
              <w:instrText xml:space="preserve"> \* MERGEFORMAT </w:instrText>
            </w:r>
            <w:r w:rsidRPr="006A057C">
              <w:rPr>
                <w:rFonts w:eastAsia="Times New Roman" w:cs="Arial"/>
                <w:sz w:val="20"/>
                <w:szCs w:val="20"/>
                <w:lang w:val="en-US"/>
              </w:rPr>
            </w:r>
            <w:r w:rsidRPr="006A057C">
              <w:rPr>
                <w:rFonts w:eastAsia="Times New Roman" w:cs="Arial"/>
                <w:sz w:val="20"/>
                <w:szCs w:val="20"/>
                <w:lang w:val="en-US"/>
              </w:rPr>
              <w:fldChar w:fldCharType="separate"/>
            </w:r>
            <w:r w:rsidR="00EC7AC0" w:rsidRPr="006A057C">
              <w:rPr>
                <w:rFonts w:eastAsia="Times New Roman" w:cs="Arial"/>
                <w:sz w:val="20"/>
                <w:szCs w:val="20"/>
              </w:rPr>
              <w:t>R20</w:t>
            </w:r>
            <w:r w:rsidRPr="006A057C">
              <w:rPr>
                <w:rFonts w:eastAsia="Times New Roman" w:cs="Arial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197" w:type="dxa"/>
          </w:tcPr>
          <w:p w14:paraId="5F7ACF9B" w14:textId="77777777" w:rsidR="000F5DAD" w:rsidRPr="006A057C" w:rsidRDefault="000F5DAD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0F5DAD" w:rsidRPr="006A057C" w14:paraId="612C7626" w14:textId="77777777" w:rsidTr="003643A8">
        <w:trPr>
          <w:trHeight w:val="213"/>
        </w:trPr>
        <w:tc>
          <w:tcPr>
            <w:tcW w:w="1788" w:type="dxa"/>
          </w:tcPr>
          <w:p w14:paraId="6A8F92FC" w14:textId="77777777" w:rsidR="000F5DAD" w:rsidRPr="006A057C" w:rsidRDefault="000F5DAD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codeCN</w:t>
            </w:r>
          </w:p>
        </w:tc>
        <w:tc>
          <w:tcPr>
            <w:tcW w:w="3360" w:type="dxa"/>
          </w:tcPr>
          <w:p w14:paraId="2106BD6B" w14:textId="77777777" w:rsidR="000F5DAD" w:rsidRPr="006A057C" w:rsidRDefault="00BE2D49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Ośmiocyfrowy kod CN.</w:t>
            </w:r>
          </w:p>
        </w:tc>
        <w:tc>
          <w:tcPr>
            <w:tcW w:w="840" w:type="dxa"/>
          </w:tcPr>
          <w:p w14:paraId="1A9D6C9E" w14:textId="77777777" w:rsidR="000F5DAD" w:rsidRPr="006A057C" w:rsidRDefault="00182EC3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F.c</w:t>
            </w:r>
          </w:p>
        </w:tc>
        <w:tc>
          <w:tcPr>
            <w:tcW w:w="2095" w:type="dxa"/>
          </w:tcPr>
          <w:p w14:paraId="245CAC76" w14:textId="77777777" w:rsidR="000F5DAD" w:rsidRPr="006A057C" w:rsidRDefault="004C0A94" w:rsidP="0062186D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  <w:lang w:val="pl-PL"/>
              </w:rPr>
              <w:t>ZCodeCN</w:t>
            </w:r>
          </w:p>
          <w:p w14:paraId="1250F426" w14:textId="3F24987F" w:rsidR="000F5DAD" w:rsidRPr="006A057C" w:rsidRDefault="00147848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0F5DAD" w:rsidRPr="006A057C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>d</w:instrText>
            </w:r>
            <w:r w:rsidR="000F5DAD" w:rsidRPr="006A057C">
              <w:rPr>
                <w:rFonts w:eastAsia="Times New Roman" w:cs="Arial"/>
                <w:sz w:val="20"/>
                <w:szCs w:val="20"/>
              </w:rPr>
              <w:instrText>14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6A057C" w:rsidRPr="006A057C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6A057C">
              <w:rPr>
                <w:rFonts w:eastAsia="Times New Roman" w:cs="Arial"/>
                <w:sz w:val="20"/>
                <w:szCs w:val="20"/>
              </w:rPr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6A057C">
              <w:rPr>
                <w:rFonts w:eastAsia="Times New Roman" w:cs="Arial"/>
                <w:sz w:val="20"/>
                <w:szCs w:val="20"/>
              </w:rPr>
              <w:t>R14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6B32202" w14:textId="77777777" w:rsidR="000F5DAD" w:rsidRPr="006A057C" w:rsidRDefault="002A10DD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</w:t>
            </w:r>
            <w:r w:rsidR="000F5DAD" w:rsidRPr="006A057C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0F5DAD" w:rsidRPr="006A057C" w14:paraId="1325ED3E" w14:textId="77777777" w:rsidTr="003643A8">
        <w:trPr>
          <w:trHeight w:val="213"/>
        </w:trPr>
        <w:tc>
          <w:tcPr>
            <w:tcW w:w="1788" w:type="dxa"/>
          </w:tcPr>
          <w:p w14:paraId="01BD7E54" w14:textId="77777777" w:rsidR="000F5DAD" w:rsidRPr="006A057C" w:rsidRDefault="000F5DAD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numberOfGoods</w:t>
            </w:r>
          </w:p>
        </w:tc>
        <w:tc>
          <w:tcPr>
            <w:tcW w:w="3360" w:type="dxa"/>
          </w:tcPr>
          <w:p w14:paraId="5DA40CEB" w14:textId="77777777" w:rsidR="000F5DAD" w:rsidRPr="006A057C" w:rsidRDefault="000F5DAD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Ilość wyrobów w tysiącach litrów (z dokładnością do dwóch miejsc po przecinku)</w:t>
            </w:r>
          </w:p>
        </w:tc>
        <w:tc>
          <w:tcPr>
            <w:tcW w:w="840" w:type="dxa"/>
          </w:tcPr>
          <w:p w14:paraId="79907A3F" w14:textId="77777777" w:rsidR="000F5DAD" w:rsidRPr="006A057C" w:rsidRDefault="00182EC3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F.d</w:t>
            </w:r>
          </w:p>
        </w:tc>
        <w:tc>
          <w:tcPr>
            <w:tcW w:w="2095" w:type="dxa"/>
          </w:tcPr>
          <w:p w14:paraId="36AEC2CA" w14:textId="77777777" w:rsidR="000F5DAD" w:rsidRPr="006A057C" w:rsidRDefault="000F5DAD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8D1293" w:rsidRPr="006A057C">
              <w:rPr>
                <w:rStyle w:val="pole"/>
                <w:rFonts w:ascii="Lato" w:hAnsi="Lato"/>
                <w:sz w:val="20"/>
                <w:szCs w:val="20"/>
              </w:rPr>
              <w:t>E</w:t>
            </w:r>
          </w:p>
        </w:tc>
        <w:tc>
          <w:tcPr>
            <w:tcW w:w="1197" w:type="dxa"/>
          </w:tcPr>
          <w:p w14:paraId="69739B9E" w14:textId="77777777" w:rsidR="000F5DAD" w:rsidRPr="006A057C" w:rsidRDefault="002A10DD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</w:t>
            </w:r>
            <w:r w:rsidR="000F5DAD" w:rsidRPr="006A057C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0F5DAD" w:rsidRPr="006A057C" w14:paraId="4C29F39F" w14:textId="77777777" w:rsidTr="003643A8">
        <w:trPr>
          <w:trHeight w:val="213"/>
        </w:trPr>
        <w:tc>
          <w:tcPr>
            <w:tcW w:w="1788" w:type="dxa"/>
          </w:tcPr>
          <w:p w14:paraId="310B2C21" w14:textId="77777777" w:rsidR="000F5DAD" w:rsidRPr="006A057C" w:rsidRDefault="000F5DAD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taxRate</w:t>
            </w:r>
          </w:p>
        </w:tc>
        <w:tc>
          <w:tcPr>
            <w:tcW w:w="3360" w:type="dxa"/>
          </w:tcPr>
          <w:p w14:paraId="14A8C834" w14:textId="77777777" w:rsidR="000F5DAD" w:rsidRPr="006A057C" w:rsidRDefault="000F5DAD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Stawka podatku akcyzowego dla określonej grupy wyrobów.</w:t>
            </w:r>
          </w:p>
        </w:tc>
        <w:tc>
          <w:tcPr>
            <w:tcW w:w="840" w:type="dxa"/>
          </w:tcPr>
          <w:p w14:paraId="2A15410B" w14:textId="77777777" w:rsidR="000F5DAD" w:rsidRPr="006A057C" w:rsidRDefault="00182EC3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F.e</w:t>
            </w:r>
          </w:p>
        </w:tc>
        <w:tc>
          <w:tcPr>
            <w:tcW w:w="2095" w:type="dxa"/>
          </w:tcPr>
          <w:p w14:paraId="0C6D07C9" w14:textId="77777777" w:rsidR="000F5DAD" w:rsidRPr="006A057C" w:rsidRDefault="000F5DAD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</w:tc>
        <w:tc>
          <w:tcPr>
            <w:tcW w:w="1197" w:type="dxa"/>
          </w:tcPr>
          <w:p w14:paraId="4DD053C1" w14:textId="77777777" w:rsidR="000F5DAD" w:rsidRPr="006A057C" w:rsidRDefault="002A10DD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</w:t>
            </w:r>
            <w:r w:rsidR="000F5DAD" w:rsidRPr="006A057C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285D00" w:rsidRPr="006A057C" w14:paraId="461136D2" w14:textId="77777777" w:rsidTr="003643A8">
        <w:trPr>
          <w:trHeight w:val="213"/>
        </w:trPr>
        <w:tc>
          <w:tcPr>
            <w:tcW w:w="1788" w:type="dxa"/>
          </w:tcPr>
          <w:p w14:paraId="0073F2CF" w14:textId="77777777" w:rsidR="00285D00" w:rsidRPr="006A057C" w:rsidRDefault="00285D00" w:rsidP="00285D0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lastRenderedPageBreak/>
              <w:t>fromIsztar</w:t>
            </w:r>
          </w:p>
        </w:tc>
        <w:tc>
          <w:tcPr>
            <w:tcW w:w="3360" w:type="dxa"/>
          </w:tcPr>
          <w:p w14:paraId="7B368CB8" w14:textId="77777777" w:rsidR="00285D00" w:rsidRPr="006A057C" w:rsidRDefault="00285D00" w:rsidP="00285D00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Czy stawka podatku akcyzowego jest pobrana z Systemu ISZTAR.</w:t>
            </w:r>
          </w:p>
        </w:tc>
        <w:tc>
          <w:tcPr>
            <w:tcW w:w="840" w:type="dxa"/>
          </w:tcPr>
          <w:p w14:paraId="76C15E69" w14:textId="77777777" w:rsidR="00285D00" w:rsidRPr="006A057C" w:rsidRDefault="00285D00" w:rsidP="00285D00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734FD95A" w14:textId="77777777" w:rsidR="00285D00" w:rsidRPr="006A057C" w:rsidRDefault="00285D00" w:rsidP="00285D00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boolean</w:t>
            </w:r>
          </w:p>
        </w:tc>
        <w:tc>
          <w:tcPr>
            <w:tcW w:w="1197" w:type="dxa"/>
          </w:tcPr>
          <w:p w14:paraId="59525199" w14:textId="77777777" w:rsidR="00285D00" w:rsidRPr="006A057C" w:rsidRDefault="00285D00" w:rsidP="00285D00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285D00" w:rsidRPr="006A057C" w14:paraId="4C822B9F" w14:textId="77777777" w:rsidTr="003643A8">
        <w:trPr>
          <w:trHeight w:val="213"/>
        </w:trPr>
        <w:tc>
          <w:tcPr>
            <w:tcW w:w="1788" w:type="dxa"/>
          </w:tcPr>
          <w:p w14:paraId="1D70E0C5" w14:textId="77777777" w:rsidR="00285D00" w:rsidRPr="006A057C" w:rsidRDefault="00285D00" w:rsidP="00285D0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amountOfTax</w:t>
            </w:r>
          </w:p>
        </w:tc>
        <w:tc>
          <w:tcPr>
            <w:tcW w:w="3360" w:type="dxa"/>
          </w:tcPr>
          <w:p w14:paraId="0E6BAE2D" w14:textId="77777777" w:rsidR="00285D00" w:rsidRPr="006A057C" w:rsidRDefault="00F11087" w:rsidP="00285D00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Kwota podatku w zł.</w:t>
            </w:r>
          </w:p>
        </w:tc>
        <w:tc>
          <w:tcPr>
            <w:tcW w:w="840" w:type="dxa"/>
          </w:tcPr>
          <w:p w14:paraId="5405A832" w14:textId="77777777" w:rsidR="00285D00" w:rsidRPr="006A057C" w:rsidRDefault="00285D00" w:rsidP="00285D00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F.f</w:t>
            </w:r>
          </w:p>
        </w:tc>
        <w:tc>
          <w:tcPr>
            <w:tcW w:w="2095" w:type="dxa"/>
          </w:tcPr>
          <w:p w14:paraId="78127AAD" w14:textId="77777777" w:rsidR="00285D00" w:rsidRPr="006A057C" w:rsidRDefault="00285D00" w:rsidP="00285D00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ZAmountT</w:t>
            </w:r>
          </w:p>
          <w:p w14:paraId="77F929FE" w14:textId="79FB17A6" w:rsidR="00285D00" w:rsidRPr="006A057C" w:rsidRDefault="00147848" w:rsidP="00285D00">
            <w:pPr>
              <w:tabs>
                <w:tab w:val="right" w:pos="2511"/>
              </w:tabs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285D00" w:rsidRPr="006A057C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>d</w:instrText>
            </w:r>
            <w:r w:rsidR="00285D00" w:rsidRPr="006A057C">
              <w:rPr>
                <w:rFonts w:eastAsia="Times New Roman" w:cs="Arial"/>
                <w:sz w:val="20"/>
                <w:szCs w:val="20"/>
              </w:rPr>
              <w:instrText>16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6A057C" w:rsidRPr="006A057C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6A057C">
              <w:rPr>
                <w:rFonts w:eastAsia="Times New Roman" w:cs="Arial"/>
                <w:sz w:val="20"/>
                <w:szCs w:val="20"/>
              </w:rPr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6A057C">
              <w:rPr>
                <w:rFonts w:eastAsia="Times New Roman" w:cs="Arial"/>
                <w:sz w:val="20"/>
                <w:szCs w:val="20"/>
              </w:rPr>
              <w:t>R16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="00285D00" w:rsidRPr="006A057C">
              <w:rPr>
                <w:rFonts w:eastAsia="Times New Roman" w:cs="Arial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2CCCEBE3" w14:textId="77777777" w:rsidR="00285D00" w:rsidRPr="006A057C" w:rsidRDefault="002A10DD" w:rsidP="00285D00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</w:t>
            </w:r>
            <w:r w:rsidR="00285D00" w:rsidRPr="006A057C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</w:tbl>
    <w:p w14:paraId="40D7B0D8" w14:textId="75F0EFDD" w:rsidR="00B24AC7" w:rsidRDefault="00B24AC7" w:rsidP="00B24AC7">
      <w:pPr>
        <w:pStyle w:val="Legenda"/>
        <w:keepNext/>
      </w:pPr>
      <w:bookmarkStart w:id="210" w:name="_Toc182566589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58</w:t>
      </w:r>
      <w:r w:rsidR="00715F4C">
        <w:rPr>
          <w:noProof/>
        </w:rPr>
        <w:fldChar w:fldCharType="end"/>
      </w:r>
      <w:r>
        <w:t xml:space="preserve">. </w:t>
      </w:r>
      <w:r w:rsidRPr="009343AD">
        <w:t>Struktura elementu DailyPaymentInformationType</w:t>
      </w:r>
      <w:bookmarkEnd w:id="210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0F5DAD" w:rsidRPr="006A057C" w14:paraId="08C71B77" w14:textId="77777777" w:rsidTr="003643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01CC324C" w14:textId="77777777" w:rsidR="000F5DAD" w:rsidRPr="006A057C" w:rsidRDefault="000F5DAD" w:rsidP="0062186D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11B2504C" w14:textId="77777777" w:rsidR="000F5DAD" w:rsidRPr="006A057C" w:rsidRDefault="000F5DAD" w:rsidP="0062186D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00BF406B" w14:textId="77777777" w:rsidR="000F5DAD" w:rsidRPr="006A057C" w:rsidRDefault="000F5DAD" w:rsidP="000F5DAD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4416F3F4" w14:textId="77777777" w:rsidR="000F5DAD" w:rsidRPr="006A057C" w:rsidRDefault="000F5DAD" w:rsidP="0062186D">
            <w:pPr>
              <w:rPr>
                <w:rFonts w:cs="Arial"/>
                <w:b/>
                <w:sz w:val="18"/>
                <w:szCs w:val="18"/>
              </w:rPr>
            </w:pPr>
            <w:r w:rsidRPr="006A057C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3F99C27D" w14:textId="77777777" w:rsidR="000F5DAD" w:rsidRPr="006A057C" w:rsidRDefault="000F5DAD" w:rsidP="0062186D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0F5DAD" w:rsidRPr="006A057C" w14:paraId="2AF44820" w14:textId="77777777" w:rsidTr="003643A8">
        <w:trPr>
          <w:trHeight w:val="213"/>
        </w:trPr>
        <w:tc>
          <w:tcPr>
            <w:tcW w:w="1788" w:type="dxa"/>
          </w:tcPr>
          <w:p w14:paraId="597566D7" w14:textId="77777777" w:rsidR="000F5DAD" w:rsidRPr="006A057C" w:rsidRDefault="000F5DAD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totalDueAmountOfDailyPaym</w:t>
            </w:r>
          </w:p>
        </w:tc>
        <w:tc>
          <w:tcPr>
            <w:tcW w:w="3360" w:type="dxa"/>
          </w:tcPr>
          <w:p w14:paraId="07F7324E" w14:textId="77777777" w:rsidR="000F5DAD" w:rsidRPr="006A057C" w:rsidRDefault="001A1C01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Razem kwota należnych wpłat dziennych (Suma kwot z kolumny C).</w:t>
            </w:r>
          </w:p>
        </w:tc>
        <w:tc>
          <w:tcPr>
            <w:tcW w:w="840" w:type="dxa"/>
          </w:tcPr>
          <w:p w14:paraId="315198E7" w14:textId="77777777" w:rsidR="000F5DAD" w:rsidRPr="006A057C" w:rsidRDefault="00AD7B1B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172</w:t>
            </w:r>
          </w:p>
        </w:tc>
        <w:tc>
          <w:tcPr>
            <w:tcW w:w="2095" w:type="dxa"/>
          </w:tcPr>
          <w:p w14:paraId="2263A319" w14:textId="77777777" w:rsidR="000F5DAD" w:rsidRPr="006A057C" w:rsidRDefault="000F5DAD" w:rsidP="0062186D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</w:t>
            </w:r>
            <w:r w:rsidR="002A10DD" w:rsidRPr="006A057C">
              <w:rPr>
                <w:rStyle w:val="pole"/>
                <w:rFonts w:ascii="Lato" w:hAnsi="Lato"/>
                <w:sz w:val="20"/>
                <w:szCs w:val="20"/>
                <w:lang w:val="pl-PL"/>
              </w:rPr>
              <w:t>T</w:t>
            </w:r>
          </w:p>
          <w:p w14:paraId="6374AD01" w14:textId="30C74181" w:rsidR="000F5DAD" w:rsidRPr="006A057C" w:rsidRDefault="00147848" w:rsidP="0062186D">
            <w:pPr>
              <w:tabs>
                <w:tab w:val="right" w:pos="2511"/>
              </w:tabs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0F5DAD" w:rsidRPr="006A057C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>d</w:instrText>
            </w:r>
            <w:r w:rsidR="000F5DAD" w:rsidRPr="006A057C">
              <w:rPr>
                <w:rFonts w:eastAsia="Times New Roman" w:cs="Arial"/>
                <w:sz w:val="20"/>
                <w:szCs w:val="20"/>
              </w:rPr>
              <w:instrText>17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6A057C" w:rsidRPr="006A057C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6A057C">
              <w:rPr>
                <w:rFonts w:eastAsia="Times New Roman" w:cs="Arial"/>
                <w:sz w:val="20"/>
                <w:szCs w:val="20"/>
              </w:rPr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6A057C">
              <w:rPr>
                <w:rFonts w:eastAsia="Times New Roman" w:cs="Arial"/>
                <w:sz w:val="20"/>
                <w:szCs w:val="20"/>
              </w:rPr>
              <w:t>R17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="000F5DAD" w:rsidRPr="006A057C">
              <w:rPr>
                <w:rFonts w:eastAsia="Times New Roman" w:cs="Arial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0E1DDEAD" w14:textId="77777777" w:rsidR="000F5DAD" w:rsidRPr="006A057C" w:rsidRDefault="000F5DAD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0F5DAD" w:rsidRPr="006A057C" w14:paraId="46469CBD" w14:textId="77777777" w:rsidTr="003643A8">
        <w:trPr>
          <w:trHeight w:val="213"/>
        </w:trPr>
        <w:tc>
          <w:tcPr>
            <w:tcW w:w="1788" w:type="dxa"/>
          </w:tcPr>
          <w:p w14:paraId="787FACB8" w14:textId="77777777" w:rsidR="000F5DAD" w:rsidRPr="006A057C" w:rsidRDefault="000F5DAD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totalAmountOfExcessDailyPaymPrevDecl</w:t>
            </w:r>
          </w:p>
        </w:tc>
        <w:tc>
          <w:tcPr>
            <w:tcW w:w="3360" w:type="dxa"/>
          </w:tcPr>
          <w:p w14:paraId="5511F86B" w14:textId="77777777" w:rsidR="000F5DAD" w:rsidRPr="006A057C" w:rsidRDefault="001A1C01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Razem kwota nadwyżki wpłat z poprzedniej deklaracji zaliczona na poczet wpłat dziennych (Suma kwot z kolumny e).</w:t>
            </w:r>
          </w:p>
        </w:tc>
        <w:tc>
          <w:tcPr>
            <w:tcW w:w="840" w:type="dxa"/>
          </w:tcPr>
          <w:p w14:paraId="2D73F82A" w14:textId="77777777" w:rsidR="000F5DAD" w:rsidRPr="006A057C" w:rsidRDefault="00AD7B1B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173</w:t>
            </w:r>
          </w:p>
        </w:tc>
        <w:tc>
          <w:tcPr>
            <w:tcW w:w="2095" w:type="dxa"/>
          </w:tcPr>
          <w:p w14:paraId="55042E2F" w14:textId="77777777" w:rsidR="000F5DAD" w:rsidRPr="006A057C" w:rsidRDefault="000F5DAD" w:rsidP="0062186D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</w:t>
            </w:r>
            <w:r w:rsidR="002A10DD" w:rsidRPr="006A057C">
              <w:rPr>
                <w:rStyle w:val="pole"/>
                <w:rFonts w:ascii="Lato" w:hAnsi="Lato"/>
                <w:sz w:val="20"/>
                <w:szCs w:val="20"/>
                <w:lang w:val="pl-PL"/>
              </w:rPr>
              <w:t>T</w:t>
            </w:r>
          </w:p>
          <w:p w14:paraId="1C6CB37E" w14:textId="6728B1A0" w:rsidR="000F5DAD" w:rsidRPr="006A057C" w:rsidRDefault="00147848" w:rsidP="0062186D">
            <w:pPr>
              <w:tabs>
                <w:tab w:val="right" w:pos="2511"/>
              </w:tabs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0F5DAD" w:rsidRPr="006A057C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>d</w:instrText>
            </w:r>
            <w:r w:rsidR="000F5DAD" w:rsidRPr="006A057C">
              <w:rPr>
                <w:rFonts w:eastAsia="Times New Roman" w:cs="Arial"/>
                <w:sz w:val="20"/>
                <w:szCs w:val="20"/>
              </w:rPr>
              <w:instrText>18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6A057C" w:rsidRPr="006A057C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6A057C">
              <w:rPr>
                <w:rFonts w:eastAsia="Times New Roman" w:cs="Arial"/>
                <w:sz w:val="20"/>
                <w:szCs w:val="20"/>
              </w:rPr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6A057C">
              <w:rPr>
                <w:rFonts w:eastAsia="Times New Roman" w:cs="Arial"/>
                <w:sz w:val="20"/>
                <w:szCs w:val="20"/>
              </w:rPr>
              <w:t>R18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="000F5DAD" w:rsidRPr="006A057C">
              <w:rPr>
                <w:rFonts w:eastAsia="Times New Roman" w:cs="Arial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112EAA44" w14:textId="77777777" w:rsidR="000F5DAD" w:rsidRPr="006A057C" w:rsidRDefault="000F5DAD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0F5DAD" w:rsidRPr="006A057C" w14:paraId="6E4CE4DE" w14:textId="77777777" w:rsidTr="003643A8">
        <w:trPr>
          <w:trHeight w:val="213"/>
        </w:trPr>
        <w:tc>
          <w:tcPr>
            <w:tcW w:w="1788" w:type="dxa"/>
          </w:tcPr>
          <w:p w14:paraId="1DF7D4AE" w14:textId="77777777" w:rsidR="000F5DAD" w:rsidRPr="006A057C" w:rsidRDefault="000F5DAD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totalAmountOfDailyPaym</w:t>
            </w:r>
          </w:p>
        </w:tc>
        <w:tc>
          <w:tcPr>
            <w:tcW w:w="3360" w:type="dxa"/>
          </w:tcPr>
          <w:p w14:paraId="47A6DEC4" w14:textId="77777777" w:rsidR="000F5DAD" w:rsidRPr="006A057C" w:rsidRDefault="001A1C01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Razem kwota dokonanych wpłat dziennych (Suma kwot z kolumny f).</w:t>
            </w:r>
          </w:p>
        </w:tc>
        <w:tc>
          <w:tcPr>
            <w:tcW w:w="840" w:type="dxa"/>
          </w:tcPr>
          <w:p w14:paraId="67BCF0F3" w14:textId="77777777" w:rsidR="000F5DAD" w:rsidRPr="006A057C" w:rsidRDefault="00AD7B1B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174</w:t>
            </w:r>
          </w:p>
        </w:tc>
        <w:tc>
          <w:tcPr>
            <w:tcW w:w="2095" w:type="dxa"/>
          </w:tcPr>
          <w:p w14:paraId="56747BC2" w14:textId="77777777" w:rsidR="000F5DAD" w:rsidRPr="006A057C" w:rsidRDefault="000F5DAD" w:rsidP="0062186D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</w:t>
            </w:r>
            <w:r w:rsidR="002A10DD" w:rsidRPr="006A057C">
              <w:rPr>
                <w:rStyle w:val="pole"/>
                <w:rFonts w:ascii="Lato" w:hAnsi="Lato"/>
                <w:sz w:val="20"/>
                <w:szCs w:val="20"/>
                <w:lang w:val="pl-PL"/>
              </w:rPr>
              <w:t>T</w:t>
            </w:r>
          </w:p>
          <w:p w14:paraId="4DBCA761" w14:textId="1F333712" w:rsidR="000F5DAD" w:rsidRPr="006A057C" w:rsidRDefault="00147848" w:rsidP="0062186D">
            <w:pPr>
              <w:tabs>
                <w:tab w:val="right" w:pos="2511"/>
              </w:tabs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0F5DAD" w:rsidRPr="006A057C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>d</w:instrText>
            </w:r>
            <w:r w:rsidR="000F5DAD" w:rsidRPr="006A057C">
              <w:rPr>
                <w:rFonts w:eastAsia="Times New Roman" w:cs="Arial"/>
                <w:sz w:val="20"/>
                <w:szCs w:val="20"/>
              </w:rPr>
              <w:instrText>19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6A057C" w:rsidRPr="006A057C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6A057C">
              <w:rPr>
                <w:rFonts w:eastAsia="Times New Roman" w:cs="Arial"/>
                <w:sz w:val="20"/>
                <w:szCs w:val="20"/>
              </w:rPr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6A057C">
              <w:rPr>
                <w:rFonts w:eastAsia="Times New Roman" w:cs="Arial"/>
                <w:sz w:val="20"/>
                <w:szCs w:val="20"/>
              </w:rPr>
              <w:t>R19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="000F5DAD" w:rsidRPr="006A057C">
              <w:rPr>
                <w:rFonts w:eastAsia="Times New Roman" w:cs="Arial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596E0F46" w14:textId="77777777" w:rsidR="000F5DAD" w:rsidRPr="006A057C" w:rsidRDefault="000F5DAD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0F5DAD" w:rsidRPr="006A057C" w14:paraId="1BEB32B0" w14:textId="77777777" w:rsidTr="003643A8">
        <w:trPr>
          <w:trHeight w:val="213"/>
        </w:trPr>
        <w:tc>
          <w:tcPr>
            <w:tcW w:w="1788" w:type="dxa"/>
          </w:tcPr>
          <w:p w14:paraId="16F4FCD5" w14:textId="77777777" w:rsidR="000F5DAD" w:rsidRPr="006A057C" w:rsidRDefault="000F5DAD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DailyAmount</w:t>
            </w:r>
          </w:p>
        </w:tc>
        <w:tc>
          <w:tcPr>
            <w:tcW w:w="3360" w:type="dxa"/>
          </w:tcPr>
          <w:p w14:paraId="4F94254F" w14:textId="77777777" w:rsidR="000F5DAD" w:rsidRPr="006A057C" w:rsidRDefault="001A1C01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Suma kwot wpłat</w:t>
            </w:r>
            <w:r w:rsidR="000F5DAD" w:rsidRPr="006A057C">
              <w:rPr>
                <w:rFonts w:eastAsia="Times New Roman" w:cs="Arial"/>
                <w:sz w:val="20"/>
                <w:szCs w:val="20"/>
              </w:rPr>
              <w:t xml:space="preserve"> dziennych</w:t>
            </w:r>
          </w:p>
        </w:tc>
        <w:tc>
          <w:tcPr>
            <w:tcW w:w="840" w:type="dxa"/>
          </w:tcPr>
          <w:p w14:paraId="01682ECE" w14:textId="77777777" w:rsidR="000F5DAD" w:rsidRPr="006A057C" w:rsidRDefault="00AD7B1B" w:rsidP="000F5DAD">
            <w:pPr>
              <w:rPr>
                <w:rFonts w:eastAsia="Times New Roman" w:cs="Arial"/>
                <w:sz w:val="20"/>
                <w:szCs w:val="20"/>
                <w:lang w:val="en-US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E</w:t>
            </w:r>
          </w:p>
        </w:tc>
        <w:tc>
          <w:tcPr>
            <w:tcW w:w="2095" w:type="dxa"/>
          </w:tcPr>
          <w:p w14:paraId="14D845EB" w14:textId="77777777" w:rsidR="000F5DAD" w:rsidRPr="006A057C" w:rsidRDefault="000F5DAD" w:rsidP="0062186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ZDailyAmount</w:t>
            </w:r>
          </w:p>
        </w:tc>
        <w:tc>
          <w:tcPr>
            <w:tcW w:w="1197" w:type="dxa"/>
          </w:tcPr>
          <w:p w14:paraId="47FEFAE0" w14:textId="77777777" w:rsidR="000F5DAD" w:rsidRPr="006A057C" w:rsidRDefault="000F5DAD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0..999</w:t>
            </w:r>
          </w:p>
        </w:tc>
      </w:tr>
    </w:tbl>
    <w:p w14:paraId="271E8A5B" w14:textId="77777777" w:rsidR="00430FCF" w:rsidRDefault="00430FCF" w:rsidP="00C048E5">
      <w:pPr>
        <w:pStyle w:val="Nagwek3"/>
      </w:pPr>
      <w:bookmarkStart w:id="211" w:name="_Toc182566457"/>
      <w:r>
        <w:t>Reguły</w:t>
      </w:r>
      <w:bookmarkEnd w:id="211"/>
    </w:p>
    <w:p w14:paraId="634D36B8" w14:textId="2AAFA205" w:rsidR="00B24AC7" w:rsidRDefault="00B24AC7" w:rsidP="00B24AC7">
      <w:pPr>
        <w:pStyle w:val="Legenda"/>
        <w:keepNext/>
      </w:pPr>
      <w:bookmarkStart w:id="212" w:name="_Toc182566590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59</w:t>
      </w:r>
      <w:r w:rsidR="00715F4C">
        <w:rPr>
          <w:noProof/>
        </w:rPr>
        <w:fldChar w:fldCharType="end"/>
      </w:r>
      <w:r>
        <w:t xml:space="preserve">. </w:t>
      </w:r>
      <w:r w:rsidRPr="00FB5E41">
        <w:t>Reguły dotyczące załącznika AKC-4/D</w:t>
      </w:r>
      <w:bookmarkEnd w:id="212"/>
    </w:p>
    <w:tbl>
      <w:tblPr>
        <w:tblStyle w:val="Siatkatabelijasna"/>
        <w:tblW w:w="0" w:type="auto"/>
        <w:tblLook w:val="01E0" w:firstRow="1" w:lastRow="1" w:firstColumn="1" w:lastColumn="1" w:noHBand="0" w:noVBand="0"/>
      </w:tblPr>
      <w:tblGrid>
        <w:gridCol w:w="943"/>
        <w:gridCol w:w="8105"/>
      </w:tblGrid>
      <w:tr w:rsidR="00430FCF" w14:paraId="50AAB840" w14:textId="77777777" w:rsidTr="003643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43" w:type="dxa"/>
          </w:tcPr>
          <w:p w14:paraId="59AE9621" w14:textId="77777777" w:rsidR="00430FCF" w:rsidRPr="006A057C" w:rsidRDefault="00430FCF" w:rsidP="0062186D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111" w:type="dxa"/>
          </w:tcPr>
          <w:p w14:paraId="19C25E5C" w14:textId="77777777" w:rsidR="00430FCF" w:rsidRPr="006A057C" w:rsidRDefault="00430FCF" w:rsidP="0062186D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430FCF" w:rsidRPr="001767A9" w14:paraId="704D63E1" w14:textId="77777777" w:rsidTr="003643A8">
        <w:trPr>
          <w:trHeight w:val="213"/>
        </w:trPr>
        <w:tc>
          <w:tcPr>
            <w:tcW w:w="943" w:type="dxa"/>
          </w:tcPr>
          <w:p w14:paraId="406B5E5E" w14:textId="77777777" w:rsidR="00430FCF" w:rsidRPr="006A057C" w:rsidRDefault="00981ECF" w:rsidP="0062186D">
            <w:pPr>
              <w:rPr>
                <w:rFonts w:eastAsia="Times New Roman" w:cs="Arial"/>
                <w:sz w:val="20"/>
                <w:szCs w:val="20"/>
              </w:rPr>
            </w:pPr>
            <w:bookmarkStart w:id="213" w:name="Rd1"/>
            <w:r w:rsidRPr="006A057C">
              <w:rPr>
                <w:rFonts w:eastAsia="Times New Roman" w:cs="Arial"/>
                <w:sz w:val="20"/>
                <w:szCs w:val="20"/>
              </w:rPr>
              <w:t>R1</w:t>
            </w:r>
            <w:bookmarkEnd w:id="213"/>
          </w:p>
        </w:tc>
        <w:tc>
          <w:tcPr>
            <w:tcW w:w="8111" w:type="dxa"/>
          </w:tcPr>
          <w:p w14:paraId="7210244C" w14:textId="77777777" w:rsidR="00430FCF" w:rsidRPr="006A057C" w:rsidRDefault="00430FCF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Pole wypełniane przez system zgodnie z wartością w analogicznym polu deklaracji AKC-4/AKC-4zo</w:t>
            </w:r>
          </w:p>
        </w:tc>
      </w:tr>
      <w:tr w:rsidR="00430FCF" w:rsidRPr="001767A9" w14:paraId="0EB9067E" w14:textId="77777777" w:rsidTr="003643A8">
        <w:trPr>
          <w:trHeight w:val="213"/>
        </w:trPr>
        <w:tc>
          <w:tcPr>
            <w:tcW w:w="943" w:type="dxa"/>
          </w:tcPr>
          <w:p w14:paraId="63FD9AB5" w14:textId="77777777" w:rsidR="00430FCF" w:rsidRPr="006A057C" w:rsidRDefault="00981ECF" w:rsidP="0062186D">
            <w:pPr>
              <w:rPr>
                <w:rFonts w:eastAsia="Times New Roman" w:cs="Arial"/>
                <w:sz w:val="20"/>
                <w:szCs w:val="20"/>
              </w:rPr>
            </w:pPr>
            <w:bookmarkStart w:id="214" w:name="Rd2"/>
            <w:r w:rsidRPr="006A057C">
              <w:rPr>
                <w:rFonts w:eastAsia="Times New Roman" w:cs="Arial"/>
                <w:sz w:val="20"/>
                <w:szCs w:val="20"/>
              </w:rPr>
              <w:t>R2</w:t>
            </w:r>
            <w:bookmarkEnd w:id="214"/>
          </w:p>
        </w:tc>
        <w:tc>
          <w:tcPr>
            <w:tcW w:w="8111" w:type="dxa"/>
          </w:tcPr>
          <w:p w14:paraId="13250838" w14:textId="77777777" w:rsidR="00430FCF" w:rsidRPr="006A057C" w:rsidRDefault="00430FCF" w:rsidP="0062186D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Wypełniane automatycznie na podstawie licznika kolejnego zapisanego załącznika danego typu..</w:t>
            </w:r>
          </w:p>
        </w:tc>
      </w:tr>
      <w:tr w:rsidR="00981ECF" w:rsidRPr="001767A9" w14:paraId="7F442CE5" w14:textId="77777777" w:rsidTr="003643A8">
        <w:trPr>
          <w:trHeight w:val="213"/>
        </w:trPr>
        <w:tc>
          <w:tcPr>
            <w:tcW w:w="943" w:type="dxa"/>
          </w:tcPr>
          <w:p w14:paraId="6B3AC173" w14:textId="77777777" w:rsidR="00981ECF" w:rsidRPr="006A057C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bookmarkStart w:id="215" w:name="Rd3"/>
            <w:r w:rsidRPr="006A057C">
              <w:rPr>
                <w:rFonts w:eastAsia="Times New Roman" w:cs="Arial"/>
                <w:sz w:val="20"/>
                <w:szCs w:val="20"/>
              </w:rPr>
              <w:t>R3</w:t>
            </w:r>
            <w:bookmarkEnd w:id="215"/>
          </w:p>
        </w:tc>
        <w:tc>
          <w:tcPr>
            <w:tcW w:w="8111" w:type="dxa"/>
          </w:tcPr>
          <w:p w14:paraId="481C4307" w14:textId="77777777" w:rsidR="00981ECF" w:rsidRPr="006A057C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Element może występować tylko jeśli w dokumencie nadrzędnym w polu formKind wybrano wartość AKC-4. </w:t>
            </w:r>
          </w:p>
        </w:tc>
      </w:tr>
      <w:tr w:rsidR="00981ECF" w:rsidRPr="001767A9" w14:paraId="3353782E" w14:textId="77777777" w:rsidTr="003643A8">
        <w:trPr>
          <w:trHeight w:val="213"/>
        </w:trPr>
        <w:tc>
          <w:tcPr>
            <w:tcW w:w="943" w:type="dxa"/>
          </w:tcPr>
          <w:p w14:paraId="757B46B9" w14:textId="77777777" w:rsidR="00981ECF" w:rsidRPr="006A057C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bookmarkStart w:id="216" w:name="Rd4"/>
            <w:r w:rsidRPr="006A057C">
              <w:rPr>
                <w:rFonts w:eastAsia="Times New Roman" w:cs="Arial"/>
                <w:sz w:val="20"/>
                <w:szCs w:val="20"/>
              </w:rPr>
              <w:t>R4</w:t>
            </w:r>
            <w:bookmarkEnd w:id="216"/>
          </w:p>
        </w:tc>
        <w:tc>
          <w:tcPr>
            <w:tcW w:w="8111" w:type="dxa"/>
          </w:tcPr>
          <w:p w14:paraId="15551907" w14:textId="77777777" w:rsidR="00981ECF" w:rsidRPr="006A057C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Walidacja 1: jeśli wybrano deklarację AKC4zo to pole musi być puste.</w:t>
            </w:r>
          </w:p>
          <w:p w14:paraId="7CADD1B8" w14:textId="77777777" w:rsidR="00981ECF" w:rsidRPr="006A057C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Walidacja 2: Wypełnione może być tylko jedno pole numeru akcyzowego – jeśli wskazany jest własny skład, to nie obcy. </w:t>
            </w:r>
          </w:p>
        </w:tc>
      </w:tr>
      <w:tr w:rsidR="00981ECF" w:rsidRPr="001767A9" w14:paraId="1624F729" w14:textId="77777777" w:rsidTr="003643A8">
        <w:trPr>
          <w:trHeight w:val="213"/>
        </w:trPr>
        <w:tc>
          <w:tcPr>
            <w:tcW w:w="943" w:type="dxa"/>
          </w:tcPr>
          <w:p w14:paraId="24364BC3" w14:textId="77777777" w:rsidR="00981ECF" w:rsidRPr="006A057C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bookmarkStart w:id="217" w:name="Rd5"/>
            <w:r w:rsidRPr="006A057C">
              <w:rPr>
                <w:rFonts w:eastAsia="Times New Roman" w:cs="Arial"/>
                <w:sz w:val="20"/>
                <w:szCs w:val="20"/>
              </w:rPr>
              <w:t>R5</w:t>
            </w:r>
            <w:bookmarkEnd w:id="217"/>
          </w:p>
        </w:tc>
        <w:tc>
          <w:tcPr>
            <w:tcW w:w="8111" w:type="dxa"/>
          </w:tcPr>
          <w:p w14:paraId="52054384" w14:textId="77777777" w:rsidR="00981ECF" w:rsidRPr="006A057C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Walidacja 1: jeśli wybrano deklarację AKC4zo to pole musi być puste.</w:t>
            </w:r>
          </w:p>
          <w:p w14:paraId="2EFC0A54" w14:textId="77777777" w:rsidR="00981ECF" w:rsidRPr="006A057C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Walidacja 2: Wypełnione może być tylko jedno pole numeru akcyzowego – jeśli wskazany jest obcy skład, to nie własny. </w:t>
            </w:r>
          </w:p>
        </w:tc>
      </w:tr>
      <w:tr w:rsidR="00981ECF" w:rsidRPr="001767A9" w14:paraId="7308F5C5" w14:textId="77777777" w:rsidTr="003643A8">
        <w:trPr>
          <w:trHeight w:val="213"/>
        </w:trPr>
        <w:tc>
          <w:tcPr>
            <w:tcW w:w="943" w:type="dxa"/>
          </w:tcPr>
          <w:p w14:paraId="232A8DAE" w14:textId="77777777" w:rsidR="00981ECF" w:rsidRPr="006A057C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bookmarkStart w:id="218" w:name="Rd7"/>
            <w:r w:rsidRPr="006A057C">
              <w:rPr>
                <w:rFonts w:eastAsia="Times New Roman" w:cs="Arial"/>
                <w:sz w:val="20"/>
                <w:szCs w:val="20"/>
              </w:rPr>
              <w:t>R7</w:t>
            </w:r>
            <w:bookmarkEnd w:id="218"/>
          </w:p>
        </w:tc>
        <w:tc>
          <w:tcPr>
            <w:tcW w:w="8111" w:type="dxa"/>
          </w:tcPr>
          <w:p w14:paraId="3289FF03" w14:textId="77777777" w:rsidR="00981ECF" w:rsidRPr="006A057C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Walidacja: Jeśli wybrano deklarację AKC-4zo, to pole musi być wypełnione.</w:t>
            </w:r>
          </w:p>
        </w:tc>
      </w:tr>
      <w:tr w:rsidR="00981ECF" w:rsidRPr="001767A9" w14:paraId="7B364B10" w14:textId="77777777" w:rsidTr="003643A8">
        <w:trPr>
          <w:trHeight w:val="213"/>
        </w:trPr>
        <w:tc>
          <w:tcPr>
            <w:tcW w:w="943" w:type="dxa"/>
          </w:tcPr>
          <w:p w14:paraId="39C9850C" w14:textId="77777777" w:rsidR="00981ECF" w:rsidRPr="006A057C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bookmarkStart w:id="219" w:name="Rd8"/>
            <w:r w:rsidRPr="006A057C">
              <w:rPr>
                <w:rFonts w:eastAsia="Times New Roman" w:cs="Arial"/>
                <w:sz w:val="20"/>
                <w:szCs w:val="20"/>
              </w:rPr>
              <w:t>R8</w:t>
            </w:r>
            <w:bookmarkEnd w:id="219"/>
          </w:p>
        </w:tc>
        <w:tc>
          <w:tcPr>
            <w:tcW w:w="8111" w:type="dxa"/>
          </w:tcPr>
          <w:p w14:paraId="0301E837" w14:textId="77777777" w:rsidR="00981ECF" w:rsidRPr="006A057C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Walidacja: sprawdzenie czy suma kwot z pozycji „Nadwyżka przedpłaty akcyzy” i „Przedpłata akcyzy do zapłaty” deklaracji AKC-PA (D) (za okres) jest równa wprowadzonej w polu wartości.</w:t>
            </w:r>
          </w:p>
        </w:tc>
      </w:tr>
      <w:tr w:rsidR="00981ECF" w:rsidRPr="001767A9" w14:paraId="7D0EDAE7" w14:textId="77777777" w:rsidTr="003643A8">
        <w:trPr>
          <w:trHeight w:val="213"/>
        </w:trPr>
        <w:tc>
          <w:tcPr>
            <w:tcW w:w="943" w:type="dxa"/>
          </w:tcPr>
          <w:p w14:paraId="6CEA90C9" w14:textId="77777777" w:rsidR="00981ECF" w:rsidRPr="006A057C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bookmarkStart w:id="220" w:name="Rd9"/>
            <w:r w:rsidRPr="006A057C">
              <w:rPr>
                <w:rFonts w:eastAsia="Times New Roman" w:cs="Arial"/>
                <w:sz w:val="20"/>
                <w:szCs w:val="20"/>
              </w:rPr>
              <w:lastRenderedPageBreak/>
              <w:t>R9</w:t>
            </w:r>
            <w:bookmarkEnd w:id="220"/>
          </w:p>
        </w:tc>
        <w:tc>
          <w:tcPr>
            <w:tcW w:w="8111" w:type="dxa"/>
          </w:tcPr>
          <w:p w14:paraId="7DC1560B" w14:textId="77777777" w:rsidR="00981ECF" w:rsidRPr="006A057C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Walidacja: jeśli wynik wyliczenia jest różny od wprowadzonej wartości, to jest Błąd typu 3. Jeśli wyliczona wartość jest ujemna, powinno być 0.</w:t>
            </w:r>
          </w:p>
        </w:tc>
      </w:tr>
      <w:tr w:rsidR="00981ECF" w:rsidRPr="001767A9" w14:paraId="5AD789AC" w14:textId="77777777" w:rsidTr="003643A8">
        <w:trPr>
          <w:trHeight w:val="213"/>
        </w:trPr>
        <w:tc>
          <w:tcPr>
            <w:tcW w:w="943" w:type="dxa"/>
          </w:tcPr>
          <w:p w14:paraId="3DF0DA50" w14:textId="77777777" w:rsidR="00981ECF" w:rsidRPr="006A057C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bookmarkStart w:id="221" w:name="Rd10"/>
            <w:r w:rsidRPr="006A057C">
              <w:rPr>
                <w:rFonts w:eastAsia="Times New Roman" w:cs="Arial"/>
                <w:sz w:val="20"/>
                <w:szCs w:val="20"/>
              </w:rPr>
              <w:t>R10</w:t>
            </w:r>
            <w:bookmarkEnd w:id="221"/>
          </w:p>
        </w:tc>
        <w:tc>
          <w:tcPr>
            <w:tcW w:w="8111" w:type="dxa"/>
          </w:tcPr>
          <w:p w14:paraId="5BF3F56B" w14:textId="77777777" w:rsidR="00981ECF" w:rsidRPr="006A057C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Pole niewymagalne (puste) w przypadku, gdy nie złożono AKC-PA za ten sam okres rozliczeniowy.</w:t>
            </w:r>
          </w:p>
          <w:p w14:paraId="391AF937" w14:textId="77777777" w:rsidR="00981ECF" w:rsidRPr="006A057C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Walidacja: jeśli wynik wyliczenia jest różny od wprowadzonej wartości, to jest Błąd typu 3. Jeśli wyliczona wartość jest ujemna, powinno być 0.</w:t>
            </w:r>
          </w:p>
        </w:tc>
      </w:tr>
      <w:tr w:rsidR="00981ECF" w:rsidRPr="001767A9" w14:paraId="6A489159" w14:textId="77777777" w:rsidTr="003643A8">
        <w:trPr>
          <w:trHeight w:val="213"/>
        </w:trPr>
        <w:tc>
          <w:tcPr>
            <w:tcW w:w="943" w:type="dxa"/>
          </w:tcPr>
          <w:p w14:paraId="19C96B65" w14:textId="77777777" w:rsidR="00981ECF" w:rsidRPr="006A057C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bookmarkStart w:id="222" w:name="Rd11"/>
            <w:r w:rsidRPr="006A057C">
              <w:rPr>
                <w:rFonts w:eastAsia="Times New Roman" w:cs="Arial"/>
                <w:sz w:val="20"/>
                <w:szCs w:val="20"/>
              </w:rPr>
              <w:t>R11</w:t>
            </w:r>
            <w:bookmarkEnd w:id="222"/>
          </w:p>
        </w:tc>
        <w:tc>
          <w:tcPr>
            <w:tcW w:w="8111" w:type="dxa"/>
          </w:tcPr>
          <w:p w14:paraId="5F29C859" w14:textId="77777777" w:rsidR="00981ECF" w:rsidRPr="006A057C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60F7E32F" w14:textId="77777777" w:rsidR="00981ECF" w:rsidRPr="006A057C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Pole wyliczane na podstawie sumy wartości wprowadzonych w polu „Ilość wyrobów w tysiącach litrów”. System wstawia wyliczoną wartość.</w:t>
            </w:r>
          </w:p>
          <w:p w14:paraId="20D36EA6" w14:textId="77777777" w:rsidR="00981ECF" w:rsidRPr="006A057C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Walidacja: wprowadzona liczba powinna się równać sumie wartości wprowadzonych w polu „Ilość wyrobów w tysiącach litrów”. </w:t>
            </w:r>
          </w:p>
        </w:tc>
      </w:tr>
      <w:tr w:rsidR="00981ECF" w:rsidRPr="001767A9" w14:paraId="62879C7E" w14:textId="77777777" w:rsidTr="003643A8">
        <w:trPr>
          <w:trHeight w:val="213"/>
        </w:trPr>
        <w:tc>
          <w:tcPr>
            <w:tcW w:w="943" w:type="dxa"/>
          </w:tcPr>
          <w:p w14:paraId="7CFCE243" w14:textId="77777777" w:rsidR="00981ECF" w:rsidRPr="006A057C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bookmarkStart w:id="223" w:name="Rd12"/>
            <w:r w:rsidRPr="006A057C">
              <w:rPr>
                <w:rFonts w:eastAsia="Times New Roman" w:cs="Arial"/>
                <w:sz w:val="20"/>
                <w:szCs w:val="20"/>
              </w:rPr>
              <w:t>R12</w:t>
            </w:r>
            <w:bookmarkEnd w:id="223"/>
          </w:p>
        </w:tc>
        <w:tc>
          <w:tcPr>
            <w:tcW w:w="8111" w:type="dxa"/>
          </w:tcPr>
          <w:p w14:paraId="0C8129DE" w14:textId="77777777" w:rsidR="00981ECF" w:rsidRPr="006A057C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522FD123" w14:textId="77777777" w:rsidR="00981ECF" w:rsidRPr="006A057C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Pole wyliczane na podstawie sumy wartości wprowadzonych w polu „Kwota podatku w zł”. System wstawia wyliczoną wartość.</w:t>
            </w:r>
          </w:p>
          <w:p w14:paraId="0F76FAFE" w14:textId="77777777" w:rsidR="00981ECF" w:rsidRPr="006A057C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Walidacja: wprowadzona liczba powinna się równać sumie wartości wprowadzonych w polu „Kwota podatku w zł”. </w:t>
            </w:r>
          </w:p>
        </w:tc>
      </w:tr>
      <w:tr w:rsidR="00981ECF" w:rsidRPr="001767A9" w14:paraId="0AD187A9" w14:textId="77777777" w:rsidTr="003643A8">
        <w:trPr>
          <w:trHeight w:val="213"/>
        </w:trPr>
        <w:tc>
          <w:tcPr>
            <w:tcW w:w="943" w:type="dxa"/>
          </w:tcPr>
          <w:p w14:paraId="078B6CC9" w14:textId="77777777" w:rsidR="00981ECF" w:rsidRPr="006A057C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bookmarkStart w:id="224" w:name="Rd14"/>
            <w:r w:rsidRPr="006A057C">
              <w:rPr>
                <w:rFonts w:eastAsia="Times New Roman" w:cs="Arial"/>
                <w:sz w:val="20"/>
                <w:szCs w:val="20"/>
              </w:rPr>
              <w:t>R14</w:t>
            </w:r>
            <w:bookmarkEnd w:id="224"/>
          </w:p>
        </w:tc>
        <w:tc>
          <w:tcPr>
            <w:tcW w:w="8111" w:type="dxa"/>
          </w:tcPr>
          <w:p w14:paraId="0AD91AC9" w14:textId="77777777" w:rsidR="00981ECF" w:rsidRPr="006A057C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Wartość przekazywana dla wywołania usługi pobrania danych z ISZTAR dla pól „Nazwa grupy wyrobów” i „Stawka podatku”.</w:t>
            </w:r>
          </w:p>
          <w:p w14:paraId="45E55A99" w14:textId="77777777" w:rsidR="00981ECF" w:rsidRPr="006A057C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Walidacja czy kod CN jest w zakresie obsługiwanym przez załącznik danego typu. </w:t>
            </w:r>
          </w:p>
        </w:tc>
      </w:tr>
      <w:tr w:rsidR="00981ECF" w:rsidRPr="001767A9" w14:paraId="49C8813C" w14:textId="77777777" w:rsidTr="003643A8">
        <w:trPr>
          <w:trHeight w:val="213"/>
        </w:trPr>
        <w:tc>
          <w:tcPr>
            <w:tcW w:w="943" w:type="dxa"/>
          </w:tcPr>
          <w:p w14:paraId="234E1D56" w14:textId="77777777" w:rsidR="00981ECF" w:rsidRPr="006A057C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bookmarkStart w:id="225" w:name="Rd16"/>
            <w:r w:rsidRPr="006A057C">
              <w:rPr>
                <w:rFonts w:eastAsia="Times New Roman" w:cs="Arial"/>
                <w:sz w:val="20"/>
                <w:szCs w:val="20"/>
              </w:rPr>
              <w:t>R16</w:t>
            </w:r>
            <w:bookmarkEnd w:id="225"/>
          </w:p>
        </w:tc>
        <w:tc>
          <w:tcPr>
            <w:tcW w:w="8111" w:type="dxa"/>
          </w:tcPr>
          <w:p w14:paraId="06C835E7" w14:textId="77777777" w:rsidR="00981ECF" w:rsidRPr="006A057C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Walidacja: wprowadzona wartość powinna być równa wyliczonej ze wzoru: wartość w polu „Ilość wyrobów w tysiącach litrów” * wartość w polu „Stawka podatku”. </w:t>
            </w:r>
          </w:p>
        </w:tc>
      </w:tr>
      <w:tr w:rsidR="00981ECF" w:rsidRPr="001767A9" w14:paraId="59B9CF15" w14:textId="77777777" w:rsidTr="003643A8">
        <w:trPr>
          <w:trHeight w:val="213"/>
        </w:trPr>
        <w:tc>
          <w:tcPr>
            <w:tcW w:w="943" w:type="dxa"/>
          </w:tcPr>
          <w:p w14:paraId="2C12BBFB" w14:textId="77777777" w:rsidR="00981ECF" w:rsidRPr="006A057C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bookmarkStart w:id="226" w:name="Rd17"/>
            <w:r w:rsidRPr="006A057C">
              <w:rPr>
                <w:rFonts w:eastAsia="Times New Roman" w:cs="Arial"/>
                <w:sz w:val="20"/>
                <w:szCs w:val="20"/>
              </w:rPr>
              <w:t>R17</w:t>
            </w:r>
            <w:bookmarkEnd w:id="226"/>
          </w:p>
        </w:tc>
        <w:tc>
          <w:tcPr>
            <w:tcW w:w="8111" w:type="dxa"/>
          </w:tcPr>
          <w:p w14:paraId="65C25636" w14:textId="77777777" w:rsidR="00981ECF" w:rsidRPr="006A057C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Pole nie jest wymagalne w przypadku, gdy nie wypełniono żadnej pozycji w części „Informacja o kwotach wpłat dziennych” deklaracji.</w:t>
            </w:r>
          </w:p>
          <w:p w14:paraId="6B724123" w14:textId="77777777" w:rsidR="00981ECF" w:rsidRPr="006A057C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Walidacja 1: Część „Informacja o kwotach wpłat dziennych” powinna mieć co najmniej jedną pozycję jeżeli jest wypełnione przynajmniej jedno z 3-ch pól załącznika AKC-4/C: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wyrobów”.</w:t>
            </w:r>
          </w:p>
          <w:p w14:paraId="1939CEA8" w14:textId="77777777" w:rsidR="00981ECF" w:rsidRPr="006A057C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Walidacja 2: Czy wprowadzona wartość równa się sumie wartości z pól „Kwota podatku akcyzowego z dnia powstania obowiązku podatkowego” dla  kolejnych dat. </w:t>
            </w:r>
          </w:p>
        </w:tc>
      </w:tr>
      <w:tr w:rsidR="00981ECF" w:rsidRPr="001767A9" w14:paraId="21B31CBF" w14:textId="77777777" w:rsidTr="003643A8">
        <w:trPr>
          <w:trHeight w:val="213"/>
        </w:trPr>
        <w:tc>
          <w:tcPr>
            <w:tcW w:w="943" w:type="dxa"/>
          </w:tcPr>
          <w:p w14:paraId="484A407B" w14:textId="77777777" w:rsidR="00981ECF" w:rsidRPr="006A057C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bookmarkStart w:id="227" w:name="Rd18"/>
            <w:r w:rsidRPr="006A057C">
              <w:rPr>
                <w:rFonts w:eastAsia="Times New Roman" w:cs="Arial"/>
                <w:sz w:val="20"/>
                <w:szCs w:val="20"/>
              </w:rPr>
              <w:t>R18</w:t>
            </w:r>
            <w:bookmarkEnd w:id="227"/>
          </w:p>
        </w:tc>
        <w:tc>
          <w:tcPr>
            <w:tcW w:w="8111" w:type="dxa"/>
          </w:tcPr>
          <w:p w14:paraId="63987F14" w14:textId="77777777" w:rsidR="00981ECF" w:rsidRPr="006A057C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Pole nie jest wymagalne w przypadku, gdy nie wypełniono żadnej pozycji w części „Informacja o kwotach wpłat dziennych” deklaracji.</w:t>
            </w:r>
          </w:p>
          <w:p w14:paraId="6C501EA5" w14:textId="77777777" w:rsidR="00981ECF" w:rsidRPr="006A057C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Walidacja 1: Część „Informacja o kwotach wpłat dziennych” powinna mieć co najmniej jedną pozycję jeżeli jest wypełnione przynajmniej jedno z 3-ch pól załącznika AKC-4/C: </w:t>
            </w:r>
            <w:r w:rsidRPr="006A057C">
              <w:rPr>
                <w:rFonts w:eastAsia="Times New Roman" w:cs="Arial"/>
                <w:sz w:val="20"/>
                <w:szCs w:val="20"/>
              </w:rPr>
              <w:lastRenderedPageBreak/>
              <w:t>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wyrobów”.</w:t>
            </w:r>
          </w:p>
          <w:p w14:paraId="58B48DDC" w14:textId="77777777" w:rsidR="00981ECF" w:rsidRPr="006A057C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Walidacja 2: Czy wprowadzona wartość równa się sumie wartości z pól „Kwota nadwyżki wpłat z poprzedniej deklaracji zaliczona na poczet wpłat dziennych” dla  kolejnych dat. </w:t>
            </w:r>
          </w:p>
        </w:tc>
      </w:tr>
      <w:tr w:rsidR="00981ECF" w:rsidRPr="001767A9" w14:paraId="2DB342F8" w14:textId="77777777" w:rsidTr="003643A8">
        <w:trPr>
          <w:trHeight w:val="213"/>
        </w:trPr>
        <w:tc>
          <w:tcPr>
            <w:tcW w:w="943" w:type="dxa"/>
          </w:tcPr>
          <w:p w14:paraId="6F628D79" w14:textId="77777777" w:rsidR="00981ECF" w:rsidRPr="006A057C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bookmarkStart w:id="228" w:name="Rd19"/>
            <w:r w:rsidRPr="006A057C">
              <w:rPr>
                <w:rFonts w:eastAsia="Times New Roman" w:cs="Arial"/>
                <w:sz w:val="20"/>
                <w:szCs w:val="20"/>
              </w:rPr>
              <w:lastRenderedPageBreak/>
              <w:t>R19</w:t>
            </w:r>
            <w:bookmarkEnd w:id="228"/>
          </w:p>
        </w:tc>
        <w:tc>
          <w:tcPr>
            <w:tcW w:w="8111" w:type="dxa"/>
          </w:tcPr>
          <w:p w14:paraId="32DA3CBD" w14:textId="77777777" w:rsidR="00981ECF" w:rsidRPr="006A057C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Pole nie jest wymagalne w przypadku, gdy nie wypełniono żadnej pozycji w części „Informacja o kwotach wpłat dziennych” deklaracji.</w:t>
            </w:r>
          </w:p>
          <w:p w14:paraId="7958FA25" w14:textId="77777777" w:rsidR="00981ECF" w:rsidRPr="006A057C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Walidacja 1: Część „Informacja o kwotach wpłat dziennych” powinna mieć co najmniej jedną pozycję jeżeli jest wypełnione przynajmniej jedno z 3-ch pól załącznika AKC-4/C: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wyrobów”.</w:t>
            </w:r>
          </w:p>
          <w:p w14:paraId="65815553" w14:textId="77777777" w:rsidR="00981ECF" w:rsidRPr="006A057C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Walidacja 2: Czy wprowadzona wartość równa się sumie wartości z pól „Kwota dokonanej wpłaty dziennej” dla  kolejnych dat. </w:t>
            </w:r>
          </w:p>
        </w:tc>
      </w:tr>
      <w:tr w:rsidR="00981ECF" w:rsidRPr="001767A9" w14:paraId="2B01C373" w14:textId="77777777" w:rsidTr="003643A8">
        <w:trPr>
          <w:trHeight w:val="213"/>
        </w:trPr>
        <w:tc>
          <w:tcPr>
            <w:tcW w:w="943" w:type="dxa"/>
          </w:tcPr>
          <w:p w14:paraId="511CFA8F" w14:textId="77777777" w:rsidR="00981ECF" w:rsidRPr="006A057C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bookmarkStart w:id="229" w:name="Rd20"/>
            <w:r w:rsidRPr="006A057C">
              <w:rPr>
                <w:rFonts w:eastAsia="Times New Roman" w:cs="Arial"/>
                <w:sz w:val="20"/>
                <w:szCs w:val="20"/>
              </w:rPr>
              <w:t>R20</w:t>
            </w:r>
            <w:bookmarkEnd w:id="229"/>
          </w:p>
        </w:tc>
        <w:tc>
          <w:tcPr>
            <w:tcW w:w="8111" w:type="dxa"/>
          </w:tcPr>
          <w:p w14:paraId="5FC53150" w14:textId="77777777" w:rsidR="00981ECF" w:rsidRPr="006A057C" w:rsidRDefault="00981ECF" w:rsidP="00981ECF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Wartość pola („ubytek” lub „ca</w:t>
            </w:r>
            <w:r w:rsidR="001A1C01" w:rsidRPr="006A057C">
              <w:rPr>
                <w:rFonts w:eastAsia="Times New Roman" w:cs="Arial"/>
                <w:sz w:val="20"/>
                <w:szCs w:val="20"/>
              </w:rPr>
              <w:t>ł</w:t>
            </w:r>
            <w:r w:rsidRPr="006A057C">
              <w:rPr>
                <w:rFonts w:eastAsia="Times New Roman" w:cs="Arial"/>
                <w:sz w:val="20"/>
                <w:szCs w:val="20"/>
              </w:rPr>
              <w:t>kowite zniszczenie”)</w:t>
            </w:r>
          </w:p>
        </w:tc>
      </w:tr>
      <w:tr w:rsidR="00124A08" w:rsidRPr="001767A9" w14:paraId="4D26CCA0" w14:textId="77777777" w:rsidTr="003643A8">
        <w:trPr>
          <w:trHeight w:val="213"/>
        </w:trPr>
        <w:tc>
          <w:tcPr>
            <w:tcW w:w="943" w:type="dxa"/>
          </w:tcPr>
          <w:p w14:paraId="7DB3D024" w14:textId="77777777" w:rsidR="00124A08" w:rsidRPr="006A057C" w:rsidRDefault="00124A08" w:rsidP="00124A08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R21</w:t>
            </w:r>
          </w:p>
        </w:tc>
        <w:tc>
          <w:tcPr>
            <w:tcW w:w="8111" w:type="dxa"/>
          </w:tcPr>
          <w:p w14:paraId="7644EC36" w14:textId="77777777" w:rsidR="00124A08" w:rsidRPr="006A057C" w:rsidRDefault="00124A08" w:rsidP="00124A08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Dopuszczalnym okresem (period) za który będzie mogła być złożona deklaracja: nie może być wcześniejszy niż luty </w:t>
            </w:r>
            <w:r w:rsidR="001A1C01" w:rsidRPr="006A057C">
              <w:rPr>
                <w:rFonts w:eastAsia="Times New Roman" w:cs="Arial"/>
                <w:sz w:val="20"/>
                <w:szCs w:val="20"/>
              </w:rPr>
              <w:t xml:space="preserve">2018 </w:t>
            </w:r>
            <w:r w:rsidRPr="006A057C">
              <w:rPr>
                <w:rFonts w:eastAsia="Times New Roman" w:cs="Arial"/>
                <w:sz w:val="20"/>
                <w:szCs w:val="20"/>
              </w:rPr>
              <w:t>roku.</w:t>
            </w:r>
          </w:p>
        </w:tc>
      </w:tr>
    </w:tbl>
    <w:p w14:paraId="020EA507" w14:textId="77777777" w:rsidR="00F53FE2" w:rsidRDefault="00F53FE2">
      <w:r>
        <w:br w:type="page"/>
      </w:r>
    </w:p>
    <w:p w14:paraId="5CFC111F" w14:textId="77777777" w:rsidR="0035383A" w:rsidRPr="009675CE" w:rsidRDefault="0035383A" w:rsidP="00C048E5">
      <w:pPr>
        <w:pStyle w:val="Nagwek2"/>
      </w:pPr>
      <w:bookmarkStart w:id="230" w:name="_Toc182566458"/>
      <w:r w:rsidRPr="009675CE">
        <w:lastRenderedPageBreak/>
        <w:t>Załącznik AKC-4/E do deklaracji AKC-4</w:t>
      </w:r>
      <w:bookmarkEnd w:id="230"/>
    </w:p>
    <w:p w14:paraId="4D29C520" w14:textId="77777777" w:rsidR="0035383A" w:rsidRDefault="0035383A" w:rsidP="00C048E5">
      <w:pPr>
        <w:pStyle w:val="Nagwek3"/>
      </w:pPr>
      <w:bookmarkStart w:id="231" w:name="_Toc182566459"/>
      <w:r>
        <w:t>Komunik</w:t>
      </w:r>
      <w:r w:rsidR="00343B4A">
        <w:t>a</w:t>
      </w:r>
      <w:r>
        <w:t>t AKC-4E</w:t>
      </w:r>
      <w:bookmarkEnd w:id="231"/>
    </w:p>
    <w:p w14:paraId="567C47EC" w14:textId="77777777" w:rsidR="0035383A" w:rsidRPr="0035383A" w:rsidRDefault="0035383A" w:rsidP="0035383A">
      <w:pPr>
        <w:pStyle w:val="Schema-Description"/>
        <w:spacing w:before="0" w:beforeAutospacing="0" w:after="0" w:afterAutospacing="0"/>
      </w:pPr>
      <w:r w:rsidRPr="0035383A">
        <w:t>PODATEK AKCYZOWY OD SAMOCHODÓW OSOBOWYCH</w:t>
      </w:r>
    </w:p>
    <w:p w14:paraId="78E006C4" w14:textId="77777777" w:rsidR="0035383A" w:rsidRDefault="0035383A" w:rsidP="00C048E5">
      <w:pPr>
        <w:pStyle w:val="Nagwek3"/>
      </w:pPr>
      <w:bookmarkStart w:id="232" w:name="_Toc182566460"/>
      <w:r>
        <w:t>Specyfikacja AKC-4E</w:t>
      </w:r>
      <w:bookmarkEnd w:id="232"/>
    </w:p>
    <w:p w14:paraId="330F4A32" w14:textId="59AF6730" w:rsidR="00A308AF" w:rsidRDefault="00A308AF" w:rsidP="00A308AF">
      <w:pPr>
        <w:pStyle w:val="Legenda"/>
        <w:keepNext/>
      </w:pPr>
      <w:bookmarkStart w:id="233" w:name="_Toc182566591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60</w:t>
      </w:r>
      <w:r w:rsidR="00715F4C">
        <w:rPr>
          <w:noProof/>
        </w:rPr>
        <w:fldChar w:fldCharType="end"/>
      </w:r>
      <w:r>
        <w:t xml:space="preserve">. </w:t>
      </w:r>
      <w:r w:rsidRPr="00A33646">
        <w:t>Dane ogólne w ramach struktury załącznika AKC-4/E</w:t>
      </w:r>
      <w:bookmarkEnd w:id="233"/>
    </w:p>
    <w:tbl>
      <w:tblPr>
        <w:tblStyle w:val="Siatkatabelijasn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EB4C12" w:rsidRPr="006A057C" w14:paraId="09B14353" w14:textId="77777777" w:rsidTr="00EB4C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5D50D68D" w14:textId="77777777" w:rsidR="00EB4C12" w:rsidRPr="006A057C" w:rsidRDefault="00EB4C12" w:rsidP="00DC50C9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>Ogólne</w:t>
            </w:r>
          </w:p>
        </w:tc>
        <w:tc>
          <w:tcPr>
            <w:tcW w:w="6584" w:type="dxa"/>
          </w:tcPr>
          <w:p w14:paraId="45708BD5" w14:textId="6B2DF65A" w:rsidR="00EB4C12" w:rsidRPr="006A057C" w:rsidRDefault="00EB4C12" w:rsidP="00DC50C9">
            <w:pPr>
              <w:rPr>
                <w:rFonts w:eastAsia="Times New Roman" w:cs="Arial"/>
                <w:b/>
                <w:sz w:val="18"/>
                <w:szCs w:val="18"/>
              </w:rPr>
            </w:pPr>
          </w:p>
        </w:tc>
      </w:tr>
      <w:tr w:rsidR="0035383A" w:rsidRPr="006A057C" w14:paraId="36838E56" w14:textId="77777777" w:rsidTr="00EB4C12">
        <w:tc>
          <w:tcPr>
            <w:tcW w:w="2738" w:type="dxa"/>
          </w:tcPr>
          <w:p w14:paraId="70706B91" w14:textId="77777777" w:rsidR="0035383A" w:rsidRPr="006A057C" w:rsidRDefault="0035383A" w:rsidP="00DC50C9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23DB7E28" w14:textId="77777777" w:rsidR="0035383A" w:rsidRPr="006A057C" w:rsidRDefault="0035383A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Struktura załącznika do </w:t>
            </w:r>
            <w:r w:rsidRPr="006A057C">
              <w:rPr>
                <w:rFonts w:cs="Arial"/>
                <w:sz w:val="20"/>
                <w:szCs w:val="20"/>
              </w:rPr>
              <w:t xml:space="preserve">deklaracji AKC-4 </w:t>
            </w:r>
          </w:p>
        </w:tc>
      </w:tr>
      <w:tr w:rsidR="0035383A" w:rsidRPr="006A057C" w14:paraId="74FB8023" w14:textId="77777777" w:rsidTr="00EB4C12">
        <w:tc>
          <w:tcPr>
            <w:tcW w:w="2738" w:type="dxa"/>
          </w:tcPr>
          <w:p w14:paraId="6FF84FDB" w14:textId="77777777" w:rsidR="0035383A" w:rsidRPr="006A057C" w:rsidRDefault="0035383A" w:rsidP="00DC50C9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241C83DD" w14:textId="77777777" w:rsidR="0035383A" w:rsidRPr="006A057C" w:rsidRDefault="0035383A" w:rsidP="00DC50C9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35383A" w:rsidRPr="006A057C" w14:paraId="0AAF1E7E" w14:textId="77777777" w:rsidTr="00EB4C12">
        <w:tc>
          <w:tcPr>
            <w:tcW w:w="2738" w:type="dxa"/>
          </w:tcPr>
          <w:p w14:paraId="6F6FAA29" w14:textId="77777777" w:rsidR="0035383A" w:rsidRPr="006A057C" w:rsidRDefault="0035383A" w:rsidP="00DC50C9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29DFD305" w14:textId="77777777" w:rsidR="0035383A" w:rsidRPr="006A057C" w:rsidRDefault="001A1C01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4</w:t>
            </w:r>
            <w:r w:rsidR="00752F03" w:rsidRPr="006A057C">
              <w:rPr>
                <w:rFonts w:eastAsia="Times New Roman" w:cs="Arial"/>
                <w:sz w:val="20"/>
                <w:szCs w:val="20"/>
              </w:rPr>
              <w:t>_0</w:t>
            </w:r>
          </w:p>
        </w:tc>
      </w:tr>
      <w:tr w:rsidR="0035383A" w:rsidRPr="006A057C" w14:paraId="40A5E27F" w14:textId="77777777" w:rsidTr="00EB4C12">
        <w:tc>
          <w:tcPr>
            <w:tcW w:w="2738" w:type="dxa"/>
          </w:tcPr>
          <w:p w14:paraId="7B3179AC" w14:textId="77777777" w:rsidR="0035383A" w:rsidRPr="006A057C" w:rsidRDefault="0035383A" w:rsidP="00DC50C9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Zależności od innych deklaracji</w:t>
            </w:r>
          </w:p>
        </w:tc>
        <w:tc>
          <w:tcPr>
            <w:tcW w:w="6584" w:type="dxa"/>
          </w:tcPr>
          <w:p w14:paraId="3415BAA4" w14:textId="77777777" w:rsidR="0035383A" w:rsidRPr="006A057C" w:rsidRDefault="0035383A" w:rsidP="00DC50C9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35383A" w:rsidRPr="006A057C" w14:paraId="5916E26C" w14:textId="77777777" w:rsidTr="00EB4C12">
        <w:tc>
          <w:tcPr>
            <w:tcW w:w="2738" w:type="dxa"/>
          </w:tcPr>
          <w:p w14:paraId="36EEEF77" w14:textId="77777777" w:rsidR="0035383A" w:rsidRPr="006A057C" w:rsidRDefault="0035383A" w:rsidP="00DC50C9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07656D18" w14:textId="77777777" w:rsidR="0035383A" w:rsidRPr="006A057C" w:rsidRDefault="0035383A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XML</w:t>
            </w:r>
          </w:p>
        </w:tc>
      </w:tr>
      <w:tr w:rsidR="0035383A" w:rsidRPr="006A057C" w14:paraId="3CDD2E13" w14:textId="77777777" w:rsidTr="00EB4C12">
        <w:tc>
          <w:tcPr>
            <w:tcW w:w="2738" w:type="dxa"/>
          </w:tcPr>
          <w:p w14:paraId="5DF9259F" w14:textId="77777777" w:rsidR="0035383A" w:rsidRPr="006A057C" w:rsidRDefault="0035383A" w:rsidP="00DC50C9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3A251D2E" w14:textId="77777777" w:rsidR="0035383A" w:rsidRPr="006A057C" w:rsidRDefault="0035383A" w:rsidP="00DC50C9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35383A" w:rsidRPr="006A057C" w14:paraId="1A42446B" w14:textId="77777777" w:rsidTr="00EB4C12">
        <w:tc>
          <w:tcPr>
            <w:tcW w:w="2738" w:type="dxa"/>
          </w:tcPr>
          <w:p w14:paraId="0C3D69DE" w14:textId="77777777" w:rsidR="0035383A" w:rsidRPr="006A057C" w:rsidRDefault="0035383A" w:rsidP="00DC50C9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2B1330C2" w14:textId="77777777" w:rsidR="0035383A" w:rsidRPr="006A057C" w:rsidRDefault="0035383A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XML</w:t>
            </w:r>
          </w:p>
        </w:tc>
      </w:tr>
      <w:tr w:rsidR="0035383A" w:rsidRPr="006A057C" w14:paraId="784360A5" w14:textId="77777777" w:rsidTr="00EB4C12">
        <w:tc>
          <w:tcPr>
            <w:tcW w:w="2738" w:type="dxa"/>
          </w:tcPr>
          <w:p w14:paraId="7B476A59" w14:textId="77777777" w:rsidR="0035383A" w:rsidRPr="006A057C" w:rsidRDefault="0035383A" w:rsidP="00DC50C9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Namespaces</w:t>
            </w:r>
          </w:p>
        </w:tc>
        <w:tc>
          <w:tcPr>
            <w:tcW w:w="6584" w:type="dxa"/>
          </w:tcPr>
          <w:p w14:paraId="7DC7E259" w14:textId="77777777" w:rsidR="0035383A" w:rsidRPr="006A057C" w:rsidRDefault="00752F03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http://www.e-clo.pl/ZEFIR2/eZefir2/xsd/v3_0/Types.xsd</w:t>
            </w:r>
          </w:p>
        </w:tc>
      </w:tr>
      <w:tr w:rsidR="0035383A" w:rsidRPr="006A057C" w14:paraId="3F6B550D" w14:textId="77777777" w:rsidTr="00EB4C12">
        <w:tc>
          <w:tcPr>
            <w:tcW w:w="2738" w:type="dxa"/>
          </w:tcPr>
          <w:p w14:paraId="4BDFA4EF" w14:textId="77777777" w:rsidR="0035383A" w:rsidRPr="006A057C" w:rsidRDefault="0035383A" w:rsidP="00DC50C9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5DC73C90" w14:textId="77777777" w:rsidR="0035383A" w:rsidRPr="006A057C" w:rsidRDefault="0035383A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akc_4</w:t>
            </w:r>
            <w:r w:rsidR="00E362D7" w:rsidRPr="006A057C">
              <w:rPr>
                <w:rFonts w:eastAsia="Times New Roman" w:cs="Arial"/>
                <w:sz w:val="20"/>
                <w:szCs w:val="20"/>
              </w:rPr>
              <w:t>e</w:t>
            </w:r>
            <w:r w:rsidRPr="006A057C">
              <w:rPr>
                <w:rFonts w:eastAsia="Times New Roman" w:cs="Arial"/>
                <w:sz w:val="20"/>
                <w:szCs w:val="20"/>
              </w:rPr>
              <w:t>.xsd</w:t>
            </w:r>
          </w:p>
        </w:tc>
      </w:tr>
    </w:tbl>
    <w:p w14:paraId="7FF943C9" w14:textId="77777777" w:rsidR="0035383A" w:rsidRPr="006A057C" w:rsidRDefault="0035383A" w:rsidP="00C048E5">
      <w:pPr>
        <w:pStyle w:val="Nagwek3"/>
      </w:pPr>
      <w:bookmarkStart w:id="234" w:name="_Toc182566461"/>
      <w:r w:rsidRPr="006A057C">
        <w:t>Struktura AKC</w:t>
      </w:r>
      <w:r w:rsidR="00933502" w:rsidRPr="006A057C">
        <w:t>4E</w:t>
      </w:r>
      <w:bookmarkEnd w:id="234"/>
    </w:p>
    <w:p w14:paraId="6ED256C6" w14:textId="77777777" w:rsidR="00EB4C12" w:rsidRPr="00530CB8" w:rsidRDefault="00EB4C12" w:rsidP="00794BCE">
      <w:pPr>
        <w:pStyle w:val="Akapitzlist"/>
        <w:numPr>
          <w:ilvl w:val="0"/>
          <w:numId w:val="16"/>
        </w:numPr>
        <w:rPr>
          <w:lang w:val="en-GB"/>
        </w:rPr>
      </w:pPr>
      <w:r w:rsidRPr="00530CB8">
        <w:rPr>
          <w:lang w:val="en-GB"/>
        </w:rPr>
        <w:t>(AKC4EType)</w:t>
      </w:r>
    </w:p>
    <w:p w14:paraId="1657CFD6" w14:textId="4F126214" w:rsidR="00EB4C12" w:rsidRPr="00530CB8" w:rsidRDefault="00EB4C12" w:rsidP="00794BCE">
      <w:pPr>
        <w:pStyle w:val="Akapitzlist"/>
        <w:numPr>
          <w:ilvl w:val="0"/>
          <w:numId w:val="16"/>
        </w:numPr>
        <w:rPr>
          <w:lang w:val="en-GB"/>
        </w:rPr>
      </w:pPr>
      <w:r w:rsidRPr="00530CB8">
        <w:rPr>
          <w:lang w:val="en-GB"/>
        </w:rPr>
        <w:t>(HeaderType)</w:t>
      </w:r>
    </w:p>
    <w:p w14:paraId="41CCF96B" w14:textId="0B30F875" w:rsidR="00EB4C12" w:rsidRPr="00530CB8" w:rsidRDefault="00EB4C12" w:rsidP="00794BCE">
      <w:pPr>
        <w:pStyle w:val="Akapitzlist"/>
        <w:numPr>
          <w:ilvl w:val="0"/>
          <w:numId w:val="16"/>
        </w:numPr>
        <w:rPr>
          <w:lang w:val="en-GB"/>
        </w:rPr>
      </w:pPr>
      <w:r w:rsidRPr="00530CB8">
        <w:rPr>
          <w:lang w:val="en-GB"/>
        </w:rPr>
        <w:t>(ExciseDutyInformationType)</w:t>
      </w:r>
    </w:p>
    <w:p w14:paraId="6F894BF2" w14:textId="531E5BFC" w:rsidR="00EB4C12" w:rsidRPr="00530CB8" w:rsidRDefault="00EB4C12" w:rsidP="00794BCE">
      <w:pPr>
        <w:pStyle w:val="Akapitzlist"/>
        <w:numPr>
          <w:ilvl w:val="0"/>
          <w:numId w:val="16"/>
        </w:numPr>
        <w:rPr>
          <w:lang w:val="en-GB"/>
        </w:rPr>
      </w:pPr>
      <w:r w:rsidRPr="00530CB8">
        <w:rPr>
          <w:lang w:val="en-GB"/>
        </w:rPr>
        <w:t>(ItemsType)</w:t>
      </w:r>
    </w:p>
    <w:p w14:paraId="3B20C729" w14:textId="6E3C7B74" w:rsidR="0035383A" w:rsidRPr="00530CB8" w:rsidRDefault="00EB4C12" w:rsidP="00794BCE">
      <w:pPr>
        <w:pStyle w:val="Akapitzlist"/>
        <w:numPr>
          <w:ilvl w:val="0"/>
          <w:numId w:val="16"/>
        </w:numPr>
        <w:rPr>
          <w:lang w:val="en-GB"/>
        </w:rPr>
      </w:pPr>
      <w:r w:rsidRPr="00530CB8">
        <w:rPr>
          <w:lang w:val="en-GB"/>
        </w:rPr>
        <w:t>(ItemType)</w:t>
      </w:r>
    </w:p>
    <w:p w14:paraId="052854F4" w14:textId="2E9837BA" w:rsidR="00A308AF" w:rsidRDefault="00A308AF" w:rsidP="00A308AF">
      <w:pPr>
        <w:pStyle w:val="Legenda"/>
        <w:keepNext/>
      </w:pPr>
      <w:bookmarkStart w:id="235" w:name="_Toc182566592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61</w:t>
      </w:r>
      <w:r w:rsidR="00715F4C">
        <w:rPr>
          <w:noProof/>
        </w:rPr>
        <w:fldChar w:fldCharType="end"/>
      </w:r>
      <w:r>
        <w:t xml:space="preserve">. </w:t>
      </w:r>
      <w:r w:rsidRPr="00E85B92">
        <w:t>Struktura elementu AKC4EType</w:t>
      </w:r>
      <w:bookmarkEnd w:id="235"/>
    </w:p>
    <w:tbl>
      <w:tblPr>
        <w:tblStyle w:val="Siatkatabelijasna"/>
        <w:tblW w:w="0" w:type="auto"/>
        <w:tblLook w:val="01E0" w:firstRow="1" w:lastRow="1" w:firstColumn="1" w:lastColumn="1" w:noHBand="0" w:noVBand="0"/>
      </w:tblPr>
      <w:tblGrid>
        <w:gridCol w:w="1738"/>
        <w:gridCol w:w="3279"/>
        <w:gridCol w:w="829"/>
        <w:gridCol w:w="2009"/>
        <w:gridCol w:w="1193"/>
      </w:tblGrid>
      <w:tr w:rsidR="00D04811" w:rsidRPr="006A057C" w14:paraId="0BDE8DD0" w14:textId="77777777" w:rsidTr="00EB4C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40" w:type="dxa"/>
          </w:tcPr>
          <w:p w14:paraId="441EDE21" w14:textId="77777777" w:rsidR="00D04811" w:rsidRPr="006A057C" w:rsidRDefault="00D04811" w:rsidP="00DC50C9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282" w:type="dxa"/>
          </w:tcPr>
          <w:p w14:paraId="6F3C7725" w14:textId="77777777" w:rsidR="00D04811" w:rsidRPr="006A057C" w:rsidRDefault="00D04811" w:rsidP="00DC50C9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29" w:type="dxa"/>
          </w:tcPr>
          <w:p w14:paraId="7DB3BA80" w14:textId="77777777" w:rsidR="00D04811" w:rsidRPr="006A057C" w:rsidRDefault="00432AA5" w:rsidP="00D04811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10" w:type="dxa"/>
          </w:tcPr>
          <w:p w14:paraId="7306CEA3" w14:textId="77777777" w:rsidR="00D04811" w:rsidRPr="006A057C" w:rsidRDefault="00D04811" w:rsidP="00DC50C9">
            <w:pPr>
              <w:rPr>
                <w:rFonts w:cs="Arial"/>
                <w:b/>
                <w:sz w:val="18"/>
                <w:szCs w:val="18"/>
              </w:rPr>
            </w:pPr>
            <w:r w:rsidRPr="006A057C">
              <w:rPr>
                <w:rFonts w:cs="Arial"/>
                <w:b/>
                <w:sz w:val="18"/>
                <w:szCs w:val="18"/>
              </w:rPr>
              <w:t>Typ</w:t>
            </w:r>
          </w:p>
        </w:tc>
        <w:tc>
          <w:tcPr>
            <w:tcW w:w="1193" w:type="dxa"/>
          </w:tcPr>
          <w:p w14:paraId="67323315" w14:textId="77777777" w:rsidR="00D04811" w:rsidRPr="006A057C" w:rsidRDefault="00D04811" w:rsidP="00DC50C9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D04811" w:rsidRPr="006A057C" w14:paraId="3F65894E" w14:textId="77777777" w:rsidTr="00EB4C12">
        <w:trPr>
          <w:trHeight w:val="213"/>
        </w:trPr>
        <w:tc>
          <w:tcPr>
            <w:tcW w:w="1740" w:type="dxa"/>
          </w:tcPr>
          <w:p w14:paraId="73F32E97" w14:textId="77777777" w:rsidR="00D04811" w:rsidRPr="006A057C" w:rsidRDefault="00D04811" w:rsidP="00DC50C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Header</w:t>
            </w:r>
          </w:p>
        </w:tc>
        <w:tc>
          <w:tcPr>
            <w:tcW w:w="3282" w:type="dxa"/>
          </w:tcPr>
          <w:p w14:paraId="534F4260" w14:textId="77777777" w:rsidR="00EE2B4A" w:rsidRPr="006A057C" w:rsidRDefault="00D04811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Nagłówek</w:t>
            </w:r>
            <w:r w:rsidR="00EE2B4A" w:rsidRPr="006A057C">
              <w:rPr>
                <w:rFonts w:eastAsia="Times New Roman" w:cs="Arial"/>
                <w:sz w:val="20"/>
                <w:szCs w:val="20"/>
              </w:rPr>
              <w:t xml:space="preserve"> deklaracji</w:t>
            </w:r>
          </w:p>
        </w:tc>
        <w:tc>
          <w:tcPr>
            <w:tcW w:w="829" w:type="dxa"/>
          </w:tcPr>
          <w:p w14:paraId="22B24FE4" w14:textId="77777777" w:rsidR="00D04811" w:rsidRPr="006A057C" w:rsidRDefault="00B76F85" w:rsidP="00D04811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10" w:type="dxa"/>
          </w:tcPr>
          <w:p w14:paraId="2DAFB0B3" w14:textId="77777777" w:rsidR="00D04811" w:rsidRPr="00B85AB4" w:rsidRDefault="009C497F" w:rsidP="009C497F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instrText xml:space="preserve"> REF HeaderType_e \h  \* MERGEFORMAT </w:instrTex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B85AB4">
              <w:rPr>
                <w:rStyle w:val="pole"/>
                <w:rFonts w:ascii="Lato" w:hAnsi="Lato"/>
                <w:sz w:val="20"/>
                <w:szCs w:val="20"/>
              </w:rPr>
              <w:t>HeaderType</w: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3" w:type="dxa"/>
          </w:tcPr>
          <w:p w14:paraId="481A98D2" w14:textId="77777777" w:rsidR="00D04811" w:rsidRPr="006A057C" w:rsidRDefault="00116B69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EE2B4A" w:rsidRPr="006A057C" w14:paraId="223913C5" w14:textId="77777777" w:rsidTr="00EB4C12">
        <w:trPr>
          <w:trHeight w:val="213"/>
        </w:trPr>
        <w:tc>
          <w:tcPr>
            <w:tcW w:w="1740" w:type="dxa"/>
          </w:tcPr>
          <w:p w14:paraId="35514715" w14:textId="77777777" w:rsidR="00EE2B4A" w:rsidRPr="006A057C" w:rsidRDefault="00EE2B4A" w:rsidP="00DC50C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version</w:t>
            </w:r>
          </w:p>
        </w:tc>
        <w:tc>
          <w:tcPr>
            <w:tcW w:w="3282" w:type="dxa"/>
          </w:tcPr>
          <w:p w14:paraId="0A20D0FE" w14:textId="77777777" w:rsidR="00EE2B4A" w:rsidRPr="006A057C" w:rsidRDefault="00EE2B4A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Wersja schematu, z którą zgodny jest komunikat.</w:t>
            </w:r>
          </w:p>
        </w:tc>
        <w:tc>
          <w:tcPr>
            <w:tcW w:w="829" w:type="dxa"/>
          </w:tcPr>
          <w:p w14:paraId="27FE4404" w14:textId="77777777" w:rsidR="00EE2B4A" w:rsidRPr="006A057C" w:rsidRDefault="00EE2B4A" w:rsidP="00D04811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10" w:type="dxa"/>
          </w:tcPr>
          <w:p w14:paraId="60841994" w14:textId="77777777" w:rsidR="00EE2B4A" w:rsidRPr="00B85AB4" w:rsidRDefault="00EE2B4A" w:rsidP="009C497F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t>ZVersion</w:t>
            </w:r>
          </w:p>
        </w:tc>
        <w:tc>
          <w:tcPr>
            <w:tcW w:w="1193" w:type="dxa"/>
          </w:tcPr>
          <w:p w14:paraId="46D63196" w14:textId="77777777" w:rsidR="00EE2B4A" w:rsidRPr="006A057C" w:rsidRDefault="00EE2B4A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</w:tbl>
    <w:p w14:paraId="7F0AA212" w14:textId="5F89C729" w:rsidR="00A308AF" w:rsidRDefault="00A308AF" w:rsidP="00A308AF">
      <w:pPr>
        <w:pStyle w:val="Legenda"/>
        <w:keepNext/>
      </w:pPr>
      <w:bookmarkStart w:id="236" w:name="_Toc182566593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62</w:t>
      </w:r>
      <w:r w:rsidR="00715F4C">
        <w:rPr>
          <w:noProof/>
        </w:rPr>
        <w:fldChar w:fldCharType="end"/>
      </w:r>
      <w:r>
        <w:t xml:space="preserve">. </w:t>
      </w:r>
      <w:r w:rsidRPr="009A150C">
        <w:t>Struktura elementu HeaderType</w:t>
      </w:r>
      <w:bookmarkEnd w:id="236"/>
    </w:p>
    <w:tbl>
      <w:tblPr>
        <w:tblStyle w:val="Siatkatabelijasna"/>
        <w:tblW w:w="9225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197"/>
      </w:tblGrid>
      <w:tr w:rsidR="00D04811" w:rsidRPr="006A057C" w14:paraId="236FBD7C" w14:textId="77777777" w:rsidTr="00EB4C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2AC9894F" w14:textId="77777777" w:rsidR="00D04811" w:rsidRPr="006A057C" w:rsidRDefault="00D04811" w:rsidP="00DC50C9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10A566EE" w14:textId="77777777" w:rsidR="00D04811" w:rsidRPr="006A057C" w:rsidRDefault="00D04811" w:rsidP="00DC50C9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346A7A06" w14:textId="77777777" w:rsidR="00D04811" w:rsidRPr="006A057C" w:rsidRDefault="00432AA5" w:rsidP="00D04811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73D80F8B" w14:textId="77777777" w:rsidR="00D04811" w:rsidRPr="006A057C" w:rsidRDefault="00D04811" w:rsidP="00DC50C9">
            <w:pPr>
              <w:rPr>
                <w:rFonts w:cs="Arial"/>
                <w:b/>
                <w:sz w:val="18"/>
                <w:szCs w:val="18"/>
              </w:rPr>
            </w:pPr>
            <w:r w:rsidRPr="006A057C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42D93FC2" w14:textId="77777777" w:rsidR="00D04811" w:rsidRPr="006A057C" w:rsidRDefault="00D04811" w:rsidP="00DC50C9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D04811" w:rsidRPr="006A057C" w14:paraId="2A8A260C" w14:textId="77777777" w:rsidTr="00EB4C12">
        <w:trPr>
          <w:trHeight w:val="213"/>
        </w:trPr>
        <w:tc>
          <w:tcPr>
            <w:tcW w:w="1788" w:type="dxa"/>
          </w:tcPr>
          <w:p w14:paraId="10C506E1" w14:textId="77777777" w:rsidR="00D04811" w:rsidRPr="006A057C" w:rsidRDefault="00D04811" w:rsidP="00DC50C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identifier</w:t>
            </w:r>
          </w:p>
        </w:tc>
        <w:tc>
          <w:tcPr>
            <w:tcW w:w="3360" w:type="dxa"/>
          </w:tcPr>
          <w:p w14:paraId="71A5AE7E" w14:textId="77777777" w:rsidR="00D04811" w:rsidRPr="006A057C" w:rsidRDefault="00EE2B4A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Identyfikator podatkowy NIP/ numer PESEL podatnika.</w:t>
            </w:r>
          </w:p>
        </w:tc>
        <w:tc>
          <w:tcPr>
            <w:tcW w:w="840" w:type="dxa"/>
          </w:tcPr>
          <w:p w14:paraId="7C23FFEC" w14:textId="77777777" w:rsidR="00D04811" w:rsidRPr="006A057C" w:rsidRDefault="00B76F85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2040" w:type="dxa"/>
          </w:tcPr>
          <w:p w14:paraId="0C1DED29" w14:textId="77777777" w:rsidR="00D04811" w:rsidRPr="006A057C" w:rsidRDefault="00D04811" w:rsidP="00DC50C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ZIdentification</w:t>
            </w:r>
          </w:p>
        </w:tc>
        <w:tc>
          <w:tcPr>
            <w:tcW w:w="1197" w:type="dxa"/>
          </w:tcPr>
          <w:p w14:paraId="731FEB13" w14:textId="77777777" w:rsidR="00D04811" w:rsidRPr="006A057C" w:rsidRDefault="00D04811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D04811" w:rsidRPr="006A057C" w14:paraId="2B7ED277" w14:textId="77777777" w:rsidTr="00EB4C12">
        <w:trPr>
          <w:trHeight w:val="213"/>
        </w:trPr>
        <w:tc>
          <w:tcPr>
            <w:tcW w:w="1788" w:type="dxa"/>
          </w:tcPr>
          <w:p w14:paraId="10E274CD" w14:textId="77777777" w:rsidR="00D04811" w:rsidRPr="006A057C" w:rsidRDefault="00D04811" w:rsidP="00DC50C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lastRenderedPageBreak/>
              <w:t>period</w:t>
            </w:r>
          </w:p>
        </w:tc>
        <w:tc>
          <w:tcPr>
            <w:tcW w:w="3360" w:type="dxa"/>
          </w:tcPr>
          <w:p w14:paraId="5AA7992A" w14:textId="77777777" w:rsidR="00D04811" w:rsidRPr="006A057C" w:rsidRDefault="00EE2B4A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Data w formacie rok i miesiąc za jaki została złożona deklaracja.</w:t>
            </w:r>
          </w:p>
        </w:tc>
        <w:tc>
          <w:tcPr>
            <w:tcW w:w="840" w:type="dxa"/>
          </w:tcPr>
          <w:p w14:paraId="6AABBF0A" w14:textId="77777777" w:rsidR="00D04811" w:rsidRPr="006A057C" w:rsidRDefault="00B76F85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2, 3</w:t>
            </w:r>
          </w:p>
        </w:tc>
        <w:tc>
          <w:tcPr>
            <w:tcW w:w="2040" w:type="dxa"/>
          </w:tcPr>
          <w:p w14:paraId="59CCDA38" w14:textId="77777777" w:rsidR="00D04811" w:rsidRPr="006A057C" w:rsidRDefault="00D04811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  <w:lang w:val="pl-PL"/>
              </w:rPr>
              <w:t>ZPeriod</w:t>
            </w:r>
            <w:r w:rsidRPr="006A057C">
              <w:rPr>
                <w:rFonts w:eastAsia="Times New Roman" w:cs="Arial"/>
                <w:sz w:val="20"/>
                <w:szCs w:val="20"/>
              </w:rPr>
              <w:t xml:space="preserve"> </w:t>
            </w:r>
          </w:p>
          <w:p w14:paraId="22DC6C4A" w14:textId="718FC944" w:rsidR="00D04811" w:rsidRPr="006A057C" w:rsidRDefault="00147848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D04811" w:rsidRPr="006A057C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>e</w:instrText>
            </w:r>
            <w:r w:rsidR="00D04811" w:rsidRPr="006A057C">
              <w:rPr>
                <w:rFonts w:eastAsia="Times New Roman" w:cs="Arial"/>
                <w:sz w:val="20"/>
                <w:szCs w:val="20"/>
              </w:rPr>
              <w:instrText>2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6A057C" w:rsidRPr="006A057C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6A057C">
              <w:rPr>
                <w:rFonts w:eastAsia="Times New Roman" w:cs="Arial"/>
                <w:sz w:val="20"/>
                <w:szCs w:val="20"/>
              </w:rPr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6A057C">
              <w:rPr>
                <w:rFonts w:eastAsia="Times New Roman" w:cs="Arial"/>
                <w:sz w:val="20"/>
                <w:szCs w:val="20"/>
              </w:rPr>
              <w:t>R2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="002E739F" w:rsidRPr="006A057C">
              <w:rPr>
                <w:rFonts w:eastAsia="Times New Roman" w:cs="Arial"/>
                <w:sz w:val="20"/>
                <w:szCs w:val="20"/>
              </w:rPr>
              <w:t>,R11</w:t>
            </w:r>
          </w:p>
        </w:tc>
        <w:tc>
          <w:tcPr>
            <w:tcW w:w="1197" w:type="dxa"/>
          </w:tcPr>
          <w:p w14:paraId="7D331378" w14:textId="77777777" w:rsidR="00D04811" w:rsidRPr="006A057C" w:rsidRDefault="00D04811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D04811" w:rsidRPr="006A057C" w14:paraId="26A6D506" w14:textId="77777777" w:rsidTr="00EB4C12">
        <w:trPr>
          <w:trHeight w:val="213"/>
        </w:trPr>
        <w:tc>
          <w:tcPr>
            <w:tcW w:w="1788" w:type="dxa"/>
          </w:tcPr>
          <w:p w14:paraId="3B5CDA0D" w14:textId="77777777" w:rsidR="00D04811" w:rsidRPr="006A057C" w:rsidRDefault="00D04811" w:rsidP="00DC50C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formNo</w:t>
            </w:r>
          </w:p>
        </w:tc>
        <w:tc>
          <w:tcPr>
            <w:tcW w:w="3360" w:type="dxa"/>
          </w:tcPr>
          <w:p w14:paraId="7425EEC0" w14:textId="77777777" w:rsidR="00D04811" w:rsidRPr="006A057C" w:rsidRDefault="00EE2B4A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Numer formularza. Podatnik może załączyć wiele formularzy załącznika tego samego typu.</w:t>
            </w:r>
          </w:p>
        </w:tc>
        <w:tc>
          <w:tcPr>
            <w:tcW w:w="840" w:type="dxa"/>
          </w:tcPr>
          <w:p w14:paraId="6E452745" w14:textId="77777777" w:rsidR="00D04811" w:rsidRPr="006A057C" w:rsidRDefault="00B76F85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4</w:t>
            </w:r>
          </w:p>
        </w:tc>
        <w:tc>
          <w:tcPr>
            <w:tcW w:w="2040" w:type="dxa"/>
          </w:tcPr>
          <w:p w14:paraId="6E007514" w14:textId="77777777" w:rsidR="00D04811" w:rsidRPr="006A057C" w:rsidRDefault="00850287" w:rsidP="00DC50C9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  <w:lang w:val="pl-PL"/>
              </w:rPr>
              <w:t>ZFormNo</w:t>
            </w:r>
          </w:p>
          <w:p w14:paraId="22987994" w14:textId="34291FBA" w:rsidR="00D04811" w:rsidRPr="006A057C" w:rsidRDefault="00147848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D04811" w:rsidRPr="006A057C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>e</w:instrText>
            </w:r>
            <w:r w:rsidR="00D04811" w:rsidRPr="006A057C">
              <w:rPr>
                <w:rFonts w:eastAsia="Times New Roman" w:cs="Arial"/>
                <w:sz w:val="20"/>
                <w:szCs w:val="20"/>
              </w:rPr>
              <w:instrText>3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6A057C" w:rsidRPr="006A057C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6A057C">
              <w:rPr>
                <w:rFonts w:eastAsia="Times New Roman" w:cs="Arial"/>
                <w:sz w:val="20"/>
                <w:szCs w:val="20"/>
              </w:rPr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6A057C">
              <w:rPr>
                <w:rFonts w:eastAsia="Times New Roman" w:cs="Arial"/>
                <w:sz w:val="20"/>
                <w:szCs w:val="20"/>
              </w:rPr>
              <w:t>R3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E7CD93D" w14:textId="77777777" w:rsidR="00D04811" w:rsidRPr="006A057C" w:rsidRDefault="00D04811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D04811" w:rsidRPr="006A057C" w14:paraId="17BDE76B" w14:textId="77777777" w:rsidTr="00EB4C12">
        <w:trPr>
          <w:trHeight w:val="213"/>
        </w:trPr>
        <w:tc>
          <w:tcPr>
            <w:tcW w:w="1788" w:type="dxa"/>
          </w:tcPr>
          <w:p w14:paraId="6947152E" w14:textId="77777777" w:rsidR="00D04811" w:rsidRPr="006A057C" w:rsidRDefault="00D04811" w:rsidP="00DC50C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ExciseDutyInformation</w:t>
            </w:r>
          </w:p>
        </w:tc>
        <w:tc>
          <w:tcPr>
            <w:tcW w:w="3360" w:type="dxa"/>
          </w:tcPr>
          <w:p w14:paraId="670462EB" w14:textId="77777777" w:rsidR="00D04811" w:rsidRPr="006A057C" w:rsidRDefault="00D04811" w:rsidP="00D05D5C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Dane o </w:t>
            </w:r>
            <w:r w:rsidR="00EE2B4A" w:rsidRPr="006A057C">
              <w:rPr>
                <w:rFonts w:eastAsia="Times New Roman" w:cs="Arial"/>
                <w:sz w:val="20"/>
                <w:szCs w:val="20"/>
              </w:rPr>
              <w:t xml:space="preserve">składzie podatkowym, obliczeniach </w:t>
            </w:r>
            <w:r w:rsidRPr="006A057C">
              <w:rPr>
                <w:rFonts w:eastAsia="Times New Roman" w:cs="Arial"/>
                <w:sz w:val="20"/>
                <w:szCs w:val="20"/>
              </w:rPr>
              <w:t>i rozliczeniach kwot podatku akcyzowego</w:t>
            </w:r>
            <w:r w:rsidR="00EE2B4A" w:rsidRPr="006A057C">
              <w:rPr>
                <w:rFonts w:eastAsia="Times New Roman" w:cs="Arial"/>
                <w:sz w:val="20"/>
                <w:szCs w:val="20"/>
              </w:rPr>
              <w:t>.</w:t>
            </w:r>
          </w:p>
        </w:tc>
        <w:tc>
          <w:tcPr>
            <w:tcW w:w="840" w:type="dxa"/>
          </w:tcPr>
          <w:p w14:paraId="2E53D014" w14:textId="77777777" w:rsidR="00D04811" w:rsidRPr="006A057C" w:rsidRDefault="00262F8D" w:rsidP="00D05D5C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B</w:t>
            </w:r>
            <w:r w:rsidR="00726189" w:rsidRPr="006A057C">
              <w:rPr>
                <w:rFonts w:eastAsia="Times New Roman" w:cs="Arial"/>
                <w:sz w:val="20"/>
                <w:szCs w:val="20"/>
              </w:rPr>
              <w:t>, C</w:t>
            </w:r>
          </w:p>
        </w:tc>
        <w:tc>
          <w:tcPr>
            <w:tcW w:w="2040" w:type="dxa"/>
          </w:tcPr>
          <w:p w14:paraId="606248A9" w14:textId="77777777" w:rsidR="00D04811" w:rsidRPr="006A057C" w:rsidRDefault="008824A7" w:rsidP="00DC50C9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instrText xml:space="preserve"> REF ExciseDutyInformationType_e \h  \* MERGEFORMAT </w:instrTex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B85AB4">
              <w:rPr>
                <w:rStyle w:val="pole"/>
                <w:rFonts w:ascii="Lato" w:hAnsi="Lato"/>
                <w:sz w:val="20"/>
                <w:szCs w:val="20"/>
              </w:rPr>
              <w:t>ExciseDutyInformationType</w: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58A5A7B" w14:textId="77777777" w:rsidR="00D04811" w:rsidRPr="006A057C" w:rsidRDefault="00D04811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</w:tbl>
    <w:p w14:paraId="6B63B954" w14:textId="77777777" w:rsidR="0035383A" w:rsidRPr="006A057C" w:rsidRDefault="0035383A" w:rsidP="0035383A">
      <w:pPr>
        <w:rPr>
          <w:sz w:val="20"/>
          <w:szCs w:val="20"/>
        </w:rPr>
      </w:pPr>
    </w:p>
    <w:p w14:paraId="6853B486" w14:textId="36D67EE1" w:rsidR="00A308AF" w:rsidRDefault="00A308AF" w:rsidP="00A308AF">
      <w:pPr>
        <w:pStyle w:val="Legenda"/>
        <w:keepNext/>
      </w:pPr>
      <w:bookmarkStart w:id="237" w:name="_Toc182566594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63</w:t>
      </w:r>
      <w:r w:rsidR="00715F4C">
        <w:rPr>
          <w:noProof/>
        </w:rPr>
        <w:fldChar w:fldCharType="end"/>
      </w:r>
      <w:r>
        <w:t xml:space="preserve">. </w:t>
      </w:r>
      <w:r w:rsidRPr="000A147F">
        <w:t>Struktura elementu ExciseDutyInformationType</w:t>
      </w:r>
      <w:bookmarkEnd w:id="237"/>
    </w:p>
    <w:tbl>
      <w:tblPr>
        <w:tblStyle w:val="Siatkatabelijasna"/>
        <w:tblW w:w="9228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200"/>
      </w:tblGrid>
      <w:tr w:rsidR="00D04811" w:rsidRPr="006A057C" w14:paraId="1E1AEE93" w14:textId="77777777" w:rsidTr="00EB4C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7BC8F8D1" w14:textId="77777777" w:rsidR="00D04811" w:rsidRPr="006A057C" w:rsidRDefault="00D04811" w:rsidP="00DC50C9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67FE5991" w14:textId="77777777" w:rsidR="00D04811" w:rsidRPr="006A057C" w:rsidRDefault="00D04811" w:rsidP="00DC50C9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23BF0265" w14:textId="77777777" w:rsidR="00D04811" w:rsidRPr="006A057C" w:rsidRDefault="00432AA5" w:rsidP="00D04811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71CB93B0" w14:textId="77777777" w:rsidR="00D04811" w:rsidRPr="006A057C" w:rsidRDefault="00D04811" w:rsidP="00DC50C9">
            <w:pPr>
              <w:rPr>
                <w:rFonts w:cs="Arial"/>
                <w:b/>
                <w:sz w:val="18"/>
                <w:szCs w:val="18"/>
              </w:rPr>
            </w:pPr>
            <w:r w:rsidRPr="006A057C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200" w:type="dxa"/>
          </w:tcPr>
          <w:p w14:paraId="29EDAD37" w14:textId="77777777" w:rsidR="00D04811" w:rsidRPr="006A057C" w:rsidRDefault="00D04811" w:rsidP="00DC50C9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D04811" w:rsidRPr="006A057C" w14:paraId="4FE9C2B3" w14:textId="77777777" w:rsidTr="00EB4C12">
        <w:trPr>
          <w:trHeight w:val="213"/>
        </w:trPr>
        <w:tc>
          <w:tcPr>
            <w:tcW w:w="1788" w:type="dxa"/>
          </w:tcPr>
          <w:p w14:paraId="0A3F3DD8" w14:textId="77777777" w:rsidR="00D04811" w:rsidRPr="006A057C" w:rsidRDefault="00D04811" w:rsidP="00AC03F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totalAmountOfCalcTax</w:t>
            </w:r>
          </w:p>
        </w:tc>
        <w:tc>
          <w:tcPr>
            <w:tcW w:w="3360" w:type="dxa"/>
          </w:tcPr>
          <w:p w14:paraId="3734430A" w14:textId="77777777" w:rsidR="00D04811" w:rsidRPr="006A057C" w:rsidRDefault="00EE2B4A" w:rsidP="00AC03FA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Razem obliczony podatek. Suma kwot z poz.110 formularzy AKC-4E.</w:t>
            </w:r>
          </w:p>
        </w:tc>
        <w:tc>
          <w:tcPr>
            <w:tcW w:w="840" w:type="dxa"/>
          </w:tcPr>
          <w:p w14:paraId="6AFC999E" w14:textId="77777777" w:rsidR="00D04811" w:rsidRPr="006A057C" w:rsidRDefault="00262F8D" w:rsidP="00AC03FA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2040" w:type="dxa"/>
          </w:tcPr>
          <w:p w14:paraId="779E2B12" w14:textId="77777777" w:rsidR="00D04811" w:rsidRPr="006A057C" w:rsidRDefault="007173F5" w:rsidP="00AC03FA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ZAmountP</w:t>
            </w:r>
          </w:p>
          <w:p w14:paraId="09E7484E" w14:textId="28B2FD4F" w:rsidR="00D04811" w:rsidRPr="006A057C" w:rsidRDefault="00147848" w:rsidP="00AC03FA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D04811" w:rsidRPr="006A057C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>e</w:instrText>
            </w:r>
            <w:r w:rsidR="00D04811" w:rsidRPr="006A057C">
              <w:rPr>
                <w:rFonts w:eastAsia="Times New Roman" w:cs="Arial"/>
                <w:sz w:val="20"/>
                <w:szCs w:val="20"/>
              </w:rPr>
              <w:instrText>4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6A057C" w:rsidRPr="006A057C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6A057C">
              <w:rPr>
                <w:rFonts w:eastAsia="Times New Roman" w:cs="Arial"/>
                <w:sz w:val="20"/>
                <w:szCs w:val="20"/>
              </w:rPr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6A057C">
              <w:rPr>
                <w:rFonts w:eastAsia="Times New Roman" w:cs="Arial"/>
                <w:sz w:val="20"/>
                <w:szCs w:val="20"/>
              </w:rPr>
              <w:t>R4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200" w:type="dxa"/>
          </w:tcPr>
          <w:p w14:paraId="08CD8812" w14:textId="77777777" w:rsidR="00D04811" w:rsidRPr="006A057C" w:rsidRDefault="00D04811" w:rsidP="00AC03FA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D04811" w:rsidRPr="006A057C" w14:paraId="7E287933" w14:textId="77777777" w:rsidTr="00EB4C12">
        <w:trPr>
          <w:trHeight w:val="213"/>
        </w:trPr>
        <w:tc>
          <w:tcPr>
            <w:tcW w:w="1788" w:type="dxa"/>
          </w:tcPr>
          <w:p w14:paraId="55DF34A7" w14:textId="77777777" w:rsidR="00D04811" w:rsidRPr="006A057C" w:rsidRDefault="00D04811" w:rsidP="00DC50C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Items</w:t>
            </w:r>
          </w:p>
        </w:tc>
        <w:tc>
          <w:tcPr>
            <w:tcW w:w="3360" w:type="dxa"/>
          </w:tcPr>
          <w:p w14:paraId="6EF3CC86" w14:textId="77777777" w:rsidR="00D04811" w:rsidRPr="006A057C" w:rsidRDefault="00D04811" w:rsidP="00856AEA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Obliczenie </w:t>
            </w:r>
            <w:r w:rsidR="00EE2B4A" w:rsidRPr="006A057C">
              <w:rPr>
                <w:rFonts w:eastAsia="Times New Roman" w:cs="Arial"/>
                <w:sz w:val="20"/>
                <w:szCs w:val="20"/>
              </w:rPr>
              <w:t xml:space="preserve">wysokości </w:t>
            </w:r>
            <w:r w:rsidRPr="006A057C">
              <w:rPr>
                <w:rFonts w:eastAsia="Times New Roman" w:cs="Arial"/>
                <w:sz w:val="20"/>
                <w:szCs w:val="20"/>
              </w:rPr>
              <w:t>podatku akcyzowego od</w:t>
            </w:r>
            <w:r w:rsidR="00EE2B4A" w:rsidRPr="006A057C">
              <w:rPr>
                <w:rFonts w:eastAsia="Times New Roman" w:cs="Arial"/>
                <w:sz w:val="20"/>
                <w:szCs w:val="20"/>
              </w:rPr>
              <w:t xml:space="preserve"> samochodów osobowych.</w:t>
            </w:r>
          </w:p>
        </w:tc>
        <w:tc>
          <w:tcPr>
            <w:tcW w:w="840" w:type="dxa"/>
          </w:tcPr>
          <w:p w14:paraId="19FA1310" w14:textId="77777777" w:rsidR="00D04811" w:rsidRPr="006A057C" w:rsidRDefault="00262F8D" w:rsidP="00D04811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C</w:t>
            </w:r>
          </w:p>
        </w:tc>
        <w:tc>
          <w:tcPr>
            <w:tcW w:w="2040" w:type="dxa"/>
          </w:tcPr>
          <w:p w14:paraId="29BA1352" w14:textId="77777777" w:rsidR="00D04811" w:rsidRPr="006A057C" w:rsidRDefault="008824A7" w:rsidP="00DC50C9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6A057C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6A057C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ItemsType_e \h  \* MERGEFORMAT </w:instrText>
            </w:r>
            <w:r w:rsidRPr="006A057C">
              <w:rPr>
                <w:rStyle w:val="poleodsylacz"/>
                <w:rFonts w:ascii="Lato" w:hAnsi="Lato"/>
                <w:sz w:val="20"/>
                <w:szCs w:val="20"/>
              </w:rPr>
            </w:r>
            <w:r w:rsidRPr="006A057C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EC7AC0" w:rsidRPr="006A057C">
              <w:rPr>
                <w:rStyle w:val="poleodsylacz"/>
                <w:rFonts w:ascii="Lato" w:hAnsi="Lato"/>
                <w:sz w:val="20"/>
                <w:szCs w:val="20"/>
              </w:rPr>
              <w:t>I</w:t>
            </w:r>
            <w:r w:rsidR="00EC7AC0" w:rsidRPr="00B85AB4">
              <w:rPr>
                <w:rStyle w:val="pole"/>
                <w:rFonts w:ascii="Lato" w:hAnsi="Lato"/>
                <w:sz w:val="20"/>
                <w:szCs w:val="20"/>
              </w:rPr>
              <w:t>temsType</w:t>
            </w:r>
            <w:r w:rsidRPr="006A057C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200" w:type="dxa"/>
          </w:tcPr>
          <w:p w14:paraId="628407B4" w14:textId="77777777" w:rsidR="00D04811" w:rsidRPr="006A057C" w:rsidRDefault="00D04811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</w:tbl>
    <w:p w14:paraId="6DD78398" w14:textId="7236C140" w:rsidR="00A308AF" w:rsidRDefault="00A308AF" w:rsidP="00A308AF">
      <w:pPr>
        <w:pStyle w:val="Legenda"/>
        <w:keepNext/>
      </w:pPr>
      <w:bookmarkStart w:id="238" w:name="_Toc182566595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64</w:t>
      </w:r>
      <w:r w:rsidR="00715F4C">
        <w:rPr>
          <w:noProof/>
        </w:rPr>
        <w:fldChar w:fldCharType="end"/>
      </w:r>
      <w:r>
        <w:t xml:space="preserve">. </w:t>
      </w:r>
      <w:r w:rsidRPr="00AD55A1">
        <w:t>Struktura elementu ItemsType</w:t>
      </w:r>
      <w:bookmarkEnd w:id="238"/>
    </w:p>
    <w:tbl>
      <w:tblPr>
        <w:tblStyle w:val="Siatkatabelijasna"/>
        <w:tblW w:w="9228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200"/>
      </w:tblGrid>
      <w:tr w:rsidR="00D04811" w:rsidRPr="006A057C" w14:paraId="1D2854D7" w14:textId="77777777" w:rsidTr="00EB4C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78D18A5A" w14:textId="77777777" w:rsidR="00D04811" w:rsidRPr="006A057C" w:rsidRDefault="00D04811" w:rsidP="00DC50C9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19B5A63E" w14:textId="77777777" w:rsidR="00D04811" w:rsidRPr="006A057C" w:rsidRDefault="00D04811" w:rsidP="00DC50C9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68B762A0" w14:textId="77777777" w:rsidR="00D04811" w:rsidRPr="006A057C" w:rsidRDefault="00432AA5" w:rsidP="00D04811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5E4F869D" w14:textId="77777777" w:rsidR="00D04811" w:rsidRPr="006A057C" w:rsidRDefault="00D04811" w:rsidP="00DC50C9">
            <w:pPr>
              <w:rPr>
                <w:rFonts w:cs="Arial"/>
                <w:b/>
                <w:sz w:val="18"/>
                <w:szCs w:val="18"/>
              </w:rPr>
            </w:pPr>
            <w:r w:rsidRPr="006A057C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200" w:type="dxa"/>
          </w:tcPr>
          <w:p w14:paraId="2BEC23DB" w14:textId="77777777" w:rsidR="00D04811" w:rsidRPr="006A057C" w:rsidRDefault="00D04811" w:rsidP="00DC50C9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D04811" w:rsidRPr="006A057C" w14:paraId="24502925" w14:textId="77777777" w:rsidTr="00EB4C12">
        <w:trPr>
          <w:trHeight w:val="213"/>
        </w:trPr>
        <w:tc>
          <w:tcPr>
            <w:tcW w:w="1788" w:type="dxa"/>
          </w:tcPr>
          <w:p w14:paraId="2F4B6C23" w14:textId="77777777" w:rsidR="00D04811" w:rsidRPr="006A057C" w:rsidRDefault="00D04811" w:rsidP="00DC50C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exportNumberOfGoods</w:t>
            </w:r>
          </w:p>
        </w:tc>
        <w:tc>
          <w:tcPr>
            <w:tcW w:w="3360" w:type="dxa"/>
          </w:tcPr>
          <w:p w14:paraId="7B803EBF" w14:textId="77777777" w:rsidR="00D04811" w:rsidRPr="006A057C" w:rsidRDefault="00EE2B4A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Sprzedaż na eksport: Ilość samochodów objętych podatkiem akcyzowym.</w:t>
            </w:r>
          </w:p>
        </w:tc>
        <w:tc>
          <w:tcPr>
            <w:tcW w:w="840" w:type="dxa"/>
          </w:tcPr>
          <w:p w14:paraId="01F422E5" w14:textId="77777777" w:rsidR="00D04811" w:rsidRPr="006A057C" w:rsidRDefault="00EE2B4A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104</w:t>
            </w:r>
          </w:p>
        </w:tc>
        <w:tc>
          <w:tcPr>
            <w:tcW w:w="2040" w:type="dxa"/>
          </w:tcPr>
          <w:p w14:paraId="0DEB6843" w14:textId="77777777" w:rsidR="00D04811" w:rsidRPr="006A057C" w:rsidRDefault="00D04811" w:rsidP="005F6F2B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3C2C17" w:rsidRPr="006A057C">
              <w:rPr>
                <w:rStyle w:val="pole"/>
                <w:rFonts w:ascii="Lato" w:hAnsi="Lato"/>
                <w:sz w:val="20"/>
                <w:szCs w:val="20"/>
              </w:rPr>
              <w:t>P</w:t>
            </w:r>
          </w:p>
        </w:tc>
        <w:tc>
          <w:tcPr>
            <w:tcW w:w="1200" w:type="dxa"/>
          </w:tcPr>
          <w:p w14:paraId="1B0B873F" w14:textId="77777777" w:rsidR="00D04811" w:rsidRPr="006A057C" w:rsidRDefault="00D04811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C07343" w:rsidRPr="006A057C" w14:paraId="1C005567" w14:textId="77777777" w:rsidTr="00EB4C12">
        <w:trPr>
          <w:trHeight w:val="213"/>
        </w:trPr>
        <w:tc>
          <w:tcPr>
            <w:tcW w:w="1788" w:type="dxa"/>
          </w:tcPr>
          <w:p w14:paraId="32473F31" w14:textId="77777777" w:rsidR="00C07343" w:rsidRPr="006A057C" w:rsidRDefault="00C07343" w:rsidP="00DC50C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exportValueOfGoods</w:t>
            </w:r>
          </w:p>
        </w:tc>
        <w:tc>
          <w:tcPr>
            <w:tcW w:w="3360" w:type="dxa"/>
          </w:tcPr>
          <w:p w14:paraId="725010F7" w14:textId="77777777" w:rsidR="00C07343" w:rsidRPr="006A057C" w:rsidRDefault="00EE2B4A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Sprzedaż na eksport: Podstawa opodatkowania w zł.</w:t>
            </w:r>
          </w:p>
        </w:tc>
        <w:tc>
          <w:tcPr>
            <w:tcW w:w="840" w:type="dxa"/>
          </w:tcPr>
          <w:p w14:paraId="04A7CF97" w14:textId="77777777" w:rsidR="00C07343" w:rsidRPr="006A057C" w:rsidRDefault="00EE2B4A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105</w:t>
            </w:r>
          </w:p>
        </w:tc>
        <w:tc>
          <w:tcPr>
            <w:tcW w:w="2040" w:type="dxa"/>
          </w:tcPr>
          <w:p w14:paraId="34D39113" w14:textId="77777777" w:rsidR="00C07343" w:rsidRPr="006A057C" w:rsidRDefault="00C07343" w:rsidP="005F6F2B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ED5FFF" w:rsidRPr="006A057C">
              <w:rPr>
                <w:rStyle w:val="pole"/>
                <w:rFonts w:ascii="Lato" w:hAnsi="Lato"/>
                <w:sz w:val="20"/>
                <w:szCs w:val="20"/>
              </w:rPr>
              <w:t>P</w:t>
            </w:r>
          </w:p>
        </w:tc>
        <w:tc>
          <w:tcPr>
            <w:tcW w:w="1200" w:type="dxa"/>
          </w:tcPr>
          <w:p w14:paraId="337148BD" w14:textId="77777777" w:rsidR="00C07343" w:rsidRPr="006A057C" w:rsidRDefault="00C07343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0E7EDF" w:rsidRPr="006A057C" w14:paraId="57FF2A78" w14:textId="77777777" w:rsidTr="00EB4C12">
        <w:trPr>
          <w:trHeight w:val="213"/>
        </w:trPr>
        <w:tc>
          <w:tcPr>
            <w:tcW w:w="1788" w:type="dxa"/>
          </w:tcPr>
          <w:p w14:paraId="53D9029E" w14:textId="77777777" w:rsidR="000E7EDF" w:rsidRPr="006A057C" w:rsidRDefault="000E7EDF" w:rsidP="000E7EDF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exportTaxRatePercentage</w:t>
            </w:r>
          </w:p>
        </w:tc>
        <w:tc>
          <w:tcPr>
            <w:tcW w:w="3360" w:type="dxa"/>
          </w:tcPr>
          <w:p w14:paraId="47465C10" w14:textId="77777777" w:rsidR="000E7EDF" w:rsidRPr="006A057C" w:rsidRDefault="00EE2B4A" w:rsidP="000E7EDF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Sprzedaż na eksport: Stawka podatku.</w:t>
            </w:r>
          </w:p>
        </w:tc>
        <w:tc>
          <w:tcPr>
            <w:tcW w:w="840" w:type="dxa"/>
          </w:tcPr>
          <w:p w14:paraId="7146A488" w14:textId="77777777" w:rsidR="000E7EDF" w:rsidRPr="006A057C" w:rsidRDefault="00EE2B4A" w:rsidP="000E7EDF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106</w:t>
            </w:r>
          </w:p>
        </w:tc>
        <w:tc>
          <w:tcPr>
            <w:tcW w:w="2040" w:type="dxa"/>
          </w:tcPr>
          <w:p w14:paraId="3E22E3A0" w14:textId="77777777" w:rsidR="000E7EDF" w:rsidRPr="006A057C" w:rsidRDefault="000E7EDF" w:rsidP="000E7EDF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ZPercentage</w:t>
            </w:r>
          </w:p>
        </w:tc>
        <w:tc>
          <w:tcPr>
            <w:tcW w:w="1200" w:type="dxa"/>
          </w:tcPr>
          <w:p w14:paraId="5B835275" w14:textId="77777777" w:rsidR="000E7EDF" w:rsidRPr="006A057C" w:rsidRDefault="000E7EDF" w:rsidP="000E7EDF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D04811" w:rsidRPr="006A057C" w14:paraId="3C77190E" w14:textId="77777777" w:rsidTr="00EB4C12">
        <w:trPr>
          <w:trHeight w:val="213"/>
        </w:trPr>
        <w:tc>
          <w:tcPr>
            <w:tcW w:w="1788" w:type="dxa"/>
          </w:tcPr>
          <w:p w14:paraId="730D20DF" w14:textId="77777777" w:rsidR="00D04811" w:rsidRPr="006A057C" w:rsidRDefault="00D04811" w:rsidP="00DC50C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exportAmountOfTax</w:t>
            </w:r>
          </w:p>
        </w:tc>
        <w:tc>
          <w:tcPr>
            <w:tcW w:w="3360" w:type="dxa"/>
          </w:tcPr>
          <w:p w14:paraId="59B2FEB3" w14:textId="77777777" w:rsidR="00D04811" w:rsidRPr="006A057C" w:rsidRDefault="00EE2B4A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Sprzedaż na eksport: Kwota podatku w zł.</w:t>
            </w:r>
          </w:p>
        </w:tc>
        <w:tc>
          <w:tcPr>
            <w:tcW w:w="840" w:type="dxa"/>
          </w:tcPr>
          <w:p w14:paraId="42E20440" w14:textId="77777777" w:rsidR="00D04811" w:rsidRPr="006A057C" w:rsidRDefault="00EE2B4A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107</w:t>
            </w:r>
          </w:p>
        </w:tc>
        <w:tc>
          <w:tcPr>
            <w:tcW w:w="2040" w:type="dxa"/>
          </w:tcPr>
          <w:p w14:paraId="73C9E250" w14:textId="77777777" w:rsidR="00D04811" w:rsidRPr="006A057C" w:rsidRDefault="005F6F2B" w:rsidP="00647C9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</w:tc>
        <w:tc>
          <w:tcPr>
            <w:tcW w:w="1200" w:type="dxa"/>
          </w:tcPr>
          <w:p w14:paraId="22FC19D1" w14:textId="77777777" w:rsidR="00D04811" w:rsidRPr="006A057C" w:rsidRDefault="00D04811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D04811" w:rsidRPr="006A057C" w14:paraId="6A876221" w14:textId="77777777" w:rsidTr="00EB4C12">
        <w:trPr>
          <w:trHeight w:val="213"/>
        </w:trPr>
        <w:tc>
          <w:tcPr>
            <w:tcW w:w="1788" w:type="dxa"/>
          </w:tcPr>
          <w:p w14:paraId="4008F56B" w14:textId="77777777" w:rsidR="00D04811" w:rsidRPr="006A057C" w:rsidRDefault="00D04811" w:rsidP="00DC50C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totalNumberOfGoods</w:t>
            </w:r>
          </w:p>
        </w:tc>
        <w:tc>
          <w:tcPr>
            <w:tcW w:w="3360" w:type="dxa"/>
          </w:tcPr>
          <w:p w14:paraId="32BBE0B7" w14:textId="77777777" w:rsidR="00D04811" w:rsidRPr="006A057C" w:rsidRDefault="00EE2B4A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Razem: Ilość samochodów objętych podatkiem akcyzowym.</w:t>
            </w:r>
          </w:p>
        </w:tc>
        <w:tc>
          <w:tcPr>
            <w:tcW w:w="840" w:type="dxa"/>
          </w:tcPr>
          <w:p w14:paraId="6CA893F6" w14:textId="77777777" w:rsidR="00D04811" w:rsidRPr="006A057C" w:rsidRDefault="00EE2B4A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108</w:t>
            </w:r>
          </w:p>
        </w:tc>
        <w:tc>
          <w:tcPr>
            <w:tcW w:w="2040" w:type="dxa"/>
          </w:tcPr>
          <w:p w14:paraId="1A412926" w14:textId="77777777" w:rsidR="00D04811" w:rsidRPr="006A057C" w:rsidRDefault="002E1389" w:rsidP="00DC50C9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ZAmountP</w:t>
            </w:r>
          </w:p>
          <w:p w14:paraId="50D4561E" w14:textId="75AC9843" w:rsidR="00D04811" w:rsidRPr="006A057C" w:rsidRDefault="00147848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D04811" w:rsidRPr="006A057C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>e</w:instrText>
            </w:r>
            <w:r w:rsidR="00D04811" w:rsidRPr="006A057C">
              <w:rPr>
                <w:rFonts w:eastAsia="Times New Roman" w:cs="Arial"/>
                <w:sz w:val="20"/>
                <w:szCs w:val="20"/>
              </w:rPr>
              <w:instrText>5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6A057C" w:rsidRPr="006A057C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6A057C">
              <w:rPr>
                <w:rFonts w:eastAsia="Times New Roman" w:cs="Arial"/>
                <w:sz w:val="20"/>
                <w:szCs w:val="20"/>
              </w:rPr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6A057C">
              <w:rPr>
                <w:rFonts w:eastAsia="Times New Roman" w:cs="Arial"/>
                <w:sz w:val="20"/>
                <w:szCs w:val="20"/>
              </w:rPr>
              <w:t>R5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200" w:type="dxa"/>
          </w:tcPr>
          <w:p w14:paraId="7CF8A964" w14:textId="77777777" w:rsidR="00D04811" w:rsidRPr="006A057C" w:rsidRDefault="00D04811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B32423" w:rsidRPr="006A057C" w14:paraId="3EFE52BF" w14:textId="77777777" w:rsidTr="00EB4C12">
        <w:trPr>
          <w:trHeight w:val="213"/>
        </w:trPr>
        <w:tc>
          <w:tcPr>
            <w:tcW w:w="1788" w:type="dxa"/>
          </w:tcPr>
          <w:p w14:paraId="66CC6F1E" w14:textId="77777777" w:rsidR="00B32423" w:rsidRPr="006A057C" w:rsidRDefault="00B32423" w:rsidP="00DC50C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totalTax</w:t>
            </w:r>
          </w:p>
        </w:tc>
        <w:tc>
          <w:tcPr>
            <w:tcW w:w="3360" w:type="dxa"/>
          </w:tcPr>
          <w:p w14:paraId="4BCFB7A7" w14:textId="77777777" w:rsidR="00B32423" w:rsidRPr="006A057C" w:rsidRDefault="00B32423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Razem: Podstawa opodatkowania w zł.</w:t>
            </w:r>
          </w:p>
        </w:tc>
        <w:tc>
          <w:tcPr>
            <w:tcW w:w="840" w:type="dxa"/>
          </w:tcPr>
          <w:p w14:paraId="7AC54EC4" w14:textId="77777777" w:rsidR="00B32423" w:rsidRPr="006A057C" w:rsidRDefault="00B32423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109</w:t>
            </w:r>
          </w:p>
        </w:tc>
        <w:tc>
          <w:tcPr>
            <w:tcW w:w="2040" w:type="dxa"/>
          </w:tcPr>
          <w:p w14:paraId="7E6BB1E1" w14:textId="77777777" w:rsidR="00B32423" w:rsidRPr="006A057C" w:rsidRDefault="00B32423" w:rsidP="00DC50C9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ZAmountC</w:t>
            </w:r>
          </w:p>
        </w:tc>
        <w:tc>
          <w:tcPr>
            <w:tcW w:w="1200" w:type="dxa"/>
          </w:tcPr>
          <w:p w14:paraId="04940E89" w14:textId="77777777" w:rsidR="00B32423" w:rsidRPr="006A057C" w:rsidRDefault="00B32423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D04811" w:rsidRPr="006A057C" w14:paraId="01DF34EE" w14:textId="77777777" w:rsidTr="00EB4C12">
        <w:trPr>
          <w:trHeight w:val="213"/>
        </w:trPr>
        <w:tc>
          <w:tcPr>
            <w:tcW w:w="1788" w:type="dxa"/>
          </w:tcPr>
          <w:p w14:paraId="3DB92CF9" w14:textId="77777777" w:rsidR="00D04811" w:rsidRPr="006A057C" w:rsidRDefault="00D04811" w:rsidP="00DC50C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totalAmountOfTax</w:t>
            </w:r>
          </w:p>
        </w:tc>
        <w:tc>
          <w:tcPr>
            <w:tcW w:w="3360" w:type="dxa"/>
          </w:tcPr>
          <w:p w14:paraId="03FF2028" w14:textId="77777777" w:rsidR="00D04811" w:rsidRPr="006A057C" w:rsidRDefault="00B32423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Razem: Kwota podatku w zł.</w:t>
            </w:r>
          </w:p>
        </w:tc>
        <w:tc>
          <w:tcPr>
            <w:tcW w:w="840" w:type="dxa"/>
          </w:tcPr>
          <w:p w14:paraId="6D814DE2" w14:textId="77777777" w:rsidR="00D04811" w:rsidRPr="006A057C" w:rsidRDefault="00EE2B4A" w:rsidP="00D04811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110</w:t>
            </w:r>
          </w:p>
        </w:tc>
        <w:tc>
          <w:tcPr>
            <w:tcW w:w="2040" w:type="dxa"/>
          </w:tcPr>
          <w:p w14:paraId="1495CF84" w14:textId="77777777" w:rsidR="00D04811" w:rsidRPr="006A057C" w:rsidRDefault="005F6F2B" w:rsidP="00DC50C9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ZAmountT</w:t>
            </w:r>
          </w:p>
          <w:p w14:paraId="5246AA88" w14:textId="795A3700" w:rsidR="00D04811" w:rsidRPr="006A057C" w:rsidRDefault="00147848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D04811" w:rsidRPr="006A057C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>e</w:instrText>
            </w:r>
            <w:r w:rsidR="00D04811" w:rsidRPr="006A057C">
              <w:rPr>
                <w:rFonts w:eastAsia="Times New Roman" w:cs="Arial"/>
                <w:sz w:val="20"/>
                <w:szCs w:val="20"/>
              </w:rPr>
              <w:instrText>6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6A057C" w:rsidRPr="006A057C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6A057C">
              <w:rPr>
                <w:rFonts w:eastAsia="Times New Roman" w:cs="Arial"/>
                <w:sz w:val="20"/>
                <w:szCs w:val="20"/>
              </w:rPr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6A057C">
              <w:rPr>
                <w:rFonts w:eastAsia="Times New Roman" w:cs="Arial"/>
                <w:sz w:val="20"/>
                <w:szCs w:val="20"/>
              </w:rPr>
              <w:t>R6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200" w:type="dxa"/>
          </w:tcPr>
          <w:p w14:paraId="7C090A5B" w14:textId="77777777" w:rsidR="00D04811" w:rsidRPr="006A057C" w:rsidRDefault="00D04811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D04811" w:rsidRPr="006A057C" w14:paraId="13415B8E" w14:textId="77777777" w:rsidTr="00EB4C12">
        <w:trPr>
          <w:trHeight w:val="213"/>
        </w:trPr>
        <w:tc>
          <w:tcPr>
            <w:tcW w:w="1788" w:type="dxa"/>
          </w:tcPr>
          <w:p w14:paraId="6AFE4947" w14:textId="77777777" w:rsidR="00D04811" w:rsidRPr="006A057C" w:rsidRDefault="00D04811" w:rsidP="00DC50C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lastRenderedPageBreak/>
              <w:t>Item</w:t>
            </w:r>
          </w:p>
        </w:tc>
        <w:tc>
          <w:tcPr>
            <w:tcW w:w="3360" w:type="dxa"/>
          </w:tcPr>
          <w:p w14:paraId="384E1930" w14:textId="77777777" w:rsidR="00D04811" w:rsidRPr="006A057C" w:rsidRDefault="00EE38B9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Obliczenie wysokości </w:t>
            </w:r>
            <w:r w:rsidR="00D04811" w:rsidRPr="006A057C">
              <w:rPr>
                <w:rFonts w:eastAsia="Times New Roman" w:cs="Arial"/>
                <w:sz w:val="20"/>
                <w:szCs w:val="20"/>
              </w:rPr>
              <w:t xml:space="preserve">podatku akcyzowego od </w:t>
            </w:r>
            <w:r w:rsidRPr="006A057C">
              <w:rPr>
                <w:rFonts w:eastAsia="Times New Roman" w:cs="Arial"/>
                <w:sz w:val="20"/>
                <w:szCs w:val="20"/>
              </w:rPr>
              <w:t>samochodów osobowych.</w:t>
            </w:r>
          </w:p>
        </w:tc>
        <w:tc>
          <w:tcPr>
            <w:tcW w:w="840" w:type="dxa"/>
          </w:tcPr>
          <w:p w14:paraId="272922AD" w14:textId="77777777" w:rsidR="00D04811" w:rsidRPr="006A057C" w:rsidRDefault="00707FAA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C</w:t>
            </w:r>
          </w:p>
        </w:tc>
        <w:tc>
          <w:tcPr>
            <w:tcW w:w="2040" w:type="dxa"/>
          </w:tcPr>
          <w:p w14:paraId="70241153" w14:textId="77777777" w:rsidR="00D04811" w:rsidRPr="006A057C" w:rsidRDefault="008824A7" w:rsidP="008824A7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instrText xml:space="preserve"> REF ItemType_e \h \* MERGEFORMAT </w:instrTex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B85AB4">
              <w:rPr>
                <w:rStyle w:val="pole"/>
                <w:rFonts w:ascii="Lato" w:hAnsi="Lato"/>
                <w:sz w:val="20"/>
                <w:szCs w:val="20"/>
              </w:rPr>
              <w:t>ItemType</w: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200" w:type="dxa"/>
          </w:tcPr>
          <w:p w14:paraId="32B98C1F" w14:textId="77777777" w:rsidR="00D04811" w:rsidRPr="006A057C" w:rsidRDefault="00D04811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0..</w:t>
            </w:r>
            <w:r w:rsidR="00C8579E" w:rsidRPr="006A057C">
              <w:rPr>
                <w:rFonts w:eastAsia="Times New Roman" w:cs="Arial"/>
                <w:sz w:val="20"/>
                <w:szCs w:val="20"/>
              </w:rPr>
              <w:t>*</w:t>
            </w:r>
          </w:p>
        </w:tc>
      </w:tr>
    </w:tbl>
    <w:p w14:paraId="45209D3B" w14:textId="1827A1C7" w:rsidR="00A308AF" w:rsidRDefault="00A308AF" w:rsidP="00A308AF">
      <w:pPr>
        <w:pStyle w:val="Legenda"/>
        <w:keepNext/>
      </w:pPr>
      <w:bookmarkStart w:id="239" w:name="_Toc182566596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65</w:t>
      </w:r>
      <w:r w:rsidR="00715F4C">
        <w:rPr>
          <w:noProof/>
        </w:rPr>
        <w:fldChar w:fldCharType="end"/>
      </w:r>
      <w:r>
        <w:t xml:space="preserve">. </w:t>
      </w:r>
      <w:r w:rsidRPr="0012490A">
        <w:t>Struktura elementu ItemType</w:t>
      </w:r>
      <w:bookmarkEnd w:id="239"/>
    </w:p>
    <w:tbl>
      <w:tblPr>
        <w:tblStyle w:val="Siatkatabelijasna"/>
        <w:tblW w:w="9228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200"/>
      </w:tblGrid>
      <w:tr w:rsidR="00D04811" w:rsidRPr="006A057C" w14:paraId="41E40B39" w14:textId="77777777" w:rsidTr="00EB4C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2C5C3124" w14:textId="77777777" w:rsidR="00D04811" w:rsidRPr="006A057C" w:rsidRDefault="00D04811" w:rsidP="00DC50C9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67D5F583" w14:textId="77777777" w:rsidR="00D04811" w:rsidRPr="006A057C" w:rsidRDefault="00D04811" w:rsidP="00DC50C9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16388EB7" w14:textId="77777777" w:rsidR="00D04811" w:rsidRPr="006A057C" w:rsidRDefault="00432AA5" w:rsidP="00D04811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12C7BA15" w14:textId="77777777" w:rsidR="00D04811" w:rsidRPr="006A057C" w:rsidRDefault="00D04811" w:rsidP="00DC50C9">
            <w:pPr>
              <w:rPr>
                <w:rFonts w:cs="Arial"/>
                <w:b/>
                <w:sz w:val="18"/>
                <w:szCs w:val="18"/>
              </w:rPr>
            </w:pPr>
            <w:r w:rsidRPr="006A057C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200" w:type="dxa"/>
          </w:tcPr>
          <w:p w14:paraId="133A6291" w14:textId="77777777" w:rsidR="00D04811" w:rsidRPr="006A057C" w:rsidRDefault="00D04811" w:rsidP="00DC50C9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D04811" w:rsidRPr="006A057C" w14:paraId="5693B447" w14:textId="77777777" w:rsidTr="00EB4C12">
        <w:trPr>
          <w:trHeight w:val="213"/>
        </w:trPr>
        <w:tc>
          <w:tcPr>
            <w:tcW w:w="1788" w:type="dxa"/>
          </w:tcPr>
          <w:p w14:paraId="648F6C89" w14:textId="77777777" w:rsidR="00D04811" w:rsidRPr="006A057C" w:rsidRDefault="00D04811" w:rsidP="00DC50C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id</w:t>
            </w:r>
          </w:p>
        </w:tc>
        <w:tc>
          <w:tcPr>
            <w:tcW w:w="3360" w:type="dxa"/>
          </w:tcPr>
          <w:p w14:paraId="6D43B402" w14:textId="77777777" w:rsidR="00D04811" w:rsidRPr="006A057C" w:rsidRDefault="00D04811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Liczba porządkowa.</w:t>
            </w:r>
          </w:p>
        </w:tc>
        <w:tc>
          <w:tcPr>
            <w:tcW w:w="840" w:type="dxa"/>
          </w:tcPr>
          <w:p w14:paraId="595DB4AD" w14:textId="77777777" w:rsidR="00D04811" w:rsidRPr="006A057C" w:rsidRDefault="005174C6" w:rsidP="00D04811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C.a</w:t>
            </w:r>
          </w:p>
        </w:tc>
        <w:tc>
          <w:tcPr>
            <w:tcW w:w="2040" w:type="dxa"/>
          </w:tcPr>
          <w:p w14:paraId="7AE925BD" w14:textId="77777777" w:rsidR="00D04811" w:rsidRPr="006A057C" w:rsidRDefault="004344DE" w:rsidP="00DC50C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ZNumeric</w:t>
            </w:r>
          </w:p>
        </w:tc>
        <w:tc>
          <w:tcPr>
            <w:tcW w:w="1200" w:type="dxa"/>
          </w:tcPr>
          <w:p w14:paraId="5D59BC25" w14:textId="77777777" w:rsidR="00D04811" w:rsidRPr="006A057C" w:rsidRDefault="00EA7CF8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</w:t>
            </w:r>
            <w:r w:rsidR="00D04811" w:rsidRPr="006A057C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D04811" w:rsidRPr="006A057C" w14:paraId="593C2EA8" w14:textId="77777777" w:rsidTr="00EB4C12">
        <w:trPr>
          <w:trHeight w:val="213"/>
        </w:trPr>
        <w:tc>
          <w:tcPr>
            <w:tcW w:w="1788" w:type="dxa"/>
          </w:tcPr>
          <w:p w14:paraId="7B77E3A7" w14:textId="77777777" w:rsidR="00D04811" w:rsidRPr="006A057C" w:rsidRDefault="00D04811" w:rsidP="00DC50C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groupOfGoodsName</w:t>
            </w:r>
          </w:p>
        </w:tc>
        <w:tc>
          <w:tcPr>
            <w:tcW w:w="3360" w:type="dxa"/>
          </w:tcPr>
          <w:p w14:paraId="41657208" w14:textId="77777777" w:rsidR="00D04811" w:rsidRPr="006A057C" w:rsidRDefault="00D04811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Nazwa grupy wyrobów, dla których ustalono odrębne stawki podatkowe</w:t>
            </w:r>
            <w:r w:rsidR="00D74482" w:rsidRPr="006A057C">
              <w:rPr>
                <w:rFonts w:eastAsia="Times New Roman" w:cs="Arial"/>
                <w:sz w:val="20"/>
                <w:szCs w:val="20"/>
              </w:rPr>
              <w:t>.</w:t>
            </w:r>
          </w:p>
        </w:tc>
        <w:tc>
          <w:tcPr>
            <w:tcW w:w="840" w:type="dxa"/>
          </w:tcPr>
          <w:p w14:paraId="6BD47A31" w14:textId="77777777" w:rsidR="00D04811" w:rsidRPr="006A057C" w:rsidRDefault="005174C6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C.b</w:t>
            </w:r>
          </w:p>
        </w:tc>
        <w:tc>
          <w:tcPr>
            <w:tcW w:w="2040" w:type="dxa"/>
          </w:tcPr>
          <w:p w14:paraId="5160891C" w14:textId="77777777" w:rsidR="00D04811" w:rsidRPr="006A057C" w:rsidRDefault="004344DE" w:rsidP="00DC50C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ZCharacter</w:t>
            </w:r>
          </w:p>
        </w:tc>
        <w:tc>
          <w:tcPr>
            <w:tcW w:w="1200" w:type="dxa"/>
          </w:tcPr>
          <w:p w14:paraId="7F78D2CE" w14:textId="77777777" w:rsidR="00D04811" w:rsidRPr="006A057C" w:rsidRDefault="00EA7CF8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</w:t>
            </w:r>
            <w:r w:rsidR="00D04811" w:rsidRPr="006A057C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D04811" w:rsidRPr="006A057C" w14:paraId="5FD8C9B5" w14:textId="77777777" w:rsidTr="00EB4C12">
        <w:trPr>
          <w:trHeight w:val="213"/>
        </w:trPr>
        <w:tc>
          <w:tcPr>
            <w:tcW w:w="1788" w:type="dxa"/>
          </w:tcPr>
          <w:p w14:paraId="74D6CCC1" w14:textId="77777777" w:rsidR="00D04811" w:rsidRPr="006A057C" w:rsidRDefault="00D04811" w:rsidP="00DC50C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codeCN</w:t>
            </w:r>
          </w:p>
        </w:tc>
        <w:tc>
          <w:tcPr>
            <w:tcW w:w="3360" w:type="dxa"/>
          </w:tcPr>
          <w:p w14:paraId="6F79ED44" w14:textId="77777777" w:rsidR="00D04811" w:rsidRPr="006A057C" w:rsidRDefault="00EE38B9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Ośmiocyfrowy kod CN.</w:t>
            </w:r>
          </w:p>
        </w:tc>
        <w:tc>
          <w:tcPr>
            <w:tcW w:w="840" w:type="dxa"/>
          </w:tcPr>
          <w:p w14:paraId="33902BEF" w14:textId="77777777" w:rsidR="00D04811" w:rsidRPr="006A057C" w:rsidRDefault="005174C6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C.c</w:t>
            </w:r>
          </w:p>
        </w:tc>
        <w:tc>
          <w:tcPr>
            <w:tcW w:w="2040" w:type="dxa"/>
          </w:tcPr>
          <w:p w14:paraId="3CF24EC2" w14:textId="77777777" w:rsidR="00D04811" w:rsidRPr="006A057C" w:rsidRDefault="004D64B8" w:rsidP="00DC50C9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  <w:lang w:val="pl-PL"/>
              </w:rPr>
              <w:t>ZCodeCN</w:t>
            </w:r>
          </w:p>
          <w:p w14:paraId="36C447A3" w14:textId="14FCF429" w:rsidR="00D04811" w:rsidRPr="006A057C" w:rsidRDefault="00147848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D04811" w:rsidRPr="006A057C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>e</w:instrText>
            </w:r>
            <w:r w:rsidR="00D04811" w:rsidRPr="006A057C">
              <w:rPr>
                <w:rFonts w:eastAsia="Times New Roman" w:cs="Arial"/>
                <w:sz w:val="20"/>
                <w:szCs w:val="20"/>
              </w:rPr>
              <w:instrText>8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6A057C" w:rsidRPr="006A057C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6A057C">
              <w:rPr>
                <w:rFonts w:eastAsia="Times New Roman" w:cs="Arial"/>
                <w:sz w:val="20"/>
                <w:szCs w:val="20"/>
              </w:rPr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6A057C">
              <w:rPr>
                <w:rFonts w:eastAsia="Times New Roman" w:cs="Arial"/>
                <w:sz w:val="20"/>
                <w:szCs w:val="20"/>
              </w:rPr>
              <w:t>R8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200" w:type="dxa"/>
          </w:tcPr>
          <w:p w14:paraId="22FD05EB" w14:textId="77777777" w:rsidR="00D04811" w:rsidRPr="006A057C" w:rsidRDefault="00B32423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</w:t>
            </w:r>
            <w:r w:rsidR="00D04811" w:rsidRPr="006A057C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D04811" w:rsidRPr="006A057C" w14:paraId="16598D04" w14:textId="77777777" w:rsidTr="00EB4C12">
        <w:trPr>
          <w:trHeight w:val="213"/>
        </w:trPr>
        <w:tc>
          <w:tcPr>
            <w:tcW w:w="1788" w:type="dxa"/>
          </w:tcPr>
          <w:p w14:paraId="1ABF0D95" w14:textId="77777777" w:rsidR="00D04811" w:rsidRPr="006A057C" w:rsidRDefault="00D04811" w:rsidP="00DC50C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numberOfGoods</w:t>
            </w:r>
          </w:p>
        </w:tc>
        <w:tc>
          <w:tcPr>
            <w:tcW w:w="3360" w:type="dxa"/>
          </w:tcPr>
          <w:p w14:paraId="2E78C507" w14:textId="77777777" w:rsidR="00D04811" w:rsidRPr="006A057C" w:rsidRDefault="00EE38B9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Ilość samochodów objętych podatkiem akcyzowym.</w:t>
            </w:r>
          </w:p>
        </w:tc>
        <w:tc>
          <w:tcPr>
            <w:tcW w:w="840" w:type="dxa"/>
          </w:tcPr>
          <w:p w14:paraId="6A2B6459" w14:textId="77777777" w:rsidR="00D04811" w:rsidRPr="006A057C" w:rsidRDefault="005174C6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C.d</w:t>
            </w:r>
          </w:p>
        </w:tc>
        <w:tc>
          <w:tcPr>
            <w:tcW w:w="2040" w:type="dxa"/>
          </w:tcPr>
          <w:p w14:paraId="1DB59D20" w14:textId="77777777" w:rsidR="00D04811" w:rsidRPr="006A057C" w:rsidRDefault="004344DE" w:rsidP="004344D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6F250D" w:rsidRPr="006A057C">
              <w:rPr>
                <w:rStyle w:val="pole"/>
                <w:rFonts w:ascii="Lato" w:hAnsi="Lato"/>
                <w:sz w:val="20"/>
                <w:szCs w:val="20"/>
              </w:rPr>
              <w:t>P</w:t>
            </w:r>
          </w:p>
        </w:tc>
        <w:tc>
          <w:tcPr>
            <w:tcW w:w="1200" w:type="dxa"/>
          </w:tcPr>
          <w:p w14:paraId="5B599297" w14:textId="77777777" w:rsidR="00D04811" w:rsidRPr="006A057C" w:rsidRDefault="00B32423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</w:t>
            </w:r>
            <w:r w:rsidR="00D04811" w:rsidRPr="006A057C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7C1340" w:rsidRPr="006A057C" w14:paraId="3CDAEEC6" w14:textId="77777777" w:rsidTr="00EB4C12">
        <w:trPr>
          <w:trHeight w:val="213"/>
        </w:trPr>
        <w:tc>
          <w:tcPr>
            <w:tcW w:w="1788" w:type="dxa"/>
          </w:tcPr>
          <w:p w14:paraId="048383FC" w14:textId="77777777" w:rsidR="007C1340" w:rsidRPr="006A057C" w:rsidRDefault="007C1340" w:rsidP="00DC50C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valueOfGoods</w:t>
            </w:r>
          </w:p>
        </w:tc>
        <w:tc>
          <w:tcPr>
            <w:tcW w:w="3360" w:type="dxa"/>
          </w:tcPr>
          <w:p w14:paraId="446B107F" w14:textId="77777777" w:rsidR="007C1340" w:rsidRPr="006A057C" w:rsidRDefault="00EE38B9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Podstawa opodatkowania w zł.</w:t>
            </w:r>
          </w:p>
        </w:tc>
        <w:tc>
          <w:tcPr>
            <w:tcW w:w="840" w:type="dxa"/>
          </w:tcPr>
          <w:p w14:paraId="5A64A995" w14:textId="77777777" w:rsidR="007C1340" w:rsidRPr="006A057C" w:rsidRDefault="007C1340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40" w:type="dxa"/>
          </w:tcPr>
          <w:p w14:paraId="62CAA3FA" w14:textId="77777777" w:rsidR="007C1340" w:rsidRPr="006A057C" w:rsidRDefault="008716E6" w:rsidP="004344D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ZAmountP</w:t>
            </w:r>
          </w:p>
        </w:tc>
        <w:tc>
          <w:tcPr>
            <w:tcW w:w="1200" w:type="dxa"/>
          </w:tcPr>
          <w:p w14:paraId="13018869" w14:textId="77777777" w:rsidR="007C1340" w:rsidRPr="006A057C" w:rsidRDefault="00B32423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</w:t>
            </w:r>
            <w:r w:rsidR="007C1340" w:rsidRPr="006A057C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D04811" w:rsidRPr="006A057C" w14:paraId="360A3680" w14:textId="77777777" w:rsidTr="00EB4C12">
        <w:trPr>
          <w:trHeight w:val="213"/>
        </w:trPr>
        <w:tc>
          <w:tcPr>
            <w:tcW w:w="1788" w:type="dxa"/>
          </w:tcPr>
          <w:p w14:paraId="3606F879" w14:textId="77777777" w:rsidR="00D04811" w:rsidRPr="006A057C" w:rsidRDefault="00D04811" w:rsidP="00DC50C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taxRate</w:t>
            </w:r>
            <w:r w:rsidR="00DC5B60" w:rsidRPr="006A057C">
              <w:rPr>
                <w:rStyle w:val="pole"/>
                <w:rFonts w:ascii="Lato" w:hAnsi="Lato"/>
                <w:sz w:val="20"/>
                <w:szCs w:val="20"/>
              </w:rPr>
              <w:t>Percentage</w:t>
            </w:r>
          </w:p>
        </w:tc>
        <w:tc>
          <w:tcPr>
            <w:tcW w:w="3360" w:type="dxa"/>
          </w:tcPr>
          <w:p w14:paraId="44770BEE" w14:textId="77777777" w:rsidR="00D04811" w:rsidRPr="006A057C" w:rsidRDefault="00EE38B9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Stawka podatku.</w:t>
            </w:r>
          </w:p>
        </w:tc>
        <w:tc>
          <w:tcPr>
            <w:tcW w:w="840" w:type="dxa"/>
          </w:tcPr>
          <w:p w14:paraId="2611785D" w14:textId="77777777" w:rsidR="00D04811" w:rsidRPr="006A057C" w:rsidRDefault="005174C6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C.e</w:t>
            </w:r>
          </w:p>
        </w:tc>
        <w:tc>
          <w:tcPr>
            <w:tcW w:w="2040" w:type="dxa"/>
          </w:tcPr>
          <w:p w14:paraId="07434588" w14:textId="77777777" w:rsidR="00D04811" w:rsidRPr="006A057C" w:rsidRDefault="00C173E5" w:rsidP="004344D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ZPercentage</w:t>
            </w:r>
          </w:p>
        </w:tc>
        <w:tc>
          <w:tcPr>
            <w:tcW w:w="1200" w:type="dxa"/>
          </w:tcPr>
          <w:p w14:paraId="3ACF194B" w14:textId="77777777" w:rsidR="00D04811" w:rsidRPr="006A057C" w:rsidRDefault="00B32423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</w:t>
            </w:r>
            <w:r w:rsidR="00D04811" w:rsidRPr="006A057C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914BCB" w:rsidRPr="006A057C" w14:paraId="689ED59F" w14:textId="77777777" w:rsidTr="00EB4C12">
        <w:trPr>
          <w:trHeight w:val="213"/>
        </w:trPr>
        <w:tc>
          <w:tcPr>
            <w:tcW w:w="1788" w:type="dxa"/>
          </w:tcPr>
          <w:p w14:paraId="40D9A7B0" w14:textId="77777777" w:rsidR="00914BCB" w:rsidRPr="006A057C" w:rsidRDefault="00914BCB" w:rsidP="00914BCB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fromIsztar</w:t>
            </w:r>
          </w:p>
        </w:tc>
        <w:tc>
          <w:tcPr>
            <w:tcW w:w="3360" w:type="dxa"/>
          </w:tcPr>
          <w:p w14:paraId="7902E6F2" w14:textId="77777777" w:rsidR="00914BCB" w:rsidRPr="006A057C" w:rsidRDefault="00914BCB" w:rsidP="00914BCB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Czy stawka podatku akcyzowego jest pobrana z Systemu ISZTAR.</w:t>
            </w:r>
          </w:p>
        </w:tc>
        <w:tc>
          <w:tcPr>
            <w:tcW w:w="840" w:type="dxa"/>
          </w:tcPr>
          <w:p w14:paraId="7F62D436" w14:textId="77777777" w:rsidR="00914BCB" w:rsidRPr="006A057C" w:rsidRDefault="00914BCB" w:rsidP="00914BCB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40" w:type="dxa"/>
          </w:tcPr>
          <w:p w14:paraId="0D741707" w14:textId="77777777" w:rsidR="00914BCB" w:rsidRPr="006A057C" w:rsidRDefault="00914BCB" w:rsidP="00914BCB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boolean</w:t>
            </w:r>
          </w:p>
        </w:tc>
        <w:tc>
          <w:tcPr>
            <w:tcW w:w="1200" w:type="dxa"/>
          </w:tcPr>
          <w:p w14:paraId="39A42150" w14:textId="77777777" w:rsidR="00914BCB" w:rsidRPr="006A057C" w:rsidRDefault="00914BCB" w:rsidP="00914BCB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914BCB" w:rsidRPr="006A057C" w14:paraId="23446197" w14:textId="77777777" w:rsidTr="00EB4C12">
        <w:trPr>
          <w:trHeight w:val="213"/>
        </w:trPr>
        <w:tc>
          <w:tcPr>
            <w:tcW w:w="1788" w:type="dxa"/>
          </w:tcPr>
          <w:p w14:paraId="3076339E" w14:textId="77777777" w:rsidR="00914BCB" w:rsidRPr="006A057C" w:rsidRDefault="00914BCB" w:rsidP="00914BCB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amountOfTax</w:t>
            </w:r>
          </w:p>
        </w:tc>
        <w:tc>
          <w:tcPr>
            <w:tcW w:w="3360" w:type="dxa"/>
          </w:tcPr>
          <w:p w14:paraId="41A6FBBB" w14:textId="77777777" w:rsidR="00914BCB" w:rsidRPr="006A057C" w:rsidRDefault="00EE38B9" w:rsidP="00914BCB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Kwota podatku w zł.</w:t>
            </w:r>
          </w:p>
        </w:tc>
        <w:tc>
          <w:tcPr>
            <w:tcW w:w="840" w:type="dxa"/>
          </w:tcPr>
          <w:p w14:paraId="3E140BC7" w14:textId="77777777" w:rsidR="00914BCB" w:rsidRPr="006A057C" w:rsidRDefault="00914BCB" w:rsidP="00914BCB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C.f</w:t>
            </w:r>
          </w:p>
        </w:tc>
        <w:tc>
          <w:tcPr>
            <w:tcW w:w="2040" w:type="dxa"/>
          </w:tcPr>
          <w:p w14:paraId="221498C7" w14:textId="77777777" w:rsidR="00914BCB" w:rsidRPr="006A057C" w:rsidRDefault="00914BCB" w:rsidP="00914BCB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</w:rPr>
            </w:pPr>
            <w:r w:rsidRPr="006A057C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  <w:p w14:paraId="0B35C8B6" w14:textId="472F97CB" w:rsidR="00914BCB" w:rsidRPr="006A057C" w:rsidRDefault="00147848" w:rsidP="00914BCB">
            <w:pPr>
              <w:tabs>
                <w:tab w:val="right" w:pos="2511"/>
              </w:tabs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914BCB" w:rsidRPr="006A057C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>e</w:instrText>
            </w:r>
            <w:r w:rsidR="00914BCB" w:rsidRPr="006A057C">
              <w:rPr>
                <w:rFonts w:eastAsia="Times New Roman" w:cs="Arial"/>
                <w:sz w:val="20"/>
                <w:szCs w:val="20"/>
              </w:rPr>
              <w:instrText>10</w:instrText>
            </w:r>
            <w:r w:rsidRPr="006A057C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6A057C" w:rsidRPr="006A057C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6A057C">
              <w:rPr>
                <w:rFonts w:eastAsia="Times New Roman" w:cs="Arial"/>
                <w:sz w:val="20"/>
                <w:szCs w:val="20"/>
              </w:rPr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6A057C">
              <w:rPr>
                <w:rFonts w:eastAsia="Times New Roman" w:cs="Arial"/>
                <w:sz w:val="20"/>
                <w:szCs w:val="20"/>
              </w:rPr>
              <w:t>R10</w:t>
            </w:r>
            <w:r w:rsidRPr="006A057C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="00914BCB" w:rsidRPr="006A057C">
              <w:rPr>
                <w:rFonts w:eastAsia="Times New Roman" w:cs="Arial"/>
                <w:sz w:val="20"/>
                <w:szCs w:val="20"/>
              </w:rPr>
              <w:tab/>
            </w:r>
          </w:p>
        </w:tc>
        <w:tc>
          <w:tcPr>
            <w:tcW w:w="1200" w:type="dxa"/>
          </w:tcPr>
          <w:p w14:paraId="2961AD5C" w14:textId="77777777" w:rsidR="00914BCB" w:rsidRPr="006A057C" w:rsidRDefault="00B32423" w:rsidP="00914BCB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1</w:t>
            </w:r>
            <w:r w:rsidR="00914BCB" w:rsidRPr="006A057C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</w:tbl>
    <w:p w14:paraId="41695367" w14:textId="77777777" w:rsidR="0035383A" w:rsidRDefault="0035383A" w:rsidP="00C048E5">
      <w:pPr>
        <w:pStyle w:val="Nagwek3"/>
      </w:pPr>
      <w:bookmarkStart w:id="240" w:name="_Toc182566462"/>
      <w:r>
        <w:t>Reguły</w:t>
      </w:r>
      <w:bookmarkEnd w:id="240"/>
    </w:p>
    <w:p w14:paraId="178650F2" w14:textId="2BEB4680" w:rsidR="00A308AF" w:rsidRDefault="00A308AF" w:rsidP="00A308AF">
      <w:pPr>
        <w:pStyle w:val="Legenda"/>
        <w:keepNext/>
      </w:pPr>
      <w:bookmarkStart w:id="241" w:name="_Toc182566597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66</w:t>
      </w:r>
      <w:r w:rsidR="00715F4C">
        <w:rPr>
          <w:noProof/>
        </w:rPr>
        <w:fldChar w:fldCharType="end"/>
      </w:r>
      <w:r>
        <w:t xml:space="preserve">. </w:t>
      </w:r>
      <w:r w:rsidRPr="00FA459B">
        <w:t>Reguły dotyczące załącznika AKC-4/E</w:t>
      </w:r>
      <w:bookmarkEnd w:id="241"/>
    </w:p>
    <w:tbl>
      <w:tblPr>
        <w:tblStyle w:val="Siatkatabelijasna"/>
        <w:tblW w:w="0" w:type="auto"/>
        <w:tblLook w:val="01E0" w:firstRow="1" w:lastRow="1" w:firstColumn="1" w:lastColumn="1" w:noHBand="0" w:noVBand="0"/>
      </w:tblPr>
      <w:tblGrid>
        <w:gridCol w:w="943"/>
        <w:gridCol w:w="8105"/>
      </w:tblGrid>
      <w:tr w:rsidR="0035383A" w14:paraId="19592858" w14:textId="77777777" w:rsidTr="00EB4C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43" w:type="dxa"/>
          </w:tcPr>
          <w:p w14:paraId="00B178BA" w14:textId="77777777" w:rsidR="0035383A" w:rsidRPr="006A057C" w:rsidRDefault="0035383A" w:rsidP="00DC50C9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6A057C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111" w:type="dxa"/>
          </w:tcPr>
          <w:p w14:paraId="33713709" w14:textId="77777777" w:rsidR="0035383A" w:rsidRPr="006A057C" w:rsidRDefault="0035383A" w:rsidP="00DC50C9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6A057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35383A" w:rsidRPr="001767A9" w14:paraId="734960BF" w14:textId="77777777" w:rsidTr="00EB4C12">
        <w:trPr>
          <w:trHeight w:val="213"/>
        </w:trPr>
        <w:tc>
          <w:tcPr>
            <w:tcW w:w="943" w:type="dxa"/>
          </w:tcPr>
          <w:p w14:paraId="0C6D6F4F" w14:textId="77777777" w:rsidR="0035383A" w:rsidRPr="006A057C" w:rsidRDefault="0035383A" w:rsidP="00DC50C9">
            <w:pPr>
              <w:rPr>
                <w:rFonts w:eastAsia="Times New Roman" w:cs="Arial"/>
                <w:sz w:val="20"/>
                <w:szCs w:val="20"/>
              </w:rPr>
            </w:pPr>
            <w:bookmarkStart w:id="242" w:name="Re2"/>
            <w:r w:rsidRPr="006A057C">
              <w:rPr>
                <w:rFonts w:eastAsia="Times New Roman" w:cs="Arial"/>
                <w:sz w:val="20"/>
                <w:szCs w:val="20"/>
              </w:rPr>
              <w:t>R2</w:t>
            </w:r>
            <w:bookmarkEnd w:id="242"/>
          </w:p>
        </w:tc>
        <w:tc>
          <w:tcPr>
            <w:tcW w:w="8111" w:type="dxa"/>
          </w:tcPr>
          <w:p w14:paraId="5D53CF6D" w14:textId="77777777" w:rsidR="0035383A" w:rsidRPr="006A057C" w:rsidRDefault="0035383A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Pole wypełniane przez system zgodnie z wartością w analogicznym polu deklaracji AKC-4/AKC-4zo</w:t>
            </w:r>
          </w:p>
        </w:tc>
      </w:tr>
      <w:tr w:rsidR="0035383A" w:rsidRPr="001767A9" w14:paraId="7AC78FE9" w14:textId="77777777" w:rsidTr="00EB4C12">
        <w:trPr>
          <w:trHeight w:val="213"/>
        </w:trPr>
        <w:tc>
          <w:tcPr>
            <w:tcW w:w="943" w:type="dxa"/>
          </w:tcPr>
          <w:p w14:paraId="6111874E" w14:textId="77777777" w:rsidR="0035383A" w:rsidRPr="006A057C" w:rsidRDefault="0035383A" w:rsidP="00DC50C9">
            <w:pPr>
              <w:rPr>
                <w:rFonts w:eastAsia="Times New Roman" w:cs="Arial"/>
                <w:sz w:val="20"/>
                <w:szCs w:val="20"/>
              </w:rPr>
            </w:pPr>
            <w:bookmarkStart w:id="243" w:name="Re3"/>
            <w:r w:rsidRPr="006A057C">
              <w:rPr>
                <w:rFonts w:eastAsia="Times New Roman" w:cs="Arial"/>
                <w:sz w:val="20"/>
                <w:szCs w:val="20"/>
              </w:rPr>
              <w:t>R3</w:t>
            </w:r>
            <w:bookmarkEnd w:id="243"/>
          </w:p>
        </w:tc>
        <w:tc>
          <w:tcPr>
            <w:tcW w:w="8111" w:type="dxa"/>
          </w:tcPr>
          <w:p w14:paraId="7880A85A" w14:textId="77777777" w:rsidR="0035383A" w:rsidRPr="006A057C" w:rsidRDefault="0035383A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Wypełniane automatycznie na podstawie licznika kolejnego zapisanego załącznika danego typu..</w:t>
            </w:r>
          </w:p>
        </w:tc>
      </w:tr>
      <w:tr w:rsidR="00456826" w:rsidRPr="001767A9" w14:paraId="2EDA458D" w14:textId="77777777" w:rsidTr="00EB4C12">
        <w:trPr>
          <w:trHeight w:val="213"/>
        </w:trPr>
        <w:tc>
          <w:tcPr>
            <w:tcW w:w="943" w:type="dxa"/>
          </w:tcPr>
          <w:p w14:paraId="54E8CA5D" w14:textId="77777777" w:rsidR="00456826" w:rsidRPr="006A057C" w:rsidRDefault="00456826" w:rsidP="00AC03FA">
            <w:pPr>
              <w:rPr>
                <w:rFonts w:eastAsia="Times New Roman" w:cs="Arial"/>
                <w:sz w:val="20"/>
                <w:szCs w:val="20"/>
              </w:rPr>
            </w:pPr>
            <w:bookmarkStart w:id="244" w:name="Re4"/>
            <w:r w:rsidRPr="006A057C">
              <w:rPr>
                <w:rFonts w:eastAsia="Times New Roman" w:cs="Arial"/>
                <w:sz w:val="20"/>
                <w:szCs w:val="20"/>
              </w:rPr>
              <w:t>R4</w:t>
            </w:r>
            <w:bookmarkEnd w:id="244"/>
          </w:p>
        </w:tc>
        <w:tc>
          <w:tcPr>
            <w:tcW w:w="8111" w:type="dxa"/>
          </w:tcPr>
          <w:p w14:paraId="01A84135" w14:textId="77777777" w:rsidR="00456826" w:rsidRPr="006A057C" w:rsidRDefault="00456826" w:rsidP="00456826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Wartość wstawiana automatycznie przez System. Wymagalna jeżeli w deklaracji jest przynajmniej jedna pozycja w części „C” załącznika AKC-4/E. Walidacja: Porównanie z wartością w polu „Razem: Kwota podatku w zł” czy nie jest różna. </w:t>
            </w:r>
          </w:p>
        </w:tc>
      </w:tr>
      <w:tr w:rsidR="00456826" w:rsidRPr="001767A9" w14:paraId="546FDE49" w14:textId="77777777" w:rsidTr="00EB4C12">
        <w:trPr>
          <w:trHeight w:val="213"/>
        </w:trPr>
        <w:tc>
          <w:tcPr>
            <w:tcW w:w="943" w:type="dxa"/>
          </w:tcPr>
          <w:p w14:paraId="06AB0E04" w14:textId="77777777" w:rsidR="00456826" w:rsidRPr="006A057C" w:rsidRDefault="00456826" w:rsidP="00AC03FA">
            <w:pPr>
              <w:rPr>
                <w:rFonts w:eastAsia="Times New Roman" w:cs="Arial"/>
                <w:sz w:val="20"/>
                <w:szCs w:val="20"/>
              </w:rPr>
            </w:pPr>
            <w:bookmarkStart w:id="245" w:name="Re5"/>
            <w:r w:rsidRPr="006A057C">
              <w:rPr>
                <w:rFonts w:eastAsia="Times New Roman" w:cs="Arial"/>
                <w:sz w:val="20"/>
                <w:szCs w:val="20"/>
              </w:rPr>
              <w:t>R5</w:t>
            </w:r>
            <w:bookmarkEnd w:id="245"/>
          </w:p>
        </w:tc>
        <w:tc>
          <w:tcPr>
            <w:tcW w:w="8111" w:type="dxa"/>
          </w:tcPr>
          <w:p w14:paraId="6B455B9F" w14:textId="77777777" w:rsidR="00456826" w:rsidRPr="006A057C" w:rsidRDefault="00456826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5ED8D2BE" w14:textId="77777777" w:rsidR="00456826" w:rsidRPr="006A057C" w:rsidRDefault="00456826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Pole wypełniane na podstawie sumy wartości wprowadzonych w polu „Ilość samochodów objętych podatkiem akcyzowym”.</w:t>
            </w:r>
          </w:p>
          <w:p w14:paraId="3F199B84" w14:textId="77777777" w:rsidR="00456826" w:rsidRPr="006A057C" w:rsidRDefault="00456826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lastRenderedPageBreak/>
              <w:t xml:space="preserve">Walidacja: wprowadzona liczba powinna się równać wyliczonej sumie. Jeśli nie równa się, to jest </w:t>
            </w:r>
          </w:p>
        </w:tc>
      </w:tr>
      <w:tr w:rsidR="00456826" w:rsidRPr="001767A9" w14:paraId="182546EC" w14:textId="77777777" w:rsidTr="00EB4C12">
        <w:trPr>
          <w:trHeight w:val="213"/>
        </w:trPr>
        <w:tc>
          <w:tcPr>
            <w:tcW w:w="943" w:type="dxa"/>
          </w:tcPr>
          <w:p w14:paraId="62AF6D5C" w14:textId="77777777" w:rsidR="00456826" w:rsidRPr="006A057C" w:rsidRDefault="00456826" w:rsidP="00AC03FA">
            <w:pPr>
              <w:rPr>
                <w:rFonts w:eastAsia="Times New Roman" w:cs="Arial"/>
                <w:sz w:val="20"/>
                <w:szCs w:val="20"/>
              </w:rPr>
            </w:pPr>
            <w:bookmarkStart w:id="246" w:name="Re6"/>
            <w:r w:rsidRPr="006A057C">
              <w:rPr>
                <w:rFonts w:eastAsia="Times New Roman" w:cs="Arial"/>
                <w:sz w:val="20"/>
                <w:szCs w:val="20"/>
              </w:rPr>
              <w:lastRenderedPageBreak/>
              <w:t>R6</w:t>
            </w:r>
            <w:bookmarkEnd w:id="246"/>
          </w:p>
        </w:tc>
        <w:tc>
          <w:tcPr>
            <w:tcW w:w="8111" w:type="dxa"/>
          </w:tcPr>
          <w:p w14:paraId="7F035043" w14:textId="77777777" w:rsidR="00456826" w:rsidRPr="006A057C" w:rsidRDefault="00456826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3D2B257B" w14:textId="77777777" w:rsidR="00456826" w:rsidRPr="006A057C" w:rsidRDefault="00456826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Pole wyliczane na podstawie sumy wartości wprowadzonych w polu „Kwota podatku w zł”. System wstawia wyliczoną wartość.</w:t>
            </w:r>
          </w:p>
          <w:p w14:paraId="3B49C55D" w14:textId="77777777" w:rsidR="00456826" w:rsidRPr="006A057C" w:rsidRDefault="00456826" w:rsidP="00DC50C9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Walidacja: wprowadzona liczba powinna się równać sumie wartości wprowadzonych w polu „Kwota podatku w zł”. </w:t>
            </w:r>
          </w:p>
        </w:tc>
      </w:tr>
      <w:tr w:rsidR="00456826" w:rsidRPr="001767A9" w14:paraId="330C6947" w14:textId="77777777" w:rsidTr="00EB4C12">
        <w:trPr>
          <w:trHeight w:val="213"/>
        </w:trPr>
        <w:tc>
          <w:tcPr>
            <w:tcW w:w="943" w:type="dxa"/>
          </w:tcPr>
          <w:p w14:paraId="691E7FCF" w14:textId="77777777" w:rsidR="00456826" w:rsidRPr="006A057C" w:rsidRDefault="00456826" w:rsidP="00AC03FA">
            <w:pPr>
              <w:rPr>
                <w:rFonts w:eastAsia="Times New Roman" w:cs="Arial"/>
                <w:sz w:val="20"/>
                <w:szCs w:val="20"/>
              </w:rPr>
            </w:pPr>
            <w:bookmarkStart w:id="247" w:name="Re8"/>
            <w:r w:rsidRPr="006A057C">
              <w:rPr>
                <w:rFonts w:eastAsia="Times New Roman" w:cs="Arial"/>
                <w:sz w:val="20"/>
                <w:szCs w:val="20"/>
              </w:rPr>
              <w:t>R8</w:t>
            </w:r>
            <w:bookmarkEnd w:id="247"/>
          </w:p>
        </w:tc>
        <w:tc>
          <w:tcPr>
            <w:tcW w:w="8111" w:type="dxa"/>
          </w:tcPr>
          <w:p w14:paraId="521A0B41" w14:textId="77777777" w:rsidR="00456826" w:rsidRPr="006A057C" w:rsidRDefault="00456826" w:rsidP="00AC03FA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Wartość przekazywana dla wywołania usługi pobrania danych z ISZTAR dla pól „Nazwa grupy wyrobów” i „Stawka podatku”.</w:t>
            </w:r>
          </w:p>
          <w:p w14:paraId="4C2E9B66" w14:textId="77777777" w:rsidR="00456826" w:rsidRPr="006A057C" w:rsidRDefault="00456826" w:rsidP="00AC03FA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Walidacja czy kod CN jest w zakresie obsługiwanym przez załącznik danego typu. Jeśli nie błąd typu 2.</w:t>
            </w:r>
          </w:p>
        </w:tc>
      </w:tr>
      <w:tr w:rsidR="00456826" w:rsidRPr="001767A9" w14:paraId="7C356DF5" w14:textId="77777777" w:rsidTr="00EB4C12">
        <w:trPr>
          <w:trHeight w:val="213"/>
        </w:trPr>
        <w:tc>
          <w:tcPr>
            <w:tcW w:w="943" w:type="dxa"/>
          </w:tcPr>
          <w:p w14:paraId="7E2F9EBB" w14:textId="77777777" w:rsidR="00456826" w:rsidRPr="006A057C" w:rsidRDefault="00456826" w:rsidP="00AC03FA">
            <w:pPr>
              <w:rPr>
                <w:rFonts w:eastAsia="Times New Roman" w:cs="Arial"/>
                <w:sz w:val="20"/>
                <w:szCs w:val="20"/>
              </w:rPr>
            </w:pPr>
            <w:bookmarkStart w:id="248" w:name="Re10"/>
            <w:r w:rsidRPr="006A057C">
              <w:rPr>
                <w:rFonts w:eastAsia="Times New Roman" w:cs="Arial"/>
                <w:sz w:val="20"/>
                <w:szCs w:val="20"/>
              </w:rPr>
              <w:t>R10</w:t>
            </w:r>
            <w:bookmarkEnd w:id="248"/>
          </w:p>
        </w:tc>
        <w:tc>
          <w:tcPr>
            <w:tcW w:w="8111" w:type="dxa"/>
          </w:tcPr>
          <w:p w14:paraId="03E97941" w14:textId="77777777" w:rsidR="00456826" w:rsidRPr="006A057C" w:rsidRDefault="00456826" w:rsidP="00AC03FA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Pole wypełniane wartością wyliczoną ze wzoru: wartość w polu „Podstawa opodatkowania” * wartość w polu „Stawka podatku”.</w:t>
            </w:r>
          </w:p>
          <w:p w14:paraId="2EDD55E8" w14:textId="77777777" w:rsidR="00456826" w:rsidRPr="006A057C" w:rsidRDefault="00456826" w:rsidP="00AC03FA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Walidacja: wprowadzona wartość powinna być równa wyliczonej ze wzoru. </w:t>
            </w:r>
          </w:p>
        </w:tc>
      </w:tr>
      <w:tr w:rsidR="00124A08" w:rsidRPr="001767A9" w14:paraId="55D510A4" w14:textId="77777777" w:rsidTr="00EB4C12">
        <w:trPr>
          <w:trHeight w:val="213"/>
        </w:trPr>
        <w:tc>
          <w:tcPr>
            <w:tcW w:w="943" w:type="dxa"/>
          </w:tcPr>
          <w:p w14:paraId="28C8578D" w14:textId="77777777" w:rsidR="00124A08" w:rsidRPr="006A057C" w:rsidRDefault="00124A08" w:rsidP="00124A08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>R11</w:t>
            </w:r>
          </w:p>
        </w:tc>
        <w:tc>
          <w:tcPr>
            <w:tcW w:w="8111" w:type="dxa"/>
          </w:tcPr>
          <w:p w14:paraId="28D38654" w14:textId="77777777" w:rsidR="00124A08" w:rsidRPr="006A057C" w:rsidRDefault="00124A08" w:rsidP="00124A08">
            <w:pPr>
              <w:rPr>
                <w:rFonts w:eastAsia="Times New Roman" w:cs="Arial"/>
                <w:sz w:val="20"/>
                <w:szCs w:val="20"/>
              </w:rPr>
            </w:pPr>
            <w:r w:rsidRPr="006A057C">
              <w:rPr>
                <w:rFonts w:eastAsia="Times New Roman" w:cs="Arial"/>
                <w:sz w:val="20"/>
                <w:szCs w:val="20"/>
              </w:rPr>
              <w:t xml:space="preserve">Dopuszczalnym okresem (period) za który będzie mogła być złożona deklaracja: nie może być wcześniejszy niż luty </w:t>
            </w:r>
            <w:r w:rsidR="00EE38B9" w:rsidRPr="006A057C">
              <w:rPr>
                <w:rFonts w:eastAsia="Times New Roman" w:cs="Arial"/>
                <w:sz w:val="20"/>
                <w:szCs w:val="20"/>
              </w:rPr>
              <w:t xml:space="preserve">2018 </w:t>
            </w:r>
            <w:r w:rsidRPr="006A057C">
              <w:rPr>
                <w:rFonts w:eastAsia="Times New Roman" w:cs="Arial"/>
                <w:sz w:val="20"/>
                <w:szCs w:val="20"/>
              </w:rPr>
              <w:t>roku.</w:t>
            </w:r>
          </w:p>
        </w:tc>
      </w:tr>
    </w:tbl>
    <w:p w14:paraId="5D9D223C" w14:textId="77777777" w:rsidR="009675CE" w:rsidRDefault="009675CE">
      <w:pPr>
        <w:rPr>
          <w:b/>
          <w:bCs/>
          <w:iCs/>
          <w:sz w:val="32"/>
          <w:szCs w:val="28"/>
        </w:rPr>
      </w:pPr>
      <w:r>
        <w:br w:type="page"/>
      </w:r>
    </w:p>
    <w:p w14:paraId="2A21DF55" w14:textId="4C330D96" w:rsidR="00AD20CD" w:rsidRPr="009675CE" w:rsidRDefault="00AD20CD" w:rsidP="00C048E5">
      <w:pPr>
        <w:pStyle w:val="Nagwek2"/>
      </w:pPr>
      <w:bookmarkStart w:id="249" w:name="_Toc182566463"/>
      <w:r w:rsidRPr="009675CE">
        <w:lastRenderedPageBreak/>
        <w:t>Załączniki AKC-4/F do deklaracji AKC4</w:t>
      </w:r>
      <w:bookmarkEnd w:id="249"/>
    </w:p>
    <w:p w14:paraId="70819645" w14:textId="77777777" w:rsidR="00AD20CD" w:rsidRDefault="00AD20CD" w:rsidP="00C048E5">
      <w:pPr>
        <w:pStyle w:val="Nagwek3"/>
      </w:pPr>
      <w:bookmarkStart w:id="250" w:name="_Toc182566464"/>
      <w:r>
        <w:t>Komunikat AKC4F</w:t>
      </w:r>
      <w:bookmarkEnd w:id="250"/>
    </w:p>
    <w:p w14:paraId="366EBF77" w14:textId="77777777" w:rsidR="00AD20CD" w:rsidRPr="00481FCB" w:rsidRDefault="00AD20CD" w:rsidP="00AD20CD">
      <w:pPr>
        <w:pStyle w:val="Schema-Description"/>
        <w:spacing w:before="0" w:beforeAutospacing="0" w:after="0" w:afterAutospacing="0"/>
        <w:rPr>
          <w:rFonts w:ascii="Lato" w:hAnsi="Lato" w:cs="Arial"/>
          <w:sz w:val="24"/>
          <w:szCs w:val="24"/>
        </w:rPr>
      </w:pPr>
      <w:r w:rsidRPr="00481FCB">
        <w:rPr>
          <w:rFonts w:ascii="Lato" w:hAnsi="Lato"/>
          <w:sz w:val="24"/>
          <w:szCs w:val="24"/>
        </w:rPr>
        <w:t>PODATEK AKCYZOWY OD WYROBÓW TYTONIOWYCH</w:t>
      </w:r>
    </w:p>
    <w:p w14:paraId="51B40F5F" w14:textId="77777777" w:rsidR="00AD20CD" w:rsidRDefault="00AD20CD" w:rsidP="00C048E5">
      <w:pPr>
        <w:pStyle w:val="Nagwek3"/>
      </w:pPr>
      <w:bookmarkStart w:id="251" w:name="_Toc182566465"/>
      <w:r>
        <w:t>Specyfikacja AKC4F</w:t>
      </w:r>
      <w:bookmarkEnd w:id="251"/>
    </w:p>
    <w:p w14:paraId="03BE92DF" w14:textId="77777777" w:rsidR="00AD20CD" w:rsidRPr="00481FCB" w:rsidRDefault="00AD20CD" w:rsidP="00AD20CD">
      <w:r w:rsidRPr="00481FCB">
        <w:t xml:space="preserve">Struktury typu </w:t>
      </w:r>
      <w:r w:rsidRPr="00481FCB">
        <w:rPr>
          <w:rFonts w:eastAsia="Times New Roman"/>
        </w:rPr>
        <w:t>ZDailyAmount, ZCalculOfAmountOfExciseDuty</w:t>
      </w:r>
      <w:r w:rsidRPr="00481FCB">
        <w:t xml:space="preserve"> zostały zdefiniowane w dokumencie </w:t>
      </w:r>
      <w:r w:rsidRPr="00481FCB">
        <w:fldChar w:fldCharType="begin"/>
      </w:r>
      <w:r w:rsidRPr="00481FCB">
        <w:instrText xml:space="preserve"> REF _Ref361653747 \r \h  \* MERGEFORMAT </w:instrText>
      </w:r>
      <w:r w:rsidRPr="00481FCB">
        <w:fldChar w:fldCharType="separate"/>
      </w:r>
      <w:r w:rsidR="00EC7AC0" w:rsidRPr="00481FCB">
        <w:t>A1</w:t>
      </w:r>
      <w:r w:rsidRPr="00481FCB">
        <w:fldChar w:fldCharType="end"/>
      </w:r>
      <w:r w:rsidRPr="00481FCB">
        <w:t xml:space="preserve"> i nie będą tutaj szczegółowo omawiane.</w:t>
      </w:r>
    </w:p>
    <w:p w14:paraId="02DE1E5F" w14:textId="67AAB8B7" w:rsidR="00242EEF" w:rsidRDefault="00242EEF" w:rsidP="00242EEF">
      <w:pPr>
        <w:pStyle w:val="Legenda"/>
        <w:keepNext/>
      </w:pPr>
      <w:bookmarkStart w:id="252" w:name="_Toc182566598"/>
      <w:r>
        <w:t xml:space="preserve">Tabela </w:t>
      </w:r>
      <w:r w:rsidR="00715F4C">
        <w:fldChar w:fldCharType="begin"/>
      </w:r>
      <w:r w:rsidR="00715F4C">
        <w:instrText xml:space="preserve"> SEQ </w:instrText>
      </w:r>
      <w:r w:rsidR="00715F4C">
        <w:instrText xml:space="preserve">Tabela \* ARABIC </w:instrText>
      </w:r>
      <w:r w:rsidR="00715F4C">
        <w:fldChar w:fldCharType="separate"/>
      </w:r>
      <w:r w:rsidR="005E1037">
        <w:rPr>
          <w:noProof/>
        </w:rPr>
        <w:t>67</w:t>
      </w:r>
      <w:r w:rsidR="00715F4C">
        <w:rPr>
          <w:noProof/>
        </w:rPr>
        <w:fldChar w:fldCharType="end"/>
      </w:r>
      <w:r>
        <w:t xml:space="preserve">. </w:t>
      </w:r>
      <w:r w:rsidRPr="00C25B5A">
        <w:t>Dane ogólne w ramach struktury załącznika AKC-4/F</w:t>
      </w:r>
      <w:bookmarkEnd w:id="252"/>
    </w:p>
    <w:tbl>
      <w:tblPr>
        <w:tblStyle w:val="Siatkatabelijasn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EB4C12" w14:paraId="543E041C" w14:textId="77777777" w:rsidTr="00EB4C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40EE8583" w14:textId="77777777" w:rsidR="00EB4C12" w:rsidRPr="00004DC5" w:rsidRDefault="00EB4C12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04DC5">
              <w:rPr>
                <w:rFonts w:eastAsia="Times New Roman" w:cs="Arial"/>
                <w:b/>
                <w:sz w:val="18"/>
                <w:szCs w:val="18"/>
              </w:rPr>
              <w:t>Ogólne</w:t>
            </w:r>
          </w:p>
        </w:tc>
        <w:tc>
          <w:tcPr>
            <w:tcW w:w="6584" w:type="dxa"/>
          </w:tcPr>
          <w:p w14:paraId="62EA5EA6" w14:textId="5B6B5D7E" w:rsidR="00EB4C12" w:rsidRPr="00004DC5" w:rsidRDefault="00EB4C12">
            <w:pPr>
              <w:rPr>
                <w:rFonts w:eastAsia="Times New Roman" w:cs="Arial"/>
                <w:b/>
                <w:sz w:val="18"/>
                <w:szCs w:val="18"/>
              </w:rPr>
            </w:pPr>
          </w:p>
        </w:tc>
      </w:tr>
      <w:tr w:rsidR="00AD20CD" w14:paraId="7C14E5A6" w14:textId="77777777" w:rsidTr="00EB4C12">
        <w:tc>
          <w:tcPr>
            <w:tcW w:w="2738" w:type="dxa"/>
          </w:tcPr>
          <w:p w14:paraId="6A307F09" w14:textId="77777777" w:rsidR="00AD20CD" w:rsidRPr="00004DC5" w:rsidRDefault="00AD20CD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61866671" w14:textId="77777777" w:rsidR="00AD20CD" w:rsidRPr="00004DC5" w:rsidRDefault="00AD20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Struktura załącznika do </w:t>
            </w:r>
            <w:r w:rsidRPr="00004DC5">
              <w:rPr>
                <w:rFonts w:cs="Arial"/>
                <w:sz w:val="20"/>
                <w:szCs w:val="20"/>
              </w:rPr>
              <w:t xml:space="preserve">deklaracji AKC4 </w:t>
            </w:r>
          </w:p>
        </w:tc>
      </w:tr>
      <w:tr w:rsidR="00AD20CD" w14:paraId="622025DE" w14:textId="77777777" w:rsidTr="00EB4C12">
        <w:tc>
          <w:tcPr>
            <w:tcW w:w="2738" w:type="dxa"/>
          </w:tcPr>
          <w:p w14:paraId="48BB0106" w14:textId="77777777" w:rsidR="00AD20CD" w:rsidRPr="00004DC5" w:rsidRDefault="00AD20CD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4923166D" w14:textId="77777777" w:rsidR="00AD20CD" w:rsidRPr="00004DC5" w:rsidRDefault="00AD20CD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AD20CD" w14:paraId="4A81FA4F" w14:textId="77777777" w:rsidTr="00EB4C12">
        <w:tc>
          <w:tcPr>
            <w:tcW w:w="2738" w:type="dxa"/>
          </w:tcPr>
          <w:p w14:paraId="0659A06D" w14:textId="77777777" w:rsidR="00AD20CD" w:rsidRPr="00004DC5" w:rsidRDefault="00AD20CD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376C22DB" w14:textId="77777777" w:rsidR="00AD20CD" w:rsidRPr="00004DC5" w:rsidRDefault="00EE38B9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4</w:t>
            </w:r>
            <w:r w:rsidR="00752F03" w:rsidRPr="00004DC5">
              <w:rPr>
                <w:rFonts w:eastAsia="Times New Roman" w:cs="Arial"/>
                <w:sz w:val="20"/>
                <w:szCs w:val="20"/>
              </w:rPr>
              <w:t>_0</w:t>
            </w:r>
          </w:p>
        </w:tc>
      </w:tr>
      <w:tr w:rsidR="00AD20CD" w14:paraId="31E2A8A9" w14:textId="77777777" w:rsidTr="00EB4C12">
        <w:tc>
          <w:tcPr>
            <w:tcW w:w="2738" w:type="dxa"/>
          </w:tcPr>
          <w:p w14:paraId="776C7EDD" w14:textId="77777777" w:rsidR="00AD20CD" w:rsidRPr="00004DC5" w:rsidRDefault="00AD20CD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Zależności od innych deklaracji</w:t>
            </w:r>
          </w:p>
        </w:tc>
        <w:tc>
          <w:tcPr>
            <w:tcW w:w="6584" w:type="dxa"/>
          </w:tcPr>
          <w:p w14:paraId="184BE025" w14:textId="77777777" w:rsidR="00AD20CD" w:rsidRPr="00004DC5" w:rsidRDefault="00AD20CD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AD20CD" w14:paraId="0833A88E" w14:textId="77777777" w:rsidTr="00EB4C12">
        <w:tc>
          <w:tcPr>
            <w:tcW w:w="2738" w:type="dxa"/>
          </w:tcPr>
          <w:p w14:paraId="5F6D1E3B" w14:textId="77777777" w:rsidR="00AD20CD" w:rsidRPr="00004DC5" w:rsidRDefault="00AD20CD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782D982B" w14:textId="77777777" w:rsidR="00AD20CD" w:rsidRPr="00004DC5" w:rsidRDefault="00AD20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XML</w:t>
            </w:r>
          </w:p>
        </w:tc>
      </w:tr>
      <w:tr w:rsidR="00AD20CD" w14:paraId="5D40E50E" w14:textId="77777777" w:rsidTr="00EB4C12">
        <w:tc>
          <w:tcPr>
            <w:tcW w:w="2738" w:type="dxa"/>
          </w:tcPr>
          <w:p w14:paraId="40D5F7AC" w14:textId="77777777" w:rsidR="00AD20CD" w:rsidRPr="00004DC5" w:rsidRDefault="00AD20CD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6B8B6224" w14:textId="77777777" w:rsidR="00AD20CD" w:rsidRPr="00004DC5" w:rsidRDefault="00AD20CD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AD20CD" w14:paraId="242B3AEE" w14:textId="77777777" w:rsidTr="00EB4C12">
        <w:tc>
          <w:tcPr>
            <w:tcW w:w="2738" w:type="dxa"/>
          </w:tcPr>
          <w:p w14:paraId="1DA02C2B" w14:textId="77777777" w:rsidR="00AD20CD" w:rsidRPr="00004DC5" w:rsidRDefault="00AD20CD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24CB3E8C" w14:textId="77777777" w:rsidR="00AD20CD" w:rsidRPr="00004DC5" w:rsidRDefault="00AD20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XML</w:t>
            </w:r>
          </w:p>
        </w:tc>
      </w:tr>
      <w:tr w:rsidR="00AD20CD" w14:paraId="19060320" w14:textId="77777777" w:rsidTr="00EB4C12">
        <w:tc>
          <w:tcPr>
            <w:tcW w:w="2738" w:type="dxa"/>
          </w:tcPr>
          <w:p w14:paraId="29808D89" w14:textId="77777777" w:rsidR="00AD20CD" w:rsidRPr="00004DC5" w:rsidRDefault="00AD20CD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Namespaces</w:t>
            </w:r>
          </w:p>
        </w:tc>
        <w:tc>
          <w:tcPr>
            <w:tcW w:w="6584" w:type="dxa"/>
          </w:tcPr>
          <w:p w14:paraId="43C288C7" w14:textId="77777777" w:rsidR="00AD20CD" w:rsidRPr="00004DC5" w:rsidRDefault="00752F03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http://www.e-clo.pl/ZEFIR2/eZefir2/xsd/v3_0/Types.xsd</w:t>
            </w:r>
          </w:p>
        </w:tc>
      </w:tr>
      <w:tr w:rsidR="00AD20CD" w14:paraId="5661123C" w14:textId="77777777" w:rsidTr="00EB4C12">
        <w:tc>
          <w:tcPr>
            <w:tcW w:w="2738" w:type="dxa"/>
          </w:tcPr>
          <w:p w14:paraId="16B2AB62" w14:textId="77777777" w:rsidR="00AD20CD" w:rsidRPr="00004DC5" w:rsidRDefault="00AD20CD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5F659063" w14:textId="77777777" w:rsidR="00AD20CD" w:rsidRPr="00004DC5" w:rsidRDefault="003D300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akc_</w:t>
            </w:r>
            <w:r w:rsidR="00053840" w:rsidRPr="00004DC5">
              <w:rPr>
                <w:rFonts w:eastAsia="Times New Roman" w:cs="Arial"/>
                <w:sz w:val="20"/>
                <w:szCs w:val="20"/>
              </w:rPr>
              <w:t>4</w:t>
            </w:r>
            <w:r w:rsidRPr="00004DC5">
              <w:rPr>
                <w:rFonts w:eastAsia="Times New Roman" w:cs="Arial"/>
                <w:sz w:val="20"/>
                <w:szCs w:val="20"/>
              </w:rPr>
              <w:t>f</w:t>
            </w:r>
            <w:r w:rsidR="00AD20CD" w:rsidRPr="00004DC5">
              <w:rPr>
                <w:rFonts w:eastAsia="Times New Roman" w:cs="Arial"/>
                <w:sz w:val="20"/>
                <w:szCs w:val="20"/>
              </w:rPr>
              <w:t>.xsd</w:t>
            </w:r>
          </w:p>
        </w:tc>
      </w:tr>
    </w:tbl>
    <w:p w14:paraId="75252898" w14:textId="77777777" w:rsidR="00AD20CD" w:rsidRPr="00004DC5" w:rsidRDefault="00AD20CD" w:rsidP="00C048E5">
      <w:pPr>
        <w:pStyle w:val="Nagwek3"/>
      </w:pPr>
      <w:bookmarkStart w:id="253" w:name="_Toc182566466"/>
      <w:r w:rsidRPr="00004DC5">
        <w:t>Struktura AKC4F</w:t>
      </w:r>
      <w:bookmarkEnd w:id="253"/>
    </w:p>
    <w:p w14:paraId="0BD29DA1" w14:textId="77777777" w:rsidR="00EB4C12" w:rsidRPr="00530CB8" w:rsidRDefault="00EB4C12" w:rsidP="00794BCE">
      <w:pPr>
        <w:pStyle w:val="Akapitzlist"/>
        <w:numPr>
          <w:ilvl w:val="0"/>
          <w:numId w:val="17"/>
        </w:numPr>
        <w:rPr>
          <w:rFonts w:ascii="Consolas" w:hAnsi="Consolas"/>
          <w:lang w:val="en-GB"/>
        </w:rPr>
      </w:pPr>
      <w:r w:rsidRPr="00530CB8">
        <w:rPr>
          <w:rFonts w:ascii="Consolas" w:hAnsi="Consolas"/>
          <w:lang w:val="en-GB"/>
        </w:rPr>
        <w:t>(AKC4FType)</w:t>
      </w:r>
    </w:p>
    <w:p w14:paraId="29F5D7F2" w14:textId="62B77F9F" w:rsidR="00EB4C12" w:rsidRPr="00530CB8" w:rsidRDefault="00EB4C12" w:rsidP="00794BCE">
      <w:pPr>
        <w:pStyle w:val="Akapitzlist"/>
        <w:numPr>
          <w:ilvl w:val="0"/>
          <w:numId w:val="17"/>
        </w:numPr>
        <w:rPr>
          <w:rFonts w:ascii="Consolas" w:hAnsi="Consolas"/>
          <w:lang w:val="en-GB"/>
        </w:rPr>
      </w:pPr>
      <w:r w:rsidRPr="00530CB8">
        <w:rPr>
          <w:rFonts w:ascii="Consolas" w:hAnsi="Consolas"/>
          <w:lang w:val="en-GB"/>
        </w:rPr>
        <w:t>(HeaderType)</w:t>
      </w:r>
    </w:p>
    <w:p w14:paraId="576A2A11" w14:textId="088E33C6" w:rsidR="00EB4C12" w:rsidRPr="00530CB8" w:rsidRDefault="00EB4C12" w:rsidP="00794BCE">
      <w:pPr>
        <w:pStyle w:val="Akapitzlist"/>
        <w:numPr>
          <w:ilvl w:val="0"/>
          <w:numId w:val="17"/>
        </w:numPr>
        <w:rPr>
          <w:rFonts w:ascii="Consolas" w:hAnsi="Consolas"/>
          <w:lang w:val="en-GB"/>
        </w:rPr>
      </w:pPr>
      <w:r w:rsidRPr="00530CB8">
        <w:rPr>
          <w:rFonts w:ascii="Consolas" w:hAnsi="Consolas"/>
          <w:lang w:val="en-GB"/>
        </w:rPr>
        <w:t>(WarehouseType)</w:t>
      </w:r>
    </w:p>
    <w:p w14:paraId="1EDCAF23" w14:textId="11CB83BF" w:rsidR="00EB4C12" w:rsidRPr="00530CB8" w:rsidRDefault="00EB4C12" w:rsidP="00794BCE">
      <w:pPr>
        <w:pStyle w:val="Akapitzlist"/>
        <w:numPr>
          <w:ilvl w:val="0"/>
          <w:numId w:val="17"/>
        </w:numPr>
        <w:rPr>
          <w:rFonts w:ascii="Consolas" w:hAnsi="Consolas"/>
          <w:lang w:val="en-GB"/>
        </w:rPr>
      </w:pPr>
      <w:r w:rsidRPr="00530CB8">
        <w:rPr>
          <w:rFonts w:ascii="Consolas" w:hAnsi="Consolas"/>
          <w:lang w:val="en-GB"/>
        </w:rPr>
        <w:t>(ExciseDutyInformationType)</w:t>
      </w:r>
    </w:p>
    <w:p w14:paraId="133786D8" w14:textId="49009F7A" w:rsidR="00EB4C12" w:rsidRPr="00530CB8" w:rsidRDefault="00EB4C12" w:rsidP="00794BCE">
      <w:pPr>
        <w:pStyle w:val="Akapitzlist"/>
        <w:numPr>
          <w:ilvl w:val="0"/>
          <w:numId w:val="17"/>
        </w:numPr>
        <w:rPr>
          <w:rFonts w:ascii="Consolas" w:hAnsi="Consolas"/>
          <w:lang w:val="en-GB"/>
        </w:rPr>
      </w:pPr>
      <w:r w:rsidRPr="00530CB8">
        <w:rPr>
          <w:rFonts w:ascii="Consolas" w:hAnsi="Consolas"/>
          <w:lang w:val="en-GB"/>
        </w:rPr>
        <w:t>(CalculOfAmountOfExciseDutyType)</w:t>
      </w:r>
    </w:p>
    <w:p w14:paraId="543CB7A0" w14:textId="52F12025" w:rsidR="00EB4C12" w:rsidRPr="00530CB8" w:rsidRDefault="00EB4C12" w:rsidP="00794BCE">
      <w:pPr>
        <w:pStyle w:val="Akapitzlist"/>
        <w:numPr>
          <w:ilvl w:val="0"/>
          <w:numId w:val="17"/>
        </w:numPr>
        <w:rPr>
          <w:rFonts w:ascii="Consolas" w:hAnsi="Consolas"/>
          <w:lang w:val="en-GB"/>
        </w:rPr>
      </w:pPr>
      <w:r w:rsidRPr="00530CB8">
        <w:rPr>
          <w:rFonts w:ascii="Consolas" w:hAnsi="Consolas"/>
          <w:lang w:val="en-GB"/>
        </w:rPr>
        <w:t>(CleareanceExciseDutyType)</w:t>
      </w:r>
    </w:p>
    <w:p w14:paraId="385D66F1" w14:textId="5A85B51D" w:rsidR="00EB4C12" w:rsidRPr="00530CB8" w:rsidRDefault="00EB4C12" w:rsidP="00794BCE">
      <w:pPr>
        <w:pStyle w:val="Akapitzlist"/>
        <w:numPr>
          <w:ilvl w:val="0"/>
          <w:numId w:val="17"/>
        </w:numPr>
        <w:rPr>
          <w:rFonts w:ascii="Consolas" w:hAnsi="Consolas"/>
          <w:lang w:val="en-GB"/>
        </w:rPr>
      </w:pPr>
      <w:r w:rsidRPr="00530CB8">
        <w:rPr>
          <w:rFonts w:ascii="Consolas" w:hAnsi="Consolas"/>
          <w:lang w:val="en-GB"/>
        </w:rPr>
        <w:t>(ItemsType)</w:t>
      </w:r>
    </w:p>
    <w:p w14:paraId="72430204" w14:textId="482EC113" w:rsidR="00EB4C12" w:rsidRPr="00530CB8" w:rsidRDefault="00EB4C12" w:rsidP="00794BCE">
      <w:pPr>
        <w:pStyle w:val="Akapitzlist"/>
        <w:numPr>
          <w:ilvl w:val="0"/>
          <w:numId w:val="17"/>
        </w:numPr>
        <w:rPr>
          <w:rFonts w:ascii="Consolas" w:hAnsi="Consolas"/>
          <w:lang w:val="en-GB"/>
        </w:rPr>
      </w:pPr>
      <w:r w:rsidRPr="00530CB8">
        <w:rPr>
          <w:rFonts w:ascii="Consolas" w:hAnsi="Consolas"/>
          <w:lang w:val="en-GB"/>
        </w:rPr>
        <w:t>(ItemType)</w:t>
      </w:r>
    </w:p>
    <w:p w14:paraId="0FB144D3" w14:textId="35A03247" w:rsidR="00EB4C12" w:rsidRPr="00530CB8" w:rsidRDefault="00EB4C12" w:rsidP="00794BCE">
      <w:pPr>
        <w:pStyle w:val="Akapitzlist"/>
        <w:numPr>
          <w:ilvl w:val="0"/>
          <w:numId w:val="17"/>
        </w:numPr>
        <w:rPr>
          <w:rFonts w:ascii="Consolas" w:hAnsi="Consolas"/>
          <w:lang w:val="en-GB"/>
        </w:rPr>
      </w:pPr>
      <w:r w:rsidRPr="00530CB8">
        <w:rPr>
          <w:rFonts w:ascii="Consolas" w:hAnsi="Consolas"/>
          <w:lang w:val="en-GB"/>
        </w:rPr>
        <w:t>(DailyPaymentInformationType)</w:t>
      </w:r>
    </w:p>
    <w:p w14:paraId="2E77D2D6" w14:textId="36B34189" w:rsidR="00AD20CD" w:rsidRPr="00530CB8" w:rsidRDefault="00EB4C12" w:rsidP="00794BCE">
      <w:pPr>
        <w:pStyle w:val="Akapitzlist"/>
        <w:numPr>
          <w:ilvl w:val="0"/>
          <w:numId w:val="17"/>
        </w:numPr>
        <w:rPr>
          <w:rFonts w:ascii="Consolas" w:hAnsi="Consolas"/>
          <w:lang w:val="en-GB"/>
        </w:rPr>
      </w:pPr>
      <w:r w:rsidRPr="00530CB8">
        <w:rPr>
          <w:rFonts w:ascii="Consolas" w:hAnsi="Consolas"/>
          <w:lang w:val="en-GB"/>
        </w:rPr>
        <w:t>ZDailyAmount</w:t>
      </w:r>
    </w:p>
    <w:p w14:paraId="6022D152" w14:textId="75CEE1B0" w:rsidR="00242EEF" w:rsidRDefault="00242EEF" w:rsidP="00242EEF">
      <w:pPr>
        <w:pStyle w:val="Legenda"/>
        <w:keepNext/>
      </w:pPr>
      <w:bookmarkStart w:id="254" w:name="_Toc182566599"/>
      <w:r>
        <w:lastRenderedPageBreak/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68</w:t>
      </w:r>
      <w:r w:rsidR="00715F4C">
        <w:rPr>
          <w:noProof/>
        </w:rPr>
        <w:fldChar w:fldCharType="end"/>
      </w:r>
      <w:r>
        <w:t xml:space="preserve">. </w:t>
      </w:r>
      <w:r w:rsidRPr="00641E58">
        <w:t>Struktura elementu AKC4FType</w:t>
      </w:r>
      <w:bookmarkEnd w:id="254"/>
    </w:p>
    <w:tbl>
      <w:tblPr>
        <w:tblStyle w:val="Siatkatabelijasna"/>
        <w:tblW w:w="0" w:type="auto"/>
        <w:tblLook w:val="01E0" w:firstRow="1" w:lastRow="1" w:firstColumn="1" w:lastColumn="1" w:noHBand="0" w:noVBand="0"/>
      </w:tblPr>
      <w:tblGrid>
        <w:gridCol w:w="1737"/>
        <w:gridCol w:w="3242"/>
        <w:gridCol w:w="825"/>
        <w:gridCol w:w="2052"/>
        <w:gridCol w:w="1192"/>
      </w:tblGrid>
      <w:tr w:rsidR="005D16B1" w:rsidRPr="00004DC5" w14:paraId="4909E28D" w14:textId="77777777" w:rsidTr="00EB4C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39" w:type="dxa"/>
          </w:tcPr>
          <w:p w14:paraId="3F24E804" w14:textId="77777777" w:rsidR="005D16B1" w:rsidRPr="00004DC5" w:rsidRDefault="005D16B1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04DC5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245" w:type="dxa"/>
          </w:tcPr>
          <w:p w14:paraId="05E5C7CF" w14:textId="77777777" w:rsidR="005D16B1" w:rsidRPr="00004DC5" w:rsidRDefault="005D16B1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04DC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25" w:type="dxa"/>
          </w:tcPr>
          <w:p w14:paraId="5B2F0852" w14:textId="77777777" w:rsidR="005D16B1" w:rsidRPr="00004DC5" w:rsidRDefault="000E5D43" w:rsidP="005D16B1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04DC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53" w:type="dxa"/>
          </w:tcPr>
          <w:p w14:paraId="365F0D81" w14:textId="77777777" w:rsidR="005D16B1" w:rsidRPr="00004DC5" w:rsidRDefault="005D16B1">
            <w:pPr>
              <w:rPr>
                <w:rFonts w:cs="Arial"/>
                <w:b/>
                <w:sz w:val="18"/>
                <w:szCs w:val="18"/>
              </w:rPr>
            </w:pPr>
            <w:r w:rsidRPr="00004DC5">
              <w:rPr>
                <w:rFonts w:cs="Arial"/>
                <w:b/>
                <w:sz w:val="18"/>
                <w:szCs w:val="18"/>
              </w:rPr>
              <w:t>Typ</w:t>
            </w:r>
          </w:p>
        </w:tc>
        <w:tc>
          <w:tcPr>
            <w:tcW w:w="1192" w:type="dxa"/>
          </w:tcPr>
          <w:p w14:paraId="7795CDED" w14:textId="77777777" w:rsidR="005D16B1" w:rsidRPr="00004DC5" w:rsidRDefault="005D16B1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04DC5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5D16B1" w:rsidRPr="00004DC5" w14:paraId="4D78E370" w14:textId="77777777" w:rsidTr="00EB4C12">
        <w:trPr>
          <w:trHeight w:val="213"/>
        </w:trPr>
        <w:tc>
          <w:tcPr>
            <w:tcW w:w="1739" w:type="dxa"/>
          </w:tcPr>
          <w:p w14:paraId="1B4512F7" w14:textId="77777777" w:rsidR="005D16B1" w:rsidRPr="00004DC5" w:rsidRDefault="005D16B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Header</w:t>
            </w:r>
          </w:p>
        </w:tc>
        <w:tc>
          <w:tcPr>
            <w:tcW w:w="3245" w:type="dxa"/>
          </w:tcPr>
          <w:p w14:paraId="43F55C1B" w14:textId="77777777" w:rsidR="005D16B1" w:rsidRPr="00004DC5" w:rsidRDefault="005D16B1">
            <w:pPr>
              <w:rPr>
                <w:rFonts w:eastAsia="Times New Roman" w:cs="Arial"/>
                <w:b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Nagłówek</w:t>
            </w:r>
            <w:r w:rsidR="00EE38B9" w:rsidRPr="00004DC5">
              <w:rPr>
                <w:rFonts w:eastAsia="Times New Roman" w:cs="Arial"/>
                <w:sz w:val="20"/>
                <w:szCs w:val="20"/>
              </w:rPr>
              <w:t xml:space="preserve"> deklaracji</w:t>
            </w:r>
          </w:p>
        </w:tc>
        <w:tc>
          <w:tcPr>
            <w:tcW w:w="825" w:type="dxa"/>
          </w:tcPr>
          <w:p w14:paraId="36DB5180" w14:textId="77777777" w:rsidR="005D16B1" w:rsidRPr="00004DC5" w:rsidRDefault="00726189" w:rsidP="005D16B1">
            <w:pPr>
              <w:rPr>
                <w:rFonts w:eastAsia="Times New Roman" w:cs="Arial"/>
                <w:b/>
                <w:sz w:val="20"/>
                <w:szCs w:val="20"/>
              </w:rPr>
            </w:pPr>
            <w:r w:rsidRPr="00004DC5">
              <w:rPr>
                <w:rFonts w:eastAsia="Times New Roman" w:cs="Arial"/>
                <w:b/>
                <w:sz w:val="20"/>
                <w:szCs w:val="20"/>
              </w:rPr>
              <w:t>-</w:t>
            </w:r>
          </w:p>
        </w:tc>
        <w:tc>
          <w:tcPr>
            <w:tcW w:w="2053" w:type="dxa"/>
          </w:tcPr>
          <w:p w14:paraId="16D25F3D" w14:textId="77777777" w:rsidR="005D16B1" w:rsidRPr="00B85AB4" w:rsidRDefault="009C497F" w:rsidP="009C497F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instrText xml:space="preserve"> REF HeaderType_f \h  \* MERGEFORMAT </w:instrTex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B85AB4">
              <w:rPr>
                <w:rStyle w:val="pole"/>
                <w:rFonts w:ascii="Lato" w:hAnsi="Lato"/>
                <w:sz w:val="20"/>
                <w:szCs w:val="20"/>
              </w:rPr>
              <w:t>HeaderType</w: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2" w:type="dxa"/>
          </w:tcPr>
          <w:p w14:paraId="1F9C626E" w14:textId="77777777" w:rsidR="005D16B1" w:rsidRPr="00004DC5" w:rsidRDefault="00116B69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EE38B9" w:rsidRPr="00004DC5" w14:paraId="1C9FE986" w14:textId="77777777" w:rsidTr="00EB4C12">
        <w:trPr>
          <w:trHeight w:val="213"/>
        </w:trPr>
        <w:tc>
          <w:tcPr>
            <w:tcW w:w="1739" w:type="dxa"/>
          </w:tcPr>
          <w:p w14:paraId="31BA127C" w14:textId="77777777" w:rsidR="00EE38B9" w:rsidRPr="00004DC5" w:rsidRDefault="00EE38B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version</w:t>
            </w:r>
          </w:p>
        </w:tc>
        <w:tc>
          <w:tcPr>
            <w:tcW w:w="3245" w:type="dxa"/>
          </w:tcPr>
          <w:p w14:paraId="4A63EDDF" w14:textId="77777777" w:rsidR="00EE38B9" w:rsidRPr="00004DC5" w:rsidRDefault="00EE38B9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Wersja schematu, z którą zgodny jest komunikat.</w:t>
            </w:r>
          </w:p>
        </w:tc>
        <w:tc>
          <w:tcPr>
            <w:tcW w:w="825" w:type="dxa"/>
          </w:tcPr>
          <w:p w14:paraId="76A96125" w14:textId="77777777" w:rsidR="00EE38B9" w:rsidRPr="00004DC5" w:rsidRDefault="00EE38B9" w:rsidP="005D16B1">
            <w:pPr>
              <w:rPr>
                <w:rFonts w:eastAsia="Times New Roman" w:cs="Arial"/>
                <w:b/>
                <w:sz w:val="20"/>
                <w:szCs w:val="20"/>
              </w:rPr>
            </w:pPr>
            <w:r w:rsidRPr="00004DC5">
              <w:rPr>
                <w:rFonts w:eastAsia="Times New Roman" w:cs="Arial"/>
                <w:b/>
                <w:sz w:val="20"/>
                <w:szCs w:val="20"/>
              </w:rPr>
              <w:t>-</w:t>
            </w:r>
          </w:p>
        </w:tc>
        <w:tc>
          <w:tcPr>
            <w:tcW w:w="2053" w:type="dxa"/>
          </w:tcPr>
          <w:p w14:paraId="5B00C02D" w14:textId="77777777" w:rsidR="00EE38B9" w:rsidRPr="00B85AB4" w:rsidRDefault="00EE38B9" w:rsidP="009C497F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t>ZVersion</w:t>
            </w:r>
          </w:p>
        </w:tc>
        <w:tc>
          <w:tcPr>
            <w:tcW w:w="1192" w:type="dxa"/>
          </w:tcPr>
          <w:p w14:paraId="46D96260" w14:textId="77777777" w:rsidR="00EE38B9" w:rsidRPr="00004DC5" w:rsidRDefault="00EE38B9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</w:tbl>
    <w:p w14:paraId="3DCE7BB1" w14:textId="77777777" w:rsidR="00AD20CD" w:rsidRPr="00004DC5" w:rsidRDefault="00AD20CD" w:rsidP="00AD20CD">
      <w:pPr>
        <w:spacing w:before="40" w:after="60"/>
        <w:jc w:val="both"/>
        <w:rPr>
          <w:sz w:val="20"/>
          <w:szCs w:val="20"/>
        </w:rPr>
      </w:pPr>
    </w:p>
    <w:p w14:paraId="2D218895" w14:textId="135E2831" w:rsidR="00242EEF" w:rsidRDefault="00242EEF" w:rsidP="00242EEF">
      <w:pPr>
        <w:pStyle w:val="Legenda"/>
        <w:keepNext/>
      </w:pPr>
      <w:bookmarkStart w:id="255" w:name="_Toc182566600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69</w:t>
      </w:r>
      <w:r w:rsidR="00715F4C">
        <w:rPr>
          <w:noProof/>
        </w:rPr>
        <w:fldChar w:fldCharType="end"/>
      </w:r>
      <w:r>
        <w:t xml:space="preserve">. </w:t>
      </w:r>
      <w:r w:rsidRPr="00C01284">
        <w:t>Struktura elementu HeaderType</w:t>
      </w:r>
      <w:bookmarkEnd w:id="255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5D16B1" w:rsidRPr="00004DC5" w14:paraId="3A454F5C" w14:textId="77777777" w:rsidTr="00EB4C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284964B8" w14:textId="77777777" w:rsidR="005D16B1" w:rsidRPr="00004DC5" w:rsidRDefault="005D16B1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04DC5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22A9B9F1" w14:textId="77777777" w:rsidR="005D16B1" w:rsidRPr="00004DC5" w:rsidRDefault="005D16B1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04DC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644F16E2" w14:textId="77777777" w:rsidR="005D16B1" w:rsidRPr="00004DC5" w:rsidRDefault="000E5D43" w:rsidP="005D16B1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04DC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492DCF1E" w14:textId="77777777" w:rsidR="005D16B1" w:rsidRPr="00004DC5" w:rsidRDefault="005D16B1">
            <w:pPr>
              <w:rPr>
                <w:rFonts w:cs="Arial"/>
                <w:b/>
                <w:sz w:val="18"/>
                <w:szCs w:val="18"/>
              </w:rPr>
            </w:pPr>
            <w:r w:rsidRPr="00004DC5">
              <w:rPr>
                <w:rFonts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7D6F84C4" w14:textId="77777777" w:rsidR="005D16B1" w:rsidRPr="00004DC5" w:rsidRDefault="005D16B1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04DC5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5D16B1" w:rsidRPr="00004DC5" w14:paraId="64B03706" w14:textId="77777777" w:rsidTr="00EB4C12">
        <w:trPr>
          <w:trHeight w:val="213"/>
        </w:trPr>
        <w:tc>
          <w:tcPr>
            <w:tcW w:w="1788" w:type="dxa"/>
          </w:tcPr>
          <w:p w14:paraId="10025584" w14:textId="77777777" w:rsidR="005D16B1" w:rsidRPr="00004DC5" w:rsidRDefault="005D16B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identifier</w:t>
            </w:r>
          </w:p>
        </w:tc>
        <w:tc>
          <w:tcPr>
            <w:tcW w:w="3360" w:type="dxa"/>
          </w:tcPr>
          <w:p w14:paraId="44975B4E" w14:textId="77777777" w:rsidR="005D16B1" w:rsidRPr="00004DC5" w:rsidRDefault="00633798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Identy</w:t>
            </w:r>
            <w:r w:rsidR="003F300D" w:rsidRPr="00004DC5">
              <w:rPr>
                <w:rFonts w:eastAsia="Times New Roman" w:cs="Arial"/>
                <w:sz w:val="20"/>
                <w:szCs w:val="20"/>
              </w:rPr>
              <w:t>fikator podatkowy NIP/ numer PESEL podatnika.</w:t>
            </w:r>
          </w:p>
        </w:tc>
        <w:tc>
          <w:tcPr>
            <w:tcW w:w="840" w:type="dxa"/>
          </w:tcPr>
          <w:p w14:paraId="7D969B92" w14:textId="77777777" w:rsidR="005D16B1" w:rsidRPr="00004DC5" w:rsidRDefault="00726189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2095" w:type="dxa"/>
          </w:tcPr>
          <w:p w14:paraId="15DB20E2" w14:textId="77777777" w:rsidR="005D16B1" w:rsidRPr="00004DC5" w:rsidRDefault="005D16B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ZIdentification</w:t>
            </w:r>
          </w:p>
          <w:p w14:paraId="128946DC" w14:textId="77777777" w:rsidR="005D16B1" w:rsidRPr="00004DC5" w:rsidRDefault="005D16B1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197" w:type="dxa"/>
          </w:tcPr>
          <w:p w14:paraId="377027B6" w14:textId="77777777" w:rsidR="005D16B1" w:rsidRPr="00004DC5" w:rsidRDefault="005D16B1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5D16B1" w:rsidRPr="00004DC5" w14:paraId="3CBE4109" w14:textId="77777777" w:rsidTr="00EB4C12">
        <w:trPr>
          <w:trHeight w:val="213"/>
        </w:trPr>
        <w:tc>
          <w:tcPr>
            <w:tcW w:w="1788" w:type="dxa"/>
          </w:tcPr>
          <w:p w14:paraId="573BCD13" w14:textId="77777777" w:rsidR="005D16B1" w:rsidRPr="00004DC5" w:rsidRDefault="005D16B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period</w:t>
            </w:r>
          </w:p>
        </w:tc>
        <w:tc>
          <w:tcPr>
            <w:tcW w:w="3360" w:type="dxa"/>
          </w:tcPr>
          <w:p w14:paraId="2C374152" w14:textId="77777777" w:rsidR="005D16B1" w:rsidRPr="00004DC5" w:rsidRDefault="003F300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Data w formacie miesiąc i rok za jaki została złożona deklaracja.</w:t>
            </w:r>
          </w:p>
        </w:tc>
        <w:tc>
          <w:tcPr>
            <w:tcW w:w="840" w:type="dxa"/>
          </w:tcPr>
          <w:p w14:paraId="5ED1C473" w14:textId="77777777" w:rsidR="005D16B1" w:rsidRPr="00004DC5" w:rsidRDefault="00726189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2, 3</w:t>
            </w:r>
          </w:p>
        </w:tc>
        <w:tc>
          <w:tcPr>
            <w:tcW w:w="2095" w:type="dxa"/>
          </w:tcPr>
          <w:p w14:paraId="306A4B91" w14:textId="77777777" w:rsidR="005D16B1" w:rsidRPr="00004DC5" w:rsidRDefault="005D16B1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ZPeriod</w:t>
            </w:r>
          </w:p>
          <w:p w14:paraId="78E1C0B4" w14:textId="665A2561" w:rsidR="005D16B1" w:rsidRPr="00004DC5" w:rsidRDefault="00147848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320753" w:rsidRPr="00004DC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>f</w:instrText>
            </w:r>
            <w:r w:rsidR="00320753" w:rsidRPr="00004DC5">
              <w:rPr>
                <w:rFonts w:eastAsia="Times New Roman" w:cs="Arial"/>
                <w:sz w:val="20"/>
                <w:szCs w:val="20"/>
              </w:rPr>
              <w:instrText>1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04DC5" w:rsidRPr="00004DC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04DC5">
              <w:rPr>
                <w:rFonts w:eastAsia="Times New Roman" w:cs="Arial"/>
                <w:sz w:val="20"/>
                <w:szCs w:val="20"/>
              </w:rPr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04DC5">
              <w:rPr>
                <w:rFonts w:eastAsia="Times New Roman" w:cs="Arial"/>
                <w:sz w:val="20"/>
                <w:szCs w:val="20"/>
              </w:rPr>
              <w:t>R1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="002E739F" w:rsidRPr="00004DC5">
              <w:rPr>
                <w:rFonts w:eastAsia="Times New Roman" w:cs="Arial"/>
                <w:sz w:val="20"/>
                <w:szCs w:val="20"/>
              </w:rPr>
              <w:t>,R19</w:t>
            </w:r>
          </w:p>
        </w:tc>
        <w:tc>
          <w:tcPr>
            <w:tcW w:w="1197" w:type="dxa"/>
          </w:tcPr>
          <w:p w14:paraId="07AAC117" w14:textId="77777777" w:rsidR="005D16B1" w:rsidRPr="00004DC5" w:rsidRDefault="005D16B1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5D16B1" w:rsidRPr="00004DC5" w14:paraId="7879979D" w14:textId="77777777" w:rsidTr="00EB4C12">
        <w:trPr>
          <w:trHeight w:val="213"/>
        </w:trPr>
        <w:tc>
          <w:tcPr>
            <w:tcW w:w="1788" w:type="dxa"/>
          </w:tcPr>
          <w:p w14:paraId="69D1BA27" w14:textId="77777777" w:rsidR="005D16B1" w:rsidRPr="00004DC5" w:rsidRDefault="005D16B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formNo</w:t>
            </w:r>
          </w:p>
        </w:tc>
        <w:tc>
          <w:tcPr>
            <w:tcW w:w="3360" w:type="dxa"/>
          </w:tcPr>
          <w:p w14:paraId="2DDF59BD" w14:textId="77777777" w:rsidR="005D16B1" w:rsidRPr="00004DC5" w:rsidRDefault="003F300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Numer załącznika. Podatnik może załączyć wiele formularzy załącznika tego samego typu.</w:t>
            </w:r>
          </w:p>
        </w:tc>
        <w:tc>
          <w:tcPr>
            <w:tcW w:w="840" w:type="dxa"/>
          </w:tcPr>
          <w:p w14:paraId="6C826CE4" w14:textId="77777777" w:rsidR="005D16B1" w:rsidRPr="00004DC5" w:rsidRDefault="00726189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4</w:t>
            </w:r>
          </w:p>
        </w:tc>
        <w:tc>
          <w:tcPr>
            <w:tcW w:w="2095" w:type="dxa"/>
          </w:tcPr>
          <w:p w14:paraId="629860BC" w14:textId="77777777" w:rsidR="005D16B1" w:rsidRPr="00004DC5" w:rsidRDefault="00850287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ZFormNo</w:t>
            </w:r>
          </w:p>
          <w:p w14:paraId="0AC3FA85" w14:textId="2B58D5E1" w:rsidR="005D16B1" w:rsidRPr="00004DC5" w:rsidRDefault="00147848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320753" w:rsidRPr="00004DC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>f</w:instrText>
            </w:r>
            <w:r w:rsidR="00320753" w:rsidRPr="00004DC5">
              <w:rPr>
                <w:rFonts w:eastAsia="Times New Roman" w:cs="Arial"/>
                <w:sz w:val="20"/>
                <w:szCs w:val="20"/>
              </w:rPr>
              <w:instrText>2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04DC5" w:rsidRPr="00004DC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04DC5">
              <w:rPr>
                <w:rFonts w:eastAsia="Times New Roman" w:cs="Arial"/>
                <w:sz w:val="20"/>
                <w:szCs w:val="20"/>
              </w:rPr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04DC5">
              <w:rPr>
                <w:rFonts w:eastAsia="Times New Roman" w:cs="Arial"/>
                <w:sz w:val="20"/>
                <w:szCs w:val="20"/>
              </w:rPr>
              <w:t>R2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B6E7B36" w14:textId="77777777" w:rsidR="005D16B1" w:rsidRPr="00004DC5" w:rsidRDefault="005D16B1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1732C9" w:rsidRPr="00004DC5" w14:paraId="229D4164" w14:textId="77777777" w:rsidTr="00EB4C12">
        <w:trPr>
          <w:trHeight w:val="213"/>
        </w:trPr>
        <w:tc>
          <w:tcPr>
            <w:tcW w:w="1788" w:type="dxa"/>
          </w:tcPr>
          <w:p w14:paraId="6BBA496F" w14:textId="77777777" w:rsidR="001732C9" w:rsidRPr="00004DC5" w:rsidRDefault="001732C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Warehouse</w:t>
            </w:r>
          </w:p>
        </w:tc>
        <w:tc>
          <w:tcPr>
            <w:tcW w:w="3360" w:type="dxa"/>
          </w:tcPr>
          <w:p w14:paraId="64A01AA3" w14:textId="77777777" w:rsidR="001732C9" w:rsidRPr="00004DC5" w:rsidRDefault="001732C9" w:rsidP="00D05D5C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Dane o składzie podatkowym</w:t>
            </w:r>
            <w:r w:rsidR="003F300D" w:rsidRPr="00004DC5">
              <w:rPr>
                <w:rFonts w:eastAsia="Times New Roman" w:cs="Arial"/>
                <w:sz w:val="20"/>
                <w:szCs w:val="20"/>
              </w:rPr>
              <w:t>.</w:t>
            </w:r>
          </w:p>
        </w:tc>
        <w:tc>
          <w:tcPr>
            <w:tcW w:w="840" w:type="dxa"/>
          </w:tcPr>
          <w:p w14:paraId="6D2ACE08" w14:textId="77777777" w:rsidR="001732C9" w:rsidRPr="00004DC5" w:rsidRDefault="001732C9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B</w:t>
            </w:r>
          </w:p>
        </w:tc>
        <w:tc>
          <w:tcPr>
            <w:tcW w:w="2095" w:type="dxa"/>
          </w:tcPr>
          <w:p w14:paraId="1E2EFB8D" w14:textId="77777777" w:rsidR="001732C9" w:rsidRPr="00B85AB4" w:rsidRDefault="008824A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instrText xml:space="preserve"> REF WarehouseType_f \h  \* MERGEFORMAT </w:instrTex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B85AB4">
              <w:rPr>
                <w:rStyle w:val="pole"/>
                <w:rFonts w:ascii="Lato" w:hAnsi="Lato"/>
                <w:sz w:val="20"/>
                <w:szCs w:val="20"/>
              </w:rPr>
              <w:t>WarehouseType</w: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B750068" w14:textId="77777777" w:rsidR="001732C9" w:rsidRPr="00004DC5" w:rsidRDefault="001732C9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1732C9" w:rsidRPr="00004DC5" w14:paraId="240780C4" w14:textId="77777777" w:rsidTr="00EB4C12">
        <w:trPr>
          <w:trHeight w:val="213"/>
        </w:trPr>
        <w:tc>
          <w:tcPr>
            <w:tcW w:w="1788" w:type="dxa"/>
          </w:tcPr>
          <w:p w14:paraId="05E2683B" w14:textId="77777777" w:rsidR="001732C9" w:rsidRPr="00004DC5" w:rsidRDefault="001732C9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ExciseDutyInformation</w:t>
            </w:r>
          </w:p>
        </w:tc>
        <w:tc>
          <w:tcPr>
            <w:tcW w:w="3360" w:type="dxa"/>
          </w:tcPr>
          <w:p w14:paraId="59C55D2C" w14:textId="77777777" w:rsidR="001732C9" w:rsidRPr="00004DC5" w:rsidRDefault="00135E8A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Dane o składzie podatkowym, obliczeniach i rozliczeniach kwot podatku akcyzowego</w:t>
            </w:r>
          </w:p>
        </w:tc>
        <w:tc>
          <w:tcPr>
            <w:tcW w:w="840" w:type="dxa"/>
          </w:tcPr>
          <w:p w14:paraId="0394549A" w14:textId="77777777" w:rsidR="001732C9" w:rsidRPr="00004DC5" w:rsidRDefault="001732C9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C, D, F</w:t>
            </w:r>
          </w:p>
        </w:tc>
        <w:tc>
          <w:tcPr>
            <w:tcW w:w="2095" w:type="dxa"/>
          </w:tcPr>
          <w:p w14:paraId="6C7E55D5" w14:textId="77777777" w:rsidR="001732C9" w:rsidRPr="00B85AB4" w:rsidRDefault="008824A7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instrText xml:space="preserve"> REF ExciseDutyInformationType_f \h  \* MERGEFORMAT </w:instrTex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B85AB4">
              <w:rPr>
                <w:rStyle w:val="pole"/>
                <w:rFonts w:ascii="Lato" w:hAnsi="Lato"/>
                <w:sz w:val="20"/>
                <w:szCs w:val="20"/>
              </w:rPr>
              <w:t>ExciseDutyInformationType</w: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  <w:p w14:paraId="45AFCDEE" w14:textId="0A11D1D6" w:rsidR="00320753" w:rsidRPr="00B85AB4" w:rsidRDefault="00147848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t xml:space="preserve">Patrz reguła </w: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instrText xml:space="preserve"> REF </w:instrText>
            </w:r>
            <w:r w:rsidR="00320753" w:rsidRPr="00B85AB4">
              <w:rPr>
                <w:rStyle w:val="pole"/>
                <w:rFonts w:ascii="Lato" w:hAnsi="Lato"/>
                <w:sz w:val="20"/>
                <w:szCs w:val="20"/>
              </w:rPr>
              <w:instrText>R</w:instrTex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instrText>f</w:instrText>
            </w:r>
            <w:r w:rsidR="00320753" w:rsidRPr="00B85AB4">
              <w:rPr>
                <w:rStyle w:val="pole"/>
                <w:rFonts w:ascii="Lato" w:hAnsi="Lato"/>
                <w:sz w:val="20"/>
                <w:szCs w:val="20"/>
              </w:rPr>
              <w:instrText>3</w:instrTex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instrText xml:space="preserve"> \h </w:instrText>
            </w:r>
            <w:r w:rsidR="00004DC5" w:rsidRPr="00B85AB4">
              <w:rPr>
                <w:rStyle w:val="pole"/>
                <w:rFonts w:ascii="Lato" w:hAnsi="Lato"/>
                <w:sz w:val="20"/>
                <w:szCs w:val="20"/>
              </w:rPr>
              <w:instrText xml:space="preserve"> \* MERGEFORMAT </w:instrTex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B85AB4">
              <w:rPr>
                <w:rStyle w:val="pole"/>
                <w:rFonts w:ascii="Lato" w:hAnsi="Lato"/>
                <w:sz w:val="20"/>
                <w:szCs w:val="20"/>
              </w:rPr>
              <w:t>R3</w: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47BFF8D" w14:textId="77777777" w:rsidR="001732C9" w:rsidRPr="00004DC5" w:rsidRDefault="00C6122F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0</w:t>
            </w:r>
            <w:r w:rsidR="001732C9" w:rsidRPr="00004DC5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1732C9" w:rsidRPr="00004DC5" w14:paraId="429CFB6A" w14:textId="77777777" w:rsidTr="00EB4C12">
        <w:trPr>
          <w:trHeight w:val="213"/>
        </w:trPr>
        <w:tc>
          <w:tcPr>
            <w:tcW w:w="1788" w:type="dxa"/>
          </w:tcPr>
          <w:p w14:paraId="4EE3B00D" w14:textId="77777777" w:rsidR="001732C9" w:rsidRPr="00004DC5" w:rsidRDefault="001732C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DailyPaymentInformation</w:t>
            </w:r>
          </w:p>
        </w:tc>
        <w:tc>
          <w:tcPr>
            <w:tcW w:w="3360" w:type="dxa"/>
          </w:tcPr>
          <w:p w14:paraId="0FE5BC31" w14:textId="77777777" w:rsidR="001732C9" w:rsidRPr="00004DC5" w:rsidRDefault="00165AFA" w:rsidP="00D05D5C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Suma kwot wpłat dziennych</w:t>
            </w:r>
          </w:p>
        </w:tc>
        <w:tc>
          <w:tcPr>
            <w:tcW w:w="840" w:type="dxa"/>
          </w:tcPr>
          <w:p w14:paraId="7B7152A1" w14:textId="77777777" w:rsidR="001732C9" w:rsidRPr="00004DC5" w:rsidRDefault="001732C9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E</w:t>
            </w:r>
          </w:p>
        </w:tc>
        <w:tc>
          <w:tcPr>
            <w:tcW w:w="2095" w:type="dxa"/>
          </w:tcPr>
          <w:p w14:paraId="457BD87C" w14:textId="77777777" w:rsidR="001732C9" w:rsidRPr="00B85AB4" w:rsidRDefault="008824A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instrText xml:space="preserve"> REF DailyPaymentInformationType_f \h  \* MERGEFORMAT </w:instrTex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B85AB4">
              <w:rPr>
                <w:rStyle w:val="pole"/>
                <w:rFonts w:ascii="Lato" w:hAnsi="Lato"/>
                <w:sz w:val="20"/>
                <w:szCs w:val="20"/>
              </w:rPr>
              <w:t>DailyPaymentInformationType</w: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B2CD966" w14:textId="77777777" w:rsidR="001732C9" w:rsidRPr="00004DC5" w:rsidRDefault="00410190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0</w:t>
            </w:r>
            <w:r w:rsidR="001732C9" w:rsidRPr="00004DC5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</w:tbl>
    <w:p w14:paraId="750EC1C8" w14:textId="37567134" w:rsidR="00242EEF" w:rsidRDefault="00242EEF" w:rsidP="00242EEF">
      <w:pPr>
        <w:pStyle w:val="Legenda"/>
        <w:keepNext/>
      </w:pPr>
      <w:bookmarkStart w:id="256" w:name="_Toc182566601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70</w:t>
      </w:r>
      <w:r w:rsidR="00715F4C">
        <w:rPr>
          <w:noProof/>
        </w:rPr>
        <w:fldChar w:fldCharType="end"/>
      </w:r>
      <w:r>
        <w:t xml:space="preserve">. </w:t>
      </w:r>
      <w:r w:rsidRPr="0047483E">
        <w:t>Struktura elementu WarehouseType</w:t>
      </w:r>
      <w:bookmarkEnd w:id="256"/>
    </w:p>
    <w:tbl>
      <w:tblPr>
        <w:tblStyle w:val="Siatkatabelijasna"/>
        <w:tblW w:w="9225" w:type="dxa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197"/>
      </w:tblGrid>
      <w:tr w:rsidR="005D16B1" w:rsidRPr="00004DC5" w14:paraId="1A269094" w14:textId="77777777" w:rsidTr="00EB4C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48DF5DFF" w14:textId="77777777" w:rsidR="005D16B1" w:rsidRPr="00004DC5" w:rsidRDefault="005D16B1">
            <w:pPr>
              <w:rPr>
                <w:rStyle w:val="polegwne"/>
                <w:rFonts w:ascii="Lato" w:hAnsi="Lato"/>
              </w:rPr>
            </w:pPr>
            <w:r w:rsidRPr="00004DC5">
              <w:rPr>
                <w:rStyle w:val="polegwne"/>
                <w:rFonts w:ascii="Lato" w:hAnsi="Lato"/>
              </w:rPr>
              <w:t xml:space="preserve">Nazwa </w:t>
            </w:r>
          </w:p>
        </w:tc>
        <w:tc>
          <w:tcPr>
            <w:tcW w:w="3360" w:type="dxa"/>
          </w:tcPr>
          <w:p w14:paraId="3C25E8C3" w14:textId="77777777" w:rsidR="005D16B1" w:rsidRPr="00004DC5" w:rsidRDefault="005D16B1">
            <w:pPr>
              <w:rPr>
                <w:rStyle w:val="polegwne"/>
                <w:rFonts w:ascii="Lato" w:hAnsi="Lato"/>
              </w:rPr>
            </w:pPr>
            <w:r w:rsidRPr="00004DC5">
              <w:rPr>
                <w:rStyle w:val="polegwne"/>
                <w:rFonts w:ascii="Lato" w:hAnsi="Lato"/>
              </w:rPr>
              <w:t>Opis</w:t>
            </w:r>
          </w:p>
        </w:tc>
        <w:tc>
          <w:tcPr>
            <w:tcW w:w="840" w:type="dxa"/>
          </w:tcPr>
          <w:p w14:paraId="155F549D" w14:textId="77777777" w:rsidR="005D16B1" w:rsidRPr="00004DC5" w:rsidRDefault="000E5D43" w:rsidP="005D16B1">
            <w:pPr>
              <w:rPr>
                <w:rStyle w:val="polegwne"/>
                <w:rFonts w:ascii="Lato" w:hAnsi="Lato"/>
              </w:rPr>
            </w:pPr>
            <w:r w:rsidRPr="00004DC5">
              <w:rPr>
                <w:rStyle w:val="polegwne"/>
                <w:rFonts w:ascii="Lato" w:hAnsi="Lato"/>
              </w:rPr>
              <w:t>Nr pola</w:t>
            </w:r>
          </w:p>
        </w:tc>
        <w:tc>
          <w:tcPr>
            <w:tcW w:w="2040" w:type="dxa"/>
          </w:tcPr>
          <w:p w14:paraId="053DC15D" w14:textId="77777777" w:rsidR="005D16B1" w:rsidRPr="00004DC5" w:rsidRDefault="005D16B1">
            <w:pPr>
              <w:rPr>
                <w:rStyle w:val="polegwne"/>
                <w:rFonts w:ascii="Lato" w:hAnsi="Lato"/>
              </w:rPr>
            </w:pPr>
            <w:r w:rsidRPr="00004DC5">
              <w:rPr>
                <w:rStyle w:val="polegwne"/>
                <w:rFonts w:ascii="Lato" w:hAnsi="Lato"/>
              </w:rPr>
              <w:t>Typ, reguły</w:t>
            </w:r>
          </w:p>
        </w:tc>
        <w:tc>
          <w:tcPr>
            <w:tcW w:w="1197" w:type="dxa"/>
          </w:tcPr>
          <w:p w14:paraId="2D2FB459" w14:textId="77777777" w:rsidR="005D16B1" w:rsidRPr="00004DC5" w:rsidRDefault="005D16B1">
            <w:pPr>
              <w:rPr>
                <w:rStyle w:val="polegwne"/>
                <w:rFonts w:ascii="Lato" w:hAnsi="Lato"/>
              </w:rPr>
            </w:pPr>
            <w:r w:rsidRPr="00004DC5">
              <w:rPr>
                <w:rStyle w:val="polegwne"/>
                <w:rFonts w:ascii="Lato" w:hAnsi="Lato"/>
              </w:rPr>
              <w:t>Liczebność</w:t>
            </w:r>
          </w:p>
        </w:tc>
      </w:tr>
      <w:tr w:rsidR="005D16B1" w:rsidRPr="00004DC5" w14:paraId="75E93C72" w14:textId="77777777" w:rsidTr="00EB4C12">
        <w:trPr>
          <w:trHeight w:val="213"/>
        </w:trPr>
        <w:tc>
          <w:tcPr>
            <w:tcW w:w="1788" w:type="dxa"/>
          </w:tcPr>
          <w:p w14:paraId="548533DD" w14:textId="77777777" w:rsidR="005D16B1" w:rsidRPr="00004DC5" w:rsidRDefault="005D16B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operatorNo</w:t>
            </w:r>
          </w:p>
        </w:tc>
        <w:tc>
          <w:tcPr>
            <w:tcW w:w="3360" w:type="dxa"/>
          </w:tcPr>
          <w:p w14:paraId="152384AC" w14:textId="77777777" w:rsidR="005D16B1" w:rsidRPr="00004DC5" w:rsidRDefault="00165AFA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Numer akcyzowy składu (pole 7 wypełnia podatnik prowadzący skład).</w:t>
            </w:r>
          </w:p>
        </w:tc>
        <w:tc>
          <w:tcPr>
            <w:tcW w:w="840" w:type="dxa"/>
          </w:tcPr>
          <w:p w14:paraId="0EA576BB" w14:textId="77777777" w:rsidR="005D16B1" w:rsidRPr="00004DC5" w:rsidRDefault="00483DA0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2040" w:type="dxa"/>
          </w:tcPr>
          <w:p w14:paraId="7CC898E8" w14:textId="77777777" w:rsidR="005D16B1" w:rsidRPr="00004DC5" w:rsidRDefault="00C93C4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  <w:r w:rsidR="005D16B1" w:rsidRPr="00004DC5">
              <w:rPr>
                <w:rStyle w:val="pole"/>
                <w:rFonts w:ascii="Lato" w:hAnsi="Lato"/>
                <w:sz w:val="20"/>
                <w:szCs w:val="20"/>
              </w:rPr>
              <w:t>(13)</w:t>
            </w:r>
          </w:p>
          <w:p w14:paraId="369EE63B" w14:textId="68ABC1F3" w:rsidR="005D16B1" w:rsidRPr="00004DC5" w:rsidRDefault="00147848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5D16B1" w:rsidRPr="00004DC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>f</w:instrText>
            </w:r>
            <w:r w:rsidR="005D16B1" w:rsidRPr="00004DC5">
              <w:rPr>
                <w:rFonts w:eastAsia="Times New Roman" w:cs="Arial"/>
                <w:sz w:val="20"/>
                <w:szCs w:val="20"/>
              </w:rPr>
              <w:instrText>4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04DC5" w:rsidRPr="00004DC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04DC5">
              <w:rPr>
                <w:rFonts w:eastAsia="Times New Roman" w:cs="Arial"/>
                <w:sz w:val="20"/>
                <w:szCs w:val="20"/>
              </w:rPr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04DC5">
              <w:rPr>
                <w:rFonts w:eastAsia="Times New Roman" w:cs="Arial"/>
                <w:sz w:val="20"/>
                <w:szCs w:val="20"/>
              </w:rPr>
              <w:t>R4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8F33948" w14:textId="77777777" w:rsidR="005D16B1" w:rsidRPr="00004DC5" w:rsidRDefault="005D16B1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5D16B1" w:rsidRPr="00004DC5" w14:paraId="711D1286" w14:textId="77777777" w:rsidTr="00EB4C12">
        <w:trPr>
          <w:trHeight w:val="213"/>
        </w:trPr>
        <w:tc>
          <w:tcPr>
            <w:tcW w:w="1788" w:type="dxa"/>
          </w:tcPr>
          <w:p w14:paraId="0FC0D196" w14:textId="77777777" w:rsidR="005D16B1" w:rsidRPr="00004DC5" w:rsidRDefault="005D16B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userNo</w:t>
            </w:r>
          </w:p>
        </w:tc>
        <w:tc>
          <w:tcPr>
            <w:tcW w:w="3360" w:type="dxa"/>
          </w:tcPr>
          <w:p w14:paraId="733517D1" w14:textId="77777777" w:rsidR="005D16B1" w:rsidRPr="00004DC5" w:rsidRDefault="00165AFA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Numer akcyzowy składu (pole 8 wypełnia podatnik będący właścicielem wyrobów akcyzowych, korzystający z cudzego składu)</w:t>
            </w:r>
          </w:p>
        </w:tc>
        <w:tc>
          <w:tcPr>
            <w:tcW w:w="840" w:type="dxa"/>
          </w:tcPr>
          <w:p w14:paraId="56DFB332" w14:textId="77777777" w:rsidR="005D16B1" w:rsidRPr="00004DC5" w:rsidRDefault="00483DA0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8</w:t>
            </w:r>
          </w:p>
        </w:tc>
        <w:tc>
          <w:tcPr>
            <w:tcW w:w="2040" w:type="dxa"/>
          </w:tcPr>
          <w:p w14:paraId="5EEA722F" w14:textId="77777777" w:rsidR="005D16B1" w:rsidRPr="00004DC5" w:rsidRDefault="00C93C4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  <w:r w:rsidR="005D16B1" w:rsidRPr="00004DC5">
              <w:rPr>
                <w:rStyle w:val="pole"/>
                <w:rFonts w:ascii="Lato" w:hAnsi="Lato"/>
                <w:sz w:val="20"/>
                <w:szCs w:val="20"/>
              </w:rPr>
              <w:t>(13)</w:t>
            </w:r>
          </w:p>
          <w:p w14:paraId="632B59ED" w14:textId="203C84DC" w:rsidR="005D16B1" w:rsidRPr="00004DC5" w:rsidRDefault="00147848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5D16B1" w:rsidRPr="00004DC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>f</w:instrText>
            </w:r>
            <w:r w:rsidR="005D16B1" w:rsidRPr="00004DC5">
              <w:rPr>
                <w:rFonts w:eastAsia="Times New Roman" w:cs="Arial"/>
                <w:sz w:val="20"/>
                <w:szCs w:val="20"/>
              </w:rPr>
              <w:instrText>5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04DC5" w:rsidRPr="00004DC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04DC5">
              <w:rPr>
                <w:rFonts w:eastAsia="Times New Roman" w:cs="Arial"/>
                <w:sz w:val="20"/>
                <w:szCs w:val="20"/>
              </w:rPr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04DC5">
              <w:rPr>
                <w:rFonts w:eastAsia="Times New Roman" w:cs="Arial"/>
                <w:sz w:val="20"/>
                <w:szCs w:val="20"/>
              </w:rPr>
              <w:t>R5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125C5AC" w14:textId="77777777" w:rsidR="005D16B1" w:rsidRPr="00004DC5" w:rsidRDefault="005D16B1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5D16B1" w:rsidRPr="00004DC5" w14:paraId="5E4979B9" w14:textId="77777777" w:rsidTr="00EB4C12">
        <w:trPr>
          <w:trHeight w:val="213"/>
        </w:trPr>
        <w:tc>
          <w:tcPr>
            <w:tcW w:w="1788" w:type="dxa"/>
          </w:tcPr>
          <w:p w14:paraId="035CA3FB" w14:textId="77777777" w:rsidR="005D16B1" w:rsidRPr="00004DC5" w:rsidRDefault="005D16B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address</w:t>
            </w:r>
          </w:p>
        </w:tc>
        <w:tc>
          <w:tcPr>
            <w:tcW w:w="3360" w:type="dxa"/>
          </w:tcPr>
          <w:p w14:paraId="140B8D0F" w14:textId="77777777" w:rsidR="005D16B1" w:rsidRPr="00004DC5" w:rsidRDefault="005D16B1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Adres składu</w:t>
            </w:r>
            <w:r w:rsidR="00165AFA" w:rsidRPr="00004DC5">
              <w:rPr>
                <w:rFonts w:eastAsia="Times New Roman" w:cs="Arial"/>
                <w:sz w:val="20"/>
                <w:szCs w:val="20"/>
              </w:rPr>
              <w:t>.</w:t>
            </w:r>
          </w:p>
        </w:tc>
        <w:tc>
          <w:tcPr>
            <w:tcW w:w="840" w:type="dxa"/>
          </w:tcPr>
          <w:p w14:paraId="1A2F26C2" w14:textId="77777777" w:rsidR="005D16B1" w:rsidRPr="00004DC5" w:rsidRDefault="00483DA0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9</w:t>
            </w:r>
          </w:p>
        </w:tc>
        <w:tc>
          <w:tcPr>
            <w:tcW w:w="2040" w:type="dxa"/>
          </w:tcPr>
          <w:p w14:paraId="1DEE9DB2" w14:textId="77777777" w:rsidR="005D16B1" w:rsidRPr="00004DC5" w:rsidRDefault="00C93C4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  <w:r w:rsidR="00694290" w:rsidRPr="00004DC5">
              <w:rPr>
                <w:rStyle w:val="pole"/>
                <w:rFonts w:ascii="Lato" w:hAnsi="Lato"/>
                <w:sz w:val="20"/>
                <w:szCs w:val="20"/>
              </w:rPr>
              <w:t>(</w:t>
            </w:r>
            <w:r w:rsidR="00D561DA" w:rsidRPr="00004DC5">
              <w:rPr>
                <w:rStyle w:val="pole"/>
                <w:rFonts w:ascii="Lato" w:hAnsi="Lato"/>
                <w:sz w:val="20"/>
                <w:szCs w:val="20"/>
              </w:rPr>
              <w:t>512</w:t>
            </w:r>
            <w:r w:rsidR="005D16B1" w:rsidRPr="00004DC5">
              <w:rPr>
                <w:rStyle w:val="pole"/>
                <w:rFonts w:ascii="Lato" w:hAnsi="Lato"/>
                <w:sz w:val="20"/>
                <w:szCs w:val="20"/>
              </w:rPr>
              <w:t>)</w:t>
            </w:r>
          </w:p>
          <w:p w14:paraId="66247880" w14:textId="4CC1AFE2" w:rsidR="005D16B1" w:rsidRPr="00004DC5" w:rsidRDefault="00147848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5D16B1" w:rsidRPr="00004DC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>f</w:instrText>
            </w:r>
            <w:r w:rsidR="005D16B1" w:rsidRPr="00004DC5">
              <w:rPr>
                <w:rFonts w:eastAsia="Times New Roman" w:cs="Arial"/>
                <w:sz w:val="20"/>
                <w:szCs w:val="20"/>
              </w:rPr>
              <w:instrText>6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04DC5" w:rsidRPr="00004DC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04DC5">
              <w:rPr>
                <w:rFonts w:eastAsia="Times New Roman" w:cs="Arial"/>
                <w:sz w:val="20"/>
                <w:szCs w:val="20"/>
              </w:rPr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04DC5">
              <w:rPr>
                <w:rFonts w:eastAsia="Times New Roman" w:cs="Arial"/>
                <w:sz w:val="20"/>
                <w:szCs w:val="20"/>
              </w:rPr>
              <w:t>R6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02FA13E" w14:textId="77777777" w:rsidR="005D16B1" w:rsidRPr="00004DC5" w:rsidRDefault="005D16B1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5D16B1" w:rsidRPr="00004DC5" w14:paraId="46E1C8B7" w14:textId="77777777" w:rsidTr="00EB4C12">
        <w:trPr>
          <w:trHeight w:val="213"/>
        </w:trPr>
        <w:tc>
          <w:tcPr>
            <w:tcW w:w="1788" w:type="dxa"/>
          </w:tcPr>
          <w:p w14:paraId="43CFA2DF" w14:textId="77777777" w:rsidR="005D16B1" w:rsidRPr="00004DC5" w:rsidRDefault="005D16B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consumerNo</w:t>
            </w:r>
          </w:p>
        </w:tc>
        <w:tc>
          <w:tcPr>
            <w:tcW w:w="3360" w:type="dxa"/>
          </w:tcPr>
          <w:p w14:paraId="0FA817BC" w14:textId="77777777" w:rsidR="005D16B1" w:rsidRPr="00004DC5" w:rsidRDefault="005D16B1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Numer akcyzowy zarejestrowanego odbiorcy, wypełniany tylko w przypadku formularza AKC-4zo</w:t>
            </w:r>
          </w:p>
        </w:tc>
        <w:tc>
          <w:tcPr>
            <w:tcW w:w="840" w:type="dxa"/>
          </w:tcPr>
          <w:p w14:paraId="3EA34F27" w14:textId="77777777" w:rsidR="005D16B1" w:rsidRPr="00004DC5" w:rsidRDefault="00483DA0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10</w:t>
            </w:r>
          </w:p>
        </w:tc>
        <w:tc>
          <w:tcPr>
            <w:tcW w:w="2040" w:type="dxa"/>
          </w:tcPr>
          <w:p w14:paraId="1A206C6D" w14:textId="77777777" w:rsidR="005D16B1" w:rsidRPr="00004DC5" w:rsidRDefault="00C93C4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  <w:r w:rsidR="005D16B1" w:rsidRPr="00004DC5">
              <w:rPr>
                <w:rStyle w:val="pole"/>
                <w:rFonts w:ascii="Lato" w:hAnsi="Lato"/>
                <w:sz w:val="20"/>
                <w:szCs w:val="20"/>
              </w:rPr>
              <w:t>(13)</w:t>
            </w:r>
          </w:p>
          <w:p w14:paraId="68EC6298" w14:textId="3D854146" w:rsidR="005D16B1" w:rsidRPr="00004DC5" w:rsidRDefault="00147848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5D16B1" w:rsidRPr="00004DC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>f</w:instrText>
            </w:r>
            <w:r w:rsidR="005D16B1" w:rsidRPr="00004DC5">
              <w:rPr>
                <w:rFonts w:eastAsia="Times New Roman" w:cs="Arial"/>
                <w:sz w:val="20"/>
                <w:szCs w:val="20"/>
              </w:rPr>
              <w:instrText>7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04DC5" w:rsidRPr="00004DC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04DC5">
              <w:rPr>
                <w:rFonts w:eastAsia="Times New Roman" w:cs="Arial"/>
                <w:sz w:val="20"/>
                <w:szCs w:val="20"/>
              </w:rPr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04DC5">
              <w:rPr>
                <w:rFonts w:eastAsia="Times New Roman" w:cs="Arial"/>
                <w:sz w:val="20"/>
                <w:szCs w:val="20"/>
              </w:rPr>
              <w:t>R7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F8F489F" w14:textId="77777777" w:rsidR="005D16B1" w:rsidRPr="00004DC5" w:rsidRDefault="005D16B1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38345B" w:rsidRPr="00004DC5" w14:paraId="1636B5EF" w14:textId="77777777" w:rsidTr="00EB4C12">
        <w:trPr>
          <w:trHeight w:val="213"/>
        </w:trPr>
        <w:tc>
          <w:tcPr>
            <w:tcW w:w="1788" w:type="dxa"/>
          </w:tcPr>
          <w:p w14:paraId="5EDDDCDC" w14:textId="77777777" w:rsidR="0038345B" w:rsidRPr="00004DC5" w:rsidRDefault="0038345B" w:rsidP="0038345B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oneTime</w:t>
            </w:r>
          </w:p>
        </w:tc>
        <w:tc>
          <w:tcPr>
            <w:tcW w:w="3360" w:type="dxa"/>
          </w:tcPr>
          <w:p w14:paraId="006ECF99" w14:textId="77777777" w:rsidR="0038345B" w:rsidRPr="00004DC5" w:rsidRDefault="0038345B" w:rsidP="0038345B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Jednorazowe</w:t>
            </w:r>
          </w:p>
        </w:tc>
        <w:tc>
          <w:tcPr>
            <w:tcW w:w="840" w:type="dxa"/>
          </w:tcPr>
          <w:p w14:paraId="361ED4BC" w14:textId="77777777" w:rsidR="0038345B" w:rsidRPr="00004DC5" w:rsidRDefault="0038345B" w:rsidP="0038345B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40" w:type="dxa"/>
          </w:tcPr>
          <w:p w14:paraId="57D3F3F5" w14:textId="77777777" w:rsidR="0038345B" w:rsidRPr="00004DC5" w:rsidRDefault="0038345B" w:rsidP="0038345B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boolean</w:t>
            </w:r>
          </w:p>
        </w:tc>
        <w:tc>
          <w:tcPr>
            <w:tcW w:w="1197" w:type="dxa"/>
          </w:tcPr>
          <w:p w14:paraId="7942E421" w14:textId="77777777" w:rsidR="0038345B" w:rsidRPr="00004DC5" w:rsidRDefault="0038345B" w:rsidP="0038345B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</w:tbl>
    <w:p w14:paraId="096880C0" w14:textId="2F2ECD15" w:rsidR="00242EEF" w:rsidRDefault="00242EEF" w:rsidP="00242EEF">
      <w:pPr>
        <w:pStyle w:val="Legenda"/>
        <w:keepNext/>
      </w:pPr>
      <w:bookmarkStart w:id="257" w:name="_Toc182566602"/>
      <w:r>
        <w:lastRenderedPageBreak/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71</w:t>
      </w:r>
      <w:r w:rsidR="00715F4C">
        <w:rPr>
          <w:noProof/>
        </w:rPr>
        <w:fldChar w:fldCharType="end"/>
      </w:r>
      <w:r>
        <w:t xml:space="preserve">. </w:t>
      </w:r>
      <w:r w:rsidRPr="001C5902">
        <w:t>Struktura elementu ExciseDutyInformationType</w:t>
      </w:r>
      <w:bookmarkEnd w:id="257"/>
    </w:p>
    <w:tbl>
      <w:tblPr>
        <w:tblStyle w:val="Siatkatabelijasna"/>
        <w:tblW w:w="93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195"/>
        <w:gridCol w:w="1197"/>
      </w:tblGrid>
      <w:tr w:rsidR="005D16B1" w:rsidRPr="00004DC5" w14:paraId="465B7ED0" w14:textId="77777777" w:rsidTr="00EB4C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2BABE509" w14:textId="77777777" w:rsidR="005D16B1" w:rsidRPr="00004DC5" w:rsidRDefault="005D16B1">
            <w:pPr>
              <w:rPr>
                <w:rStyle w:val="polegwne"/>
                <w:rFonts w:ascii="Lato" w:hAnsi="Lato"/>
              </w:rPr>
            </w:pPr>
            <w:r w:rsidRPr="00004DC5">
              <w:rPr>
                <w:rStyle w:val="polegwne"/>
                <w:rFonts w:ascii="Lato" w:hAnsi="Lato"/>
              </w:rPr>
              <w:t xml:space="preserve">Nazwa </w:t>
            </w:r>
          </w:p>
        </w:tc>
        <w:tc>
          <w:tcPr>
            <w:tcW w:w="3360" w:type="dxa"/>
          </w:tcPr>
          <w:p w14:paraId="7C7E6468" w14:textId="77777777" w:rsidR="005D16B1" w:rsidRPr="00004DC5" w:rsidRDefault="005D16B1">
            <w:pPr>
              <w:rPr>
                <w:rStyle w:val="polegwne"/>
                <w:rFonts w:ascii="Lato" w:hAnsi="Lato"/>
              </w:rPr>
            </w:pPr>
            <w:r w:rsidRPr="00004DC5">
              <w:rPr>
                <w:rStyle w:val="polegwne"/>
                <w:rFonts w:ascii="Lato" w:hAnsi="Lato"/>
              </w:rPr>
              <w:t>Opis</w:t>
            </w:r>
          </w:p>
        </w:tc>
        <w:tc>
          <w:tcPr>
            <w:tcW w:w="840" w:type="dxa"/>
          </w:tcPr>
          <w:p w14:paraId="17DED754" w14:textId="77777777" w:rsidR="005D16B1" w:rsidRPr="00004DC5" w:rsidRDefault="000E5D43" w:rsidP="005D16B1">
            <w:pPr>
              <w:rPr>
                <w:rStyle w:val="polegwne"/>
                <w:rFonts w:ascii="Lato" w:hAnsi="Lato"/>
              </w:rPr>
            </w:pPr>
            <w:r w:rsidRPr="00004DC5">
              <w:rPr>
                <w:rStyle w:val="polegwne"/>
                <w:rFonts w:ascii="Lato" w:hAnsi="Lato"/>
              </w:rPr>
              <w:t>Nr pola</w:t>
            </w:r>
          </w:p>
        </w:tc>
        <w:tc>
          <w:tcPr>
            <w:tcW w:w="2195" w:type="dxa"/>
          </w:tcPr>
          <w:p w14:paraId="5AF77A92" w14:textId="77777777" w:rsidR="005D16B1" w:rsidRPr="00004DC5" w:rsidRDefault="005D16B1">
            <w:pPr>
              <w:rPr>
                <w:rStyle w:val="polegwne"/>
                <w:rFonts w:ascii="Lato" w:hAnsi="Lato"/>
              </w:rPr>
            </w:pPr>
            <w:r w:rsidRPr="00004DC5">
              <w:rPr>
                <w:rStyle w:val="polegwne"/>
                <w:rFonts w:ascii="Lato" w:hAnsi="Lato"/>
              </w:rPr>
              <w:t>Typ, reguły</w:t>
            </w:r>
          </w:p>
        </w:tc>
        <w:tc>
          <w:tcPr>
            <w:tcW w:w="1197" w:type="dxa"/>
          </w:tcPr>
          <w:p w14:paraId="632610B3" w14:textId="77777777" w:rsidR="005D16B1" w:rsidRPr="00004DC5" w:rsidRDefault="005D16B1">
            <w:pPr>
              <w:rPr>
                <w:rStyle w:val="polegwne"/>
                <w:rFonts w:ascii="Lato" w:hAnsi="Lato"/>
              </w:rPr>
            </w:pPr>
            <w:r w:rsidRPr="00004DC5">
              <w:rPr>
                <w:rStyle w:val="polegwne"/>
                <w:rFonts w:ascii="Lato" w:hAnsi="Lato"/>
              </w:rPr>
              <w:t>Liczebność</w:t>
            </w:r>
          </w:p>
        </w:tc>
      </w:tr>
      <w:tr w:rsidR="00FE6259" w:rsidRPr="00004DC5" w14:paraId="27A81DF1" w14:textId="77777777" w:rsidTr="00EB4C12">
        <w:trPr>
          <w:trHeight w:val="213"/>
        </w:trPr>
        <w:tc>
          <w:tcPr>
            <w:tcW w:w="1788" w:type="dxa"/>
          </w:tcPr>
          <w:p w14:paraId="3F1CDEF5" w14:textId="77777777" w:rsidR="00FE6259" w:rsidRPr="00004DC5" w:rsidRDefault="00FE625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CalculOfAmountOfExciseDuty</w:t>
            </w:r>
          </w:p>
        </w:tc>
        <w:tc>
          <w:tcPr>
            <w:tcW w:w="3360" w:type="dxa"/>
          </w:tcPr>
          <w:p w14:paraId="51A23E56" w14:textId="77777777" w:rsidR="00FE6259" w:rsidRPr="00004DC5" w:rsidRDefault="00FE6259" w:rsidP="00D05D5C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Obliczenie </w:t>
            </w:r>
            <w:r w:rsidR="00165AFA" w:rsidRPr="00004DC5">
              <w:rPr>
                <w:rFonts w:eastAsia="Times New Roman" w:cs="Arial"/>
                <w:sz w:val="20"/>
                <w:szCs w:val="20"/>
              </w:rPr>
              <w:t xml:space="preserve">wysokości </w:t>
            </w:r>
            <w:r w:rsidRPr="00004DC5">
              <w:rPr>
                <w:rFonts w:eastAsia="Times New Roman" w:cs="Arial"/>
                <w:sz w:val="20"/>
                <w:szCs w:val="20"/>
              </w:rPr>
              <w:t>podatku akcyzowego</w:t>
            </w:r>
          </w:p>
        </w:tc>
        <w:tc>
          <w:tcPr>
            <w:tcW w:w="840" w:type="dxa"/>
          </w:tcPr>
          <w:p w14:paraId="583E4135" w14:textId="77777777" w:rsidR="00FE6259" w:rsidRPr="00004DC5" w:rsidRDefault="00FE6259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C</w:t>
            </w:r>
          </w:p>
        </w:tc>
        <w:tc>
          <w:tcPr>
            <w:tcW w:w="2195" w:type="dxa"/>
          </w:tcPr>
          <w:p w14:paraId="67587188" w14:textId="77777777" w:rsidR="00FE6259" w:rsidRPr="00004DC5" w:rsidRDefault="00FE625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CalculOfAmountOfExciseDuty</w:t>
            </w:r>
            <w:r w:rsidR="007C08DD" w:rsidRPr="00004DC5">
              <w:rPr>
                <w:rStyle w:val="pole"/>
                <w:rFonts w:ascii="Lato" w:hAnsi="Lato"/>
                <w:sz w:val="20"/>
                <w:szCs w:val="20"/>
              </w:rPr>
              <w:t>type</w:t>
            </w:r>
          </w:p>
        </w:tc>
        <w:tc>
          <w:tcPr>
            <w:tcW w:w="1197" w:type="dxa"/>
          </w:tcPr>
          <w:p w14:paraId="47086218" w14:textId="77777777" w:rsidR="00FE6259" w:rsidRPr="00004DC5" w:rsidRDefault="00FE6259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FE6259" w:rsidRPr="00004DC5" w14:paraId="1DD5E640" w14:textId="77777777" w:rsidTr="00EB4C12">
        <w:trPr>
          <w:trHeight w:val="213"/>
        </w:trPr>
        <w:tc>
          <w:tcPr>
            <w:tcW w:w="1788" w:type="dxa"/>
          </w:tcPr>
          <w:p w14:paraId="77917D9D" w14:textId="77777777" w:rsidR="00FE6259" w:rsidRPr="00004DC5" w:rsidRDefault="00FE625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CleareanceExciseDuty</w:t>
            </w:r>
          </w:p>
        </w:tc>
        <w:tc>
          <w:tcPr>
            <w:tcW w:w="3360" w:type="dxa"/>
          </w:tcPr>
          <w:p w14:paraId="238CF2C9" w14:textId="77777777" w:rsidR="00FE6259" w:rsidRPr="00004DC5" w:rsidRDefault="00FE6259" w:rsidP="00D05D5C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Rozliczenie podatku akcyzowego</w:t>
            </w:r>
          </w:p>
        </w:tc>
        <w:tc>
          <w:tcPr>
            <w:tcW w:w="840" w:type="dxa"/>
          </w:tcPr>
          <w:p w14:paraId="714AE182" w14:textId="77777777" w:rsidR="00FE6259" w:rsidRPr="00004DC5" w:rsidRDefault="00FE6259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D</w:t>
            </w:r>
          </w:p>
        </w:tc>
        <w:tc>
          <w:tcPr>
            <w:tcW w:w="2195" w:type="dxa"/>
          </w:tcPr>
          <w:p w14:paraId="60BA25EB" w14:textId="77777777" w:rsidR="00FE6259" w:rsidRPr="00B85AB4" w:rsidRDefault="008824A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instrText xml:space="preserve"> REF CleareanceExciseDutyType_f \h  \* MERGEFORMAT </w:instrTex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B85AB4">
              <w:rPr>
                <w:rStyle w:val="pole"/>
                <w:rFonts w:ascii="Lato" w:hAnsi="Lato"/>
                <w:sz w:val="20"/>
                <w:szCs w:val="20"/>
              </w:rPr>
              <w:t>CleareanceExciseDutyType</w: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04DA593" w14:textId="77777777" w:rsidR="00FE6259" w:rsidRPr="00004DC5" w:rsidRDefault="00FE6259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FE6259" w:rsidRPr="00004DC5" w14:paraId="5161598A" w14:textId="77777777" w:rsidTr="00EB4C12">
        <w:trPr>
          <w:trHeight w:val="213"/>
        </w:trPr>
        <w:tc>
          <w:tcPr>
            <w:tcW w:w="1788" w:type="dxa"/>
          </w:tcPr>
          <w:p w14:paraId="31EEE3AB" w14:textId="77777777" w:rsidR="00FE6259" w:rsidRPr="00004DC5" w:rsidRDefault="00FE625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Items</w:t>
            </w:r>
          </w:p>
        </w:tc>
        <w:tc>
          <w:tcPr>
            <w:tcW w:w="3360" w:type="dxa"/>
          </w:tcPr>
          <w:p w14:paraId="34A0D65D" w14:textId="77777777" w:rsidR="00FE6259" w:rsidRPr="00004DC5" w:rsidRDefault="00FE6259" w:rsidP="00D05D5C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Obliczenie </w:t>
            </w:r>
            <w:r w:rsidR="00165AFA" w:rsidRPr="00004DC5">
              <w:rPr>
                <w:rFonts w:eastAsia="Times New Roman" w:cs="Arial"/>
                <w:sz w:val="20"/>
                <w:szCs w:val="20"/>
              </w:rPr>
              <w:t xml:space="preserve">wysokości </w:t>
            </w:r>
            <w:r w:rsidRPr="00004DC5">
              <w:rPr>
                <w:rFonts w:eastAsia="Times New Roman" w:cs="Arial"/>
                <w:sz w:val="20"/>
                <w:szCs w:val="20"/>
              </w:rPr>
              <w:t>podatku akcyzowego od</w:t>
            </w:r>
            <w:r w:rsidR="00165AFA" w:rsidRPr="00004DC5">
              <w:rPr>
                <w:rFonts w:eastAsia="Times New Roman" w:cs="Arial"/>
                <w:sz w:val="20"/>
                <w:szCs w:val="20"/>
              </w:rPr>
              <w:t xml:space="preserve"> </w:t>
            </w:r>
            <w:r w:rsidRPr="00004DC5">
              <w:rPr>
                <w:rFonts w:eastAsia="Times New Roman" w:cs="Arial"/>
                <w:sz w:val="20"/>
                <w:szCs w:val="20"/>
              </w:rPr>
              <w:t>poszczególnych wyrobów</w:t>
            </w:r>
          </w:p>
        </w:tc>
        <w:tc>
          <w:tcPr>
            <w:tcW w:w="840" w:type="dxa"/>
          </w:tcPr>
          <w:p w14:paraId="194C6CF4" w14:textId="77777777" w:rsidR="00FE6259" w:rsidRPr="00004DC5" w:rsidRDefault="00FE6259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F</w:t>
            </w:r>
          </w:p>
        </w:tc>
        <w:tc>
          <w:tcPr>
            <w:tcW w:w="2195" w:type="dxa"/>
          </w:tcPr>
          <w:p w14:paraId="23FC84D7" w14:textId="77777777" w:rsidR="00FE6259" w:rsidRPr="00B85AB4" w:rsidRDefault="008824A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instrText xml:space="preserve"> REF ItemsType_f \h  \* MERGEFORMAT </w:instrTex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B85AB4">
              <w:rPr>
                <w:rStyle w:val="pole"/>
                <w:rFonts w:ascii="Lato" w:hAnsi="Lato"/>
                <w:sz w:val="20"/>
                <w:szCs w:val="20"/>
              </w:rPr>
              <w:t>ItemsType</w: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980E86D" w14:textId="77777777" w:rsidR="00FE6259" w:rsidRPr="00004DC5" w:rsidRDefault="00FE6259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</w:tbl>
    <w:p w14:paraId="4A763D69" w14:textId="1DC1875E" w:rsidR="00242EEF" w:rsidRDefault="00242EEF" w:rsidP="00242EEF">
      <w:pPr>
        <w:pStyle w:val="Legenda"/>
        <w:keepNext/>
      </w:pPr>
      <w:bookmarkStart w:id="258" w:name="_Toc182566603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72</w:t>
      </w:r>
      <w:r w:rsidR="00715F4C">
        <w:rPr>
          <w:noProof/>
        </w:rPr>
        <w:fldChar w:fldCharType="end"/>
      </w:r>
      <w:r>
        <w:t xml:space="preserve">. </w:t>
      </w:r>
      <w:r w:rsidRPr="00483E9E">
        <w:t>Struktura elementu CalculOdAmountOfExciseDutyType</w:t>
      </w:r>
      <w:bookmarkEnd w:id="258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7C08DD" w:rsidRPr="00004DC5" w14:paraId="0BDC74AE" w14:textId="77777777" w:rsidTr="00EB4C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194534E9" w14:textId="77777777" w:rsidR="007C08DD" w:rsidRPr="00004DC5" w:rsidRDefault="007C08DD" w:rsidP="00855336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04DC5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0F0B8007" w14:textId="77777777" w:rsidR="007C08DD" w:rsidRPr="00004DC5" w:rsidRDefault="007C08DD" w:rsidP="00855336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04DC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473B348E" w14:textId="77777777" w:rsidR="007C08DD" w:rsidRPr="00004DC5" w:rsidRDefault="007C08DD" w:rsidP="00855336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04DC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455C0546" w14:textId="77777777" w:rsidR="007C08DD" w:rsidRPr="00004DC5" w:rsidRDefault="007C08DD" w:rsidP="00855336">
            <w:pPr>
              <w:rPr>
                <w:rFonts w:cs="Arial"/>
                <w:b/>
                <w:sz w:val="18"/>
                <w:szCs w:val="18"/>
              </w:rPr>
            </w:pPr>
            <w:r w:rsidRPr="00004DC5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76433886" w14:textId="77777777" w:rsidR="007C08DD" w:rsidRPr="00004DC5" w:rsidRDefault="007C08DD" w:rsidP="00855336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04DC5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7C08DD" w:rsidRPr="00004DC5" w14:paraId="5F0F9D5C" w14:textId="77777777" w:rsidTr="00EB4C12">
        <w:trPr>
          <w:trHeight w:val="213"/>
        </w:trPr>
        <w:tc>
          <w:tcPr>
            <w:tcW w:w="1788" w:type="dxa"/>
          </w:tcPr>
          <w:p w14:paraId="2374DE67" w14:textId="77777777" w:rsidR="007C08DD" w:rsidRPr="00004DC5" w:rsidRDefault="007C08DD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totalAmountOfTax</w:t>
            </w:r>
          </w:p>
        </w:tc>
        <w:tc>
          <w:tcPr>
            <w:tcW w:w="3360" w:type="dxa"/>
          </w:tcPr>
          <w:p w14:paraId="5584C8D1" w14:textId="77777777" w:rsidR="007C08DD" w:rsidRPr="00004DC5" w:rsidRDefault="007C08DD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Razem obliczony podatek. Suma kwot z poz. 253 formularzy AKC-4/F.</w:t>
            </w:r>
          </w:p>
        </w:tc>
        <w:tc>
          <w:tcPr>
            <w:tcW w:w="840" w:type="dxa"/>
          </w:tcPr>
          <w:p w14:paraId="6218EAFE" w14:textId="77777777" w:rsidR="007C08DD" w:rsidRPr="00004DC5" w:rsidRDefault="007C08DD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11</w:t>
            </w:r>
          </w:p>
        </w:tc>
        <w:tc>
          <w:tcPr>
            <w:tcW w:w="2095" w:type="dxa"/>
          </w:tcPr>
          <w:p w14:paraId="70FBEFC8" w14:textId="77777777" w:rsidR="007C08DD" w:rsidRPr="00004DC5" w:rsidRDefault="007C08DD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</w:tc>
        <w:tc>
          <w:tcPr>
            <w:tcW w:w="1197" w:type="dxa"/>
          </w:tcPr>
          <w:p w14:paraId="0C2ABFE0" w14:textId="77777777" w:rsidR="007C08DD" w:rsidRPr="00004DC5" w:rsidRDefault="007C08DD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7C08DD" w:rsidRPr="00004DC5" w14:paraId="4CF0C71D" w14:textId="77777777" w:rsidTr="00EB4C12">
        <w:trPr>
          <w:trHeight w:val="213"/>
        </w:trPr>
        <w:tc>
          <w:tcPr>
            <w:tcW w:w="1788" w:type="dxa"/>
          </w:tcPr>
          <w:p w14:paraId="7514B9F8" w14:textId="77777777" w:rsidR="007C08DD" w:rsidRPr="00004DC5" w:rsidRDefault="007C08DD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reductions</w:t>
            </w:r>
          </w:p>
        </w:tc>
        <w:tc>
          <w:tcPr>
            <w:tcW w:w="3360" w:type="dxa"/>
          </w:tcPr>
          <w:p w14:paraId="372F6059" w14:textId="77777777" w:rsidR="007C08DD" w:rsidRPr="00004DC5" w:rsidRDefault="007C08DD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Zwolnienia i obniżenia. Wykazana kwota nie może przekroczyć kwoty z poz. 11.</w:t>
            </w:r>
          </w:p>
        </w:tc>
        <w:tc>
          <w:tcPr>
            <w:tcW w:w="840" w:type="dxa"/>
          </w:tcPr>
          <w:p w14:paraId="2F8FF68C" w14:textId="77777777" w:rsidR="007C08DD" w:rsidRPr="00004DC5" w:rsidRDefault="007C08DD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12</w:t>
            </w:r>
          </w:p>
        </w:tc>
        <w:tc>
          <w:tcPr>
            <w:tcW w:w="2095" w:type="dxa"/>
          </w:tcPr>
          <w:p w14:paraId="40F225E3" w14:textId="77777777" w:rsidR="007C08DD" w:rsidRPr="00B85AB4" w:rsidRDefault="007C08DD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</w:tc>
        <w:tc>
          <w:tcPr>
            <w:tcW w:w="1197" w:type="dxa"/>
          </w:tcPr>
          <w:p w14:paraId="24A444D1" w14:textId="77777777" w:rsidR="007C08DD" w:rsidRPr="00004DC5" w:rsidRDefault="007C08DD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7C08DD" w:rsidRPr="00004DC5" w14:paraId="28512F92" w14:textId="77777777" w:rsidTr="00EB4C12">
        <w:trPr>
          <w:trHeight w:val="213"/>
        </w:trPr>
        <w:tc>
          <w:tcPr>
            <w:tcW w:w="1788" w:type="dxa"/>
          </w:tcPr>
          <w:p w14:paraId="4C137E6C" w14:textId="77777777" w:rsidR="007C08DD" w:rsidRPr="00004DC5" w:rsidRDefault="007C08DD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totalOfTax</w:t>
            </w:r>
          </w:p>
        </w:tc>
        <w:tc>
          <w:tcPr>
            <w:tcW w:w="3360" w:type="dxa"/>
          </w:tcPr>
          <w:p w14:paraId="22E5DBBD" w14:textId="77777777" w:rsidR="007C08DD" w:rsidRPr="00004DC5" w:rsidRDefault="007C08DD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Ogółem podatek. Od kwoty z poz. 11 należy odjąć kwotę z poz. 12.</w:t>
            </w:r>
          </w:p>
        </w:tc>
        <w:tc>
          <w:tcPr>
            <w:tcW w:w="840" w:type="dxa"/>
          </w:tcPr>
          <w:p w14:paraId="672BA7B7" w14:textId="77777777" w:rsidR="007C08DD" w:rsidRPr="00004DC5" w:rsidRDefault="007C08DD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13</w:t>
            </w:r>
          </w:p>
        </w:tc>
        <w:tc>
          <w:tcPr>
            <w:tcW w:w="2095" w:type="dxa"/>
          </w:tcPr>
          <w:p w14:paraId="10CE1151" w14:textId="77777777" w:rsidR="007C08DD" w:rsidRPr="00B85AB4" w:rsidRDefault="007C08DD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</w:tc>
        <w:tc>
          <w:tcPr>
            <w:tcW w:w="1197" w:type="dxa"/>
          </w:tcPr>
          <w:p w14:paraId="4C7B113D" w14:textId="77777777" w:rsidR="007C08DD" w:rsidRPr="00004DC5" w:rsidRDefault="007C08DD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</w:tbl>
    <w:p w14:paraId="47E126ED" w14:textId="71EAD1B5" w:rsidR="00242EEF" w:rsidRDefault="00242EEF" w:rsidP="00242EEF">
      <w:pPr>
        <w:pStyle w:val="Legenda"/>
        <w:keepNext/>
      </w:pPr>
      <w:bookmarkStart w:id="259" w:name="_Toc182566604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73</w:t>
      </w:r>
      <w:r w:rsidR="00715F4C">
        <w:rPr>
          <w:noProof/>
        </w:rPr>
        <w:fldChar w:fldCharType="end"/>
      </w:r>
      <w:r>
        <w:t xml:space="preserve">. </w:t>
      </w:r>
      <w:r w:rsidRPr="00CD6054">
        <w:t>Struktura elementu CleareanceExciseDutyType</w:t>
      </w:r>
      <w:bookmarkEnd w:id="259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0265EB" w:rsidRPr="00004DC5" w14:paraId="33A80CAD" w14:textId="77777777" w:rsidTr="00EB4C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2738BB35" w14:textId="77777777" w:rsidR="000265EB" w:rsidRPr="00004DC5" w:rsidRDefault="000265EB" w:rsidP="00F64ACD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04DC5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4672B54C" w14:textId="77777777" w:rsidR="000265EB" w:rsidRPr="00004DC5" w:rsidRDefault="000265EB" w:rsidP="00F64ACD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04DC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39A204AB" w14:textId="77777777" w:rsidR="000265EB" w:rsidRPr="00004DC5" w:rsidRDefault="000265EB" w:rsidP="00F64ACD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04DC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1799E8B8" w14:textId="77777777" w:rsidR="000265EB" w:rsidRPr="00004DC5" w:rsidRDefault="000265EB" w:rsidP="00F64ACD">
            <w:pPr>
              <w:rPr>
                <w:rFonts w:cs="Arial"/>
                <w:b/>
                <w:sz w:val="18"/>
                <w:szCs w:val="18"/>
              </w:rPr>
            </w:pPr>
            <w:r w:rsidRPr="00004DC5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06819118" w14:textId="77777777" w:rsidR="000265EB" w:rsidRPr="00004DC5" w:rsidRDefault="000265EB" w:rsidP="00F64ACD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04DC5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0265EB" w:rsidRPr="00004DC5" w14:paraId="01C0264B" w14:textId="77777777" w:rsidTr="00EB4C12">
        <w:trPr>
          <w:trHeight w:val="213"/>
        </w:trPr>
        <w:tc>
          <w:tcPr>
            <w:tcW w:w="1788" w:type="dxa"/>
          </w:tcPr>
          <w:p w14:paraId="50FB2336" w14:textId="77777777" w:rsidR="000265EB" w:rsidRPr="00004DC5" w:rsidRDefault="000265EB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amountOfExciseStamps</w:t>
            </w:r>
          </w:p>
        </w:tc>
        <w:tc>
          <w:tcPr>
            <w:tcW w:w="3360" w:type="dxa"/>
          </w:tcPr>
          <w:p w14:paraId="4D82AAB4" w14:textId="77777777" w:rsidR="000265EB" w:rsidRPr="00004DC5" w:rsidRDefault="000265EB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Kwota stanowiąca wartość podatkowych znaków akcyzy</w:t>
            </w:r>
          </w:p>
        </w:tc>
        <w:tc>
          <w:tcPr>
            <w:tcW w:w="840" w:type="dxa"/>
          </w:tcPr>
          <w:p w14:paraId="28DB9E4C" w14:textId="77777777" w:rsidR="000265EB" w:rsidRPr="00004DC5" w:rsidRDefault="007C08DD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14</w:t>
            </w:r>
          </w:p>
        </w:tc>
        <w:tc>
          <w:tcPr>
            <w:tcW w:w="2095" w:type="dxa"/>
          </w:tcPr>
          <w:p w14:paraId="0C549A76" w14:textId="77777777" w:rsidR="000265EB" w:rsidRPr="00004DC5" w:rsidRDefault="000265EB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7C08DD" w:rsidRPr="00004DC5">
              <w:rPr>
                <w:rStyle w:val="pole"/>
                <w:rFonts w:ascii="Lato" w:hAnsi="Lato"/>
                <w:sz w:val="20"/>
                <w:szCs w:val="20"/>
              </w:rPr>
              <w:t>T</w:t>
            </w:r>
          </w:p>
        </w:tc>
        <w:tc>
          <w:tcPr>
            <w:tcW w:w="1197" w:type="dxa"/>
          </w:tcPr>
          <w:p w14:paraId="24B653F8" w14:textId="77777777" w:rsidR="000265EB" w:rsidRPr="00004DC5" w:rsidRDefault="00165AFA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</w:t>
            </w:r>
            <w:r w:rsidR="000265EB" w:rsidRPr="00004DC5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0265EB" w:rsidRPr="00004DC5" w14:paraId="4F89D90F" w14:textId="77777777" w:rsidTr="00EB4C12">
        <w:trPr>
          <w:trHeight w:val="213"/>
        </w:trPr>
        <w:tc>
          <w:tcPr>
            <w:tcW w:w="1788" w:type="dxa"/>
          </w:tcPr>
          <w:p w14:paraId="4389AC84" w14:textId="77777777" w:rsidR="000265EB" w:rsidRPr="00004DC5" w:rsidRDefault="000265EB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amountOfPrePayment</w:t>
            </w:r>
          </w:p>
        </w:tc>
        <w:tc>
          <w:tcPr>
            <w:tcW w:w="3360" w:type="dxa"/>
          </w:tcPr>
          <w:p w14:paraId="13AC104F" w14:textId="77777777" w:rsidR="000265EB" w:rsidRPr="00004DC5" w:rsidRDefault="00165AFA" w:rsidP="00F64ACD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04DC5">
              <w:rPr>
                <w:rFonts w:cs="Arial"/>
                <w:color w:val="000000"/>
                <w:sz w:val="20"/>
                <w:szCs w:val="20"/>
              </w:rPr>
              <w:t>Kwota przedpłaty akcyzy. Suma kwot z pozycji 21 i 22 deklaracji AKC-PA(F) złożonej za miesiąc , którego niniejsza deklaracja dotyczy</w:t>
            </w:r>
          </w:p>
        </w:tc>
        <w:tc>
          <w:tcPr>
            <w:tcW w:w="840" w:type="dxa"/>
          </w:tcPr>
          <w:p w14:paraId="4AFA74B3" w14:textId="77777777" w:rsidR="000265EB" w:rsidRPr="00004DC5" w:rsidRDefault="00FE6259" w:rsidP="00F64ACD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04DC5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  <w:r w:rsidR="007C08DD" w:rsidRPr="00004DC5">
              <w:rPr>
                <w:rFonts w:eastAsia="Times New Roman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95" w:type="dxa"/>
          </w:tcPr>
          <w:p w14:paraId="055BD43E" w14:textId="77777777" w:rsidR="000265EB" w:rsidRPr="00004DC5" w:rsidRDefault="005E4292" w:rsidP="00F64ACD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</w:t>
            </w:r>
            <w:r w:rsidR="007C08DD" w:rsidRPr="00004DC5">
              <w:rPr>
                <w:rStyle w:val="pole"/>
                <w:rFonts w:ascii="Lato" w:hAnsi="Lato"/>
                <w:sz w:val="20"/>
                <w:szCs w:val="20"/>
                <w:lang w:val="pl-PL"/>
              </w:rPr>
              <w:t>T</w:t>
            </w:r>
          </w:p>
          <w:p w14:paraId="2EEA0081" w14:textId="3C2601E8" w:rsidR="000265EB" w:rsidRPr="00004DC5" w:rsidRDefault="00147848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0265EB" w:rsidRPr="00004DC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>f</w:instrText>
            </w:r>
            <w:r w:rsidR="000265EB" w:rsidRPr="00004DC5">
              <w:rPr>
                <w:rFonts w:eastAsia="Times New Roman" w:cs="Arial"/>
                <w:sz w:val="20"/>
                <w:szCs w:val="20"/>
              </w:rPr>
              <w:instrText>15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04DC5" w:rsidRPr="00004DC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04DC5">
              <w:rPr>
                <w:rFonts w:eastAsia="Times New Roman" w:cs="Arial"/>
                <w:sz w:val="20"/>
                <w:szCs w:val="20"/>
              </w:rPr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04DC5">
              <w:rPr>
                <w:rFonts w:eastAsia="Times New Roman" w:cs="Arial"/>
                <w:color w:val="000000"/>
                <w:sz w:val="20"/>
                <w:szCs w:val="20"/>
              </w:rPr>
              <w:t>R15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2220E42" w14:textId="77777777" w:rsidR="000265EB" w:rsidRPr="00004DC5" w:rsidRDefault="00165AFA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</w:t>
            </w:r>
            <w:r w:rsidR="000265EB" w:rsidRPr="00004DC5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0265EB" w:rsidRPr="00004DC5" w14:paraId="57062C89" w14:textId="77777777" w:rsidTr="00EB4C12">
        <w:trPr>
          <w:trHeight w:val="213"/>
        </w:trPr>
        <w:tc>
          <w:tcPr>
            <w:tcW w:w="1788" w:type="dxa"/>
          </w:tcPr>
          <w:p w14:paraId="7659018B" w14:textId="77777777" w:rsidR="000265EB" w:rsidRPr="00004DC5" w:rsidRDefault="000265EB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taxChargeable</w:t>
            </w:r>
          </w:p>
        </w:tc>
        <w:tc>
          <w:tcPr>
            <w:tcW w:w="3360" w:type="dxa"/>
          </w:tcPr>
          <w:p w14:paraId="4F9D1D51" w14:textId="77777777" w:rsidR="000265EB" w:rsidRPr="00004DC5" w:rsidRDefault="00165AFA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cs="Arial"/>
                <w:sz w:val="20"/>
                <w:szCs w:val="20"/>
              </w:rPr>
              <w:t>Podatek należny. Od kwoty z poz. 12 należy odjąć kwotę z poz. 13, jeżeli różnica jest liczbą ujemną, należy wpisać 0.</w:t>
            </w:r>
          </w:p>
        </w:tc>
        <w:tc>
          <w:tcPr>
            <w:tcW w:w="840" w:type="dxa"/>
          </w:tcPr>
          <w:p w14:paraId="597A94F3" w14:textId="77777777" w:rsidR="000265EB" w:rsidRPr="00004DC5" w:rsidRDefault="00FE6259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</w:t>
            </w:r>
            <w:r w:rsidR="007C08DD" w:rsidRPr="00004DC5">
              <w:rPr>
                <w:rFonts w:eastAsia="Times New Roman" w:cs="Arial"/>
                <w:sz w:val="20"/>
                <w:szCs w:val="20"/>
              </w:rPr>
              <w:t>6</w:t>
            </w:r>
          </w:p>
        </w:tc>
        <w:tc>
          <w:tcPr>
            <w:tcW w:w="2095" w:type="dxa"/>
          </w:tcPr>
          <w:p w14:paraId="4EB11707" w14:textId="77777777" w:rsidR="000265EB" w:rsidRPr="00004DC5" w:rsidRDefault="005E4292" w:rsidP="00F64ACD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ZAmountP</w:t>
            </w:r>
          </w:p>
          <w:p w14:paraId="7ACD3ED5" w14:textId="1923F534" w:rsidR="000265EB" w:rsidRPr="00004DC5" w:rsidRDefault="00147848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0265EB" w:rsidRPr="00004DC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>f</w:instrText>
            </w:r>
            <w:r w:rsidR="000265EB" w:rsidRPr="00004DC5">
              <w:rPr>
                <w:rFonts w:eastAsia="Times New Roman" w:cs="Arial"/>
                <w:sz w:val="20"/>
                <w:szCs w:val="20"/>
              </w:rPr>
              <w:instrText>16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04DC5" w:rsidRPr="00004DC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04DC5">
              <w:rPr>
                <w:rFonts w:eastAsia="Times New Roman" w:cs="Arial"/>
                <w:sz w:val="20"/>
                <w:szCs w:val="20"/>
              </w:rPr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04DC5">
              <w:rPr>
                <w:rFonts w:eastAsia="Times New Roman" w:cs="Arial"/>
                <w:color w:val="000000"/>
                <w:sz w:val="20"/>
                <w:szCs w:val="20"/>
              </w:rPr>
              <w:t>R16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EF062AC" w14:textId="77777777" w:rsidR="000265EB" w:rsidRPr="00004DC5" w:rsidRDefault="000265EB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0265EB" w:rsidRPr="00004DC5" w14:paraId="58F4B341" w14:textId="77777777" w:rsidTr="00EB4C12">
        <w:trPr>
          <w:trHeight w:val="213"/>
        </w:trPr>
        <w:tc>
          <w:tcPr>
            <w:tcW w:w="1788" w:type="dxa"/>
          </w:tcPr>
          <w:p w14:paraId="22E76B9F" w14:textId="77777777" w:rsidR="000265EB" w:rsidRPr="00004DC5" w:rsidRDefault="000265EB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surplusExcessPayment</w:t>
            </w:r>
          </w:p>
        </w:tc>
        <w:tc>
          <w:tcPr>
            <w:tcW w:w="3360" w:type="dxa"/>
          </w:tcPr>
          <w:p w14:paraId="23188329" w14:textId="77777777" w:rsidR="000265EB" w:rsidRPr="00004DC5" w:rsidRDefault="00165AFA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cs="Arial"/>
                <w:sz w:val="20"/>
                <w:szCs w:val="20"/>
              </w:rPr>
              <w:t>Nadwyżka przedpłaty. Od kwoty z poz. 13 należy odjąć kwotę z poz. 12, jeżeli różnica jest liczbą ujemną, należy wpisać 0.</w:t>
            </w:r>
          </w:p>
        </w:tc>
        <w:tc>
          <w:tcPr>
            <w:tcW w:w="840" w:type="dxa"/>
          </w:tcPr>
          <w:p w14:paraId="7E6C91E9" w14:textId="77777777" w:rsidR="000265EB" w:rsidRPr="00004DC5" w:rsidRDefault="00FE6259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</w:t>
            </w:r>
            <w:r w:rsidR="007C08DD" w:rsidRPr="00004DC5"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2095" w:type="dxa"/>
          </w:tcPr>
          <w:p w14:paraId="26268591" w14:textId="77777777" w:rsidR="000265EB" w:rsidRPr="00004DC5" w:rsidRDefault="005E4292" w:rsidP="00F64ACD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ZAmountP</w:t>
            </w:r>
          </w:p>
          <w:p w14:paraId="2EDED123" w14:textId="13829027" w:rsidR="000265EB" w:rsidRPr="00004DC5" w:rsidRDefault="00147848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0265EB" w:rsidRPr="00004DC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>f</w:instrText>
            </w:r>
            <w:r w:rsidR="000265EB" w:rsidRPr="00004DC5">
              <w:rPr>
                <w:rFonts w:eastAsia="Times New Roman" w:cs="Arial"/>
                <w:sz w:val="20"/>
                <w:szCs w:val="20"/>
              </w:rPr>
              <w:instrText>17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04DC5" w:rsidRPr="00004DC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04DC5">
              <w:rPr>
                <w:rFonts w:eastAsia="Times New Roman" w:cs="Arial"/>
                <w:sz w:val="20"/>
                <w:szCs w:val="20"/>
              </w:rPr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04DC5">
              <w:rPr>
                <w:rFonts w:eastAsia="Times New Roman" w:cs="Arial"/>
                <w:color w:val="000000"/>
                <w:sz w:val="20"/>
                <w:szCs w:val="20"/>
              </w:rPr>
              <w:t>R17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509EDCD" w14:textId="77777777" w:rsidR="000265EB" w:rsidRPr="00004DC5" w:rsidRDefault="000265EB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</w:tbl>
    <w:p w14:paraId="14CF47ED" w14:textId="1C3771B3" w:rsidR="00242EEF" w:rsidRDefault="00242EEF" w:rsidP="00242EEF">
      <w:pPr>
        <w:pStyle w:val="Legenda"/>
        <w:keepNext/>
      </w:pPr>
      <w:bookmarkStart w:id="260" w:name="_Toc182566605"/>
      <w:r>
        <w:lastRenderedPageBreak/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74</w:t>
      </w:r>
      <w:r w:rsidR="00715F4C">
        <w:rPr>
          <w:noProof/>
        </w:rPr>
        <w:fldChar w:fldCharType="end"/>
      </w:r>
      <w:r>
        <w:t xml:space="preserve">. </w:t>
      </w:r>
      <w:r w:rsidRPr="004160AB">
        <w:t>Struktura elementu ItemsType</w:t>
      </w:r>
      <w:bookmarkEnd w:id="260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5D16B1" w:rsidRPr="00004DC5" w14:paraId="03F7336B" w14:textId="77777777" w:rsidTr="00EB4C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019A8821" w14:textId="77777777" w:rsidR="005D16B1" w:rsidRPr="00004DC5" w:rsidRDefault="005D16B1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04DC5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20650227" w14:textId="77777777" w:rsidR="005D16B1" w:rsidRPr="00004DC5" w:rsidRDefault="005D16B1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04DC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5E10536E" w14:textId="77777777" w:rsidR="005D16B1" w:rsidRPr="00004DC5" w:rsidRDefault="000E5D43" w:rsidP="005D16B1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04DC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335D9052" w14:textId="77777777" w:rsidR="005D16B1" w:rsidRPr="00004DC5" w:rsidRDefault="005D16B1">
            <w:pPr>
              <w:rPr>
                <w:rFonts w:cs="Arial"/>
                <w:b/>
                <w:sz w:val="18"/>
                <w:szCs w:val="18"/>
              </w:rPr>
            </w:pPr>
            <w:r w:rsidRPr="00004DC5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2776646B" w14:textId="77777777" w:rsidR="005D16B1" w:rsidRPr="00004DC5" w:rsidRDefault="005D16B1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04DC5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5D16B1" w:rsidRPr="00004DC5" w14:paraId="38683960" w14:textId="77777777" w:rsidTr="00EB4C12">
        <w:trPr>
          <w:trHeight w:val="213"/>
        </w:trPr>
        <w:tc>
          <w:tcPr>
            <w:tcW w:w="1788" w:type="dxa"/>
          </w:tcPr>
          <w:p w14:paraId="3D7C3B7B" w14:textId="77777777" w:rsidR="005D16B1" w:rsidRPr="00004DC5" w:rsidRDefault="005D16B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exportValueOfGoods</w:t>
            </w:r>
          </w:p>
        </w:tc>
        <w:tc>
          <w:tcPr>
            <w:tcW w:w="3360" w:type="dxa"/>
          </w:tcPr>
          <w:p w14:paraId="6202AC95" w14:textId="77777777" w:rsidR="005D16B1" w:rsidRPr="00004DC5" w:rsidRDefault="00165AFA">
            <w:pPr>
              <w:rPr>
                <w:rFonts w:cs="Arial"/>
                <w:color w:val="000000"/>
                <w:sz w:val="20"/>
                <w:szCs w:val="20"/>
              </w:rPr>
            </w:pPr>
            <w:r w:rsidRPr="00004DC5">
              <w:rPr>
                <w:rFonts w:cs="Arial"/>
                <w:color w:val="000000"/>
                <w:sz w:val="20"/>
                <w:szCs w:val="20"/>
              </w:rPr>
              <w:t>Sprzedaż na eksport: Wartość wg maksymalnej ceny detalicznej</w:t>
            </w:r>
          </w:p>
        </w:tc>
        <w:tc>
          <w:tcPr>
            <w:tcW w:w="840" w:type="dxa"/>
          </w:tcPr>
          <w:p w14:paraId="1BA3B43C" w14:textId="77777777" w:rsidR="005D16B1" w:rsidRPr="00004DC5" w:rsidRDefault="00315499">
            <w:pPr>
              <w:rPr>
                <w:rFonts w:cs="Arial"/>
                <w:color w:val="000000"/>
                <w:sz w:val="20"/>
                <w:szCs w:val="20"/>
              </w:rPr>
            </w:pPr>
            <w:r w:rsidRPr="00004DC5">
              <w:rPr>
                <w:rFonts w:cs="Arial"/>
                <w:color w:val="000000"/>
                <w:sz w:val="20"/>
                <w:szCs w:val="20"/>
              </w:rPr>
              <w:t>248</w:t>
            </w:r>
          </w:p>
        </w:tc>
        <w:tc>
          <w:tcPr>
            <w:tcW w:w="2095" w:type="dxa"/>
          </w:tcPr>
          <w:p w14:paraId="72462F0C" w14:textId="77777777" w:rsidR="005D16B1" w:rsidRPr="00004DC5" w:rsidRDefault="005D16B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</w:tc>
        <w:tc>
          <w:tcPr>
            <w:tcW w:w="1197" w:type="dxa"/>
          </w:tcPr>
          <w:p w14:paraId="0987C39E" w14:textId="77777777" w:rsidR="005D16B1" w:rsidRPr="00004DC5" w:rsidRDefault="005D16B1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5D16B1" w:rsidRPr="00004DC5" w14:paraId="00658037" w14:textId="77777777" w:rsidTr="00EB4C12">
        <w:trPr>
          <w:trHeight w:val="213"/>
        </w:trPr>
        <w:tc>
          <w:tcPr>
            <w:tcW w:w="1788" w:type="dxa"/>
          </w:tcPr>
          <w:p w14:paraId="116DDB77" w14:textId="77777777" w:rsidR="005D16B1" w:rsidRPr="00004DC5" w:rsidRDefault="005D16B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exportNumberOfGoods</w:t>
            </w:r>
          </w:p>
        </w:tc>
        <w:tc>
          <w:tcPr>
            <w:tcW w:w="3360" w:type="dxa"/>
          </w:tcPr>
          <w:p w14:paraId="3E891190" w14:textId="77777777" w:rsidR="005D16B1" w:rsidRPr="00004DC5" w:rsidRDefault="00165AFA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04DC5">
              <w:rPr>
                <w:rFonts w:cs="Arial"/>
                <w:color w:val="000000"/>
                <w:sz w:val="20"/>
                <w:szCs w:val="20"/>
              </w:rPr>
              <w:t>Sprzedaż na eksport: Ilość wyrobów w tysiącach sztuk lub w kg</w:t>
            </w:r>
          </w:p>
        </w:tc>
        <w:tc>
          <w:tcPr>
            <w:tcW w:w="840" w:type="dxa"/>
          </w:tcPr>
          <w:p w14:paraId="2B739708" w14:textId="77777777" w:rsidR="005D16B1" w:rsidRPr="00004DC5" w:rsidRDefault="00315499" w:rsidP="005D16B1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04DC5">
              <w:rPr>
                <w:rFonts w:eastAsia="Times New Roman" w:cs="Arial"/>
                <w:color w:val="000000"/>
                <w:sz w:val="20"/>
                <w:szCs w:val="20"/>
              </w:rPr>
              <w:t>249</w:t>
            </w:r>
          </w:p>
        </w:tc>
        <w:tc>
          <w:tcPr>
            <w:tcW w:w="2095" w:type="dxa"/>
          </w:tcPr>
          <w:p w14:paraId="0C75DFF5" w14:textId="77777777" w:rsidR="005D16B1" w:rsidRPr="00004DC5" w:rsidRDefault="005D16B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18594C" w:rsidRPr="00004DC5">
              <w:rPr>
                <w:rStyle w:val="pole"/>
                <w:rFonts w:ascii="Lato" w:hAnsi="Lato"/>
                <w:sz w:val="20"/>
                <w:szCs w:val="20"/>
              </w:rPr>
              <w:t>E</w:t>
            </w:r>
          </w:p>
        </w:tc>
        <w:tc>
          <w:tcPr>
            <w:tcW w:w="1197" w:type="dxa"/>
          </w:tcPr>
          <w:p w14:paraId="211D6983" w14:textId="77777777" w:rsidR="005D16B1" w:rsidRPr="00004DC5" w:rsidRDefault="005D16B1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0E7EDF" w:rsidRPr="00004DC5" w14:paraId="05A07782" w14:textId="77777777" w:rsidTr="00EB4C12">
        <w:trPr>
          <w:trHeight w:val="213"/>
        </w:trPr>
        <w:tc>
          <w:tcPr>
            <w:tcW w:w="1788" w:type="dxa"/>
          </w:tcPr>
          <w:p w14:paraId="50F4653E" w14:textId="77777777" w:rsidR="000E7EDF" w:rsidRPr="00004DC5" w:rsidRDefault="000E7EDF" w:rsidP="000E7EDF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exportTaxRatePercentage</w:t>
            </w:r>
          </w:p>
        </w:tc>
        <w:tc>
          <w:tcPr>
            <w:tcW w:w="3360" w:type="dxa"/>
          </w:tcPr>
          <w:p w14:paraId="4ADCDC42" w14:textId="77777777" w:rsidR="000E7EDF" w:rsidRPr="00004DC5" w:rsidRDefault="00FC19DC" w:rsidP="000E7EDF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Sprzedaż na eksport: Stawka podatku wyrażona ułamkiem dziesiętnym z dokładnością do 4 miejsc po przecinku.</w:t>
            </w:r>
          </w:p>
        </w:tc>
        <w:tc>
          <w:tcPr>
            <w:tcW w:w="840" w:type="dxa"/>
          </w:tcPr>
          <w:p w14:paraId="15FAA4F3" w14:textId="77777777" w:rsidR="000E7EDF" w:rsidRPr="00004DC5" w:rsidRDefault="000E7EDF" w:rsidP="000E7EDF">
            <w:pPr>
              <w:rPr>
                <w:rFonts w:cs="Arial"/>
                <w:color w:val="000000"/>
                <w:sz w:val="20"/>
                <w:szCs w:val="20"/>
              </w:rPr>
            </w:pPr>
            <w:r w:rsidRPr="00004DC5">
              <w:rPr>
                <w:rFonts w:cs="Arial"/>
                <w:color w:val="000000"/>
                <w:sz w:val="20"/>
                <w:szCs w:val="20"/>
              </w:rPr>
              <w:t>250a</w:t>
            </w:r>
          </w:p>
        </w:tc>
        <w:tc>
          <w:tcPr>
            <w:tcW w:w="2095" w:type="dxa"/>
          </w:tcPr>
          <w:p w14:paraId="4B96B101" w14:textId="77777777" w:rsidR="000E7EDF" w:rsidRPr="00004DC5" w:rsidRDefault="000E7EDF" w:rsidP="000E7EDF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ZPercentage</w:t>
            </w:r>
          </w:p>
        </w:tc>
        <w:tc>
          <w:tcPr>
            <w:tcW w:w="1197" w:type="dxa"/>
          </w:tcPr>
          <w:p w14:paraId="6F114C13" w14:textId="77777777" w:rsidR="000E7EDF" w:rsidRPr="00004DC5" w:rsidRDefault="000E7EDF" w:rsidP="000E7EDF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5D16B1" w:rsidRPr="00004DC5" w14:paraId="24480FE1" w14:textId="77777777" w:rsidTr="00EB4C12">
        <w:trPr>
          <w:trHeight w:val="213"/>
        </w:trPr>
        <w:tc>
          <w:tcPr>
            <w:tcW w:w="1788" w:type="dxa"/>
          </w:tcPr>
          <w:p w14:paraId="78155A6A" w14:textId="77777777" w:rsidR="005D16B1" w:rsidRPr="00004DC5" w:rsidRDefault="005D16B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exportTaxRate</w:t>
            </w:r>
          </w:p>
        </w:tc>
        <w:tc>
          <w:tcPr>
            <w:tcW w:w="3360" w:type="dxa"/>
          </w:tcPr>
          <w:p w14:paraId="663A8A71" w14:textId="77777777" w:rsidR="005D16B1" w:rsidRPr="00004DC5" w:rsidRDefault="00FC19DC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04DC5">
              <w:rPr>
                <w:rFonts w:cs="Arial"/>
                <w:color w:val="000000"/>
                <w:sz w:val="20"/>
                <w:szCs w:val="20"/>
              </w:rPr>
              <w:t>Sprzedaż na eksport: Stawka podatku wyrażona kwotowo.</w:t>
            </w:r>
          </w:p>
        </w:tc>
        <w:tc>
          <w:tcPr>
            <w:tcW w:w="840" w:type="dxa"/>
          </w:tcPr>
          <w:p w14:paraId="6EDE0DA7" w14:textId="77777777" w:rsidR="005D16B1" w:rsidRPr="00004DC5" w:rsidRDefault="0031549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04DC5">
              <w:rPr>
                <w:rFonts w:eastAsia="Times New Roman" w:cs="Arial"/>
                <w:color w:val="000000"/>
                <w:sz w:val="20"/>
                <w:szCs w:val="20"/>
              </w:rPr>
              <w:t>250b</w:t>
            </w:r>
          </w:p>
        </w:tc>
        <w:tc>
          <w:tcPr>
            <w:tcW w:w="2095" w:type="dxa"/>
          </w:tcPr>
          <w:p w14:paraId="57BEC27E" w14:textId="77777777" w:rsidR="005D16B1" w:rsidRPr="00004DC5" w:rsidRDefault="005D16B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</w:tc>
        <w:tc>
          <w:tcPr>
            <w:tcW w:w="1197" w:type="dxa"/>
          </w:tcPr>
          <w:p w14:paraId="4C383B4E" w14:textId="77777777" w:rsidR="005D16B1" w:rsidRPr="00004DC5" w:rsidRDefault="005D16B1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5D16B1" w:rsidRPr="00004DC5" w14:paraId="2F3F5C71" w14:textId="77777777" w:rsidTr="00EB4C12">
        <w:trPr>
          <w:trHeight w:val="213"/>
        </w:trPr>
        <w:tc>
          <w:tcPr>
            <w:tcW w:w="1788" w:type="dxa"/>
          </w:tcPr>
          <w:p w14:paraId="7B95FDD5" w14:textId="77777777" w:rsidR="005D16B1" w:rsidRPr="00004DC5" w:rsidRDefault="005D16B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exportTotalAmountOfTax</w:t>
            </w:r>
          </w:p>
        </w:tc>
        <w:tc>
          <w:tcPr>
            <w:tcW w:w="3360" w:type="dxa"/>
          </w:tcPr>
          <w:p w14:paraId="4437BF14" w14:textId="77777777" w:rsidR="005D16B1" w:rsidRPr="00004DC5" w:rsidRDefault="00FC19DC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04DC5">
              <w:rPr>
                <w:rFonts w:cs="Arial"/>
                <w:color w:val="000000"/>
                <w:sz w:val="20"/>
                <w:szCs w:val="20"/>
              </w:rPr>
              <w:t>Sprzedaż na eksport: Łączna kwota podatku w zł</w:t>
            </w:r>
          </w:p>
        </w:tc>
        <w:tc>
          <w:tcPr>
            <w:tcW w:w="840" w:type="dxa"/>
          </w:tcPr>
          <w:p w14:paraId="29AA2EEB" w14:textId="77777777" w:rsidR="005D16B1" w:rsidRPr="00004DC5" w:rsidRDefault="0031549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04DC5">
              <w:rPr>
                <w:rFonts w:eastAsia="Times New Roman" w:cs="Arial"/>
                <w:color w:val="000000"/>
                <w:sz w:val="20"/>
                <w:szCs w:val="20"/>
              </w:rPr>
              <w:t>251</w:t>
            </w:r>
          </w:p>
        </w:tc>
        <w:tc>
          <w:tcPr>
            <w:tcW w:w="2095" w:type="dxa"/>
          </w:tcPr>
          <w:p w14:paraId="00D6C03F" w14:textId="77777777" w:rsidR="005D16B1" w:rsidRPr="00004DC5" w:rsidRDefault="005D16B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432C9D" w:rsidRPr="00004DC5">
              <w:rPr>
                <w:rStyle w:val="pole"/>
                <w:rFonts w:ascii="Lato" w:hAnsi="Lato"/>
                <w:sz w:val="20"/>
                <w:szCs w:val="20"/>
              </w:rPr>
              <w:t>T</w:t>
            </w:r>
          </w:p>
        </w:tc>
        <w:tc>
          <w:tcPr>
            <w:tcW w:w="1197" w:type="dxa"/>
          </w:tcPr>
          <w:p w14:paraId="4999E051" w14:textId="77777777" w:rsidR="005D16B1" w:rsidRPr="00004DC5" w:rsidRDefault="005D16B1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5D16B1" w:rsidRPr="00004DC5" w14:paraId="23A53977" w14:textId="77777777" w:rsidTr="00EB4C12">
        <w:trPr>
          <w:trHeight w:val="213"/>
        </w:trPr>
        <w:tc>
          <w:tcPr>
            <w:tcW w:w="1788" w:type="dxa"/>
          </w:tcPr>
          <w:p w14:paraId="2CCA3843" w14:textId="77777777" w:rsidR="005D16B1" w:rsidRPr="00004DC5" w:rsidRDefault="005D16B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totalValueofGoods</w:t>
            </w:r>
          </w:p>
        </w:tc>
        <w:tc>
          <w:tcPr>
            <w:tcW w:w="3360" w:type="dxa"/>
          </w:tcPr>
          <w:p w14:paraId="64DD3AAE" w14:textId="77777777" w:rsidR="005D16B1" w:rsidRPr="00004DC5" w:rsidRDefault="00FC19DC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04DC5">
              <w:rPr>
                <w:rFonts w:cs="Arial"/>
                <w:color w:val="000000"/>
                <w:sz w:val="20"/>
                <w:szCs w:val="20"/>
              </w:rPr>
              <w:t>Razem: „Wartość wg maksymalnej ceny detalicznej</w:t>
            </w:r>
          </w:p>
        </w:tc>
        <w:tc>
          <w:tcPr>
            <w:tcW w:w="840" w:type="dxa"/>
          </w:tcPr>
          <w:p w14:paraId="162104F9" w14:textId="77777777" w:rsidR="005D16B1" w:rsidRPr="00004DC5" w:rsidRDefault="0031549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04DC5">
              <w:rPr>
                <w:rFonts w:eastAsia="Times New Roman" w:cs="Arial"/>
                <w:color w:val="000000"/>
                <w:sz w:val="20"/>
                <w:szCs w:val="20"/>
              </w:rPr>
              <w:t>252</w:t>
            </w:r>
          </w:p>
        </w:tc>
        <w:tc>
          <w:tcPr>
            <w:tcW w:w="2095" w:type="dxa"/>
          </w:tcPr>
          <w:p w14:paraId="0BC87D2E" w14:textId="77777777" w:rsidR="005D16B1" w:rsidRPr="00004DC5" w:rsidRDefault="00B22907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ZAmountT</w:t>
            </w:r>
          </w:p>
          <w:p w14:paraId="25771472" w14:textId="12E0EDDB" w:rsidR="005D16B1" w:rsidRPr="00004DC5" w:rsidRDefault="00147848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5D16B1" w:rsidRPr="00004DC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>f</w:instrText>
            </w:r>
            <w:r w:rsidR="005D16B1" w:rsidRPr="00004DC5">
              <w:rPr>
                <w:rFonts w:eastAsia="Times New Roman" w:cs="Arial"/>
                <w:sz w:val="20"/>
                <w:szCs w:val="20"/>
              </w:rPr>
              <w:instrText>14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04DC5" w:rsidRPr="00004DC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04DC5">
              <w:rPr>
                <w:rFonts w:eastAsia="Times New Roman" w:cs="Arial"/>
                <w:sz w:val="20"/>
                <w:szCs w:val="20"/>
              </w:rPr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04DC5">
              <w:rPr>
                <w:rFonts w:eastAsia="Times New Roman" w:cs="Arial"/>
                <w:color w:val="000000"/>
                <w:sz w:val="20"/>
                <w:szCs w:val="20"/>
              </w:rPr>
              <w:t>R14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4581EDF" w14:textId="77777777" w:rsidR="005D16B1" w:rsidRPr="00004DC5" w:rsidRDefault="005D16B1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5D16B1" w:rsidRPr="00004DC5" w14:paraId="72CD5D40" w14:textId="77777777" w:rsidTr="00EB4C12">
        <w:trPr>
          <w:trHeight w:val="213"/>
        </w:trPr>
        <w:tc>
          <w:tcPr>
            <w:tcW w:w="1788" w:type="dxa"/>
          </w:tcPr>
          <w:p w14:paraId="149A45A7" w14:textId="77777777" w:rsidR="005D16B1" w:rsidRPr="00004DC5" w:rsidRDefault="005D16B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totalAmountOfTax</w:t>
            </w:r>
          </w:p>
        </w:tc>
        <w:tc>
          <w:tcPr>
            <w:tcW w:w="3360" w:type="dxa"/>
          </w:tcPr>
          <w:p w14:paraId="7D6ECCB7" w14:textId="77777777" w:rsidR="005D16B1" w:rsidRPr="00004DC5" w:rsidRDefault="00FC19DC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04DC5">
              <w:rPr>
                <w:rFonts w:cs="Arial"/>
                <w:color w:val="000000"/>
                <w:sz w:val="20"/>
                <w:szCs w:val="20"/>
              </w:rPr>
              <w:t>Razem: „Łączna kwota podatku w zł”</w:t>
            </w:r>
          </w:p>
        </w:tc>
        <w:tc>
          <w:tcPr>
            <w:tcW w:w="840" w:type="dxa"/>
          </w:tcPr>
          <w:p w14:paraId="1EB07966" w14:textId="77777777" w:rsidR="005D16B1" w:rsidRPr="00004DC5" w:rsidRDefault="0031549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04DC5">
              <w:rPr>
                <w:rFonts w:eastAsia="Times New Roman" w:cs="Arial"/>
                <w:color w:val="000000"/>
                <w:sz w:val="20"/>
                <w:szCs w:val="20"/>
              </w:rPr>
              <w:t>253</w:t>
            </w:r>
          </w:p>
        </w:tc>
        <w:tc>
          <w:tcPr>
            <w:tcW w:w="2095" w:type="dxa"/>
          </w:tcPr>
          <w:p w14:paraId="732E0DB3" w14:textId="77777777" w:rsidR="005D16B1" w:rsidRPr="00004DC5" w:rsidRDefault="00B22907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ZAmountT</w:t>
            </w:r>
          </w:p>
          <w:p w14:paraId="48D08F74" w14:textId="5A119B30" w:rsidR="005D16B1" w:rsidRPr="00004DC5" w:rsidRDefault="00147848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5D16B1" w:rsidRPr="00004DC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>f</w:instrText>
            </w:r>
            <w:r w:rsidR="005D16B1" w:rsidRPr="00004DC5">
              <w:rPr>
                <w:rFonts w:eastAsia="Times New Roman" w:cs="Arial"/>
                <w:sz w:val="20"/>
                <w:szCs w:val="20"/>
              </w:rPr>
              <w:instrText>15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04DC5" w:rsidRPr="00004DC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04DC5">
              <w:rPr>
                <w:rFonts w:eastAsia="Times New Roman" w:cs="Arial"/>
                <w:sz w:val="20"/>
                <w:szCs w:val="20"/>
              </w:rPr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04DC5">
              <w:rPr>
                <w:rFonts w:eastAsia="Times New Roman" w:cs="Arial"/>
                <w:color w:val="000000"/>
                <w:sz w:val="20"/>
                <w:szCs w:val="20"/>
              </w:rPr>
              <w:t>R15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  <w:p w14:paraId="041C1FB3" w14:textId="77777777" w:rsidR="005D16B1" w:rsidRPr="00004DC5" w:rsidRDefault="005D16B1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197" w:type="dxa"/>
          </w:tcPr>
          <w:p w14:paraId="45F8BF3D" w14:textId="77777777" w:rsidR="005D16B1" w:rsidRPr="00004DC5" w:rsidRDefault="005D16B1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5D16B1" w:rsidRPr="00004DC5" w14:paraId="7830CD4D" w14:textId="77777777" w:rsidTr="00EB4C12">
        <w:trPr>
          <w:trHeight w:val="213"/>
        </w:trPr>
        <w:tc>
          <w:tcPr>
            <w:tcW w:w="1788" w:type="dxa"/>
          </w:tcPr>
          <w:p w14:paraId="4B7F5523" w14:textId="77777777" w:rsidR="005D16B1" w:rsidRPr="00004DC5" w:rsidRDefault="005D16B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Item</w:t>
            </w:r>
          </w:p>
        </w:tc>
        <w:tc>
          <w:tcPr>
            <w:tcW w:w="3360" w:type="dxa"/>
          </w:tcPr>
          <w:p w14:paraId="6EF20757" w14:textId="77777777" w:rsidR="005D16B1" w:rsidRPr="00004DC5" w:rsidRDefault="00FC19DC" w:rsidP="00F82B7B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Obliczenie wysokości</w:t>
            </w:r>
            <w:r w:rsidR="005D16B1" w:rsidRPr="00004DC5">
              <w:rPr>
                <w:rFonts w:eastAsia="Times New Roman" w:cs="Arial"/>
                <w:sz w:val="20"/>
                <w:szCs w:val="20"/>
              </w:rPr>
              <w:t xml:space="preserve"> podatku akcyzowego od poszczególnych wyrobów</w:t>
            </w:r>
          </w:p>
        </w:tc>
        <w:tc>
          <w:tcPr>
            <w:tcW w:w="840" w:type="dxa"/>
          </w:tcPr>
          <w:p w14:paraId="56107676" w14:textId="77777777" w:rsidR="005D16B1" w:rsidRPr="00004DC5" w:rsidRDefault="0064514A" w:rsidP="00F82B7B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F</w:t>
            </w:r>
          </w:p>
        </w:tc>
        <w:tc>
          <w:tcPr>
            <w:tcW w:w="2095" w:type="dxa"/>
          </w:tcPr>
          <w:p w14:paraId="509D6F66" w14:textId="77777777" w:rsidR="005D16B1" w:rsidRPr="00004DC5" w:rsidRDefault="008824A7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instrText xml:space="preserve"> REF ItemType_f \h  \* MERGEFORMAT </w:instrTex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B85AB4">
              <w:rPr>
                <w:rStyle w:val="pole"/>
                <w:rFonts w:ascii="Lato" w:hAnsi="Lato"/>
                <w:sz w:val="20"/>
                <w:szCs w:val="20"/>
              </w:rPr>
              <w:t>ItemType</w: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2C7706D" w14:textId="77777777" w:rsidR="005D16B1" w:rsidRPr="00004DC5" w:rsidRDefault="005D16B1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0..*</w:t>
            </w:r>
          </w:p>
        </w:tc>
      </w:tr>
    </w:tbl>
    <w:p w14:paraId="4AE74DE4" w14:textId="59A71832" w:rsidR="00242EEF" w:rsidRDefault="00242EEF" w:rsidP="00242EEF">
      <w:pPr>
        <w:pStyle w:val="Legenda"/>
        <w:keepNext/>
      </w:pPr>
      <w:bookmarkStart w:id="261" w:name="_Toc182566606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75</w:t>
      </w:r>
      <w:r w:rsidR="00715F4C">
        <w:rPr>
          <w:noProof/>
        </w:rPr>
        <w:fldChar w:fldCharType="end"/>
      </w:r>
      <w:r>
        <w:t xml:space="preserve">. </w:t>
      </w:r>
      <w:r w:rsidRPr="00706D2D">
        <w:t>Struktura elementu ItemType</w:t>
      </w:r>
      <w:bookmarkEnd w:id="261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5D16B1" w:rsidRPr="00004DC5" w14:paraId="35B72293" w14:textId="77777777" w:rsidTr="00EB4C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4C1548EA" w14:textId="77777777" w:rsidR="005D16B1" w:rsidRPr="00004DC5" w:rsidRDefault="005D16B1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04DC5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679B2880" w14:textId="77777777" w:rsidR="005D16B1" w:rsidRPr="00004DC5" w:rsidRDefault="005D16B1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04DC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466D9B21" w14:textId="77777777" w:rsidR="005D16B1" w:rsidRPr="00004DC5" w:rsidRDefault="000E5D43" w:rsidP="005D16B1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04DC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75E518A7" w14:textId="77777777" w:rsidR="005D16B1" w:rsidRPr="00004DC5" w:rsidRDefault="005D16B1">
            <w:pPr>
              <w:rPr>
                <w:rFonts w:cs="Arial"/>
                <w:b/>
                <w:sz w:val="18"/>
                <w:szCs w:val="18"/>
              </w:rPr>
            </w:pPr>
            <w:r w:rsidRPr="00004DC5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70EFAC6F" w14:textId="77777777" w:rsidR="005D16B1" w:rsidRPr="00004DC5" w:rsidRDefault="005D16B1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04DC5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5D16B1" w:rsidRPr="00004DC5" w14:paraId="626C7EAD" w14:textId="77777777" w:rsidTr="00EB4C12">
        <w:trPr>
          <w:trHeight w:val="213"/>
        </w:trPr>
        <w:tc>
          <w:tcPr>
            <w:tcW w:w="1788" w:type="dxa"/>
          </w:tcPr>
          <w:p w14:paraId="4DB62BCE" w14:textId="77777777" w:rsidR="005D16B1" w:rsidRPr="00004DC5" w:rsidRDefault="005D16B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id</w:t>
            </w:r>
          </w:p>
        </w:tc>
        <w:tc>
          <w:tcPr>
            <w:tcW w:w="3360" w:type="dxa"/>
          </w:tcPr>
          <w:p w14:paraId="60BB65D6" w14:textId="77777777" w:rsidR="005D16B1" w:rsidRPr="00004DC5" w:rsidRDefault="005D16B1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Liczba porządkowa.</w:t>
            </w:r>
          </w:p>
        </w:tc>
        <w:tc>
          <w:tcPr>
            <w:tcW w:w="840" w:type="dxa"/>
          </w:tcPr>
          <w:p w14:paraId="103EA115" w14:textId="77777777" w:rsidR="005D16B1" w:rsidRPr="00004DC5" w:rsidRDefault="0064514A" w:rsidP="005D16B1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F.a</w:t>
            </w:r>
          </w:p>
        </w:tc>
        <w:tc>
          <w:tcPr>
            <w:tcW w:w="2095" w:type="dxa"/>
          </w:tcPr>
          <w:p w14:paraId="4DB64A0A" w14:textId="77777777" w:rsidR="005D16B1" w:rsidRPr="00004DC5" w:rsidRDefault="00C615B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ZNumeric</w:t>
            </w:r>
          </w:p>
        </w:tc>
        <w:tc>
          <w:tcPr>
            <w:tcW w:w="1197" w:type="dxa"/>
          </w:tcPr>
          <w:p w14:paraId="6543504D" w14:textId="77777777" w:rsidR="005D16B1" w:rsidRPr="00004DC5" w:rsidRDefault="007C08D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</w:t>
            </w:r>
            <w:r w:rsidR="005D16B1" w:rsidRPr="00004DC5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5D16B1" w:rsidRPr="00004DC5" w14:paraId="2DB57E0F" w14:textId="77777777" w:rsidTr="00EB4C12">
        <w:trPr>
          <w:trHeight w:val="213"/>
        </w:trPr>
        <w:tc>
          <w:tcPr>
            <w:tcW w:w="1788" w:type="dxa"/>
          </w:tcPr>
          <w:p w14:paraId="7744917B" w14:textId="77777777" w:rsidR="005D16B1" w:rsidRPr="00004DC5" w:rsidRDefault="005D16B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groupOfGoodsName</w:t>
            </w:r>
          </w:p>
        </w:tc>
        <w:tc>
          <w:tcPr>
            <w:tcW w:w="3360" w:type="dxa"/>
          </w:tcPr>
          <w:p w14:paraId="1C8E0556" w14:textId="77777777" w:rsidR="005D16B1" w:rsidRPr="00004DC5" w:rsidRDefault="005D16B1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Nazwa grupy wyrobów, dla których ustalono odrębne stawki podatkowe</w:t>
            </w:r>
          </w:p>
        </w:tc>
        <w:tc>
          <w:tcPr>
            <w:tcW w:w="840" w:type="dxa"/>
          </w:tcPr>
          <w:p w14:paraId="0F6F6C38" w14:textId="77777777" w:rsidR="005D16B1" w:rsidRPr="00004DC5" w:rsidRDefault="0064514A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F.b</w:t>
            </w:r>
          </w:p>
        </w:tc>
        <w:tc>
          <w:tcPr>
            <w:tcW w:w="2095" w:type="dxa"/>
          </w:tcPr>
          <w:p w14:paraId="409747C2" w14:textId="77777777" w:rsidR="005D16B1" w:rsidRPr="00004DC5" w:rsidRDefault="00C615B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ZCharacter</w:t>
            </w:r>
          </w:p>
          <w:p w14:paraId="06A8A5C9" w14:textId="707B55DA" w:rsidR="005D16B1" w:rsidRPr="00004DC5" w:rsidRDefault="00147848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5D16B1" w:rsidRPr="00004DC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>f</w:instrText>
            </w:r>
            <w:r w:rsidR="005D16B1" w:rsidRPr="00004DC5">
              <w:rPr>
                <w:rFonts w:eastAsia="Times New Roman" w:cs="Arial"/>
                <w:sz w:val="20"/>
                <w:szCs w:val="20"/>
              </w:rPr>
              <w:instrText>11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04DC5" w:rsidRPr="00004DC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04DC5">
              <w:rPr>
                <w:rFonts w:eastAsia="Times New Roman" w:cs="Arial"/>
                <w:sz w:val="20"/>
                <w:szCs w:val="20"/>
              </w:rPr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04DC5">
              <w:rPr>
                <w:rFonts w:eastAsia="Times New Roman" w:cs="Arial"/>
                <w:color w:val="000000"/>
                <w:sz w:val="20"/>
                <w:szCs w:val="20"/>
              </w:rPr>
              <w:t>R11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EECCE5D" w14:textId="77777777" w:rsidR="005D16B1" w:rsidRPr="00004DC5" w:rsidRDefault="007C08D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</w:t>
            </w:r>
            <w:r w:rsidR="005D16B1" w:rsidRPr="00004DC5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5D16B1" w:rsidRPr="00004DC5" w14:paraId="3AAA080E" w14:textId="77777777" w:rsidTr="00EB4C12">
        <w:trPr>
          <w:trHeight w:val="213"/>
        </w:trPr>
        <w:tc>
          <w:tcPr>
            <w:tcW w:w="1788" w:type="dxa"/>
          </w:tcPr>
          <w:p w14:paraId="26B1C8BD" w14:textId="77777777" w:rsidR="005D16B1" w:rsidRPr="00004DC5" w:rsidRDefault="005D16B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shortages</w:t>
            </w:r>
          </w:p>
        </w:tc>
        <w:tc>
          <w:tcPr>
            <w:tcW w:w="3360" w:type="dxa"/>
          </w:tcPr>
          <w:p w14:paraId="0D6EB27C" w14:textId="77777777" w:rsidR="005D16B1" w:rsidRPr="00004DC5" w:rsidRDefault="005D16B1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Możliwość oznaczenia w przypadku wykazywania ubytków wyrobów akcyzowych (przekraczających normy dopuszczalnych ubytków) lub całkowitego zniszczenia wyrobów.</w:t>
            </w:r>
          </w:p>
        </w:tc>
        <w:tc>
          <w:tcPr>
            <w:tcW w:w="840" w:type="dxa"/>
          </w:tcPr>
          <w:p w14:paraId="6AC1FEE2" w14:textId="77777777" w:rsidR="005D16B1" w:rsidRPr="00004DC5" w:rsidRDefault="0064514A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2F5C1B04" w14:textId="77777777" w:rsidR="005D16B1" w:rsidRPr="00004DC5" w:rsidRDefault="001E739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ZShortages</w:t>
            </w:r>
          </w:p>
          <w:p w14:paraId="7B85260A" w14:textId="46998F18" w:rsidR="005D16B1" w:rsidRPr="00004DC5" w:rsidRDefault="00147848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5D16B1" w:rsidRPr="00004DC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>f</w:instrText>
            </w:r>
            <w:r w:rsidR="005D16B1" w:rsidRPr="00004DC5">
              <w:rPr>
                <w:rFonts w:eastAsia="Times New Roman" w:cs="Arial"/>
                <w:sz w:val="20"/>
                <w:szCs w:val="20"/>
              </w:rPr>
              <w:instrText>18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04DC5" w:rsidRPr="00004DC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04DC5">
              <w:rPr>
                <w:rFonts w:eastAsia="Times New Roman" w:cs="Arial"/>
                <w:sz w:val="20"/>
                <w:szCs w:val="20"/>
              </w:rPr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04DC5">
              <w:rPr>
                <w:rFonts w:eastAsia="Times New Roman" w:cs="Arial"/>
                <w:color w:val="000000"/>
                <w:sz w:val="20"/>
                <w:szCs w:val="20"/>
              </w:rPr>
              <w:t>R18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E1159AD" w14:textId="77777777" w:rsidR="005D16B1" w:rsidRPr="00004DC5" w:rsidRDefault="005D16B1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5D16B1" w:rsidRPr="00004DC5" w14:paraId="5E64C8FE" w14:textId="77777777" w:rsidTr="00EB4C12">
        <w:trPr>
          <w:trHeight w:val="213"/>
        </w:trPr>
        <w:tc>
          <w:tcPr>
            <w:tcW w:w="1788" w:type="dxa"/>
          </w:tcPr>
          <w:p w14:paraId="2803E27F" w14:textId="77777777" w:rsidR="005D16B1" w:rsidRPr="00004DC5" w:rsidRDefault="005D16B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codeCN</w:t>
            </w:r>
          </w:p>
        </w:tc>
        <w:tc>
          <w:tcPr>
            <w:tcW w:w="3360" w:type="dxa"/>
          </w:tcPr>
          <w:p w14:paraId="3814DAB5" w14:textId="77777777" w:rsidR="005D16B1" w:rsidRPr="00004DC5" w:rsidRDefault="00FC19DC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Ośmiocyfrowy kod CN.</w:t>
            </w:r>
          </w:p>
        </w:tc>
        <w:tc>
          <w:tcPr>
            <w:tcW w:w="840" w:type="dxa"/>
          </w:tcPr>
          <w:p w14:paraId="131730EA" w14:textId="77777777" w:rsidR="005D16B1" w:rsidRPr="00004DC5" w:rsidRDefault="0064514A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F.c</w:t>
            </w:r>
          </w:p>
        </w:tc>
        <w:tc>
          <w:tcPr>
            <w:tcW w:w="2095" w:type="dxa"/>
          </w:tcPr>
          <w:p w14:paraId="7BBC4EB5" w14:textId="77777777" w:rsidR="005D16B1" w:rsidRPr="00004DC5" w:rsidRDefault="004C0A94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ZCodeCN</w:t>
            </w:r>
          </w:p>
          <w:p w14:paraId="02245D75" w14:textId="0C137226" w:rsidR="005D16B1" w:rsidRPr="00004DC5" w:rsidRDefault="00147848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5D16B1" w:rsidRPr="00004DC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>f</w:instrText>
            </w:r>
            <w:r w:rsidR="005D16B1" w:rsidRPr="00004DC5">
              <w:rPr>
                <w:rFonts w:eastAsia="Times New Roman" w:cs="Arial"/>
                <w:sz w:val="20"/>
                <w:szCs w:val="20"/>
              </w:rPr>
              <w:instrText>12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04DC5" w:rsidRPr="00004DC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04DC5">
              <w:rPr>
                <w:rFonts w:eastAsia="Times New Roman" w:cs="Arial"/>
                <w:sz w:val="20"/>
                <w:szCs w:val="20"/>
              </w:rPr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04DC5">
              <w:rPr>
                <w:rFonts w:eastAsia="Times New Roman" w:cs="Arial"/>
                <w:color w:val="000000"/>
                <w:sz w:val="20"/>
                <w:szCs w:val="20"/>
              </w:rPr>
              <w:t>R12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82213F7" w14:textId="77777777" w:rsidR="005D16B1" w:rsidRPr="00004DC5" w:rsidRDefault="007C08D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</w:t>
            </w:r>
            <w:r w:rsidR="005D16B1" w:rsidRPr="00004DC5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5D16B1" w:rsidRPr="00004DC5" w14:paraId="6BA55FE4" w14:textId="77777777" w:rsidTr="00EB4C12">
        <w:trPr>
          <w:trHeight w:val="213"/>
        </w:trPr>
        <w:tc>
          <w:tcPr>
            <w:tcW w:w="1788" w:type="dxa"/>
          </w:tcPr>
          <w:p w14:paraId="5B7F9615" w14:textId="77777777" w:rsidR="005D16B1" w:rsidRPr="00004DC5" w:rsidRDefault="005D16B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lastRenderedPageBreak/>
              <w:t>numberOfGoods</w:t>
            </w:r>
          </w:p>
        </w:tc>
        <w:tc>
          <w:tcPr>
            <w:tcW w:w="3360" w:type="dxa"/>
          </w:tcPr>
          <w:p w14:paraId="48AD8D5A" w14:textId="77777777" w:rsidR="005D16B1" w:rsidRPr="00004DC5" w:rsidRDefault="00FC19DC">
            <w:pPr>
              <w:pStyle w:val="Z2tabelatekst"/>
              <w:jc w:val="both"/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  <w:t>Ilość wyrobów w tysiącach sztuk (z dokładnością do trzech miejsc po przecinku, w kg (z dokładnością do dwóch miejsc po przecinku).</w:t>
            </w:r>
          </w:p>
        </w:tc>
        <w:tc>
          <w:tcPr>
            <w:tcW w:w="840" w:type="dxa"/>
          </w:tcPr>
          <w:p w14:paraId="45149AD9" w14:textId="77777777" w:rsidR="005D16B1" w:rsidRPr="00004DC5" w:rsidRDefault="0064514A">
            <w:pPr>
              <w:pStyle w:val="Z2tabelatekst"/>
              <w:jc w:val="both"/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  <w:t>F.e</w:t>
            </w:r>
          </w:p>
        </w:tc>
        <w:tc>
          <w:tcPr>
            <w:tcW w:w="2095" w:type="dxa"/>
          </w:tcPr>
          <w:p w14:paraId="428558EA" w14:textId="77777777" w:rsidR="005D16B1" w:rsidRPr="00004DC5" w:rsidRDefault="005D16B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ZAmountE</w:t>
            </w:r>
          </w:p>
        </w:tc>
        <w:tc>
          <w:tcPr>
            <w:tcW w:w="1197" w:type="dxa"/>
          </w:tcPr>
          <w:p w14:paraId="10B0D9EF" w14:textId="77777777" w:rsidR="005D16B1" w:rsidRPr="00004DC5" w:rsidRDefault="005D16B1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5D16B1" w:rsidRPr="00004DC5" w14:paraId="017BC0C0" w14:textId="77777777" w:rsidTr="00EB4C12">
        <w:trPr>
          <w:trHeight w:val="213"/>
        </w:trPr>
        <w:tc>
          <w:tcPr>
            <w:tcW w:w="1788" w:type="dxa"/>
          </w:tcPr>
          <w:p w14:paraId="425CA544" w14:textId="77777777" w:rsidR="005D16B1" w:rsidRPr="00004DC5" w:rsidRDefault="005D16B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valueOfGoods</w:t>
            </w:r>
          </w:p>
        </w:tc>
        <w:tc>
          <w:tcPr>
            <w:tcW w:w="3360" w:type="dxa"/>
          </w:tcPr>
          <w:p w14:paraId="773CE9DB" w14:textId="77777777" w:rsidR="005D16B1" w:rsidRPr="00004DC5" w:rsidRDefault="00FC19DC">
            <w:pPr>
              <w:rPr>
                <w:rFonts w:cs="Arial"/>
                <w:sz w:val="20"/>
                <w:szCs w:val="20"/>
              </w:rPr>
            </w:pPr>
            <w:r w:rsidRPr="00004DC5">
              <w:rPr>
                <w:rFonts w:cs="Arial"/>
                <w:sz w:val="20"/>
                <w:szCs w:val="20"/>
              </w:rPr>
              <w:t>Wartość wg maksymalnej ceny detalicznej.</w:t>
            </w:r>
          </w:p>
        </w:tc>
        <w:tc>
          <w:tcPr>
            <w:tcW w:w="840" w:type="dxa"/>
          </w:tcPr>
          <w:p w14:paraId="76E473B0" w14:textId="77777777" w:rsidR="005D16B1" w:rsidRPr="00004DC5" w:rsidRDefault="0064514A">
            <w:pPr>
              <w:rPr>
                <w:rFonts w:cs="Arial"/>
                <w:sz w:val="20"/>
                <w:szCs w:val="20"/>
              </w:rPr>
            </w:pPr>
            <w:r w:rsidRPr="00004DC5">
              <w:rPr>
                <w:rFonts w:cs="Arial"/>
                <w:sz w:val="20"/>
                <w:szCs w:val="20"/>
              </w:rPr>
              <w:t>F.d</w:t>
            </w:r>
          </w:p>
        </w:tc>
        <w:tc>
          <w:tcPr>
            <w:tcW w:w="2095" w:type="dxa"/>
          </w:tcPr>
          <w:p w14:paraId="35370DF7" w14:textId="77777777" w:rsidR="005D16B1" w:rsidRPr="00004DC5" w:rsidRDefault="005D16B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</w:tc>
        <w:tc>
          <w:tcPr>
            <w:tcW w:w="1197" w:type="dxa"/>
          </w:tcPr>
          <w:p w14:paraId="1C1F8D48" w14:textId="77777777" w:rsidR="005D16B1" w:rsidRPr="00004DC5" w:rsidRDefault="005D16B1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5D16B1" w:rsidRPr="00004DC5" w14:paraId="2BEA2632" w14:textId="77777777" w:rsidTr="00EB4C12">
        <w:trPr>
          <w:trHeight w:val="213"/>
        </w:trPr>
        <w:tc>
          <w:tcPr>
            <w:tcW w:w="1788" w:type="dxa"/>
          </w:tcPr>
          <w:p w14:paraId="039E4512" w14:textId="77777777" w:rsidR="005D16B1" w:rsidRPr="00004DC5" w:rsidRDefault="005D16B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taxMin</w:t>
            </w:r>
          </w:p>
        </w:tc>
        <w:tc>
          <w:tcPr>
            <w:tcW w:w="3360" w:type="dxa"/>
          </w:tcPr>
          <w:p w14:paraId="69CC634F" w14:textId="77777777" w:rsidR="005D16B1" w:rsidRPr="00004DC5" w:rsidRDefault="00FC19DC">
            <w:pPr>
              <w:rPr>
                <w:rFonts w:cs="Arial"/>
                <w:color w:val="000000"/>
                <w:sz w:val="20"/>
                <w:szCs w:val="20"/>
              </w:rPr>
            </w:pPr>
            <w:r w:rsidRPr="00004DC5">
              <w:rPr>
                <w:rFonts w:cs="Arial"/>
                <w:color w:val="000000"/>
                <w:sz w:val="20"/>
                <w:szCs w:val="20"/>
              </w:rPr>
              <w:t>Stawka podatkowa minimalna dla wyrobów</w:t>
            </w:r>
            <w:r w:rsidRPr="00004DC5">
              <w:rPr>
                <w:rFonts w:cs="Arial"/>
                <w:color w:val="000000"/>
                <w:sz w:val="20"/>
                <w:szCs w:val="20"/>
              </w:rPr>
              <w:tab/>
              <w:t>tytoniowych.</w:t>
            </w:r>
          </w:p>
        </w:tc>
        <w:tc>
          <w:tcPr>
            <w:tcW w:w="840" w:type="dxa"/>
          </w:tcPr>
          <w:p w14:paraId="610AB3A2" w14:textId="77777777" w:rsidR="005D16B1" w:rsidRPr="00004DC5" w:rsidRDefault="0064514A">
            <w:pPr>
              <w:rPr>
                <w:rFonts w:cs="Arial"/>
                <w:color w:val="000000"/>
                <w:sz w:val="20"/>
                <w:szCs w:val="20"/>
              </w:rPr>
            </w:pPr>
            <w:r w:rsidRPr="00004DC5">
              <w:rPr>
                <w:rFonts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729A37F2" w14:textId="77777777" w:rsidR="005D16B1" w:rsidRPr="00004DC5" w:rsidRDefault="005D16B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decimal(</w:t>
            </w:r>
            <w:r w:rsidR="0088366A" w:rsidRPr="00004DC5">
              <w:rPr>
                <w:rStyle w:val="pole"/>
                <w:rFonts w:ascii="Lato" w:hAnsi="Lato"/>
                <w:sz w:val="20"/>
                <w:szCs w:val="20"/>
              </w:rPr>
              <w:t>6</w:t>
            </w:r>
            <w:r w:rsidRPr="00004DC5">
              <w:rPr>
                <w:rStyle w:val="pole"/>
                <w:rFonts w:ascii="Lato" w:hAnsi="Lato"/>
                <w:sz w:val="20"/>
                <w:szCs w:val="20"/>
              </w:rPr>
              <w:t>, 2)</w:t>
            </w:r>
          </w:p>
        </w:tc>
        <w:tc>
          <w:tcPr>
            <w:tcW w:w="1197" w:type="dxa"/>
          </w:tcPr>
          <w:p w14:paraId="216146E9" w14:textId="77777777" w:rsidR="005D16B1" w:rsidRPr="00004DC5" w:rsidRDefault="00BD225C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0</w:t>
            </w:r>
            <w:r w:rsidR="005D16B1" w:rsidRPr="00004DC5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5D16B1" w:rsidRPr="00004DC5" w14:paraId="6FDA7CE4" w14:textId="77777777" w:rsidTr="00EB4C12">
        <w:trPr>
          <w:trHeight w:val="213"/>
        </w:trPr>
        <w:tc>
          <w:tcPr>
            <w:tcW w:w="1788" w:type="dxa"/>
          </w:tcPr>
          <w:p w14:paraId="50C825ED" w14:textId="77777777" w:rsidR="005D16B1" w:rsidRPr="00004DC5" w:rsidRDefault="005D16B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taxRatePercentage</w:t>
            </w:r>
          </w:p>
        </w:tc>
        <w:tc>
          <w:tcPr>
            <w:tcW w:w="3360" w:type="dxa"/>
          </w:tcPr>
          <w:p w14:paraId="2963E62B" w14:textId="77777777" w:rsidR="005D16B1" w:rsidRPr="00004DC5" w:rsidRDefault="000E7EDF">
            <w:pPr>
              <w:rPr>
                <w:rFonts w:cs="Arial"/>
                <w:color w:val="000000"/>
                <w:sz w:val="20"/>
                <w:szCs w:val="20"/>
              </w:rPr>
            </w:pPr>
            <w:r w:rsidRPr="00004DC5">
              <w:rPr>
                <w:rFonts w:cs="Arial"/>
                <w:color w:val="000000"/>
                <w:sz w:val="20"/>
                <w:szCs w:val="20"/>
              </w:rPr>
              <w:t>Stawka podatku wyrażona ułamkiem dziesiętnym z dokładnością do 4 miejsc po przecinku</w:t>
            </w:r>
          </w:p>
        </w:tc>
        <w:tc>
          <w:tcPr>
            <w:tcW w:w="840" w:type="dxa"/>
          </w:tcPr>
          <w:p w14:paraId="7881B6C4" w14:textId="77777777" w:rsidR="005D16B1" w:rsidRPr="00004DC5" w:rsidRDefault="009977D2">
            <w:pPr>
              <w:rPr>
                <w:rFonts w:cs="Arial"/>
                <w:color w:val="000000"/>
                <w:sz w:val="20"/>
                <w:szCs w:val="20"/>
              </w:rPr>
            </w:pPr>
            <w:r w:rsidRPr="00004DC5">
              <w:rPr>
                <w:rFonts w:cs="Arial"/>
                <w:color w:val="000000"/>
                <w:sz w:val="20"/>
                <w:szCs w:val="20"/>
              </w:rPr>
              <w:t>F.f.a</w:t>
            </w:r>
          </w:p>
        </w:tc>
        <w:tc>
          <w:tcPr>
            <w:tcW w:w="2095" w:type="dxa"/>
          </w:tcPr>
          <w:p w14:paraId="234D716B" w14:textId="77777777" w:rsidR="005D16B1" w:rsidRPr="00004DC5" w:rsidRDefault="005D16B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Z</w:t>
            </w:r>
            <w:r w:rsidR="008E6853" w:rsidRPr="00004DC5">
              <w:rPr>
                <w:rStyle w:val="pole"/>
                <w:rFonts w:ascii="Lato" w:hAnsi="Lato"/>
                <w:sz w:val="20"/>
                <w:szCs w:val="20"/>
              </w:rPr>
              <w:t>Percentage</w:t>
            </w:r>
          </w:p>
        </w:tc>
        <w:tc>
          <w:tcPr>
            <w:tcW w:w="1197" w:type="dxa"/>
          </w:tcPr>
          <w:p w14:paraId="6D04E538" w14:textId="77777777" w:rsidR="005D16B1" w:rsidRPr="00004DC5" w:rsidRDefault="005D16B1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15424C" w:rsidRPr="00004DC5" w14:paraId="5D2BCD48" w14:textId="77777777" w:rsidTr="00EB4C12">
        <w:trPr>
          <w:trHeight w:val="213"/>
        </w:trPr>
        <w:tc>
          <w:tcPr>
            <w:tcW w:w="1788" w:type="dxa"/>
          </w:tcPr>
          <w:p w14:paraId="2BF6383B" w14:textId="77777777" w:rsidR="0015424C" w:rsidRPr="00004DC5" w:rsidRDefault="0015424C" w:rsidP="0015424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taxRatePercentageFromIsztar</w:t>
            </w:r>
          </w:p>
        </w:tc>
        <w:tc>
          <w:tcPr>
            <w:tcW w:w="3360" w:type="dxa"/>
          </w:tcPr>
          <w:p w14:paraId="1FD7FD96" w14:textId="77777777" w:rsidR="0015424C" w:rsidRPr="00004DC5" w:rsidRDefault="0015424C" w:rsidP="0015424C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Czy stawka podatku akcyzowego w polu taxRatePercentage jest pobrana z Systemu ISZTAR.</w:t>
            </w:r>
          </w:p>
        </w:tc>
        <w:tc>
          <w:tcPr>
            <w:tcW w:w="840" w:type="dxa"/>
          </w:tcPr>
          <w:p w14:paraId="3C282847" w14:textId="77777777" w:rsidR="0015424C" w:rsidRPr="00004DC5" w:rsidRDefault="0015424C" w:rsidP="0015424C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6B9DFBE4" w14:textId="77777777" w:rsidR="0015424C" w:rsidRPr="00004DC5" w:rsidRDefault="0015424C" w:rsidP="0015424C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boolean</w:t>
            </w:r>
          </w:p>
        </w:tc>
        <w:tc>
          <w:tcPr>
            <w:tcW w:w="1197" w:type="dxa"/>
          </w:tcPr>
          <w:p w14:paraId="26D53A56" w14:textId="77777777" w:rsidR="0015424C" w:rsidRPr="00004DC5" w:rsidRDefault="0015424C" w:rsidP="0015424C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15424C" w:rsidRPr="00004DC5" w14:paraId="68184657" w14:textId="77777777" w:rsidTr="00EB4C12">
        <w:trPr>
          <w:trHeight w:val="213"/>
        </w:trPr>
        <w:tc>
          <w:tcPr>
            <w:tcW w:w="1788" w:type="dxa"/>
          </w:tcPr>
          <w:p w14:paraId="746F2D67" w14:textId="77777777" w:rsidR="0015424C" w:rsidRPr="00004DC5" w:rsidRDefault="0015424C" w:rsidP="0015424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taxRate</w:t>
            </w:r>
          </w:p>
        </w:tc>
        <w:tc>
          <w:tcPr>
            <w:tcW w:w="3360" w:type="dxa"/>
          </w:tcPr>
          <w:p w14:paraId="682DB7FC" w14:textId="77777777" w:rsidR="0015424C" w:rsidRPr="00004DC5" w:rsidRDefault="00FC19DC" w:rsidP="0015424C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Stawka podatku. Stawka wyrażona kwotowa.</w:t>
            </w:r>
          </w:p>
        </w:tc>
        <w:tc>
          <w:tcPr>
            <w:tcW w:w="840" w:type="dxa"/>
          </w:tcPr>
          <w:p w14:paraId="3CF82A38" w14:textId="77777777" w:rsidR="0015424C" w:rsidRPr="00004DC5" w:rsidRDefault="0015424C" w:rsidP="0015424C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F.f.b</w:t>
            </w:r>
          </w:p>
        </w:tc>
        <w:tc>
          <w:tcPr>
            <w:tcW w:w="2095" w:type="dxa"/>
          </w:tcPr>
          <w:p w14:paraId="177880DC" w14:textId="77777777" w:rsidR="0015424C" w:rsidRPr="00004DC5" w:rsidRDefault="0015424C" w:rsidP="0015424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  <w:p w14:paraId="04F43B96" w14:textId="77777777" w:rsidR="0015424C" w:rsidRPr="00004DC5" w:rsidRDefault="0015424C" w:rsidP="0015424C">
            <w:pPr>
              <w:rPr>
                <w:rStyle w:val="pole"/>
                <w:rFonts w:ascii="Lato" w:hAnsi="Lato"/>
                <w:sz w:val="20"/>
                <w:szCs w:val="20"/>
              </w:rPr>
            </w:pPr>
          </w:p>
        </w:tc>
        <w:tc>
          <w:tcPr>
            <w:tcW w:w="1197" w:type="dxa"/>
          </w:tcPr>
          <w:p w14:paraId="289E9DCB" w14:textId="77777777" w:rsidR="0015424C" w:rsidRPr="00004DC5" w:rsidRDefault="0015424C" w:rsidP="0015424C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A4390D" w:rsidRPr="00004DC5" w14:paraId="0F1003E8" w14:textId="77777777" w:rsidTr="00EB4C12">
        <w:trPr>
          <w:trHeight w:val="213"/>
        </w:trPr>
        <w:tc>
          <w:tcPr>
            <w:tcW w:w="1788" w:type="dxa"/>
          </w:tcPr>
          <w:p w14:paraId="064F7065" w14:textId="77777777" w:rsidR="00A4390D" w:rsidRPr="00004DC5" w:rsidRDefault="00A4390D" w:rsidP="00A4390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taxRateFromIsztar</w:t>
            </w:r>
          </w:p>
        </w:tc>
        <w:tc>
          <w:tcPr>
            <w:tcW w:w="3360" w:type="dxa"/>
          </w:tcPr>
          <w:p w14:paraId="30977EAD" w14:textId="77777777" w:rsidR="00A4390D" w:rsidRPr="00004DC5" w:rsidRDefault="00A4390D" w:rsidP="00A4390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Czy stawka podatku akcyzowego w polu taxRate jest pobrana z Systemu ISZTAR.</w:t>
            </w:r>
          </w:p>
        </w:tc>
        <w:tc>
          <w:tcPr>
            <w:tcW w:w="840" w:type="dxa"/>
          </w:tcPr>
          <w:p w14:paraId="3EE37E3A" w14:textId="77777777" w:rsidR="00A4390D" w:rsidRPr="00004DC5" w:rsidRDefault="00A4390D" w:rsidP="00A4390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386E4692" w14:textId="77777777" w:rsidR="00A4390D" w:rsidRPr="00004DC5" w:rsidRDefault="00A4390D" w:rsidP="00A4390D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boolean</w:t>
            </w:r>
          </w:p>
        </w:tc>
        <w:tc>
          <w:tcPr>
            <w:tcW w:w="1197" w:type="dxa"/>
          </w:tcPr>
          <w:p w14:paraId="79961E29" w14:textId="77777777" w:rsidR="00A4390D" w:rsidRPr="00004DC5" w:rsidRDefault="00A4390D" w:rsidP="00A4390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A4390D" w:rsidRPr="00004DC5" w14:paraId="7CEFB3EE" w14:textId="77777777" w:rsidTr="00EB4C12">
        <w:trPr>
          <w:trHeight w:val="213"/>
        </w:trPr>
        <w:tc>
          <w:tcPr>
            <w:tcW w:w="1788" w:type="dxa"/>
          </w:tcPr>
          <w:p w14:paraId="74729C3E" w14:textId="77777777" w:rsidR="00A4390D" w:rsidRPr="00004DC5" w:rsidRDefault="00A4390D" w:rsidP="00A4390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amountOfTax</w:t>
            </w:r>
          </w:p>
        </w:tc>
        <w:tc>
          <w:tcPr>
            <w:tcW w:w="3360" w:type="dxa"/>
          </w:tcPr>
          <w:p w14:paraId="6BE0E2DE" w14:textId="77777777" w:rsidR="00A4390D" w:rsidRPr="00004DC5" w:rsidRDefault="00FC19DC" w:rsidP="00A4390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cs="Arial"/>
                <w:sz w:val="20"/>
                <w:szCs w:val="20"/>
              </w:rPr>
              <w:t>Łączna kwota podatku w zł.</w:t>
            </w:r>
          </w:p>
        </w:tc>
        <w:tc>
          <w:tcPr>
            <w:tcW w:w="840" w:type="dxa"/>
          </w:tcPr>
          <w:p w14:paraId="2D6C51AA" w14:textId="77777777" w:rsidR="00A4390D" w:rsidRPr="00004DC5" w:rsidRDefault="00A4390D" w:rsidP="00A4390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F.g</w:t>
            </w:r>
          </w:p>
        </w:tc>
        <w:tc>
          <w:tcPr>
            <w:tcW w:w="2095" w:type="dxa"/>
          </w:tcPr>
          <w:p w14:paraId="2F85B9B4" w14:textId="77777777" w:rsidR="00A4390D" w:rsidRPr="00004DC5" w:rsidRDefault="00A4390D" w:rsidP="00A4390D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ZAmountT</w:t>
            </w:r>
          </w:p>
          <w:p w14:paraId="38320B27" w14:textId="610EDAE5" w:rsidR="00A4390D" w:rsidRPr="00004DC5" w:rsidRDefault="00147848" w:rsidP="00A4390D">
            <w:pPr>
              <w:tabs>
                <w:tab w:val="right" w:pos="2511"/>
              </w:tabs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A4390D" w:rsidRPr="00004DC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>f</w:instrText>
            </w:r>
            <w:r w:rsidR="00A4390D" w:rsidRPr="00004DC5">
              <w:rPr>
                <w:rFonts w:eastAsia="Times New Roman" w:cs="Arial"/>
                <w:sz w:val="20"/>
                <w:szCs w:val="20"/>
              </w:rPr>
              <w:instrText>13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04DC5" w:rsidRPr="00004DC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04DC5">
              <w:rPr>
                <w:rFonts w:eastAsia="Times New Roman" w:cs="Arial"/>
                <w:sz w:val="20"/>
                <w:szCs w:val="20"/>
              </w:rPr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04DC5">
              <w:rPr>
                <w:rFonts w:eastAsia="Times New Roman" w:cs="Arial"/>
                <w:color w:val="000000"/>
                <w:sz w:val="20"/>
                <w:szCs w:val="20"/>
              </w:rPr>
              <w:t>R13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="00A4390D" w:rsidRPr="00004DC5">
              <w:rPr>
                <w:rFonts w:eastAsia="Times New Roman" w:cs="Arial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72E2AC0F" w14:textId="77777777" w:rsidR="00A4390D" w:rsidRPr="00004DC5" w:rsidRDefault="00FC19DC" w:rsidP="00A4390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</w:t>
            </w:r>
            <w:r w:rsidR="00A4390D" w:rsidRPr="00004DC5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</w:tbl>
    <w:p w14:paraId="24CA0FDD" w14:textId="3900D18E" w:rsidR="00242EEF" w:rsidRDefault="00242EEF" w:rsidP="00242EEF">
      <w:pPr>
        <w:pStyle w:val="Legenda"/>
        <w:keepNext/>
      </w:pPr>
      <w:bookmarkStart w:id="262" w:name="_Toc182566607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76</w:t>
      </w:r>
      <w:r w:rsidR="00715F4C">
        <w:rPr>
          <w:noProof/>
        </w:rPr>
        <w:fldChar w:fldCharType="end"/>
      </w:r>
      <w:r>
        <w:t xml:space="preserve">. </w:t>
      </w:r>
      <w:r w:rsidRPr="009E661B">
        <w:t>Struktura elementu DailyPaymentInformationType</w:t>
      </w:r>
      <w:bookmarkEnd w:id="262"/>
    </w:p>
    <w:tbl>
      <w:tblPr>
        <w:tblStyle w:val="Siatkatabelijasna"/>
        <w:tblW w:w="9265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80"/>
        <w:gridCol w:w="1197"/>
      </w:tblGrid>
      <w:tr w:rsidR="00085870" w:rsidRPr="00004DC5" w14:paraId="60A5852C" w14:textId="77777777" w:rsidTr="00EB4C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487C75EC" w14:textId="77777777" w:rsidR="00085870" w:rsidRPr="00004DC5" w:rsidRDefault="00085870" w:rsidP="00F64ACD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04DC5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69C4B772" w14:textId="77777777" w:rsidR="00085870" w:rsidRPr="00004DC5" w:rsidRDefault="00085870" w:rsidP="00F64ACD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04DC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3ABE9304" w14:textId="77777777" w:rsidR="00085870" w:rsidRPr="00004DC5" w:rsidRDefault="00085870" w:rsidP="00F64ACD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04DC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80" w:type="dxa"/>
          </w:tcPr>
          <w:p w14:paraId="3C1ACAEF" w14:textId="77777777" w:rsidR="00085870" w:rsidRPr="00004DC5" w:rsidRDefault="00085870" w:rsidP="00F64ACD">
            <w:pPr>
              <w:rPr>
                <w:rFonts w:cs="Arial"/>
                <w:b/>
                <w:sz w:val="18"/>
                <w:szCs w:val="18"/>
              </w:rPr>
            </w:pPr>
            <w:r w:rsidRPr="00004DC5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6AE7FB6D" w14:textId="77777777" w:rsidR="00085870" w:rsidRPr="00004DC5" w:rsidRDefault="00085870" w:rsidP="00F64ACD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04DC5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085870" w:rsidRPr="00004DC5" w14:paraId="0E5095B6" w14:textId="77777777" w:rsidTr="00EB4C12">
        <w:trPr>
          <w:trHeight w:val="213"/>
        </w:trPr>
        <w:tc>
          <w:tcPr>
            <w:tcW w:w="1788" w:type="dxa"/>
          </w:tcPr>
          <w:p w14:paraId="48F2DD7F" w14:textId="77777777" w:rsidR="00085870" w:rsidRPr="00004DC5" w:rsidRDefault="00085870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totalDueAmountOfDailyPaym</w:t>
            </w:r>
          </w:p>
        </w:tc>
        <w:tc>
          <w:tcPr>
            <w:tcW w:w="3360" w:type="dxa"/>
          </w:tcPr>
          <w:p w14:paraId="28283C49" w14:textId="77777777" w:rsidR="00085870" w:rsidRPr="00004DC5" w:rsidRDefault="00FC19DC" w:rsidP="00F64ACD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04DC5">
              <w:rPr>
                <w:rFonts w:cs="Arial"/>
                <w:sz w:val="20"/>
                <w:szCs w:val="20"/>
              </w:rPr>
              <w:t>Razem kwota należnych wpłat dziennych.(Suma kwot z kolumny C)</w:t>
            </w:r>
            <w:r w:rsidR="00085870" w:rsidRPr="00004DC5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840" w:type="dxa"/>
          </w:tcPr>
          <w:p w14:paraId="2A9D8C9F" w14:textId="77777777" w:rsidR="00085870" w:rsidRPr="00004DC5" w:rsidRDefault="00A60A2B" w:rsidP="00F64ACD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04DC5">
              <w:rPr>
                <w:rFonts w:eastAsia="Times New Roman" w:cs="Arial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2080" w:type="dxa"/>
          </w:tcPr>
          <w:p w14:paraId="792869E7" w14:textId="77777777" w:rsidR="00085870" w:rsidRPr="00004DC5" w:rsidRDefault="00085870" w:rsidP="00F64ACD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ZAmountC</w:t>
            </w:r>
          </w:p>
          <w:p w14:paraId="1E73C153" w14:textId="11F05AC9" w:rsidR="00085870" w:rsidRPr="00004DC5" w:rsidRDefault="00147848" w:rsidP="00F64ACD">
            <w:pPr>
              <w:tabs>
                <w:tab w:val="right" w:pos="2511"/>
              </w:tabs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085870" w:rsidRPr="00004DC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>f</w:instrText>
            </w:r>
            <w:r w:rsidR="00085870" w:rsidRPr="00004DC5">
              <w:rPr>
                <w:rFonts w:eastAsia="Times New Roman" w:cs="Arial"/>
                <w:sz w:val="20"/>
                <w:szCs w:val="20"/>
              </w:rPr>
              <w:instrText>8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04DC5" w:rsidRPr="00004DC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04DC5">
              <w:rPr>
                <w:rFonts w:eastAsia="Times New Roman" w:cs="Arial"/>
                <w:sz w:val="20"/>
                <w:szCs w:val="20"/>
              </w:rPr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04DC5">
              <w:rPr>
                <w:rFonts w:eastAsia="Times New Roman" w:cs="Arial"/>
                <w:sz w:val="20"/>
                <w:szCs w:val="20"/>
              </w:rPr>
              <w:t>R8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="00085870" w:rsidRPr="00004DC5">
              <w:rPr>
                <w:rFonts w:eastAsia="Times New Roman" w:cs="Arial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59CC511C" w14:textId="77777777" w:rsidR="00085870" w:rsidRPr="00004DC5" w:rsidRDefault="00085870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085870" w:rsidRPr="00004DC5" w14:paraId="24D5BD34" w14:textId="77777777" w:rsidTr="00EB4C12">
        <w:trPr>
          <w:trHeight w:val="213"/>
        </w:trPr>
        <w:tc>
          <w:tcPr>
            <w:tcW w:w="1788" w:type="dxa"/>
          </w:tcPr>
          <w:p w14:paraId="448C283B" w14:textId="77777777" w:rsidR="00085870" w:rsidRPr="00004DC5" w:rsidRDefault="00085870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totalAmountOfExcessDailyPaymPrevDecl</w:t>
            </w:r>
          </w:p>
        </w:tc>
        <w:tc>
          <w:tcPr>
            <w:tcW w:w="3360" w:type="dxa"/>
          </w:tcPr>
          <w:p w14:paraId="4FF0335A" w14:textId="77777777" w:rsidR="00085870" w:rsidRPr="00004DC5" w:rsidRDefault="00FC19DC" w:rsidP="00F64ACD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04DC5">
              <w:rPr>
                <w:rFonts w:cs="Arial"/>
                <w:sz w:val="20"/>
                <w:szCs w:val="20"/>
              </w:rPr>
              <w:t>Razem kwota nadwyżki wpłat z poprzedniej deklaracji zaliczona na poczet wpłat dziennych.(Suma kwot z kolumny E)</w:t>
            </w:r>
          </w:p>
        </w:tc>
        <w:tc>
          <w:tcPr>
            <w:tcW w:w="840" w:type="dxa"/>
          </w:tcPr>
          <w:p w14:paraId="4CEEEE51" w14:textId="77777777" w:rsidR="00085870" w:rsidRPr="00004DC5" w:rsidRDefault="00A60A2B" w:rsidP="00F64ACD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04DC5">
              <w:rPr>
                <w:rFonts w:eastAsia="Times New Roman" w:cs="Arial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2080" w:type="dxa"/>
          </w:tcPr>
          <w:p w14:paraId="0539857A" w14:textId="77777777" w:rsidR="00085870" w:rsidRPr="00004DC5" w:rsidRDefault="00085870" w:rsidP="00F64ACD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ZAmountC</w:t>
            </w:r>
          </w:p>
          <w:p w14:paraId="0AC249F4" w14:textId="4CD79175" w:rsidR="00085870" w:rsidRPr="00004DC5" w:rsidRDefault="00147848" w:rsidP="00F64ACD">
            <w:pPr>
              <w:tabs>
                <w:tab w:val="right" w:pos="2511"/>
              </w:tabs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085870" w:rsidRPr="00004DC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>f</w:instrText>
            </w:r>
            <w:r w:rsidR="00085870" w:rsidRPr="00004DC5">
              <w:rPr>
                <w:rFonts w:eastAsia="Times New Roman" w:cs="Arial"/>
                <w:sz w:val="20"/>
                <w:szCs w:val="20"/>
              </w:rPr>
              <w:instrText>9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04DC5" w:rsidRPr="00004DC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04DC5">
              <w:rPr>
                <w:rFonts w:eastAsia="Times New Roman" w:cs="Arial"/>
                <w:sz w:val="20"/>
                <w:szCs w:val="20"/>
              </w:rPr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04DC5">
              <w:rPr>
                <w:rFonts w:eastAsia="Times New Roman" w:cs="Arial"/>
                <w:sz w:val="20"/>
                <w:szCs w:val="20"/>
              </w:rPr>
              <w:t>R9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="00085870" w:rsidRPr="00004DC5">
              <w:rPr>
                <w:rFonts w:eastAsia="Times New Roman" w:cs="Arial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5A9BC4B2" w14:textId="77777777" w:rsidR="00085870" w:rsidRPr="00004DC5" w:rsidRDefault="00085870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085870" w:rsidRPr="00004DC5" w14:paraId="4BBA9A38" w14:textId="77777777" w:rsidTr="00EB4C12">
        <w:trPr>
          <w:trHeight w:val="213"/>
        </w:trPr>
        <w:tc>
          <w:tcPr>
            <w:tcW w:w="1788" w:type="dxa"/>
          </w:tcPr>
          <w:p w14:paraId="36C833E1" w14:textId="77777777" w:rsidR="00085870" w:rsidRPr="00004DC5" w:rsidRDefault="00085870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totalAmountOfDailyPaym</w:t>
            </w:r>
          </w:p>
        </w:tc>
        <w:tc>
          <w:tcPr>
            <w:tcW w:w="3360" w:type="dxa"/>
          </w:tcPr>
          <w:p w14:paraId="397B1D39" w14:textId="77777777" w:rsidR="00085870" w:rsidRPr="00004DC5" w:rsidRDefault="00FC19DC" w:rsidP="00F64ACD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04DC5">
              <w:rPr>
                <w:rFonts w:cs="Arial"/>
                <w:sz w:val="20"/>
                <w:szCs w:val="20"/>
              </w:rPr>
              <w:t>Razem kwota dokonanych wpłat dziennych.(Suma kwot z kolumny F)</w:t>
            </w:r>
          </w:p>
        </w:tc>
        <w:tc>
          <w:tcPr>
            <w:tcW w:w="840" w:type="dxa"/>
          </w:tcPr>
          <w:p w14:paraId="431CEF6B" w14:textId="77777777" w:rsidR="00085870" w:rsidRPr="00004DC5" w:rsidRDefault="00A60A2B" w:rsidP="00F64ACD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04DC5">
              <w:rPr>
                <w:rFonts w:eastAsia="Times New Roman" w:cs="Arial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2080" w:type="dxa"/>
          </w:tcPr>
          <w:p w14:paraId="4819C24C" w14:textId="77777777" w:rsidR="00085870" w:rsidRPr="00004DC5" w:rsidRDefault="00085870" w:rsidP="00F64ACD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ZAmountC</w:t>
            </w:r>
          </w:p>
          <w:p w14:paraId="1F3FC311" w14:textId="04F41770" w:rsidR="00085870" w:rsidRPr="00004DC5" w:rsidRDefault="00147848" w:rsidP="00F64ACD">
            <w:pPr>
              <w:tabs>
                <w:tab w:val="right" w:pos="2511"/>
              </w:tabs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085870" w:rsidRPr="00004DC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>f</w:instrText>
            </w:r>
            <w:r w:rsidR="00085870" w:rsidRPr="00004DC5">
              <w:rPr>
                <w:rFonts w:eastAsia="Times New Roman" w:cs="Arial"/>
                <w:sz w:val="20"/>
                <w:szCs w:val="20"/>
              </w:rPr>
              <w:instrText>10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04DC5" w:rsidRPr="00004DC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04DC5">
              <w:rPr>
                <w:rFonts w:eastAsia="Times New Roman" w:cs="Arial"/>
                <w:sz w:val="20"/>
                <w:szCs w:val="20"/>
              </w:rPr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04DC5">
              <w:rPr>
                <w:rFonts w:eastAsia="Times New Roman" w:cs="Arial"/>
                <w:sz w:val="20"/>
                <w:szCs w:val="20"/>
              </w:rPr>
              <w:t>R10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="00085870" w:rsidRPr="00004DC5">
              <w:rPr>
                <w:rFonts w:eastAsia="Times New Roman" w:cs="Arial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6C2B1467" w14:textId="77777777" w:rsidR="00085870" w:rsidRPr="00004DC5" w:rsidRDefault="00085870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085870" w:rsidRPr="00004DC5" w14:paraId="4C204E7D" w14:textId="77777777" w:rsidTr="00EB4C12">
        <w:trPr>
          <w:trHeight w:val="213"/>
        </w:trPr>
        <w:tc>
          <w:tcPr>
            <w:tcW w:w="1788" w:type="dxa"/>
          </w:tcPr>
          <w:p w14:paraId="50BB3846" w14:textId="77777777" w:rsidR="00085870" w:rsidRPr="00004DC5" w:rsidRDefault="00085870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DailyAmount</w:t>
            </w:r>
          </w:p>
        </w:tc>
        <w:tc>
          <w:tcPr>
            <w:tcW w:w="3360" w:type="dxa"/>
          </w:tcPr>
          <w:p w14:paraId="396ABEC8" w14:textId="77777777" w:rsidR="00085870" w:rsidRPr="00004DC5" w:rsidRDefault="00FC19DC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Suma kwot wpłat dziennych</w:t>
            </w:r>
          </w:p>
        </w:tc>
        <w:tc>
          <w:tcPr>
            <w:tcW w:w="840" w:type="dxa"/>
          </w:tcPr>
          <w:p w14:paraId="4F25C0F8" w14:textId="77777777" w:rsidR="00085870" w:rsidRPr="00004DC5" w:rsidRDefault="00A60A2B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E</w:t>
            </w:r>
          </w:p>
        </w:tc>
        <w:tc>
          <w:tcPr>
            <w:tcW w:w="2080" w:type="dxa"/>
          </w:tcPr>
          <w:p w14:paraId="7668BA6A" w14:textId="77777777" w:rsidR="00085870" w:rsidRPr="00004DC5" w:rsidRDefault="00085870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ZDailyAmount</w:t>
            </w:r>
          </w:p>
        </w:tc>
        <w:tc>
          <w:tcPr>
            <w:tcW w:w="1197" w:type="dxa"/>
          </w:tcPr>
          <w:p w14:paraId="2AC469EC" w14:textId="77777777" w:rsidR="00085870" w:rsidRPr="00004DC5" w:rsidRDefault="00085870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0..*</w:t>
            </w:r>
          </w:p>
        </w:tc>
      </w:tr>
    </w:tbl>
    <w:p w14:paraId="748CFFD8" w14:textId="77777777" w:rsidR="00AD20CD" w:rsidRDefault="00AD20CD" w:rsidP="00C048E5">
      <w:pPr>
        <w:pStyle w:val="Nagwek3"/>
      </w:pPr>
      <w:bookmarkStart w:id="263" w:name="_Toc182566467"/>
      <w:r>
        <w:lastRenderedPageBreak/>
        <w:t>Reguły AKC4F</w:t>
      </w:r>
      <w:bookmarkEnd w:id="263"/>
    </w:p>
    <w:p w14:paraId="73A476BB" w14:textId="64931ECA" w:rsidR="00242EEF" w:rsidRDefault="00242EEF" w:rsidP="00242EEF">
      <w:pPr>
        <w:pStyle w:val="Legenda"/>
        <w:keepNext/>
      </w:pPr>
      <w:bookmarkStart w:id="264" w:name="_Toc182566608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77</w:t>
      </w:r>
      <w:r w:rsidR="00715F4C">
        <w:rPr>
          <w:noProof/>
        </w:rPr>
        <w:fldChar w:fldCharType="end"/>
      </w:r>
      <w:r>
        <w:t xml:space="preserve">. </w:t>
      </w:r>
      <w:r w:rsidRPr="009C50C8">
        <w:t>Reguły dotyczące załącznika AKC-4/F</w:t>
      </w:r>
      <w:bookmarkEnd w:id="264"/>
    </w:p>
    <w:tbl>
      <w:tblPr>
        <w:tblStyle w:val="Siatkatabelijasna"/>
        <w:tblW w:w="0" w:type="auto"/>
        <w:tblLook w:val="01E0" w:firstRow="1" w:lastRow="1" w:firstColumn="1" w:lastColumn="1" w:noHBand="0" w:noVBand="0"/>
      </w:tblPr>
      <w:tblGrid>
        <w:gridCol w:w="943"/>
        <w:gridCol w:w="8105"/>
      </w:tblGrid>
      <w:tr w:rsidR="00AD20CD" w14:paraId="2F1E7AAF" w14:textId="77777777" w:rsidTr="00EB4C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43" w:type="dxa"/>
          </w:tcPr>
          <w:p w14:paraId="603FFC59" w14:textId="77777777" w:rsidR="00AD20CD" w:rsidRPr="00004DC5" w:rsidRDefault="00AD20CD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04DC5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111" w:type="dxa"/>
          </w:tcPr>
          <w:p w14:paraId="11C0DE57" w14:textId="77777777" w:rsidR="00AD20CD" w:rsidRPr="00004DC5" w:rsidRDefault="00AD20CD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04DC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AD20CD" w14:paraId="346342E2" w14:textId="77777777" w:rsidTr="00EB4C12">
        <w:trPr>
          <w:trHeight w:val="213"/>
        </w:trPr>
        <w:tc>
          <w:tcPr>
            <w:tcW w:w="943" w:type="dxa"/>
          </w:tcPr>
          <w:p w14:paraId="3F556590" w14:textId="77777777" w:rsidR="00AD20CD" w:rsidRPr="00004DC5" w:rsidRDefault="00CD6FB8">
            <w:pPr>
              <w:rPr>
                <w:rFonts w:eastAsia="Times New Roman" w:cs="Arial"/>
                <w:sz w:val="20"/>
                <w:szCs w:val="20"/>
              </w:rPr>
            </w:pPr>
            <w:bookmarkStart w:id="265" w:name="Rf1"/>
            <w:r w:rsidRPr="00004DC5">
              <w:rPr>
                <w:rFonts w:eastAsia="Times New Roman" w:cs="Arial"/>
                <w:sz w:val="20"/>
                <w:szCs w:val="20"/>
              </w:rPr>
              <w:t>R1</w:t>
            </w:r>
            <w:bookmarkEnd w:id="265"/>
          </w:p>
        </w:tc>
        <w:tc>
          <w:tcPr>
            <w:tcW w:w="8111" w:type="dxa"/>
          </w:tcPr>
          <w:p w14:paraId="4A2624EC" w14:textId="77777777" w:rsidR="00AD20CD" w:rsidRPr="00004DC5" w:rsidRDefault="00AD20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cs="Arial"/>
                <w:sz w:val="20"/>
                <w:szCs w:val="20"/>
              </w:rPr>
              <w:t>Pole wypełniane przez system zgodnie z wartością w analogicznym polu deklaracji AKC-4/AKC-4zo</w:t>
            </w:r>
          </w:p>
        </w:tc>
      </w:tr>
      <w:tr w:rsidR="00AD20CD" w14:paraId="1EBD35F4" w14:textId="77777777" w:rsidTr="00EB4C12">
        <w:trPr>
          <w:trHeight w:val="213"/>
        </w:trPr>
        <w:tc>
          <w:tcPr>
            <w:tcW w:w="943" w:type="dxa"/>
          </w:tcPr>
          <w:p w14:paraId="5F09A713" w14:textId="77777777" w:rsidR="00AD20CD" w:rsidRPr="00004DC5" w:rsidRDefault="00CD6FB8">
            <w:pPr>
              <w:rPr>
                <w:rFonts w:eastAsia="Times New Roman" w:cs="Arial"/>
                <w:sz w:val="20"/>
                <w:szCs w:val="20"/>
              </w:rPr>
            </w:pPr>
            <w:bookmarkStart w:id="266" w:name="Rf2"/>
            <w:r w:rsidRPr="00004DC5">
              <w:rPr>
                <w:rFonts w:eastAsia="Times New Roman" w:cs="Arial"/>
                <w:sz w:val="20"/>
                <w:szCs w:val="20"/>
              </w:rPr>
              <w:t>R2</w:t>
            </w:r>
            <w:bookmarkEnd w:id="266"/>
          </w:p>
        </w:tc>
        <w:tc>
          <w:tcPr>
            <w:tcW w:w="8111" w:type="dxa"/>
          </w:tcPr>
          <w:p w14:paraId="105B6EFA" w14:textId="77777777" w:rsidR="00AD20CD" w:rsidRPr="00004DC5" w:rsidRDefault="00AD20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cs="Arial"/>
                <w:sz w:val="20"/>
                <w:szCs w:val="20"/>
              </w:rPr>
              <w:t>Wypełniane automatycznie na podstawie licznika kolejnego zapisanego załącznika danego typu.</w:t>
            </w:r>
          </w:p>
        </w:tc>
      </w:tr>
      <w:tr w:rsidR="00CD6FB8" w14:paraId="18E4C7B0" w14:textId="77777777" w:rsidTr="00EB4C12">
        <w:trPr>
          <w:trHeight w:val="213"/>
        </w:trPr>
        <w:tc>
          <w:tcPr>
            <w:tcW w:w="943" w:type="dxa"/>
          </w:tcPr>
          <w:p w14:paraId="5BCB8FE8" w14:textId="77777777" w:rsidR="00CD6FB8" w:rsidRPr="00004DC5" w:rsidRDefault="00CD6FB8" w:rsidP="00CD6FB8">
            <w:pPr>
              <w:rPr>
                <w:rFonts w:eastAsia="Times New Roman" w:cs="Arial"/>
                <w:sz w:val="20"/>
                <w:szCs w:val="20"/>
              </w:rPr>
            </w:pPr>
            <w:bookmarkStart w:id="267" w:name="Rf3"/>
            <w:r w:rsidRPr="00004DC5">
              <w:rPr>
                <w:rFonts w:eastAsia="Times New Roman" w:cs="Arial"/>
                <w:sz w:val="20"/>
                <w:szCs w:val="20"/>
              </w:rPr>
              <w:t>R3</w:t>
            </w:r>
            <w:bookmarkEnd w:id="267"/>
          </w:p>
        </w:tc>
        <w:tc>
          <w:tcPr>
            <w:tcW w:w="8111" w:type="dxa"/>
          </w:tcPr>
          <w:p w14:paraId="2B5C8EF3" w14:textId="77777777" w:rsidR="00CD6FB8" w:rsidRPr="00004DC5" w:rsidRDefault="00CD6FB8" w:rsidP="00CD6FB8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Element może występować tylko jeśli w dokumencie nadrzędnym w polu formKind wybrano wartość AKC-4. </w:t>
            </w:r>
          </w:p>
        </w:tc>
      </w:tr>
      <w:tr w:rsidR="00CD6FB8" w14:paraId="4B1D7E6B" w14:textId="77777777" w:rsidTr="00EB4C12">
        <w:trPr>
          <w:trHeight w:val="213"/>
        </w:trPr>
        <w:tc>
          <w:tcPr>
            <w:tcW w:w="943" w:type="dxa"/>
          </w:tcPr>
          <w:p w14:paraId="1BCD6263" w14:textId="77777777" w:rsidR="00CD6FB8" w:rsidRPr="00004DC5" w:rsidRDefault="00CD6FB8" w:rsidP="00CD6FB8">
            <w:pPr>
              <w:rPr>
                <w:rFonts w:eastAsia="Times New Roman" w:cs="Arial"/>
                <w:sz w:val="20"/>
                <w:szCs w:val="20"/>
              </w:rPr>
            </w:pPr>
            <w:bookmarkStart w:id="268" w:name="Rf4"/>
            <w:r w:rsidRPr="00004DC5">
              <w:rPr>
                <w:rFonts w:eastAsia="Times New Roman" w:cs="Arial"/>
                <w:sz w:val="20"/>
                <w:szCs w:val="20"/>
              </w:rPr>
              <w:t>R4</w:t>
            </w:r>
            <w:bookmarkEnd w:id="268"/>
          </w:p>
        </w:tc>
        <w:tc>
          <w:tcPr>
            <w:tcW w:w="8111" w:type="dxa"/>
          </w:tcPr>
          <w:p w14:paraId="31443354" w14:textId="77777777" w:rsidR="00CD6FB8" w:rsidRPr="00004DC5" w:rsidRDefault="00CD6FB8" w:rsidP="00CD6FB8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 w:cs="Arial"/>
                <w:sz w:val="20"/>
                <w:szCs w:val="20"/>
                <w:lang w:val="pl-PL" w:eastAsia="pl-PL"/>
              </w:rPr>
              <w:t>Walidacja 1: jeśli wybrano deklarację AKC4zo to pole musi być puste.</w:t>
            </w:r>
          </w:p>
          <w:p w14:paraId="2071DC4F" w14:textId="77777777" w:rsidR="00CD6FB8" w:rsidRPr="00004DC5" w:rsidRDefault="00CD6FB8" w:rsidP="00CD6FB8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cs="Arial"/>
                <w:sz w:val="20"/>
                <w:szCs w:val="20"/>
              </w:rPr>
              <w:t xml:space="preserve">Walidacja 2: Wypełnione może być tylko jedno pole numeru akcyzowego – jeśli wskazany jest własny skład to nie obcy. </w:t>
            </w:r>
          </w:p>
        </w:tc>
      </w:tr>
      <w:tr w:rsidR="00CD6FB8" w14:paraId="3B2A6F2D" w14:textId="77777777" w:rsidTr="00EB4C12">
        <w:trPr>
          <w:trHeight w:val="213"/>
        </w:trPr>
        <w:tc>
          <w:tcPr>
            <w:tcW w:w="943" w:type="dxa"/>
          </w:tcPr>
          <w:p w14:paraId="45879FCB" w14:textId="77777777" w:rsidR="00CD6FB8" w:rsidRPr="00004DC5" w:rsidRDefault="00CD6FB8" w:rsidP="00CD6FB8">
            <w:pPr>
              <w:rPr>
                <w:rFonts w:eastAsia="Times New Roman" w:cs="Arial"/>
                <w:sz w:val="20"/>
                <w:szCs w:val="20"/>
              </w:rPr>
            </w:pPr>
            <w:bookmarkStart w:id="269" w:name="Rf5"/>
            <w:r w:rsidRPr="00004DC5">
              <w:rPr>
                <w:rFonts w:eastAsia="Times New Roman" w:cs="Arial"/>
                <w:sz w:val="20"/>
                <w:szCs w:val="20"/>
              </w:rPr>
              <w:t>R5</w:t>
            </w:r>
            <w:bookmarkEnd w:id="269"/>
          </w:p>
        </w:tc>
        <w:tc>
          <w:tcPr>
            <w:tcW w:w="8111" w:type="dxa"/>
          </w:tcPr>
          <w:p w14:paraId="7F0A0F2D" w14:textId="77777777" w:rsidR="00CD6FB8" w:rsidRPr="00004DC5" w:rsidRDefault="00CD6FB8" w:rsidP="00CD6FB8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 w:cs="Arial"/>
                <w:sz w:val="20"/>
                <w:szCs w:val="20"/>
                <w:lang w:val="pl-PL" w:eastAsia="pl-PL"/>
              </w:rPr>
              <w:t>Walidacja 1: jeśli wybrano deklarację AKC4zo to pole musi być puste.</w:t>
            </w:r>
          </w:p>
          <w:p w14:paraId="3FF528C9" w14:textId="77777777" w:rsidR="00CD6FB8" w:rsidRPr="00004DC5" w:rsidRDefault="00CD6FB8" w:rsidP="00CD6FB8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cs="Arial"/>
                <w:sz w:val="20"/>
                <w:szCs w:val="20"/>
              </w:rPr>
              <w:t xml:space="preserve">Walidacja 2: Wypełnione może być tylko jedno pole numeru akcyzowego – jeśli wskazany jest obcy skład to nie własny. </w:t>
            </w:r>
          </w:p>
        </w:tc>
      </w:tr>
      <w:tr w:rsidR="00CD6FB8" w14:paraId="2DA7B00C" w14:textId="77777777" w:rsidTr="00EB4C12">
        <w:trPr>
          <w:trHeight w:val="213"/>
        </w:trPr>
        <w:tc>
          <w:tcPr>
            <w:tcW w:w="943" w:type="dxa"/>
          </w:tcPr>
          <w:p w14:paraId="65F7E81D" w14:textId="77777777" w:rsidR="00CD6FB8" w:rsidRPr="00004DC5" w:rsidRDefault="00CD6FB8" w:rsidP="00CD6FB8">
            <w:pPr>
              <w:rPr>
                <w:rFonts w:eastAsia="Times New Roman" w:cs="Arial"/>
                <w:sz w:val="20"/>
                <w:szCs w:val="20"/>
              </w:rPr>
            </w:pPr>
            <w:bookmarkStart w:id="270" w:name="Rf6"/>
            <w:r w:rsidRPr="00004DC5">
              <w:rPr>
                <w:rFonts w:eastAsia="Times New Roman" w:cs="Arial"/>
                <w:sz w:val="20"/>
                <w:szCs w:val="20"/>
              </w:rPr>
              <w:t>R6</w:t>
            </w:r>
            <w:bookmarkEnd w:id="270"/>
          </w:p>
        </w:tc>
        <w:tc>
          <w:tcPr>
            <w:tcW w:w="8111" w:type="dxa"/>
          </w:tcPr>
          <w:p w14:paraId="72908769" w14:textId="77777777" w:rsidR="00CD6FB8" w:rsidRPr="00004DC5" w:rsidRDefault="00CD6FB8" w:rsidP="00CD6FB8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/>
                <w:sz w:val="20"/>
                <w:szCs w:val="20"/>
                <w:lang w:val="pl-PL" w:eastAsia="pl-PL"/>
              </w:rPr>
              <w:t>Pole wypełniane danymi z systemu PDR na podstawie numeru z pola numer akcyzowy składu. Funkcja wywoływana przyciskiem „POBIERZ ADRES”</w:t>
            </w:r>
          </w:p>
        </w:tc>
      </w:tr>
      <w:tr w:rsidR="00CD6FB8" w14:paraId="46D73947" w14:textId="77777777" w:rsidTr="00EB4C12">
        <w:trPr>
          <w:trHeight w:val="213"/>
        </w:trPr>
        <w:tc>
          <w:tcPr>
            <w:tcW w:w="943" w:type="dxa"/>
          </w:tcPr>
          <w:p w14:paraId="15197B3A" w14:textId="77777777" w:rsidR="00CD6FB8" w:rsidRPr="00004DC5" w:rsidRDefault="00CD6FB8" w:rsidP="00CD6FB8">
            <w:pPr>
              <w:rPr>
                <w:rFonts w:eastAsia="Times New Roman" w:cs="Arial"/>
                <w:sz w:val="20"/>
                <w:szCs w:val="20"/>
              </w:rPr>
            </w:pPr>
            <w:bookmarkStart w:id="271" w:name="Rf7"/>
            <w:r w:rsidRPr="00004DC5">
              <w:rPr>
                <w:rFonts w:eastAsia="Times New Roman" w:cs="Arial"/>
                <w:sz w:val="20"/>
                <w:szCs w:val="20"/>
              </w:rPr>
              <w:t>R7</w:t>
            </w:r>
            <w:bookmarkEnd w:id="271"/>
          </w:p>
        </w:tc>
        <w:tc>
          <w:tcPr>
            <w:tcW w:w="8111" w:type="dxa"/>
          </w:tcPr>
          <w:p w14:paraId="0D9922C3" w14:textId="77777777" w:rsidR="00CD6FB8" w:rsidRPr="00004DC5" w:rsidRDefault="00CD6FB8" w:rsidP="00CD6FB8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/>
                <w:sz w:val="20"/>
                <w:szCs w:val="20"/>
                <w:lang w:val="pl-PL" w:eastAsia="pl-PL"/>
              </w:rPr>
              <w:t>Walidacja: Jeśli wybrano deklarację AKC-4zo, to pole musi być wypełnione.</w:t>
            </w:r>
          </w:p>
        </w:tc>
      </w:tr>
      <w:tr w:rsidR="00CD6FB8" w14:paraId="30DDD004" w14:textId="77777777" w:rsidTr="00EB4C12">
        <w:trPr>
          <w:trHeight w:val="213"/>
        </w:trPr>
        <w:tc>
          <w:tcPr>
            <w:tcW w:w="943" w:type="dxa"/>
          </w:tcPr>
          <w:p w14:paraId="49BD399A" w14:textId="77777777" w:rsidR="00CD6FB8" w:rsidRPr="00004DC5" w:rsidRDefault="00CD6FB8" w:rsidP="00CD6FB8">
            <w:pPr>
              <w:rPr>
                <w:rFonts w:eastAsia="Times New Roman" w:cs="Arial"/>
                <w:sz w:val="20"/>
                <w:szCs w:val="20"/>
              </w:rPr>
            </w:pPr>
            <w:bookmarkStart w:id="272" w:name="Rf8"/>
            <w:r w:rsidRPr="00004DC5">
              <w:rPr>
                <w:rFonts w:eastAsia="Times New Roman" w:cs="Arial"/>
                <w:sz w:val="20"/>
                <w:szCs w:val="20"/>
              </w:rPr>
              <w:t>R8</w:t>
            </w:r>
            <w:bookmarkEnd w:id="272"/>
          </w:p>
        </w:tc>
        <w:tc>
          <w:tcPr>
            <w:tcW w:w="8111" w:type="dxa"/>
          </w:tcPr>
          <w:p w14:paraId="7B57967E" w14:textId="77777777" w:rsidR="00CD6FB8" w:rsidRPr="00004DC5" w:rsidRDefault="00CD6FB8" w:rsidP="00CD6FB8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/>
                <w:sz w:val="20"/>
                <w:szCs w:val="20"/>
                <w:lang w:val="pl-PL" w:eastAsia="pl-PL"/>
              </w:rPr>
              <w:t>Pole nie jest wymagalne w przypadku, gdy nie wypełniono żadnej pozycji w części „Informacja o kwotach wpłat dziennych” deklaracji.</w:t>
            </w:r>
          </w:p>
          <w:p w14:paraId="6A355FE6" w14:textId="77777777" w:rsidR="00CD6FB8" w:rsidRPr="00004DC5" w:rsidRDefault="00CD6FB8" w:rsidP="00CD6FB8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/>
                <w:sz w:val="20"/>
                <w:szCs w:val="20"/>
                <w:lang w:val="pl-PL" w:eastAsia="pl-PL"/>
              </w:rPr>
              <w:t>Walidacja 1: Część „Informacja o kwotach wpłat dziennych” powinna mieć co najmniej jedną pozycję jeżeli jest wypełnione przynajmniej jedno z 3-ch pól załącznika AKC-4/F: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wyrobów.</w:t>
            </w:r>
          </w:p>
          <w:p w14:paraId="1CACEBC6" w14:textId="77777777" w:rsidR="00CD6FB8" w:rsidRPr="00004DC5" w:rsidRDefault="00CD6FB8" w:rsidP="00CD6FB8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/>
                <w:sz w:val="20"/>
                <w:szCs w:val="20"/>
                <w:lang w:val="pl-PL" w:eastAsia="pl-PL"/>
              </w:rPr>
              <w:t xml:space="preserve">Walidacja 2: Czy wprowadzona wartość równa się sumie wartości z pól „Kwota podatku akcyzowego z dnia powstania obowiązku podatkowego” dla kolejnych dat. </w:t>
            </w:r>
          </w:p>
        </w:tc>
      </w:tr>
      <w:tr w:rsidR="00CD6FB8" w14:paraId="3B09064D" w14:textId="77777777" w:rsidTr="00EB4C12">
        <w:trPr>
          <w:trHeight w:val="213"/>
        </w:trPr>
        <w:tc>
          <w:tcPr>
            <w:tcW w:w="943" w:type="dxa"/>
          </w:tcPr>
          <w:p w14:paraId="4881EF10" w14:textId="77777777" w:rsidR="00CD6FB8" w:rsidRPr="00004DC5" w:rsidRDefault="00CD6FB8" w:rsidP="00CD6FB8">
            <w:pPr>
              <w:rPr>
                <w:rFonts w:eastAsia="Times New Roman" w:cs="Arial"/>
                <w:sz w:val="20"/>
                <w:szCs w:val="20"/>
              </w:rPr>
            </w:pPr>
            <w:bookmarkStart w:id="273" w:name="Rf9"/>
            <w:r w:rsidRPr="00004DC5">
              <w:rPr>
                <w:rFonts w:eastAsia="Times New Roman" w:cs="Arial"/>
                <w:sz w:val="20"/>
                <w:szCs w:val="20"/>
              </w:rPr>
              <w:t>R9</w:t>
            </w:r>
            <w:bookmarkEnd w:id="273"/>
          </w:p>
        </w:tc>
        <w:tc>
          <w:tcPr>
            <w:tcW w:w="8111" w:type="dxa"/>
          </w:tcPr>
          <w:p w14:paraId="3BBD08D6" w14:textId="77777777" w:rsidR="00CD6FB8" w:rsidRPr="00004DC5" w:rsidRDefault="00CD6FB8" w:rsidP="00CD6FB8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/>
                <w:sz w:val="20"/>
                <w:szCs w:val="20"/>
                <w:lang w:val="pl-PL" w:eastAsia="pl-PL"/>
              </w:rPr>
              <w:t>Pole nie jest wymagalne w przypadku, gdy nie wypełniono żadnej pozycji w części „Informacja o kwotach wpłat dziennych” deklaracji.</w:t>
            </w:r>
          </w:p>
          <w:p w14:paraId="5E08D348" w14:textId="77777777" w:rsidR="00CD6FB8" w:rsidRPr="00004DC5" w:rsidRDefault="00CD6FB8" w:rsidP="00CD6FB8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/>
                <w:sz w:val="20"/>
                <w:szCs w:val="20"/>
                <w:lang w:val="pl-PL" w:eastAsia="pl-PL"/>
              </w:rPr>
              <w:t xml:space="preserve">Walidacja 1: Część „Informacja o kwotach wpłat dziennych” powinna mieć co najmniej jedną pozycję jeżeli jest wypełnione przynajmniej jedno z 3-ch pól załącznika AKC-4/F: pole „Numer akcyzowy składu (podatnik prowadzący skład)”, „Numer akcyzowy składu (podatnik korzystający z obcego składu)” lub „Numer akcyzowy zarejestrowanego odbiorcy” oraz </w:t>
            </w:r>
            <w:r w:rsidRPr="00004DC5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wskazano chociaż jeden wyrób akcyzowy w części „obliczenie kwoty podatku akcyzowego od poszczególnych wyrobów.</w:t>
            </w:r>
          </w:p>
          <w:p w14:paraId="139E4D52" w14:textId="77777777" w:rsidR="00CD6FB8" w:rsidRPr="00004DC5" w:rsidRDefault="00CD6FB8" w:rsidP="00CD6FB8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/>
                <w:sz w:val="20"/>
                <w:szCs w:val="20"/>
                <w:lang w:val="pl-PL" w:eastAsia="pl-PL"/>
              </w:rPr>
              <w:t xml:space="preserve">Walidacja 2: Czy wprowadzona wartość równa się sumie wartości z pól „Kwota nadwyżki wpłat z poprzedniej deklaracji zaliczona na poczet wpłat dziennych” dla kolejnych dat. </w:t>
            </w:r>
          </w:p>
        </w:tc>
      </w:tr>
      <w:tr w:rsidR="00CD6FB8" w14:paraId="4535CFF0" w14:textId="77777777" w:rsidTr="00EB4C12">
        <w:trPr>
          <w:trHeight w:val="213"/>
        </w:trPr>
        <w:tc>
          <w:tcPr>
            <w:tcW w:w="943" w:type="dxa"/>
          </w:tcPr>
          <w:p w14:paraId="644384B3" w14:textId="77777777" w:rsidR="00CD6FB8" w:rsidRPr="00004DC5" w:rsidRDefault="00CD6FB8" w:rsidP="00CD6FB8">
            <w:pPr>
              <w:rPr>
                <w:rFonts w:eastAsia="Times New Roman" w:cs="Arial"/>
                <w:sz w:val="20"/>
                <w:szCs w:val="20"/>
              </w:rPr>
            </w:pPr>
            <w:bookmarkStart w:id="274" w:name="Rf10"/>
            <w:r w:rsidRPr="00004DC5">
              <w:rPr>
                <w:rFonts w:eastAsia="Times New Roman" w:cs="Arial"/>
                <w:sz w:val="20"/>
                <w:szCs w:val="20"/>
              </w:rPr>
              <w:lastRenderedPageBreak/>
              <w:t>R10</w:t>
            </w:r>
            <w:bookmarkEnd w:id="274"/>
          </w:p>
        </w:tc>
        <w:tc>
          <w:tcPr>
            <w:tcW w:w="8111" w:type="dxa"/>
          </w:tcPr>
          <w:p w14:paraId="0D46A0DF" w14:textId="77777777" w:rsidR="00CD6FB8" w:rsidRPr="00004DC5" w:rsidRDefault="00CD6FB8" w:rsidP="00CD6FB8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/>
                <w:sz w:val="20"/>
                <w:szCs w:val="20"/>
                <w:lang w:val="pl-PL" w:eastAsia="pl-PL"/>
              </w:rPr>
              <w:t>Pole nie jest wymagalne w przypadku, gdy nie wypełniono żadnej pozycji w części „Informacja o kwotach wpłat dziennych” deklaracji.</w:t>
            </w:r>
          </w:p>
          <w:p w14:paraId="69963651" w14:textId="77777777" w:rsidR="00CD6FB8" w:rsidRPr="00004DC5" w:rsidRDefault="00CD6FB8" w:rsidP="00CD6FB8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/>
                <w:sz w:val="20"/>
                <w:szCs w:val="20"/>
                <w:lang w:val="pl-PL" w:eastAsia="pl-PL"/>
              </w:rPr>
              <w:t>Walidacja 1: Część „Informacja o kwotach wpłat dziennych” powinna mieć co najmniej jedną pozycję jeżeli jest wypełnione przynajmniej jedno z 3-ch pól załącznika AKC-4/F: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wyrobów.</w:t>
            </w:r>
          </w:p>
          <w:p w14:paraId="42AEC12E" w14:textId="77777777" w:rsidR="00CD6FB8" w:rsidRPr="00004DC5" w:rsidRDefault="00CD6FB8" w:rsidP="00CD6FB8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/>
                <w:sz w:val="20"/>
                <w:szCs w:val="20"/>
                <w:lang w:val="pl-PL" w:eastAsia="pl-PL"/>
              </w:rPr>
              <w:t xml:space="preserve">Walidacja 2: Czy wprowadzona wartość równa się sumie wartości z pól „Kwota dokonanej wpłaty dziennej” dla kolejnych dat. </w:t>
            </w:r>
          </w:p>
        </w:tc>
      </w:tr>
      <w:tr w:rsidR="00CD6FB8" w14:paraId="395FE19E" w14:textId="77777777" w:rsidTr="00EB4C12">
        <w:trPr>
          <w:trHeight w:val="213"/>
        </w:trPr>
        <w:tc>
          <w:tcPr>
            <w:tcW w:w="943" w:type="dxa"/>
          </w:tcPr>
          <w:p w14:paraId="3C76F5F1" w14:textId="77777777" w:rsidR="00CD6FB8" w:rsidRPr="00004DC5" w:rsidRDefault="00CD6FB8" w:rsidP="00CD6FB8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bookmarkStart w:id="275" w:name="Rf11"/>
            <w:r w:rsidRPr="00004DC5">
              <w:rPr>
                <w:rFonts w:eastAsia="Times New Roman" w:cs="Arial"/>
                <w:color w:val="000000"/>
                <w:sz w:val="20"/>
                <w:szCs w:val="20"/>
              </w:rPr>
              <w:t>R11</w:t>
            </w:r>
            <w:bookmarkEnd w:id="275"/>
          </w:p>
        </w:tc>
        <w:tc>
          <w:tcPr>
            <w:tcW w:w="8111" w:type="dxa"/>
          </w:tcPr>
          <w:p w14:paraId="3AC5EA87" w14:textId="77777777" w:rsidR="00CD6FB8" w:rsidRPr="00004DC5" w:rsidRDefault="00CD6FB8" w:rsidP="00CD6FB8">
            <w:pPr>
              <w:pStyle w:val="Z2tabelatekst"/>
              <w:jc w:val="both"/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  <w:t>Wersja papierowa dokumentu: System wstawia nazwę pobraną ze słownika w ISZTAR.</w:t>
            </w:r>
          </w:p>
          <w:p w14:paraId="55C31DED" w14:textId="77777777" w:rsidR="00CD6FB8" w:rsidRPr="00004DC5" w:rsidRDefault="00CD6FB8" w:rsidP="00CD6FB8">
            <w:pPr>
              <w:pStyle w:val="Z2tabelatekst"/>
              <w:jc w:val="both"/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  <w:t xml:space="preserve">Walidacja dla wersji elektronicznej: porównanie wprowadzonej nazwy grupy wyrobów z wartością pobraną z systemu ISZTAR na podstawie kodu CN. </w:t>
            </w:r>
          </w:p>
        </w:tc>
      </w:tr>
      <w:tr w:rsidR="00CD6FB8" w14:paraId="0CEEAD71" w14:textId="77777777" w:rsidTr="00EB4C12">
        <w:trPr>
          <w:trHeight w:val="213"/>
        </w:trPr>
        <w:tc>
          <w:tcPr>
            <w:tcW w:w="943" w:type="dxa"/>
          </w:tcPr>
          <w:p w14:paraId="2E5F400B" w14:textId="77777777" w:rsidR="00CD6FB8" w:rsidRPr="00004DC5" w:rsidRDefault="00CD6FB8" w:rsidP="00CD6FB8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bookmarkStart w:id="276" w:name="Rf12"/>
            <w:r w:rsidRPr="00004DC5">
              <w:rPr>
                <w:rFonts w:eastAsia="Times New Roman" w:cs="Arial"/>
                <w:color w:val="000000"/>
                <w:sz w:val="20"/>
                <w:szCs w:val="20"/>
              </w:rPr>
              <w:t>R12</w:t>
            </w:r>
            <w:bookmarkEnd w:id="276"/>
          </w:p>
        </w:tc>
        <w:tc>
          <w:tcPr>
            <w:tcW w:w="8111" w:type="dxa"/>
          </w:tcPr>
          <w:p w14:paraId="1728B114" w14:textId="77777777" w:rsidR="00CD6FB8" w:rsidRPr="00004DC5" w:rsidRDefault="00CD6FB8" w:rsidP="00CD6FB8">
            <w:pPr>
              <w:pStyle w:val="Z2tabelatekst"/>
              <w:jc w:val="both"/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  <w:t>Wartość przekazywana dla wywołania usługi pobrania danych z ISZTAR dla pól „Nazwa grupy wyrobów” i „Stawka podatku”.</w:t>
            </w:r>
          </w:p>
          <w:p w14:paraId="0F1DFFE5" w14:textId="77777777" w:rsidR="00CD6FB8" w:rsidRPr="00004DC5" w:rsidRDefault="00CD6FB8" w:rsidP="00CD6FB8">
            <w:pPr>
              <w:pStyle w:val="Z2tabelatekst"/>
              <w:jc w:val="both"/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  <w:t>Walidacja czy kod CN jest w zakresie obsługiwanym przez załącznik danego typu. Jeśli nie błąd typu 2.</w:t>
            </w:r>
          </w:p>
        </w:tc>
      </w:tr>
      <w:tr w:rsidR="00CD6FB8" w14:paraId="3C7123D7" w14:textId="77777777" w:rsidTr="00EB4C12">
        <w:trPr>
          <w:trHeight w:val="213"/>
        </w:trPr>
        <w:tc>
          <w:tcPr>
            <w:tcW w:w="943" w:type="dxa"/>
          </w:tcPr>
          <w:p w14:paraId="3B8072D6" w14:textId="77777777" w:rsidR="00CD6FB8" w:rsidRPr="00004DC5" w:rsidRDefault="00CD6FB8" w:rsidP="00CD6FB8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bookmarkStart w:id="277" w:name="Rf13"/>
            <w:r w:rsidRPr="00004DC5">
              <w:rPr>
                <w:rFonts w:eastAsia="Times New Roman" w:cs="Arial"/>
                <w:color w:val="000000"/>
                <w:sz w:val="20"/>
                <w:szCs w:val="20"/>
              </w:rPr>
              <w:t>R13</w:t>
            </w:r>
            <w:bookmarkEnd w:id="277"/>
          </w:p>
        </w:tc>
        <w:tc>
          <w:tcPr>
            <w:tcW w:w="8111" w:type="dxa"/>
          </w:tcPr>
          <w:p w14:paraId="49C24AB7" w14:textId="77777777" w:rsidR="00CD6FB8" w:rsidRPr="00004DC5" w:rsidRDefault="00CD6FB8" w:rsidP="00CD6FB8">
            <w:pPr>
              <w:pStyle w:val="Z2tabelatekst"/>
              <w:jc w:val="both"/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  <w:t>Walidacja: wprowadzona wartość powinna być równa:</w:t>
            </w:r>
          </w:p>
          <w:p w14:paraId="3DB9398E" w14:textId="77777777" w:rsidR="00CD6FB8" w:rsidRPr="00004DC5" w:rsidRDefault="00CD6FB8" w:rsidP="00794BCE">
            <w:pPr>
              <w:pStyle w:val="Z2tabelatekst"/>
              <w:numPr>
                <w:ilvl w:val="0"/>
                <w:numId w:val="10"/>
              </w:numPr>
              <w:tabs>
                <w:tab w:val="left" w:pos="742"/>
              </w:tabs>
              <w:jc w:val="both"/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  <w:t>wyliczonej ze wzoru: wartość w polu „Wartość wg maksymalnej ceny detalicznej” * wartość w polu „Stawka podatku procentowa” + wartość w polu „Ilość wyrobów w tysiącach sztuk lub w kg” * wartość w polu „Stawka podatku kwotowa”.</w:t>
            </w:r>
          </w:p>
          <w:p w14:paraId="05E1C5B8" w14:textId="77777777" w:rsidR="00CD6FB8" w:rsidRPr="00004DC5" w:rsidRDefault="00CD6FB8" w:rsidP="00794BCE">
            <w:pPr>
              <w:pStyle w:val="Z2tabelatekst"/>
              <w:numPr>
                <w:ilvl w:val="0"/>
                <w:numId w:val="10"/>
              </w:numPr>
              <w:tabs>
                <w:tab w:val="left" w:pos="742"/>
              </w:tabs>
              <w:jc w:val="both"/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  <w:t>wyliczonej ze wzoru wartość w polu „Stawka MIN” * wartość w polu „Ilość wyrobów w tysiącach sztuk lub w kg”.</w:t>
            </w:r>
          </w:p>
          <w:p w14:paraId="416AE21C" w14:textId="77777777" w:rsidR="00CD6FB8" w:rsidRPr="00004DC5" w:rsidRDefault="00CD6FB8" w:rsidP="00CD6FB8">
            <w:pPr>
              <w:pStyle w:val="Z2tabelatekst"/>
              <w:jc w:val="both"/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  <w:t xml:space="preserve">gdzie przyjmowana jest wyższa wartość a) lub b). </w:t>
            </w:r>
          </w:p>
        </w:tc>
      </w:tr>
      <w:tr w:rsidR="00CD6FB8" w14:paraId="4F7AC57F" w14:textId="77777777" w:rsidTr="00EB4C12">
        <w:trPr>
          <w:trHeight w:val="213"/>
        </w:trPr>
        <w:tc>
          <w:tcPr>
            <w:tcW w:w="943" w:type="dxa"/>
          </w:tcPr>
          <w:p w14:paraId="5B78B683" w14:textId="77777777" w:rsidR="00CD6FB8" w:rsidRPr="00004DC5" w:rsidRDefault="00CD6FB8" w:rsidP="00CD6FB8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bookmarkStart w:id="278" w:name="Rf14"/>
            <w:r w:rsidRPr="00004DC5">
              <w:rPr>
                <w:rFonts w:eastAsia="Times New Roman" w:cs="Arial"/>
                <w:color w:val="000000"/>
                <w:sz w:val="20"/>
                <w:szCs w:val="20"/>
              </w:rPr>
              <w:t>R14</w:t>
            </w:r>
            <w:bookmarkEnd w:id="278"/>
          </w:p>
        </w:tc>
        <w:tc>
          <w:tcPr>
            <w:tcW w:w="8111" w:type="dxa"/>
          </w:tcPr>
          <w:p w14:paraId="40FE9D66" w14:textId="77777777" w:rsidR="00CD6FB8" w:rsidRPr="00004DC5" w:rsidRDefault="00CD6FB8" w:rsidP="00CD6FB8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/>
                <w:sz w:val="20"/>
                <w:szCs w:val="20"/>
                <w:lang w:val="pl-PL" w:eastAsia="pl-PL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02E93BC8" w14:textId="77777777" w:rsidR="00CD6FB8" w:rsidRPr="00004DC5" w:rsidRDefault="00CD6FB8" w:rsidP="00CD6FB8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/>
                <w:sz w:val="20"/>
                <w:szCs w:val="20"/>
                <w:lang w:val="pl-PL" w:eastAsia="pl-PL"/>
              </w:rPr>
              <w:t>Pole wyliczane na podstawie sumy wartości wprowadzonych w polu „Wartość wg maksymalnej ceny detalicznej”. System wstawia wyliczoną wartość.</w:t>
            </w:r>
          </w:p>
          <w:p w14:paraId="48A72672" w14:textId="77777777" w:rsidR="00CD6FB8" w:rsidRPr="00004DC5" w:rsidRDefault="00CD6FB8" w:rsidP="00CD6FB8">
            <w:pPr>
              <w:pStyle w:val="Z2tabelatekst"/>
              <w:jc w:val="both"/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/>
                <w:sz w:val="20"/>
                <w:szCs w:val="20"/>
                <w:lang w:val="pl-PL" w:eastAsia="pl-PL"/>
              </w:rPr>
              <w:t xml:space="preserve">Walidacja: wprowadzona liczba powinna się równać sumie wartości wprowadzonych w polu „Wartość wg maksymalnej ceny detalicznej”. </w:t>
            </w:r>
          </w:p>
        </w:tc>
      </w:tr>
      <w:tr w:rsidR="00CD6FB8" w14:paraId="793C289B" w14:textId="77777777" w:rsidTr="00EB4C12">
        <w:trPr>
          <w:trHeight w:val="213"/>
        </w:trPr>
        <w:tc>
          <w:tcPr>
            <w:tcW w:w="943" w:type="dxa"/>
          </w:tcPr>
          <w:p w14:paraId="33F78110" w14:textId="77777777" w:rsidR="00CD6FB8" w:rsidRPr="00004DC5" w:rsidRDefault="00CD6FB8" w:rsidP="00CD6FB8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bookmarkStart w:id="279" w:name="Rf15"/>
            <w:r w:rsidRPr="00004DC5">
              <w:rPr>
                <w:rFonts w:eastAsia="Times New Roman" w:cs="Arial"/>
                <w:color w:val="000000"/>
                <w:sz w:val="20"/>
                <w:szCs w:val="20"/>
              </w:rPr>
              <w:lastRenderedPageBreak/>
              <w:t>R15</w:t>
            </w:r>
            <w:bookmarkEnd w:id="279"/>
          </w:p>
        </w:tc>
        <w:tc>
          <w:tcPr>
            <w:tcW w:w="8111" w:type="dxa"/>
          </w:tcPr>
          <w:p w14:paraId="391F1A2E" w14:textId="77777777" w:rsidR="00CD6FB8" w:rsidRPr="00004DC5" w:rsidRDefault="00CD6FB8" w:rsidP="00CD6FB8">
            <w:pPr>
              <w:pStyle w:val="Z2tabelatekst"/>
              <w:jc w:val="both"/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  <w:t>Walidacja: sprawdzenie czy suma kwot z pozycji „Nadwyżka przedpłaty akcyzy” i „Przedpłata akcyzy do zapłaty” deklaracji AKC-PA (F) (za okres) jest równa wprowadzonej w polu wartości.</w:t>
            </w:r>
          </w:p>
        </w:tc>
      </w:tr>
      <w:tr w:rsidR="00CD6FB8" w14:paraId="7CE620DB" w14:textId="77777777" w:rsidTr="00EB4C12">
        <w:trPr>
          <w:trHeight w:val="213"/>
        </w:trPr>
        <w:tc>
          <w:tcPr>
            <w:tcW w:w="943" w:type="dxa"/>
          </w:tcPr>
          <w:p w14:paraId="13EEB09B" w14:textId="77777777" w:rsidR="00CD6FB8" w:rsidRPr="00004DC5" w:rsidRDefault="00CD6FB8" w:rsidP="00CD6FB8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bookmarkStart w:id="280" w:name="Rf16"/>
            <w:r w:rsidRPr="00004DC5">
              <w:rPr>
                <w:rFonts w:eastAsia="Times New Roman" w:cs="Arial"/>
                <w:color w:val="000000"/>
                <w:sz w:val="20"/>
                <w:szCs w:val="20"/>
              </w:rPr>
              <w:t>R16</w:t>
            </w:r>
            <w:bookmarkEnd w:id="280"/>
          </w:p>
        </w:tc>
        <w:tc>
          <w:tcPr>
            <w:tcW w:w="8111" w:type="dxa"/>
          </w:tcPr>
          <w:p w14:paraId="46F9EC2C" w14:textId="77777777" w:rsidR="00CD6FB8" w:rsidRPr="00004DC5" w:rsidRDefault="00CD6FB8" w:rsidP="00CD6FB8">
            <w:pPr>
              <w:pStyle w:val="Z2tabelatekst"/>
              <w:jc w:val="both"/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  <w:t>Walidacja: jeśli wynik wyliczenia jest różny od wprowadzonej wartości, to jest Błąd. Jeśli wyliczona wartość jest ujemna, powinno być 0</w:t>
            </w:r>
          </w:p>
        </w:tc>
      </w:tr>
      <w:tr w:rsidR="00CD6FB8" w14:paraId="14247C04" w14:textId="77777777" w:rsidTr="00EB4C12">
        <w:trPr>
          <w:trHeight w:val="213"/>
        </w:trPr>
        <w:tc>
          <w:tcPr>
            <w:tcW w:w="943" w:type="dxa"/>
          </w:tcPr>
          <w:p w14:paraId="23877FB3" w14:textId="77777777" w:rsidR="00CD6FB8" w:rsidRPr="00004DC5" w:rsidRDefault="00CD6FB8" w:rsidP="00CD6FB8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bookmarkStart w:id="281" w:name="Rf17"/>
            <w:r w:rsidRPr="00004DC5">
              <w:rPr>
                <w:rFonts w:eastAsia="Times New Roman" w:cs="Arial"/>
                <w:color w:val="000000"/>
                <w:sz w:val="20"/>
                <w:szCs w:val="20"/>
              </w:rPr>
              <w:t>R17</w:t>
            </w:r>
            <w:bookmarkEnd w:id="281"/>
          </w:p>
        </w:tc>
        <w:tc>
          <w:tcPr>
            <w:tcW w:w="8111" w:type="dxa"/>
          </w:tcPr>
          <w:p w14:paraId="203ABF89" w14:textId="77777777" w:rsidR="00CD6FB8" w:rsidRPr="00004DC5" w:rsidRDefault="00CD6FB8" w:rsidP="00CD6FB8">
            <w:pPr>
              <w:pStyle w:val="Z2tabelatekst"/>
              <w:jc w:val="both"/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  <w:t>Pole niewymagalne (puste) w przypadku, gdy nie złożono AKC-PA za ten sam okres rozliczeniowy.</w:t>
            </w:r>
          </w:p>
          <w:p w14:paraId="08D2A584" w14:textId="77777777" w:rsidR="00CD6FB8" w:rsidRPr="00004DC5" w:rsidRDefault="00CD6FB8" w:rsidP="00CD6FB8">
            <w:pPr>
              <w:pStyle w:val="Z2tabelatekst"/>
              <w:jc w:val="both"/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  <w:t>Walidacja: jeśli wynik wyliczenia jest różny od wprowadzonej wartości, to jest Błąd. Jeśli wyliczona wartość jest ujemna, powinno być 0.</w:t>
            </w:r>
          </w:p>
        </w:tc>
      </w:tr>
      <w:tr w:rsidR="00CD6FB8" w14:paraId="644473EC" w14:textId="77777777" w:rsidTr="00EB4C12">
        <w:trPr>
          <w:trHeight w:val="213"/>
        </w:trPr>
        <w:tc>
          <w:tcPr>
            <w:tcW w:w="943" w:type="dxa"/>
          </w:tcPr>
          <w:p w14:paraId="56B66EBB" w14:textId="77777777" w:rsidR="00CD6FB8" w:rsidRPr="00004DC5" w:rsidRDefault="00CD6FB8" w:rsidP="00CD6FB8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bookmarkStart w:id="282" w:name="Rf18"/>
            <w:r w:rsidRPr="00004DC5">
              <w:rPr>
                <w:rFonts w:eastAsia="Times New Roman" w:cs="Arial"/>
                <w:color w:val="000000"/>
                <w:sz w:val="20"/>
                <w:szCs w:val="20"/>
              </w:rPr>
              <w:t>R18</w:t>
            </w:r>
            <w:bookmarkEnd w:id="282"/>
          </w:p>
        </w:tc>
        <w:tc>
          <w:tcPr>
            <w:tcW w:w="8111" w:type="dxa"/>
          </w:tcPr>
          <w:p w14:paraId="2FC2EE80" w14:textId="77777777" w:rsidR="00CD6FB8" w:rsidRPr="00004DC5" w:rsidRDefault="00CD6FB8" w:rsidP="00CD6FB8">
            <w:pPr>
              <w:pStyle w:val="Z2tabelatekst"/>
              <w:jc w:val="both"/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 w:cs="Arial"/>
                <w:sz w:val="20"/>
                <w:szCs w:val="20"/>
              </w:rPr>
              <w:t>Wartość pola („ubytek” lub „</w:t>
            </w:r>
            <w:r w:rsidR="00FC19DC" w:rsidRPr="00004DC5">
              <w:rPr>
                <w:rFonts w:ascii="Lato" w:hAnsi="Lato" w:cs="Arial"/>
                <w:sz w:val="20"/>
                <w:szCs w:val="20"/>
                <w:lang w:val="pl-PL"/>
              </w:rPr>
              <w:t>całkowite</w:t>
            </w:r>
            <w:r w:rsidRPr="00004DC5">
              <w:rPr>
                <w:rFonts w:ascii="Lato" w:hAnsi="Lato" w:cs="Arial"/>
                <w:sz w:val="20"/>
                <w:szCs w:val="20"/>
              </w:rPr>
              <w:t xml:space="preserve"> zniszczenie”)</w:t>
            </w:r>
          </w:p>
        </w:tc>
      </w:tr>
      <w:tr w:rsidR="00124A08" w14:paraId="397D1F1E" w14:textId="77777777" w:rsidTr="00EB4C12">
        <w:trPr>
          <w:trHeight w:val="213"/>
        </w:trPr>
        <w:tc>
          <w:tcPr>
            <w:tcW w:w="943" w:type="dxa"/>
          </w:tcPr>
          <w:p w14:paraId="31201341" w14:textId="77777777" w:rsidR="00124A08" w:rsidRDefault="00124A08" w:rsidP="00124A0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R19</w:t>
            </w:r>
          </w:p>
        </w:tc>
        <w:tc>
          <w:tcPr>
            <w:tcW w:w="8111" w:type="dxa"/>
          </w:tcPr>
          <w:p w14:paraId="368F7B62" w14:textId="77777777" w:rsidR="00124A08" w:rsidRPr="00FE6566" w:rsidRDefault="00124A08" w:rsidP="00124A0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124A08">
              <w:rPr>
                <w:rFonts w:ascii="Arial" w:eastAsia="Times New Roman" w:hAnsi="Arial" w:cs="Arial"/>
                <w:sz w:val="18"/>
                <w:szCs w:val="18"/>
              </w:rPr>
              <w:t>Dopuszczalnym okresem (period) za który będzie mogła być złożona deklaracja: nie może być wcześniejszy niż luty 201</w:t>
            </w:r>
            <w:r w:rsidR="00FC19DC">
              <w:rPr>
                <w:rFonts w:ascii="Arial" w:eastAsia="Times New Roman" w:hAnsi="Arial" w:cs="Arial"/>
                <w:sz w:val="18"/>
                <w:szCs w:val="18"/>
              </w:rPr>
              <w:t>8</w:t>
            </w:r>
            <w:r w:rsidRPr="00124A08">
              <w:rPr>
                <w:rFonts w:ascii="Arial" w:eastAsia="Times New Roman" w:hAnsi="Arial" w:cs="Arial"/>
                <w:sz w:val="18"/>
                <w:szCs w:val="18"/>
              </w:rPr>
              <w:t xml:space="preserve"> roku.</w:t>
            </w:r>
          </w:p>
        </w:tc>
      </w:tr>
    </w:tbl>
    <w:p w14:paraId="24287B8E" w14:textId="77777777" w:rsidR="004A0FB2" w:rsidRDefault="004A0FB2" w:rsidP="00C048E5">
      <w:pPr>
        <w:pStyle w:val="Nagwek2"/>
      </w:pPr>
      <w:bookmarkStart w:id="283" w:name="_Toc182566468"/>
      <w:r>
        <w:t>Załącznik AKC-4/H do deklaracji AKC4</w:t>
      </w:r>
      <w:bookmarkEnd w:id="283"/>
    </w:p>
    <w:p w14:paraId="4018B946" w14:textId="77777777" w:rsidR="004A0FB2" w:rsidRDefault="004A0FB2" w:rsidP="00C048E5">
      <w:pPr>
        <w:pStyle w:val="Nagwek3"/>
      </w:pPr>
      <w:bookmarkStart w:id="284" w:name="_Toc182566469"/>
      <w:r>
        <w:t>Komunikat AKC4H</w:t>
      </w:r>
      <w:bookmarkEnd w:id="284"/>
    </w:p>
    <w:p w14:paraId="0F887F3C" w14:textId="77777777" w:rsidR="004A0FB2" w:rsidRPr="00481FCB" w:rsidRDefault="004A0FB2" w:rsidP="004A0FB2">
      <w:pPr>
        <w:pStyle w:val="Schema-Description"/>
        <w:spacing w:before="0" w:beforeAutospacing="0" w:after="0" w:afterAutospacing="0"/>
        <w:rPr>
          <w:rFonts w:ascii="Lato" w:hAnsi="Lato" w:cs="Arial"/>
          <w:sz w:val="24"/>
          <w:szCs w:val="24"/>
        </w:rPr>
      </w:pPr>
      <w:r w:rsidRPr="00481FCB">
        <w:rPr>
          <w:rFonts w:ascii="Lato" w:hAnsi="Lato"/>
          <w:sz w:val="24"/>
          <w:szCs w:val="24"/>
        </w:rPr>
        <w:t>PODATEK AKCYZOWY OD ENERGII ELEKTRYCZNEJ</w:t>
      </w:r>
    </w:p>
    <w:p w14:paraId="0285DB3F" w14:textId="77777777" w:rsidR="004A0FB2" w:rsidRDefault="004A0FB2" w:rsidP="00C048E5">
      <w:pPr>
        <w:pStyle w:val="Nagwek3"/>
      </w:pPr>
      <w:bookmarkStart w:id="285" w:name="_Toc182566470"/>
      <w:r>
        <w:t>Specyfikacja AKC4H</w:t>
      </w:r>
      <w:bookmarkEnd w:id="285"/>
    </w:p>
    <w:p w14:paraId="6438A713" w14:textId="77777777" w:rsidR="004A0FB2" w:rsidRPr="00481FCB" w:rsidRDefault="000F2F6A" w:rsidP="004A0FB2">
      <w:r w:rsidRPr="00481FCB">
        <w:t>Struktura</w:t>
      </w:r>
      <w:r w:rsidR="004A0FB2" w:rsidRPr="00481FCB">
        <w:t xml:space="preserve"> typu </w:t>
      </w:r>
      <w:r w:rsidR="004A0FB2" w:rsidRPr="00481FCB">
        <w:rPr>
          <w:rFonts w:eastAsia="Times New Roman"/>
        </w:rPr>
        <w:t>ZDailyAmount</w:t>
      </w:r>
      <w:r w:rsidRPr="00481FCB">
        <w:t xml:space="preserve"> została zdefiniowana</w:t>
      </w:r>
      <w:r w:rsidR="004A0FB2" w:rsidRPr="00481FCB">
        <w:t xml:space="preserve"> w dokumencie </w:t>
      </w:r>
      <w:r w:rsidR="004A0FB2" w:rsidRPr="00481FCB">
        <w:fldChar w:fldCharType="begin"/>
      </w:r>
      <w:r w:rsidR="004A0FB2" w:rsidRPr="00481FCB">
        <w:instrText xml:space="preserve"> REF _Ref361653747 \r \h  \* MERGEFORMAT </w:instrText>
      </w:r>
      <w:r w:rsidR="004A0FB2" w:rsidRPr="00481FCB">
        <w:fldChar w:fldCharType="separate"/>
      </w:r>
      <w:r w:rsidR="00EC7AC0" w:rsidRPr="00481FCB">
        <w:t>A1</w:t>
      </w:r>
      <w:r w:rsidR="004A0FB2" w:rsidRPr="00481FCB">
        <w:fldChar w:fldCharType="end"/>
      </w:r>
      <w:r w:rsidRPr="00481FCB">
        <w:t xml:space="preserve"> i nie będzie tutaj szczegółowo omawiana</w:t>
      </w:r>
      <w:r w:rsidR="004A0FB2" w:rsidRPr="00481FCB">
        <w:t>.</w:t>
      </w:r>
    </w:p>
    <w:p w14:paraId="76A72052" w14:textId="0A2A7E1F" w:rsidR="002F1F9A" w:rsidRDefault="002F1F9A" w:rsidP="002F1F9A">
      <w:pPr>
        <w:pStyle w:val="Legenda"/>
        <w:keepNext/>
      </w:pPr>
      <w:bookmarkStart w:id="286" w:name="_Toc182566609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78</w:t>
      </w:r>
      <w:r w:rsidR="00715F4C">
        <w:rPr>
          <w:noProof/>
        </w:rPr>
        <w:fldChar w:fldCharType="end"/>
      </w:r>
      <w:r>
        <w:t xml:space="preserve">. </w:t>
      </w:r>
      <w:r w:rsidRPr="00382C67">
        <w:t>Dane ogólne w ramach struktury załącznika AKC-4/H</w:t>
      </w:r>
      <w:bookmarkEnd w:id="286"/>
    </w:p>
    <w:tbl>
      <w:tblPr>
        <w:tblStyle w:val="Siatkatabelijasn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EB4C12" w14:paraId="2F9F7B76" w14:textId="77777777" w:rsidTr="00EB4C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5AEE307F" w14:textId="77777777" w:rsidR="00EB4C12" w:rsidRPr="00004DC5" w:rsidRDefault="00EB4C12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04DC5">
              <w:rPr>
                <w:rFonts w:eastAsia="Times New Roman" w:cs="Arial"/>
                <w:b/>
                <w:sz w:val="18"/>
                <w:szCs w:val="18"/>
              </w:rPr>
              <w:t>Ogólne</w:t>
            </w:r>
          </w:p>
        </w:tc>
        <w:tc>
          <w:tcPr>
            <w:tcW w:w="6584" w:type="dxa"/>
          </w:tcPr>
          <w:p w14:paraId="610C4AD3" w14:textId="58AF5F77" w:rsidR="00EB4C12" w:rsidRPr="00004DC5" w:rsidRDefault="00EB4C12">
            <w:pPr>
              <w:rPr>
                <w:rFonts w:eastAsia="Times New Roman" w:cs="Arial"/>
                <w:b/>
                <w:sz w:val="18"/>
                <w:szCs w:val="18"/>
              </w:rPr>
            </w:pPr>
          </w:p>
        </w:tc>
      </w:tr>
      <w:tr w:rsidR="004A0FB2" w14:paraId="6C004947" w14:textId="77777777" w:rsidTr="00EB4C12">
        <w:tc>
          <w:tcPr>
            <w:tcW w:w="2738" w:type="dxa"/>
          </w:tcPr>
          <w:p w14:paraId="14502C8B" w14:textId="77777777" w:rsidR="004A0FB2" w:rsidRPr="00004DC5" w:rsidRDefault="004A0FB2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62C99FB2" w14:textId="77777777" w:rsidR="004A0FB2" w:rsidRPr="00004DC5" w:rsidRDefault="004A0FB2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Struktura załącznika do </w:t>
            </w:r>
            <w:r w:rsidRPr="00004DC5">
              <w:rPr>
                <w:rFonts w:cs="Arial"/>
                <w:sz w:val="20"/>
                <w:szCs w:val="20"/>
              </w:rPr>
              <w:t xml:space="preserve">deklaracji AKC4 </w:t>
            </w:r>
          </w:p>
        </w:tc>
      </w:tr>
      <w:tr w:rsidR="004A0FB2" w14:paraId="430C6262" w14:textId="77777777" w:rsidTr="00EB4C12">
        <w:tc>
          <w:tcPr>
            <w:tcW w:w="2738" w:type="dxa"/>
          </w:tcPr>
          <w:p w14:paraId="62080BEC" w14:textId="77777777" w:rsidR="004A0FB2" w:rsidRPr="00004DC5" w:rsidRDefault="004A0FB2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69BE428F" w14:textId="77777777" w:rsidR="004A0FB2" w:rsidRPr="00004DC5" w:rsidRDefault="004A0FB2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4A0FB2" w14:paraId="04FA9CC1" w14:textId="77777777" w:rsidTr="00EB4C12">
        <w:tc>
          <w:tcPr>
            <w:tcW w:w="2738" w:type="dxa"/>
          </w:tcPr>
          <w:p w14:paraId="4D271BCC" w14:textId="77777777" w:rsidR="004A0FB2" w:rsidRPr="00004DC5" w:rsidRDefault="004A0FB2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706244E9" w14:textId="77777777" w:rsidR="004A0FB2" w:rsidRPr="00004DC5" w:rsidRDefault="000A107E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4</w:t>
            </w:r>
            <w:r w:rsidR="00D53C72" w:rsidRPr="00004DC5">
              <w:rPr>
                <w:rFonts w:eastAsia="Times New Roman" w:cs="Arial"/>
                <w:sz w:val="20"/>
                <w:szCs w:val="20"/>
              </w:rPr>
              <w:t>_0</w:t>
            </w:r>
          </w:p>
        </w:tc>
      </w:tr>
      <w:tr w:rsidR="004A0FB2" w14:paraId="65F4820D" w14:textId="77777777" w:rsidTr="00EB4C12">
        <w:tc>
          <w:tcPr>
            <w:tcW w:w="2738" w:type="dxa"/>
          </w:tcPr>
          <w:p w14:paraId="1D5C4034" w14:textId="77777777" w:rsidR="004A0FB2" w:rsidRPr="00004DC5" w:rsidRDefault="004A0FB2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Zależności od innych deklaracji</w:t>
            </w:r>
          </w:p>
        </w:tc>
        <w:tc>
          <w:tcPr>
            <w:tcW w:w="6584" w:type="dxa"/>
          </w:tcPr>
          <w:p w14:paraId="7717C52F" w14:textId="77777777" w:rsidR="004A0FB2" w:rsidRPr="00004DC5" w:rsidRDefault="004A0FB2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4A0FB2" w14:paraId="7C8183E8" w14:textId="77777777" w:rsidTr="00EB4C12">
        <w:tc>
          <w:tcPr>
            <w:tcW w:w="2738" w:type="dxa"/>
          </w:tcPr>
          <w:p w14:paraId="702E0ECD" w14:textId="77777777" w:rsidR="004A0FB2" w:rsidRPr="00004DC5" w:rsidRDefault="004A0FB2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31FAC5C2" w14:textId="77777777" w:rsidR="004A0FB2" w:rsidRPr="00004DC5" w:rsidRDefault="004A0FB2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XML</w:t>
            </w:r>
          </w:p>
        </w:tc>
      </w:tr>
      <w:tr w:rsidR="004A0FB2" w14:paraId="26A047C5" w14:textId="77777777" w:rsidTr="00EB4C12">
        <w:tc>
          <w:tcPr>
            <w:tcW w:w="2738" w:type="dxa"/>
          </w:tcPr>
          <w:p w14:paraId="0FAE52B8" w14:textId="77777777" w:rsidR="004A0FB2" w:rsidRPr="00004DC5" w:rsidRDefault="004A0FB2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2DA82500" w14:textId="77777777" w:rsidR="004A0FB2" w:rsidRPr="00004DC5" w:rsidRDefault="004A0FB2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4A0FB2" w14:paraId="0DC2D17D" w14:textId="77777777" w:rsidTr="00EB4C12">
        <w:tc>
          <w:tcPr>
            <w:tcW w:w="2738" w:type="dxa"/>
          </w:tcPr>
          <w:p w14:paraId="6DEE1114" w14:textId="77777777" w:rsidR="004A0FB2" w:rsidRPr="00004DC5" w:rsidRDefault="004A0FB2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6112152A" w14:textId="77777777" w:rsidR="004A0FB2" w:rsidRPr="00004DC5" w:rsidRDefault="004A0FB2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XML</w:t>
            </w:r>
          </w:p>
        </w:tc>
      </w:tr>
      <w:tr w:rsidR="004A0FB2" w14:paraId="2DA940E9" w14:textId="77777777" w:rsidTr="00EB4C12">
        <w:tc>
          <w:tcPr>
            <w:tcW w:w="2738" w:type="dxa"/>
          </w:tcPr>
          <w:p w14:paraId="05EB6B1A" w14:textId="77777777" w:rsidR="004A0FB2" w:rsidRPr="00004DC5" w:rsidRDefault="004A0FB2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Namespaces</w:t>
            </w:r>
          </w:p>
        </w:tc>
        <w:tc>
          <w:tcPr>
            <w:tcW w:w="6584" w:type="dxa"/>
          </w:tcPr>
          <w:p w14:paraId="33786AE2" w14:textId="4D4D07EC" w:rsidR="004A0FB2" w:rsidRPr="00004DC5" w:rsidRDefault="004D44AB">
            <w:pPr>
              <w:rPr>
                <w:rFonts w:eastAsia="Times New Roman" w:cs="Arial"/>
                <w:sz w:val="20"/>
                <w:szCs w:val="20"/>
              </w:rPr>
            </w:pPr>
            <w:r w:rsidRPr="0078777D">
              <w:rPr>
                <w:rFonts w:eastAsia="Times New Roman" w:cs="Arial"/>
                <w:sz w:val="20"/>
                <w:szCs w:val="20"/>
              </w:rPr>
              <w:t>http://www.e-clo.pl/ZEFIR2/eZefir2/xsd/Types.xsd</w:t>
            </w:r>
            <w:r w:rsidRPr="00004DC5">
              <w:rPr>
                <w:rFonts w:eastAsia="Times New Roman" w:cs="Arial"/>
                <w:sz w:val="20"/>
                <w:szCs w:val="20"/>
              </w:rPr>
              <w:t xml:space="preserve"> </w:t>
            </w:r>
          </w:p>
        </w:tc>
      </w:tr>
      <w:tr w:rsidR="004A0FB2" w14:paraId="301BC82A" w14:textId="77777777" w:rsidTr="00EB4C12">
        <w:tc>
          <w:tcPr>
            <w:tcW w:w="2738" w:type="dxa"/>
          </w:tcPr>
          <w:p w14:paraId="512BF832" w14:textId="77777777" w:rsidR="004A0FB2" w:rsidRPr="00004DC5" w:rsidRDefault="004A0FB2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1EDD6FEE" w14:textId="77777777" w:rsidR="004A0FB2" w:rsidRPr="00004DC5" w:rsidRDefault="004A0FB2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akc_4h.xsd</w:t>
            </w:r>
          </w:p>
        </w:tc>
      </w:tr>
    </w:tbl>
    <w:p w14:paraId="2C20B86B" w14:textId="77777777" w:rsidR="004A0FB2" w:rsidRPr="00004DC5" w:rsidRDefault="004A0FB2" w:rsidP="00C048E5">
      <w:pPr>
        <w:pStyle w:val="Nagwek3"/>
      </w:pPr>
      <w:bookmarkStart w:id="287" w:name="_Toc182566471"/>
      <w:r w:rsidRPr="00004DC5">
        <w:lastRenderedPageBreak/>
        <w:t>Struktura AKC4H</w:t>
      </w:r>
      <w:bookmarkEnd w:id="287"/>
    </w:p>
    <w:p w14:paraId="39B0C285" w14:textId="77777777" w:rsidR="00EB4C12" w:rsidRPr="00B85AB4" w:rsidRDefault="00EB4C12" w:rsidP="00794BCE">
      <w:pPr>
        <w:pStyle w:val="Akapitzlist"/>
        <w:numPr>
          <w:ilvl w:val="0"/>
          <w:numId w:val="18"/>
        </w:numPr>
        <w:rPr>
          <w:rFonts w:ascii="Consolas" w:hAnsi="Consolas"/>
          <w:lang w:val="en-GB"/>
        </w:rPr>
      </w:pPr>
      <w:r w:rsidRPr="00B85AB4">
        <w:rPr>
          <w:rFonts w:ascii="Consolas" w:hAnsi="Consolas"/>
          <w:lang w:val="en-GB"/>
        </w:rPr>
        <w:t>(AKC4HType)</w:t>
      </w:r>
    </w:p>
    <w:p w14:paraId="4D232921" w14:textId="19D8853B" w:rsidR="00EB4C12" w:rsidRPr="00B85AB4" w:rsidRDefault="00EB4C12" w:rsidP="00794BCE">
      <w:pPr>
        <w:pStyle w:val="Akapitzlist"/>
        <w:numPr>
          <w:ilvl w:val="0"/>
          <w:numId w:val="18"/>
        </w:numPr>
        <w:rPr>
          <w:rFonts w:ascii="Consolas" w:hAnsi="Consolas"/>
          <w:lang w:val="en-GB"/>
        </w:rPr>
      </w:pPr>
      <w:r w:rsidRPr="00B85AB4">
        <w:rPr>
          <w:rFonts w:ascii="Consolas" w:hAnsi="Consolas"/>
          <w:lang w:val="en-GB"/>
        </w:rPr>
        <w:t>(HeaderType)</w:t>
      </w:r>
    </w:p>
    <w:p w14:paraId="58EDB566" w14:textId="524B3476" w:rsidR="00EB4C12" w:rsidRPr="00B85AB4" w:rsidRDefault="00EB4C12" w:rsidP="00794BCE">
      <w:pPr>
        <w:pStyle w:val="Akapitzlist"/>
        <w:numPr>
          <w:ilvl w:val="0"/>
          <w:numId w:val="18"/>
        </w:numPr>
        <w:rPr>
          <w:rFonts w:ascii="Consolas" w:hAnsi="Consolas"/>
          <w:lang w:val="en-GB"/>
        </w:rPr>
      </w:pPr>
      <w:r w:rsidRPr="00B85AB4">
        <w:rPr>
          <w:rFonts w:ascii="Consolas" w:hAnsi="Consolas"/>
          <w:lang w:val="en-GB"/>
        </w:rPr>
        <w:t>(ExciseDutyInformationType)</w:t>
      </w:r>
    </w:p>
    <w:p w14:paraId="3254DECD" w14:textId="17E904EC" w:rsidR="00EB4C12" w:rsidRPr="00B85AB4" w:rsidRDefault="00EB4C12" w:rsidP="00794BCE">
      <w:pPr>
        <w:pStyle w:val="Akapitzlist"/>
        <w:numPr>
          <w:ilvl w:val="0"/>
          <w:numId w:val="18"/>
        </w:numPr>
        <w:rPr>
          <w:rFonts w:ascii="Consolas" w:hAnsi="Consolas"/>
          <w:lang w:val="en-GB"/>
        </w:rPr>
      </w:pPr>
      <w:r w:rsidRPr="00B85AB4">
        <w:rPr>
          <w:rFonts w:ascii="Consolas" w:hAnsi="Consolas"/>
          <w:lang w:val="en-GB"/>
        </w:rPr>
        <w:t>(CalculOfAmountOfExciseDutyType)</w:t>
      </w:r>
    </w:p>
    <w:p w14:paraId="7CF422A7" w14:textId="507A2485" w:rsidR="00EB4C12" w:rsidRPr="00B85AB4" w:rsidRDefault="00EB4C12" w:rsidP="00794BCE">
      <w:pPr>
        <w:pStyle w:val="Akapitzlist"/>
        <w:numPr>
          <w:ilvl w:val="0"/>
          <w:numId w:val="18"/>
        </w:numPr>
        <w:rPr>
          <w:rFonts w:ascii="Consolas" w:hAnsi="Consolas"/>
          <w:lang w:val="en-GB"/>
        </w:rPr>
      </w:pPr>
      <w:r w:rsidRPr="00B85AB4">
        <w:rPr>
          <w:rFonts w:ascii="Consolas" w:hAnsi="Consolas"/>
          <w:lang w:val="en-GB"/>
        </w:rPr>
        <w:t>(ItemsType)</w:t>
      </w:r>
    </w:p>
    <w:p w14:paraId="5008B926" w14:textId="36A630E1" w:rsidR="004A0FB2" w:rsidRPr="00B85AB4" w:rsidRDefault="00EB4C12" w:rsidP="00794BCE">
      <w:pPr>
        <w:pStyle w:val="Akapitzlist"/>
        <w:numPr>
          <w:ilvl w:val="0"/>
          <w:numId w:val="18"/>
        </w:numPr>
        <w:rPr>
          <w:rFonts w:ascii="Consolas" w:hAnsi="Consolas"/>
          <w:lang w:val="en-GB"/>
        </w:rPr>
      </w:pPr>
      <w:r w:rsidRPr="00B85AB4">
        <w:rPr>
          <w:rFonts w:ascii="Consolas" w:hAnsi="Consolas"/>
          <w:lang w:val="en-GB"/>
        </w:rPr>
        <w:t>(ItemType)</w:t>
      </w:r>
    </w:p>
    <w:p w14:paraId="455E242D" w14:textId="06918BEF" w:rsidR="002F1F9A" w:rsidRDefault="002F1F9A" w:rsidP="002F1F9A">
      <w:pPr>
        <w:pStyle w:val="Legenda"/>
        <w:keepNext/>
      </w:pPr>
      <w:bookmarkStart w:id="288" w:name="_Toc182566610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79</w:t>
      </w:r>
      <w:r w:rsidR="00715F4C">
        <w:rPr>
          <w:noProof/>
        </w:rPr>
        <w:fldChar w:fldCharType="end"/>
      </w:r>
      <w:r>
        <w:t xml:space="preserve">. </w:t>
      </w:r>
      <w:r>
        <w:rPr>
          <w:noProof/>
        </w:rPr>
        <w:t xml:space="preserve"> </w:t>
      </w:r>
      <w:r w:rsidRPr="00387438">
        <w:rPr>
          <w:noProof/>
        </w:rPr>
        <w:t>Struktura elementu AKC4HType</w:t>
      </w:r>
      <w:bookmarkEnd w:id="288"/>
    </w:p>
    <w:tbl>
      <w:tblPr>
        <w:tblStyle w:val="Siatkatabelijasna"/>
        <w:tblW w:w="0" w:type="auto"/>
        <w:tblLook w:val="01E0" w:firstRow="1" w:lastRow="1" w:firstColumn="1" w:lastColumn="1" w:noHBand="0" w:noVBand="0"/>
      </w:tblPr>
      <w:tblGrid>
        <w:gridCol w:w="1737"/>
        <w:gridCol w:w="3242"/>
        <w:gridCol w:w="825"/>
        <w:gridCol w:w="2052"/>
        <w:gridCol w:w="1192"/>
      </w:tblGrid>
      <w:tr w:rsidR="000E5D43" w:rsidRPr="00004DC5" w14:paraId="7FF90F70" w14:textId="77777777" w:rsidTr="00EB4C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39" w:type="dxa"/>
          </w:tcPr>
          <w:p w14:paraId="4753B7E5" w14:textId="77777777" w:rsidR="000E5D43" w:rsidRPr="00004DC5" w:rsidRDefault="000E5D43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04DC5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245" w:type="dxa"/>
          </w:tcPr>
          <w:p w14:paraId="71C2A6B4" w14:textId="77777777" w:rsidR="000E5D43" w:rsidRPr="00004DC5" w:rsidRDefault="000E5D43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04DC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25" w:type="dxa"/>
          </w:tcPr>
          <w:p w14:paraId="5382316A" w14:textId="77777777" w:rsidR="000E5D43" w:rsidRPr="00004DC5" w:rsidRDefault="000E5D43" w:rsidP="000E5D43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04DC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53" w:type="dxa"/>
          </w:tcPr>
          <w:p w14:paraId="44AE8A3F" w14:textId="77777777" w:rsidR="000E5D43" w:rsidRPr="00004DC5" w:rsidRDefault="000E5D43">
            <w:pPr>
              <w:rPr>
                <w:rFonts w:cs="Arial"/>
                <w:b/>
                <w:sz w:val="18"/>
                <w:szCs w:val="18"/>
              </w:rPr>
            </w:pPr>
            <w:r w:rsidRPr="00004DC5">
              <w:rPr>
                <w:rFonts w:cs="Arial"/>
                <w:b/>
                <w:sz w:val="18"/>
                <w:szCs w:val="18"/>
              </w:rPr>
              <w:t>Typ</w:t>
            </w:r>
          </w:p>
        </w:tc>
        <w:tc>
          <w:tcPr>
            <w:tcW w:w="1192" w:type="dxa"/>
          </w:tcPr>
          <w:p w14:paraId="76FA6B73" w14:textId="77777777" w:rsidR="000E5D43" w:rsidRPr="00004DC5" w:rsidRDefault="000E5D43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04DC5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0E5D43" w:rsidRPr="00004DC5" w14:paraId="5E051D3F" w14:textId="77777777" w:rsidTr="00EB4C12">
        <w:trPr>
          <w:trHeight w:val="213"/>
        </w:trPr>
        <w:tc>
          <w:tcPr>
            <w:tcW w:w="1739" w:type="dxa"/>
          </w:tcPr>
          <w:p w14:paraId="10D234DA" w14:textId="77777777" w:rsidR="000E5D43" w:rsidRPr="00004DC5" w:rsidRDefault="000E5D4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Header</w:t>
            </w:r>
          </w:p>
        </w:tc>
        <w:tc>
          <w:tcPr>
            <w:tcW w:w="3245" w:type="dxa"/>
          </w:tcPr>
          <w:p w14:paraId="6B4237BB" w14:textId="77777777" w:rsidR="000E5D43" w:rsidRPr="00004DC5" w:rsidRDefault="000E5D43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Nagłówek</w:t>
            </w:r>
            <w:r w:rsidR="00D53C72" w:rsidRPr="00004DC5">
              <w:rPr>
                <w:rFonts w:eastAsia="Times New Roman" w:cs="Arial"/>
                <w:sz w:val="20"/>
                <w:szCs w:val="20"/>
              </w:rPr>
              <w:t xml:space="preserve"> deklaracji</w:t>
            </w:r>
          </w:p>
        </w:tc>
        <w:tc>
          <w:tcPr>
            <w:tcW w:w="825" w:type="dxa"/>
          </w:tcPr>
          <w:p w14:paraId="6660E509" w14:textId="77777777" w:rsidR="000E5D43" w:rsidRPr="00004DC5" w:rsidRDefault="000246D0" w:rsidP="000E5D43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53" w:type="dxa"/>
          </w:tcPr>
          <w:p w14:paraId="2E3F7DE3" w14:textId="77777777" w:rsidR="000E5D43" w:rsidRPr="00B85AB4" w:rsidRDefault="009C497F" w:rsidP="009C497F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instrText xml:space="preserve"> REF HeaderType_h \h  \* MERGEFORMAT </w:instrTex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B85AB4">
              <w:rPr>
                <w:rStyle w:val="pole"/>
                <w:rFonts w:ascii="Lato" w:hAnsi="Lato"/>
                <w:sz w:val="20"/>
                <w:szCs w:val="20"/>
              </w:rPr>
              <w:t>HeaderType</w: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2" w:type="dxa"/>
          </w:tcPr>
          <w:p w14:paraId="54CD2B5B" w14:textId="77777777" w:rsidR="000E5D43" w:rsidRPr="00004DC5" w:rsidRDefault="00116B69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D53C72" w:rsidRPr="00004DC5" w14:paraId="4B7DF845" w14:textId="77777777" w:rsidTr="00EB4C12">
        <w:trPr>
          <w:trHeight w:val="213"/>
        </w:trPr>
        <w:tc>
          <w:tcPr>
            <w:tcW w:w="1739" w:type="dxa"/>
          </w:tcPr>
          <w:p w14:paraId="053FD5E7" w14:textId="77777777" w:rsidR="00D53C72" w:rsidRPr="00004DC5" w:rsidRDefault="00D53C7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version</w:t>
            </w:r>
          </w:p>
        </w:tc>
        <w:tc>
          <w:tcPr>
            <w:tcW w:w="3245" w:type="dxa"/>
          </w:tcPr>
          <w:p w14:paraId="7CFDB47D" w14:textId="77777777" w:rsidR="00D53C72" w:rsidRPr="00004DC5" w:rsidRDefault="00D53C72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Wersja schematu, z którą zgodny jest komunikat.</w:t>
            </w:r>
          </w:p>
        </w:tc>
        <w:tc>
          <w:tcPr>
            <w:tcW w:w="825" w:type="dxa"/>
          </w:tcPr>
          <w:p w14:paraId="2C021ABE" w14:textId="77777777" w:rsidR="00D53C72" w:rsidRPr="00004DC5" w:rsidRDefault="00D53C72" w:rsidP="000E5D43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53" w:type="dxa"/>
          </w:tcPr>
          <w:p w14:paraId="67C8C443" w14:textId="77777777" w:rsidR="00D53C72" w:rsidRPr="00B85AB4" w:rsidRDefault="00D53C72" w:rsidP="009C497F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t>ZVersion</w:t>
            </w:r>
          </w:p>
        </w:tc>
        <w:tc>
          <w:tcPr>
            <w:tcW w:w="1192" w:type="dxa"/>
          </w:tcPr>
          <w:p w14:paraId="1C1E24FE" w14:textId="77777777" w:rsidR="00D53C72" w:rsidRPr="00004DC5" w:rsidRDefault="00D53C72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</w:tbl>
    <w:p w14:paraId="6CE8871D" w14:textId="0D5D624D" w:rsidR="002F1F9A" w:rsidRDefault="002F1F9A" w:rsidP="002F1F9A">
      <w:pPr>
        <w:pStyle w:val="Legenda"/>
        <w:keepNext/>
      </w:pPr>
      <w:bookmarkStart w:id="289" w:name="_Toc182566611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80</w:t>
      </w:r>
      <w:r w:rsidR="00715F4C">
        <w:rPr>
          <w:noProof/>
        </w:rPr>
        <w:fldChar w:fldCharType="end"/>
      </w:r>
      <w:r>
        <w:t xml:space="preserve">. </w:t>
      </w:r>
      <w:r w:rsidRPr="00C2597B">
        <w:t>Struktura elementu HeaderType</w:t>
      </w:r>
      <w:bookmarkEnd w:id="289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0E5D43" w:rsidRPr="00004DC5" w14:paraId="628B53C1" w14:textId="77777777" w:rsidTr="00EB4C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788CD097" w14:textId="77777777" w:rsidR="000E5D43" w:rsidRPr="00004DC5" w:rsidRDefault="000E5D43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04DC5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4D2B1F26" w14:textId="77777777" w:rsidR="000E5D43" w:rsidRPr="00004DC5" w:rsidRDefault="000E5D43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04DC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0A56DD09" w14:textId="77777777" w:rsidR="000E5D43" w:rsidRPr="00004DC5" w:rsidRDefault="000E5D43" w:rsidP="000E5D43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04DC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416A48C8" w14:textId="77777777" w:rsidR="000E5D43" w:rsidRPr="00004DC5" w:rsidRDefault="000E5D43">
            <w:pPr>
              <w:rPr>
                <w:rFonts w:cs="Arial"/>
                <w:b/>
                <w:sz w:val="18"/>
                <w:szCs w:val="18"/>
              </w:rPr>
            </w:pPr>
            <w:r w:rsidRPr="00004DC5">
              <w:rPr>
                <w:rFonts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2577086F" w14:textId="77777777" w:rsidR="000E5D43" w:rsidRPr="00004DC5" w:rsidRDefault="000E5D43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04DC5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0E5D43" w:rsidRPr="00004DC5" w14:paraId="43E38E85" w14:textId="77777777" w:rsidTr="00EB4C12">
        <w:trPr>
          <w:trHeight w:val="213"/>
        </w:trPr>
        <w:tc>
          <w:tcPr>
            <w:tcW w:w="1788" w:type="dxa"/>
          </w:tcPr>
          <w:p w14:paraId="1618ED41" w14:textId="77777777" w:rsidR="000E5D43" w:rsidRPr="00004DC5" w:rsidRDefault="000E5D4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identifier</w:t>
            </w:r>
          </w:p>
        </w:tc>
        <w:tc>
          <w:tcPr>
            <w:tcW w:w="3360" w:type="dxa"/>
          </w:tcPr>
          <w:p w14:paraId="55529DCB" w14:textId="77777777" w:rsidR="000E5D43" w:rsidRPr="00004DC5" w:rsidRDefault="00D53C72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Identyfikator podatkowy NIP/numer PESEL podatnika.</w:t>
            </w:r>
          </w:p>
        </w:tc>
        <w:tc>
          <w:tcPr>
            <w:tcW w:w="840" w:type="dxa"/>
          </w:tcPr>
          <w:p w14:paraId="5D7C6403" w14:textId="77777777" w:rsidR="000E5D43" w:rsidRPr="00004DC5" w:rsidRDefault="00EB00B3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2095" w:type="dxa"/>
          </w:tcPr>
          <w:p w14:paraId="0815BD2E" w14:textId="77777777" w:rsidR="000E5D43" w:rsidRPr="00004DC5" w:rsidRDefault="000E5D4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ZIdentification</w:t>
            </w:r>
          </w:p>
        </w:tc>
        <w:tc>
          <w:tcPr>
            <w:tcW w:w="1197" w:type="dxa"/>
          </w:tcPr>
          <w:p w14:paraId="45074B60" w14:textId="77777777" w:rsidR="000E5D43" w:rsidRPr="00004DC5" w:rsidRDefault="000E5D43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0E5D43" w:rsidRPr="00004DC5" w14:paraId="61A5581D" w14:textId="77777777" w:rsidTr="00EB4C12">
        <w:trPr>
          <w:trHeight w:val="213"/>
        </w:trPr>
        <w:tc>
          <w:tcPr>
            <w:tcW w:w="1788" w:type="dxa"/>
          </w:tcPr>
          <w:p w14:paraId="0BDF6CB2" w14:textId="77777777" w:rsidR="000E5D43" w:rsidRPr="00004DC5" w:rsidRDefault="000E5D4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period</w:t>
            </w:r>
          </w:p>
        </w:tc>
        <w:tc>
          <w:tcPr>
            <w:tcW w:w="3360" w:type="dxa"/>
          </w:tcPr>
          <w:p w14:paraId="15599D1E" w14:textId="77777777" w:rsidR="000E5D43" w:rsidRPr="00004DC5" w:rsidRDefault="00D53C72" w:rsidP="00856AEA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Data w formacie miesiąc/rok za jaki została złożona deklaracja.</w:t>
            </w:r>
          </w:p>
        </w:tc>
        <w:tc>
          <w:tcPr>
            <w:tcW w:w="840" w:type="dxa"/>
          </w:tcPr>
          <w:p w14:paraId="29ED4112" w14:textId="77777777" w:rsidR="000E5D43" w:rsidRPr="00004DC5" w:rsidRDefault="00EB00B3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2, 3</w:t>
            </w:r>
          </w:p>
        </w:tc>
        <w:tc>
          <w:tcPr>
            <w:tcW w:w="2095" w:type="dxa"/>
          </w:tcPr>
          <w:p w14:paraId="0DE619B9" w14:textId="77777777" w:rsidR="000E5D43" w:rsidRPr="00004DC5" w:rsidRDefault="000E5D43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ZPeriod</w:t>
            </w:r>
          </w:p>
          <w:p w14:paraId="4F757AF0" w14:textId="78B6521D" w:rsidR="000E5D43" w:rsidRPr="00004DC5" w:rsidRDefault="00147848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0E5D43" w:rsidRPr="00004DC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>h</w:instrText>
            </w:r>
            <w:r w:rsidR="000E5D43" w:rsidRPr="00004DC5">
              <w:rPr>
                <w:rFonts w:eastAsia="Times New Roman" w:cs="Arial"/>
                <w:sz w:val="20"/>
                <w:szCs w:val="20"/>
              </w:rPr>
              <w:instrText>2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04DC5" w:rsidRPr="00004DC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04DC5">
              <w:rPr>
                <w:rFonts w:eastAsia="Times New Roman" w:cs="Arial"/>
                <w:sz w:val="20"/>
                <w:szCs w:val="20"/>
              </w:rPr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04DC5">
              <w:rPr>
                <w:rFonts w:eastAsia="Times New Roman" w:cs="Arial"/>
                <w:sz w:val="20"/>
                <w:szCs w:val="20"/>
              </w:rPr>
              <w:t>R2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8FA33E2" w14:textId="77777777" w:rsidR="000E5D43" w:rsidRPr="00004DC5" w:rsidRDefault="000E5D43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A4304B" w:rsidRPr="00004DC5" w14:paraId="71036C14" w14:textId="77777777" w:rsidTr="00EB4C12">
        <w:trPr>
          <w:trHeight w:val="213"/>
        </w:trPr>
        <w:tc>
          <w:tcPr>
            <w:tcW w:w="1788" w:type="dxa"/>
          </w:tcPr>
          <w:p w14:paraId="1F3249C5" w14:textId="77777777" w:rsidR="00A4304B" w:rsidRPr="00004DC5" w:rsidRDefault="00A4304B" w:rsidP="00A4304B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formNo</w:t>
            </w:r>
          </w:p>
        </w:tc>
        <w:tc>
          <w:tcPr>
            <w:tcW w:w="3360" w:type="dxa"/>
          </w:tcPr>
          <w:p w14:paraId="6744E05B" w14:textId="77777777" w:rsidR="00A4304B" w:rsidRPr="00004DC5" w:rsidRDefault="00A4304B" w:rsidP="00A4304B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Numer formularza załącznika. Podatnik może załączyć wiele formularzy załącznika tego samego typu.</w:t>
            </w:r>
          </w:p>
        </w:tc>
        <w:tc>
          <w:tcPr>
            <w:tcW w:w="840" w:type="dxa"/>
          </w:tcPr>
          <w:p w14:paraId="5860026F" w14:textId="77777777" w:rsidR="00A4304B" w:rsidRPr="00004DC5" w:rsidRDefault="00A4304B" w:rsidP="00A4304B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4</w:t>
            </w:r>
          </w:p>
        </w:tc>
        <w:tc>
          <w:tcPr>
            <w:tcW w:w="2095" w:type="dxa"/>
          </w:tcPr>
          <w:p w14:paraId="764A546E" w14:textId="77777777" w:rsidR="00A4304B" w:rsidRPr="00004DC5" w:rsidRDefault="00A4304B" w:rsidP="00A4304B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ZFormNo</w:t>
            </w:r>
          </w:p>
          <w:p w14:paraId="1C9606AF" w14:textId="05790A8A" w:rsidR="00A4304B" w:rsidRPr="00004DC5" w:rsidRDefault="00A4304B" w:rsidP="00A4304B">
            <w:pPr>
              <w:rPr>
                <w:rFonts w:cs="Courier New"/>
                <w:noProof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REF Rh11 \h </w:instrText>
            </w:r>
            <w:r w:rsidR="00004DC5" w:rsidRPr="00004DC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04DC5">
              <w:rPr>
                <w:rFonts w:eastAsia="Times New Roman" w:cs="Arial"/>
                <w:sz w:val="20"/>
                <w:szCs w:val="20"/>
              </w:rPr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04DC5">
              <w:rPr>
                <w:rFonts w:eastAsia="Times New Roman" w:cs="Arial"/>
                <w:sz w:val="20"/>
                <w:szCs w:val="20"/>
              </w:rPr>
              <w:t>R11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28B31D4" w14:textId="77777777" w:rsidR="00A4304B" w:rsidRPr="00004DC5" w:rsidRDefault="00A4304B" w:rsidP="00A4304B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A4304B" w:rsidRPr="00004DC5" w14:paraId="01737857" w14:textId="77777777" w:rsidTr="00EB4C12">
        <w:trPr>
          <w:trHeight w:val="213"/>
        </w:trPr>
        <w:tc>
          <w:tcPr>
            <w:tcW w:w="1788" w:type="dxa"/>
          </w:tcPr>
          <w:p w14:paraId="2B5621D8" w14:textId="77777777" w:rsidR="00A4304B" w:rsidRPr="00004DC5" w:rsidRDefault="00A4304B" w:rsidP="00A4304B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ExciseDutyInformation</w:t>
            </w:r>
          </w:p>
        </w:tc>
        <w:tc>
          <w:tcPr>
            <w:tcW w:w="3360" w:type="dxa"/>
          </w:tcPr>
          <w:p w14:paraId="225D2892" w14:textId="77777777" w:rsidR="00A4304B" w:rsidRPr="00004DC5" w:rsidRDefault="00A4304B" w:rsidP="00A4304B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Dane o obliczeniach kwot podatku akcyzowego</w:t>
            </w:r>
          </w:p>
        </w:tc>
        <w:tc>
          <w:tcPr>
            <w:tcW w:w="840" w:type="dxa"/>
          </w:tcPr>
          <w:p w14:paraId="6AEA3F5B" w14:textId="77777777" w:rsidR="00A4304B" w:rsidRPr="00004DC5" w:rsidRDefault="00A4304B" w:rsidP="00A4304B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B, C</w:t>
            </w:r>
          </w:p>
        </w:tc>
        <w:tc>
          <w:tcPr>
            <w:tcW w:w="2095" w:type="dxa"/>
          </w:tcPr>
          <w:p w14:paraId="378D697D" w14:textId="77777777" w:rsidR="00A4304B" w:rsidRPr="00004DC5" w:rsidRDefault="00A4304B" w:rsidP="00A4304B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instrText xml:space="preserve">REF ExciseDutyInformationType_h \h  \* MERGEFORMAT </w:instrTex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B85AB4">
              <w:rPr>
                <w:rStyle w:val="pole"/>
                <w:rFonts w:ascii="Lato" w:hAnsi="Lato"/>
                <w:sz w:val="20"/>
                <w:szCs w:val="20"/>
              </w:rPr>
              <w:t>ExciseDutyInformationType</w: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714BBBF" w14:textId="77777777" w:rsidR="00A4304B" w:rsidRPr="00004DC5" w:rsidRDefault="00A4304B" w:rsidP="00A4304B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</w:tbl>
    <w:p w14:paraId="73F95E78" w14:textId="309FE202" w:rsidR="002F1F9A" w:rsidRDefault="002F1F9A" w:rsidP="002F1F9A">
      <w:pPr>
        <w:pStyle w:val="Legenda"/>
        <w:keepNext/>
      </w:pPr>
      <w:bookmarkStart w:id="290" w:name="_Toc182566612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81</w:t>
      </w:r>
      <w:r w:rsidR="00715F4C">
        <w:rPr>
          <w:noProof/>
        </w:rPr>
        <w:fldChar w:fldCharType="end"/>
      </w:r>
      <w:r>
        <w:t xml:space="preserve">. </w:t>
      </w:r>
      <w:r>
        <w:rPr>
          <w:noProof/>
        </w:rPr>
        <w:t xml:space="preserve"> </w:t>
      </w:r>
      <w:r w:rsidRPr="00E50D53">
        <w:rPr>
          <w:noProof/>
        </w:rPr>
        <w:t>Struktura elementu ExciseDutyInformationType</w:t>
      </w:r>
      <w:bookmarkEnd w:id="290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0E5D43" w:rsidRPr="00004DC5" w14:paraId="2CF91236" w14:textId="77777777" w:rsidTr="00EB4C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65886898" w14:textId="77777777" w:rsidR="000E5D43" w:rsidRPr="00004DC5" w:rsidRDefault="000E5D43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04DC5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3D2184EE" w14:textId="77777777" w:rsidR="000E5D43" w:rsidRPr="00004DC5" w:rsidRDefault="000E5D43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04DC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49F58603" w14:textId="77777777" w:rsidR="000E5D43" w:rsidRPr="00004DC5" w:rsidRDefault="000E5D43" w:rsidP="000E5D43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04DC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6B22FBFA" w14:textId="77777777" w:rsidR="000E5D43" w:rsidRPr="00004DC5" w:rsidRDefault="000E5D43">
            <w:pPr>
              <w:rPr>
                <w:rFonts w:cs="Arial"/>
                <w:b/>
                <w:sz w:val="18"/>
                <w:szCs w:val="18"/>
              </w:rPr>
            </w:pPr>
            <w:r w:rsidRPr="00004DC5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38298C53" w14:textId="77777777" w:rsidR="000E5D43" w:rsidRPr="00004DC5" w:rsidRDefault="000E5D43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04DC5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0E5D43" w:rsidRPr="00004DC5" w14:paraId="3695F546" w14:textId="77777777" w:rsidTr="00EB4C12">
        <w:trPr>
          <w:trHeight w:val="213"/>
        </w:trPr>
        <w:tc>
          <w:tcPr>
            <w:tcW w:w="1788" w:type="dxa"/>
          </w:tcPr>
          <w:p w14:paraId="6A3C7516" w14:textId="77777777" w:rsidR="000E5D43" w:rsidRPr="00004DC5" w:rsidRDefault="000E5D4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CalculOfAmountOfExciseDuty</w:t>
            </w:r>
          </w:p>
        </w:tc>
        <w:tc>
          <w:tcPr>
            <w:tcW w:w="3360" w:type="dxa"/>
          </w:tcPr>
          <w:p w14:paraId="2C64B42C" w14:textId="77777777" w:rsidR="000E5D43" w:rsidRPr="00004DC5" w:rsidRDefault="000E5D43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Obliczenie </w:t>
            </w:r>
            <w:r w:rsidR="008228AB" w:rsidRPr="00004DC5">
              <w:rPr>
                <w:rFonts w:eastAsia="Times New Roman" w:cs="Arial"/>
                <w:sz w:val="20"/>
                <w:szCs w:val="20"/>
              </w:rPr>
              <w:t xml:space="preserve">wysokości </w:t>
            </w:r>
            <w:r w:rsidRPr="00004DC5">
              <w:rPr>
                <w:rFonts w:eastAsia="Times New Roman" w:cs="Arial"/>
                <w:sz w:val="20"/>
                <w:szCs w:val="20"/>
              </w:rPr>
              <w:t>podatku akcyzowego</w:t>
            </w:r>
          </w:p>
        </w:tc>
        <w:tc>
          <w:tcPr>
            <w:tcW w:w="840" w:type="dxa"/>
          </w:tcPr>
          <w:p w14:paraId="2E60B408" w14:textId="77777777" w:rsidR="000E5D43" w:rsidRPr="00004DC5" w:rsidRDefault="00017896" w:rsidP="000E5D43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B</w:t>
            </w:r>
          </w:p>
        </w:tc>
        <w:tc>
          <w:tcPr>
            <w:tcW w:w="2095" w:type="dxa"/>
          </w:tcPr>
          <w:p w14:paraId="4EE76BA6" w14:textId="77777777" w:rsidR="000E5D43" w:rsidRPr="00B85AB4" w:rsidRDefault="00BE3FF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instrText xml:space="preserve"> REF CalculOfAmountOfExciseDutyType_h \h  \* MERGEFORMAT </w:instrTex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B85AB4">
              <w:rPr>
                <w:rStyle w:val="pole"/>
                <w:rFonts w:ascii="Lato" w:hAnsi="Lato"/>
                <w:sz w:val="20"/>
                <w:szCs w:val="20"/>
              </w:rPr>
              <w:t>CalculOfAmountOfExciseDutyType</w: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F19A9DB" w14:textId="77777777" w:rsidR="000E5D43" w:rsidRPr="00004DC5" w:rsidRDefault="000E5D43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0E5D43" w:rsidRPr="00004DC5" w14:paraId="2F73CA4C" w14:textId="77777777" w:rsidTr="00EB4C12">
        <w:trPr>
          <w:trHeight w:val="213"/>
        </w:trPr>
        <w:tc>
          <w:tcPr>
            <w:tcW w:w="1788" w:type="dxa"/>
          </w:tcPr>
          <w:p w14:paraId="31EF598B" w14:textId="77777777" w:rsidR="000E5D43" w:rsidRPr="00004DC5" w:rsidRDefault="000E5D4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Items</w:t>
            </w:r>
          </w:p>
        </w:tc>
        <w:tc>
          <w:tcPr>
            <w:tcW w:w="3360" w:type="dxa"/>
          </w:tcPr>
          <w:p w14:paraId="464AFE8A" w14:textId="77777777" w:rsidR="000E5D43" w:rsidRPr="00004DC5" w:rsidRDefault="000E5D43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Obliczenie kwot podatku akcyzowego od</w:t>
            </w:r>
            <w:r w:rsidR="008228AB" w:rsidRPr="00004DC5">
              <w:rPr>
                <w:rFonts w:eastAsia="Times New Roman" w:cs="Arial"/>
                <w:sz w:val="20"/>
                <w:szCs w:val="20"/>
              </w:rPr>
              <w:t xml:space="preserve"> </w:t>
            </w:r>
            <w:r w:rsidRPr="00004DC5">
              <w:rPr>
                <w:rFonts w:eastAsia="Times New Roman" w:cs="Arial"/>
                <w:sz w:val="20"/>
                <w:szCs w:val="20"/>
              </w:rPr>
              <w:t>poszczególnych wyrobów</w:t>
            </w:r>
          </w:p>
        </w:tc>
        <w:tc>
          <w:tcPr>
            <w:tcW w:w="840" w:type="dxa"/>
          </w:tcPr>
          <w:p w14:paraId="4613D431" w14:textId="77777777" w:rsidR="000E5D43" w:rsidRPr="00004DC5" w:rsidRDefault="00017896" w:rsidP="000E5D43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C</w:t>
            </w:r>
          </w:p>
        </w:tc>
        <w:tc>
          <w:tcPr>
            <w:tcW w:w="2095" w:type="dxa"/>
          </w:tcPr>
          <w:p w14:paraId="01C03066" w14:textId="77777777" w:rsidR="000E5D43" w:rsidRPr="00B85AB4" w:rsidRDefault="00BE3FF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instrText xml:space="preserve"> REF ItemsType_h \h  \* MERGEFORMAT </w:instrTex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B85AB4">
              <w:rPr>
                <w:rStyle w:val="pole"/>
                <w:rFonts w:ascii="Lato" w:hAnsi="Lato"/>
                <w:sz w:val="20"/>
                <w:szCs w:val="20"/>
              </w:rPr>
              <w:t>ItemsType</w: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50D6F4E" w14:textId="77777777" w:rsidR="000E5D43" w:rsidRPr="00004DC5" w:rsidRDefault="000E5D43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</w:tbl>
    <w:p w14:paraId="218293B8" w14:textId="7C3C81B1" w:rsidR="002F1F9A" w:rsidRDefault="002F1F9A" w:rsidP="002F1F9A">
      <w:pPr>
        <w:pStyle w:val="Legenda"/>
        <w:keepNext/>
      </w:pPr>
      <w:bookmarkStart w:id="291" w:name="_Toc182566613"/>
      <w:r>
        <w:lastRenderedPageBreak/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82</w:t>
      </w:r>
      <w:r w:rsidR="00715F4C">
        <w:rPr>
          <w:noProof/>
        </w:rPr>
        <w:fldChar w:fldCharType="end"/>
      </w:r>
      <w:r>
        <w:t xml:space="preserve">. </w:t>
      </w:r>
      <w:r w:rsidRPr="004358C8">
        <w:t>Struktura elementu CalculOfAmountOfExciseDutyType</w:t>
      </w:r>
      <w:bookmarkEnd w:id="291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081AB8" w:rsidRPr="00004DC5" w14:paraId="40239AAF" w14:textId="77777777" w:rsidTr="00EB4C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5E3928C6" w14:textId="77777777" w:rsidR="00081AB8" w:rsidRPr="00004DC5" w:rsidRDefault="00081AB8" w:rsidP="00F64ACD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04DC5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51DE0D65" w14:textId="77777777" w:rsidR="00081AB8" w:rsidRPr="00004DC5" w:rsidRDefault="00081AB8" w:rsidP="00F64ACD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04DC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4EB4B0E2" w14:textId="77777777" w:rsidR="00081AB8" w:rsidRPr="00004DC5" w:rsidRDefault="00081AB8" w:rsidP="00F64ACD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04DC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04F2BC1A" w14:textId="77777777" w:rsidR="00081AB8" w:rsidRPr="00004DC5" w:rsidRDefault="00081AB8" w:rsidP="00F64ACD">
            <w:pPr>
              <w:rPr>
                <w:rFonts w:cs="Arial"/>
                <w:b/>
                <w:sz w:val="18"/>
                <w:szCs w:val="18"/>
              </w:rPr>
            </w:pPr>
            <w:r w:rsidRPr="00004DC5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6F26D76E" w14:textId="77777777" w:rsidR="00081AB8" w:rsidRPr="00004DC5" w:rsidRDefault="00081AB8" w:rsidP="00F64ACD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04DC5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081AB8" w:rsidRPr="00004DC5" w14:paraId="258EA96B" w14:textId="77777777" w:rsidTr="00EB4C12">
        <w:trPr>
          <w:trHeight w:val="213"/>
        </w:trPr>
        <w:tc>
          <w:tcPr>
            <w:tcW w:w="1788" w:type="dxa"/>
          </w:tcPr>
          <w:p w14:paraId="30F21201" w14:textId="77777777" w:rsidR="00081AB8" w:rsidRPr="00004DC5" w:rsidRDefault="00081AB8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totalAmountOfTax</w:t>
            </w:r>
          </w:p>
        </w:tc>
        <w:tc>
          <w:tcPr>
            <w:tcW w:w="3360" w:type="dxa"/>
          </w:tcPr>
          <w:p w14:paraId="51A96F74" w14:textId="77777777" w:rsidR="00081AB8" w:rsidRPr="00004DC5" w:rsidRDefault="008228AB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cs="Arial"/>
                <w:sz w:val="20"/>
                <w:szCs w:val="20"/>
              </w:rPr>
              <w:t>Razem obliczony podatek. kwota z poz. 63 załącznika AKC-4/H.</w:t>
            </w:r>
          </w:p>
        </w:tc>
        <w:tc>
          <w:tcPr>
            <w:tcW w:w="840" w:type="dxa"/>
          </w:tcPr>
          <w:p w14:paraId="6C258CBB" w14:textId="77777777" w:rsidR="00081AB8" w:rsidRPr="00004DC5" w:rsidRDefault="00166E27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6</w:t>
            </w:r>
          </w:p>
        </w:tc>
        <w:tc>
          <w:tcPr>
            <w:tcW w:w="2095" w:type="dxa"/>
          </w:tcPr>
          <w:p w14:paraId="7794C8BB" w14:textId="77777777" w:rsidR="00081AB8" w:rsidRPr="00004DC5" w:rsidRDefault="00992540" w:rsidP="00F64ACD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ZAmountT</w:t>
            </w:r>
          </w:p>
          <w:p w14:paraId="21E5B63B" w14:textId="0F96081C" w:rsidR="00081AB8" w:rsidRPr="00004DC5" w:rsidRDefault="00147848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081AB8" w:rsidRPr="00004DC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>h</w:instrText>
            </w:r>
            <w:r w:rsidR="00081AB8" w:rsidRPr="00004DC5">
              <w:rPr>
                <w:rFonts w:eastAsia="Times New Roman" w:cs="Arial"/>
                <w:sz w:val="20"/>
                <w:szCs w:val="20"/>
              </w:rPr>
              <w:instrText>8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04DC5" w:rsidRPr="00004DC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04DC5">
              <w:rPr>
                <w:rFonts w:eastAsia="Times New Roman" w:cs="Arial"/>
                <w:sz w:val="20"/>
                <w:szCs w:val="20"/>
              </w:rPr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04DC5">
              <w:rPr>
                <w:rFonts w:eastAsia="Times New Roman" w:cs="Arial"/>
                <w:sz w:val="20"/>
                <w:szCs w:val="20"/>
              </w:rPr>
              <w:t>R8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48CB880" w14:textId="77777777" w:rsidR="00081AB8" w:rsidRPr="00004DC5" w:rsidRDefault="00711815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</w:t>
            </w:r>
            <w:r w:rsidR="00081AB8" w:rsidRPr="00004DC5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081AB8" w:rsidRPr="00004DC5" w14:paraId="34814CE9" w14:textId="77777777" w:rsidTr="00EB4C12">
        <w:trPr>
          <w:trHeight w:val="213"/>
        </w:trPr>
        <w:tc>
          <w:tcPr>
            <w:tcW w:w="1788" w:type="dxa"/>
          </w:tcPr>
          <w:p w14:paraId="6D063A12" w14:textId="77777777" w:rsidR="00081AB8" w:rsidRPr="00004DC5" w:rsidRDefault="00081AB8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reductions</w:t>
            </w:r>
          </w:p>
        </w:tc>
        <w:tc>
          <w:tcPr>
            <w:tcW w:w="3360" w:type="dxa"/>
          </w:tcPr>
          <w:p w14:paraId="22EEBA54" w14:textId="77777777" w:rsidR="00081AB8" w:rsidRPr="00004DC5" w:rsidRDefault="008228AB" w:rsidP="00F64ACD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 w:cs="Arial"/>
                <w:sz w:val="20"/>
                <w:szCs w:val="20"/>
                <w:lang w:val="pl-PL" w:eastAsia="pl-PL"/>
              </w:rPr>
              <w:t>Zwolnienia i obniżenia. Wykazana kwota nie może przekroczyć kwoty z poz. 6.</w:t>
            </w:r>
          </w:p>
        </w:tc>
        <w:tc>
          <w:tcPr>
            <w:tcW w:w="840" w:type="dxa"/>
          </w:tcPr>
          <w:p w14:paraId="3B6EF0AC" w14:textId="77777777" w:rsidR="00081AB8" w:rsidRPr="00004DC5" w:rsidRDefault="00166E27" w:rsidP="00F64ACD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 w:cs="Arial"/>
                <w:sz w:val="20"/>
                <w:szCs w:val="20"/>
                <w:lang w:val="pl-PL" w:eastAsia="pl-PL"/>
              </w:rPr>
              <w:t>7</w:t>
            </w:r>
          </w:p>
        </w:tc>
        <w:tc>
          <w:tcPr>
            <w:tcW w:w="2095" w:type="dxa"/>
          </w:tcPr>
          <w:p w14:paraId="2A13CD41" w14:textId="77777777" w:rsidR="00081AB8" w:rsidRPr="00004DC5" w:rsidRDefault="00081AB8" w:rsidP="00F64ACD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</w:t>
            </w:r>
            <w:r w:rsidR="00992540" w:rsidRPr="00004DC5">
              <w:rPr>
                <w:rStyle w:val="pole"/>
                <w:rFonts w:ascii="Lato" w:hAnsi="Lato"/>
                <w:sz w:val="20"/>
                <w:szCs w:val="20"/>
                <w:lang w:val="pl-PL"/>
              </w:rPr>
              <w:t>T</w:t>
            </w:r>
          </w:p>
          <w:p w14:paraId="54B5F720" w14:textId="09C1C196" w:rsidR="00081AB8" w:rsidRPr="00004DC5" w:rsidRDefault="00147848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081AB8" w:rsidRPr="00004DC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>h</w:instrText>
            </w:r>
            <w:r w:rsidR="00081AB8" w:rsidRPr="00004DC5">
              <w:rPr>
                <w:rFonts w:eastAsia="Times New Roman" w:cs="Arial"/>
                <w:sz w:val="20"/>
                <w:szCs w:val="20"/>
              </w:rPr>
              <w:instrText>9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04DC5" w:rsidRPr="00004DC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04DC5">
              <w:rPr>
                <w:rFonts w:eastAsia="Times New Roman" w:cs="Arial"/>
                <w:sz w:val="20"/>
                <w:szCs w:val="20"/>
              </w:rPr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04DC5">
              <w:rPr>
                <w:rFonts w:eastAsia="Times New Roman" w:cs="Arial"/>
                <w:sz w:val="20"/>
                <w:szCs w:val="20"/>
              </w:rPr>
              <w:t>R9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3D66F86" w14:textId="77777777" w:rsidR="00081AB8" w:rsidRPr="00004DC5" w:rsidRDefault="00711815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</w:t>
            </w:r>
            <w:r w:rsidR="00081AB8" w:rsidRPr="00004DC5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081AB8" w:rsidRPr="00004DC5" w14:paraId="6C1995B5" w14:textId="77777777" w:rsidTr="00EB4C12">
        <w:trPr>
          <w:trHeight w:val="213"/>
        </w:trPr>
        <w:tc>
          <w:tcPr>
            <w:tcW w:w="1788" w:type="dxa"/>
          </w:tcPr>
          <w:p w14:paraId="5F704954" w14:textId="77777777" w:rsidR="00081AB8" w:rsidRPr="00004DC5" w:rsidRDefault="00081AB8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exemptionFromExciseDutyEnergyA</w:t>
            </w:r>
          </w:p>
        </w:tc>
        <w:tc>
          <w:tcPr>
            <w:tcW w:w="3360" w:type="dxa"/>
          </w:tcPr>
          <w:p w14:paraId="71BA0EAD" w14:textId="77777777" w:rsidR="00081AB8" w:rsidRPr="00004DC5" w:rsidRDefault="008228AB" w:rsidP="00856AEA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cs="Arial"/>
                <w:sz w:val="20"/>
                <w:szCs w:val="20"/>
              </w:rPr>
              <w:t>Kwota zwolnienia od akcyzy energii elektrycznej na podstawie art. 30 ust. 1 ustawy.</w:t>
            </w:r>
          </w:p>
        </w:tc>
        <w:tc>
          <w:tcPr>
            <w:tcW w:w="840" w:type="dxa"/>
          </w:tcPr>
          <w:p w14:paraId="09D20A06" w14:textId="77777777" w:rsidR="00081AB8" w:rsidRPr="00004DC5" w:rsidRDefault="00166E27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7a</w:t>
            </w:r>
          </w:p>
        </w:tc>
        <w:tc>
          <w:tcPr>
            <w:tcW w:w="2095" w:type="dxa"/>
          </w:tcPr>
          <w:p w14:paraId="59D72F5E" w14:textId="77777777" w:rsidR="00081AB8" w:rsidRPr="00004DC5" w:rsidRDefault="00081AB8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992540" w:rsidRPr="00004DC5">
              <w:rPr>
                <w:rStyle w:val="pole"/>
                <w:rFonts w:ascii="Lato" w:hAnsi="Lato"/>
                <w:sz w:val="20"/>
                <w:szCs w:val="20"/>
              </w:rPr>
              <w:t>T</w:t>
            </w:r>
          </w:p>
        </w:tc>
        <w:tc>
          <w:tcPr>
            <w:tcW w:w="1197" w:type="dxa"/>
          </w:tcPr>
          <w:p w14:paraId="2F4102EA" w14:textId="77777777" w:rsidR="00081AB8" w:rsidRPr="00004DC5" w:rsidRDefault="00081AB8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081AB8" w:rsidRPr="00004DC5" w14:paraId="02A4B21D" w14:textId="77777777" w:rsidTr="00EB4C12">
        <w:trPr>
          <w:trHeight w:val="213"/>
        </w:trPr>
        <w:tc>
          <w:tcPr>
            <w:tcW w:w="1788" w:type="dxa"/>
          </w:tcPr>
          <w:p w14:paraId="2C9144A1" w14:textId="77777777" w:rsidR="00081AB8" w:rsidRPr="00004DC5" w:rsidRDefault="00081AB8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exemptionFromExciseDutyEnergyB</w:t>
            </w:r>
          </w:p>
        </w:tc>
        <w:tc>
          <w:tcPr>
            <w:tcW w:w="3360" w:type="dxa"/>
          </w:tcPr>
          <w:p w14:paraId="5C02A256" w14:textId="77777777" w:rsidR="00081AB8" w:rsidRPr="00004DC5" w:rsidRDefault="008228AB" w:rsidP="00856AEA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cs="Arial"/>
                <w:sz w:val="20"/>
                <w:szCs w:val="20"/>
              </w:rPr>
              <w:t>Kwota zwolnienia od akcyzy energii elektrycznej na podstawie art. 30 ust. 6 ustawy.</w:t>
            </w:r>
          </w:p>
        </w:tc>
        <w:tc>
          <w:tcPr>
            <w:tcW w:w="840" w:type="dxa"/>
          </w:tcPr>
          <w:p w14:paraId="6C1AB2E1" w14:textId="77777777" w:rsidR="00081AB8" w:rsidRPr="00004DC5" w:rsidRDefault="00166E27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7b</w:t>
            </w:r>
          </w:p>
        </w:tc>
        <w:tc>
          <w:tcPr>
            <w:tcW w:w="2095" w:type="dxa"/>
          </w:tcPr>
          <w:p w14:paraId="574D4252" w14:textId="77777777" w:rsidR="00081AB8" w:rsidRPr="00004DC5" w:rsidRDefault="00081AB8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992540" w:rsidRPr="00004DC5">
              <w:rPr>
                <w:rStyle w:val="pole"/>
                <w:rFonts w:ascii="Lato" w:hAnsi="Lato"/>
                <w:sz w:val="20"/>
                <w:szCs w:val="20"/>
              </w:rPr>
              <w:t>T</w:t>
            </w:r>
          </w:p>
        </w:tc>
        <w:tc>
          <w:tcPr>
            <w:tcW w:w="1197" w:type="dxa"/>
          </w:tcPr>
          <w:p w14:paraId="49F622DF" w14:textId="77777777" w:rsidR="00081AB8" w:rsidRPr="00004DC5" w:rsidRDefault="00081AB8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081AB8" w:rsidRPr="00004DC5" w14:paraId="52407C43" w14:textId="77777777" w:rsidTr="00EB4C12">
        <w:trPr>
          <w:trHeight w:val="213"/>
        </w:trPr>
        <w:tc>
          <w:tcPr>
            <w:tcW w:w="1788" w:type="dxa"/>
          </w:tcPr>
          <w:p w14:paraId="0351A1A2" w14:textId="77777777" w:rsidR="00081AB8" w:rsidRPr="00004DC5" w:rsidRDefault="00081AB8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exemptionFromExciseDutyEnergyC</w:t>
            </w:r>
          </w:p>
        </w:tc>
        <w:tc>
          <w:tcPr>
            <w:tcW w:w="3360" w:type="dxa"/>
          </w:tcPr>
          <w:p w14:paraId="6DB285F0" w14:textId="77777777" w:rsidR="00081AB8" w:rsidRPr="00004DC5" w:rsidRDefault="008228AB" w:rsidP="00856AEA">
            <w:pPr>
              <w:rPr>
                <w:rFonts w:cs="Arial"/>
                <w:sz w:val="20"/>
                <w:szCs w:val="20"/>
              </w:rPr>
            </w:pPr>
            <w:r w:rsidRPr="00004DC5">
              <w:rPr>
                <w:rFonts w:cs="Arial"/>
                <w:sz w:val="20"/>
                <w:szCs w:val="20"/>
              </w:rPr>
              <w:t>Kwota zwolnienia od akcyzy energii elektrycznej na podstawie art. 30 ust. 7 ustawy.</w:t>
            </w:r>
          </w:p>
        </w:tc>
        <w:tc>
          <w:tcPr>
            <w:tcW w:w="840" w:type="dxa"/>
          </w:tcPr>
          <w:p w14:paraId="74C940F7" w14:textId="77777777" w:rsidR="00081AB8" w:rsidRPr="00004DC5" w:rsidRDefault="00166E27" w:rsidP="00F64ACD">
            <w:pPr>
              <w:rPr>
                <w:rFonts w:cs="Arial"/>
                <w:sz w:val="20"/>
                <w:szCs w:val="20"/>
              </w:rPr>
            </w:pPr>
            <w:r w:rsidRPr="00004DC5">
              <w:rPr>
                <w:rFonts w:cs="Arial"/>
                <w:sz w:val="20"/>
                <w:szCs w:val="20"/>
              </w:rPr>
              <w:t>7c</w:t>
            </w:r>
          </w:p>
        </w:tc>
        <w:tc>
          <w:tcPr>
            <w:tcW w:w="2095" w:type="dxa"/>
          </w:tcPr>
          <w:p w14:paraId="67CE34F2" w14:textId="77777777" w:rsidR="00081AB8" w:rsidRPr="00004DC5" w:rsidRDefault="00081AB8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992540" w:rsidRPr="00004DC5">
              <w:rPr>
                <w:rStyle w:val="pole"/>
                <w:rFonts w:ascii="Lato" w:hAnsi="Lato"/>
                <w:sz w:val="20"/>
                <w:szCs w:val="20"/>
              </w:rPr>
              <w:t>T</w:t>
            </w:r>
          </w:p>
        </w:tc>
        <w:tc>
          <w:tcPr>
            <w:tcW w:w="1197" w:type="dxa"/>
          </w:tcPr>
          <w:p w14:paraId="6CD2136F" w14:textId="77777777" w:rsidR="00081AB8" w:rsidRPr="00004DC5" w:rsidRDefault="00081AB8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EA677A" w:rsidRPr="00004DC5" w14:paraId="2274D0E8" w14:textId="77777777" w:rsidTr="00EB4C12">
        <w:trPr>
          <w:trHeight w:val="213"/>
        </w:trPr>
        <w:tc>
          <w:tcPr>
            <w:tcW w:w="1788" w:type="dxa"/>
          </w:tcPr>
          <w:p w14:paraId="0EEC08C2" w14:textId="77777777" w:rsidR="00EA677A" w:rsidRPr="00004DC5" w:rsidRDefault="00EA677A" w:rsidP="00EA677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exemptionFromExciseDutyEnergyD</w:t>
            </w:r>
          </w:p>
        </w:tc>
        <w:tc>
          <w:tcPr>
            <w:tcW w:w="3360" w:type="dxa"/>
          </w:tcPr>
          <w:p w14:paraId="1018BBF8" w14:textId="77777777" w:rsidR="00EA677A" w:rsidRPr="00004DC5" w:rsidRDefault="008228AB" w:rsidP="00856AEA">
            <w:pPr>
              <w:rPr>
                <w:rFonts w:cs="Arial"/>
                <w:sz w:val="20"/>
                <w:szCs w:val="20"/>
              </w:rPr>
            </w:pPr>
            <w:r w:rsidRPr="00004DC5">
              <w:rPr>
                <w:rFonts w:cs="Arial"/>
                <w:sz w:val="20"/>
                <w:szCs w:val="20"/>
              </w:rPr>
              <w:t>Kwota zwolnienia od akcyzy energii elektrycznej na podstawie art. 30 ust. 7a ustawy.</w:t>
            </w:r>
          </w:p>
        </w:tc>
        <w:tc>
          <w:tcPr>
            <w:tcW w:w="840" w:type="dxa"/>
          </w:tcPr>
          <w:p w14:paraId="1FEFC321" w14:textId="77777777" w:rsidR="00EA677A" w:rsidRPr="00004DC5" w:rsidRDefault="00EA677A" w:rsidP="00EA677A">
            <w:pPr>
              <w:rPr>
                <w:rFonts w:cs="Arial"/>
                <w:sz w:val="20"/>
                <w:szCs w:val="20"/>
              </w:rPr>
            </w:pPr>
            <w:r w:rsidRPr="00004DC5">
              <w:rPr>
                <w:rFonts w:cs="Arial"/>
                <w:sz w:val="20"/>
                <w:szCs w:val="20"/>
              </w:rPr>
              <w:t>7d</w:t>
            </w:r>
          </w:p>
        </w:tc>
        <w:tc>
          <w:tcPr>
            <w:tcW w:w="2095" w:type="dxa"/>
          </w:tcPr>
          <w:p w14:paraId="4C1D9F01" w14:textId="77777777" w:rsidR="00EA677A" w:rsidRPr="00004DC5" w:rsidRDefault="00EA677A" w:rsidP="00EA677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</w:tc>
        <w:tc>
          <w:tcPr>
            <w:tcW w:w="1197" w:type="dxa"/>
          </w:tcPr>
          <w:p w14:paraId="2769D749" w14:textId="77777777" w:rsidR="00EA677A" w:rsidRPr="00004DC5" w:rsidRDefault="00EA677A" w:rsidP="00EA677A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EA677A" w:rsidRPr="00004DC5" w14:paraId="3B434410" w14:textId="77777777" w:rsidTr="00EB4C12">
        <w:trPr>
          <w:trHeight w:val="213"/>
        </w:trPr>
        <w:tc>
          <w:tcPr>
            <w:tcW w:w="1788" w:type="dxa"/>
          </w:tcPr>
          <w:p w14:paraId="767F0F66" w14:textId="77777777" w:rsidR="00EA677A" w:rsidRPr="00004DC5" w:rsidRDefault="00EA677A" w:rsidP="00EA677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totalOfTax</w:t>
            </w:r>
          </w:p>
        </w:tc>
        <w:tc>
          <w:tcPr>
            <w:tcW w:w="3360" w:type="dxa"/>
          </w:tcPr>
          <w:p w14:paraId="037EA1F6" w14:textId="77777777" w:rsidR="00EA677A" w:rsidRPr="00004DC5" w:rsidRDefault="008228AB" w:rsidP="00EA677A">
            <w:pPr>
              <w:rPr>
                <w:rFonts w:cs="Arial"/>
                <w:sz w:val="20"/>
                <w:szCs w:val="20"/>
              </w:rPr>
            </w:pPr>
            <w:r w:rsidRPr="00004DC5">
              <w:rPr>
                <w:rFonts w:cs="Arial"/>
                <w:sz w:val="20"/>
                <w:szCs w:val="20"/>
              </w:rPr>
              <w:t>Ogółem podatek. Od kwoty z poz. 6 należy odj</w:t>
            </w:r>
            <w:r w:rsidR="00856AEA" w:rsidRPr="00004DC5">
              <w:rPr>
                <w:rFonts w:cs="Arial"/>
                <w:sz w:val="20"/>
                <w:szCs w:val="20"/>
              </w:rPr>
              <w:t>ąć kwotę</w:t>
            </w:r>
            <w:r w:rsidRPr="00004DC5">
              <w:rPr>
                <w:rFonts w:cs="Arial"/>
                <w:sz w:val="20"/>
                <w:szCs w:val="20"/>
              </w:rPr>
              <w:t xml:space="preserve"> z poz.7.</w:t>
            </w:r>
          </w:p>
        </w:tc>
        <w:tc>
          <w:tcPr>
            <w:tcW w:w="840" w:type="dxa"/>
          </w:tcPr>
          <w:p w14:paraId="2C180F0B" w14:textId="77777777" w:rsidR="00EA677A" w:rsidRPr="00004DC5" w:rsidRDefault="00EA677A" w:rsidP="00EA677A">
            <w:pPr>
              <w:rPr>
                <w:rFonts w:cs="Arial"/>
                <w:sz w:val="20"/>
                <w:szCs w:val="20"/>
              </w:rPr>
            </w:pPr>
            <w:r w:rsidRPr="00004DC5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095" w:type="dxa"/>
          </w:tcPr>
          <w:p w14:paraId="3205E713" w14:textId="77777777" w:rsidR="00EA677A" w:rsidRPr="00004DC5" w:rsidRDefault="00EA677A" w:rsidP="00EA677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</w:tc>
        <w:tc>
          <w:tcPr>
            <w:tcW w:w="1197" w:type="dxa"/>
          </w:tcPr>
          <w:p w14:paraId="277E81B8" w14:textId="77777777" w:rsidR="00EA677A" w:rsidRPr="00004DC5" w:rsidRDefault="00EA677A" w:rsidP="00EA677A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</w:tbl>
    <w:p w14:paraId="691988C3" w14:textId="48FFACB9" w:rsidR="009C6120" w:rsidRDefault="009C6120" w:rsidP="009C6120">
      <w:pPr>
        <w:pStyle w:val="Legenda"/>
        <w:keepNext/>
      </w:pPr>
      <w:bookmarkStart w:id="292" w:name="_Toc182566614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83</w:t>
      </w:r>
      <w:r w:rsidR="00715F4C">
        <w:rPr>
          <w:noProof/>
        </w:rPr>
        <w:fldChar w:fldCharType="end"/>
      </w:r>
      <w:r>
        <w:t xml:space="preserve">. </w:t>
      </w:r>
      <w:r w:rsidRPr="00AF6322">
        <w:t>Struktura elementu ItemsType</w:t>
      </w:r>
      <w:bookmarkEnd w:id="292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0E5D43" w:rsidRPr="00004DC5" w14:paraId="51A62340" w14:textId="77777777" w:rsidTr="00EB4C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1929C6E6" w14:textId="77777777" w:rsidR="000E5D43" w:rsidRPr="00004DC5" w:rsidRDefault="000E5D43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04DC5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72C01608" w14:textId="77777777" w:rsidR="000E5D43" w:rsidRPr="00004DC5" w:rsidRDefault="000E5D43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04DC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4E1A1EC0" w14:textId="77777777" w:rsidR="000E5D43" w:rsidRPr="00004DC5" w:rsidRDefault="000E5D43" w:rsidP="000E5D43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04DC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5B1A90AD" w14:textId="77777777" w:rsidR="000E5D43" w:rsidRPr="00004DC5" w:rsidRDefault="000E5D43">
            <w:pPr>
              <w:rPr>
                <w:rFonts w:cs="Arial"/>
                <w:b/>
                <w:sz w:val="18"/>
                <w:szCs w:val="18"/>
              </w:rPr>
            </w:pPr>
            <w:r w:rsidRPr="00004DC5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252D3064" w14:textId="77777777" w:rsidR="000E5D43" w:rsidRPr="00004DC5" w:rsidRDefault="000E5D43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04DC5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0E5D43" w:rsidRPr="00004DC5" w14:paraId="6DF05AAB" w14:textId="77777777" w:rsidTr="00EB4C12">
        <w:trPr>
          <w:trHeight w:val="213"/>
        </w:trPr>
        <w:tc>
          <w:tcPr>
            <w:tcW w:w="1788" w:type="dxa"/>
          </w:tcPr>
          <w:p w14:paraId="6DA32D8E" w14:textId="77777777" w:rsidR="000E5D43" w:rsidRPr="00004DC5" w:rsidRDefault="000E5D4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exportNumberOfGoods</w:t>
            </w:r>
          </w:p>
        </w:tc>
        <w:tc>
          <w:tcPr>
            <w:tcW w:w="3360" w:type="dxa"/>
          </w:tcPr>
          <w:p w14:paraId="2817A297" w14:textId="77777777" w:rsidR="000E5D43" w:rsidRPr="00004DC5" w:rsidRDefault="008228AB" w:rsidP="00856AEA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04DC5">
              <w:rPr>
                <w:rFonts w:cs="Arial"/>
                <w:color w:val="000000"/>
                <w:sz w:val="20"/>
                <w:szCs w:val="20"/>
              </w:rPr>
              <w:t>Sprzedaż na eksport: Ilość energii elektrycznej w MWh (z dokładnością do trzech miejsc po przecinku)</w:t>
            </w:r>
          </w:p>
        </w:tc>
        <w:tc>
          <w:tcPr>
            <w:tcW w:w="840" w:type="dxa"/>
          </w:tcPr>
          <w:p w14:paraId="2DC53407" w14:textId="77777777" w:rsidR="000E5D43" w:rsidRPr="00004DC5" w:rsidRDefault="00166E27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04DC5">
              <w:rPr>
                <w:rFonts w:eastAsia="Times New Roman" w:cs="Arial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095" w:type="dxa"/>
          </w:tcPr>
          <w:p w14:paraId="0169BABA" w14:textId="77777777" w:rsidR="000E5D43" w:rsidRPr="00004DC5" w:rsidRDefault="000E5D4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A72614" w:rsidRPr="00004DC5">
              <w:rPr>
                <w:rStyle w:val="pole"/>
                <w:rFonts w:ascii="Lato" w:hAnsi="Lato"/>
                <w:sz w:val="20"/>
                <w:szCs w:val="20"/>
              </w:rPr>
              <w:t>E</w:t>
            </w:r>
          </w:p>
        </w:tc>
        <w:tc>
          <w:tcPr>
            <w:tcW w:w="1197" w:type="dxa"/>
          </w:tcPr>
          <w:p w14:paraId="502D1E4D" w14:textId="77777777" w:rsidR="000E5D43" w:rsidRPr="00004DC5" w:rsidRDefault="000E5D43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04DC5">
              <w:rPr>
                <w:rFonts w:eastAsia="Times New Roman" w:cs="Arial"/>
                <w:color w:val="000000"/>
                <w:sz w:val="20"/>
                <w:szCs w:val="20"/>
              </w:rPr>
              <w:t>0..1</w:t>
            </w:r>
          </w:p>
        </w:tc>
      </w:tr>
      <w:tr w:rsidR="000E5D43" w:rsidRPr="00004DC5" w14:paraId="2FAE1CFF" w14:textId="77777777" w:rsidTr="00EB4C12">
        <w:trPr>
          <w:trHeight w:val="213"/>
        </w:trPr>
        <w:tc>
          <w:tcPr>
            <w:tcW w:w="1788" w:type="dxa"/>
          </w:tcPr>
          <w:p w14:paraId="38D3509A" w14:textId="77777777" w:rsidR="000E5D43" w:rsidRPr="00004DC5" w:rsidRDefault="000E5D4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exportTaxRate</w:t>
            </w:r>
          </w:p>
        </w:tc>
        <w:tc>
          <w:tcPr>
            <w:tcW w:w="3360" w:type="dxa"/>
          </w:tcPr>
          <w:p w14:paraId="1DC7EECD" w14:textId="77777777" w:rsidR="000E5D43" w:rsidRPr="00004DC5" w:rsidRDefault="008228AB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04DC5">
              <w:rPr>
                <w:rFonts w:cs="Arial"/>
                <w:color w:val="000000"/>
                <w:sz w:val="20"/>
                <w:szCs w:val="20"/>
              </w:rPr>
              <w:t>Sprzedaż na eksport: Stawka podatku.</w:t>
            </w:r>
          </w:p>
        </w:tc>
        <w:tc>
          <w:tcPr>
            <w:tcW w:w="840" w:type="dxa"/>
          </w:tcPr>
          <w:p w14:paraId="1A20F38F" w14:textId="77777777" w:rsidR="000E5D43" w:rsidRPr="00004DC5" w:rsidRDefault="00166E27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04DC5">
              <w:rPr>
                <w:rFonts w:eastAsia="Times New Roman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095" w:type="dxa"/>
          </w:tcPr>
          <w:p w14:paraId="7D2C7A8E" w14:textId="77777777" w:rsidR="000E5D43" w:rsidRPr="00004DC5" w:rsidRDefault="000E5D4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</w:tc>
        <w:tc>
          <w:tcPr>
            <w:tcW w:w="1197" w:type="dxa"/>
          </w:tcPr>
          <w:p w14:paraId="2E668FF9" w14:textId="77777777" w:rsidR="000E5D43" w:rsidRPr="00004DC5" w:rsidRDefault="000E5D43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04DC5">
              <w:rPr>
                <w:rFonts w:eastAsia="Times New Roman" w:cs="Arial"/>
                <w:color w:val="000000"/>
                <w:sz w:val="20"/>
                <w:szCs w:val="20"/>
              </w:rPr>
              <w:t>0..1</w:t>
            </w:r>
          </w:p>
        </w:tc>
      </w:tr>
      <w:tr w:rsidR="000E5D43" w:rsidRPr="00004DC5" w14:paraId="27CD83FF" w14:textId="77777777" w:rsidTr="00EB4C12">
        <w:trPr>
          <w:trHeight w:val="213"/>
        </w:trPr>
        <w:tc>
          <w:tcPr>
            <w:tcW w:w="1788" w:type="dxa"/>
          </w:tcPr>
          <w:p w14:paraId="459B3ECC" w14:textId="77777777" w:rsidR="000E5D43" w:rsidRPr="00004DC5" w:rsidRDefault="000E5D4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exportAmountOfTax</w:t>
            </w:r>
          </w:p>
        </w:tc>
        <w:tc>
          <w:tcPr>
            <w:tcW w:w="3360" w:type="dxa"/>
          </w:tcPr>
          <w:p w14:paraId="6FC501FB" w14:textId="77777777" w:rsidR="000E5D43" w:rsidRPr="00004DC5" w:rsidRDefault="008228AB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04DC5">
              <w:rPr>
                <w:rFonts w:cs="Arial"/>
                <w:color w:val="000000"/>
                <w:sz w:val="20"/>
                <w:szCs w:val="20"/>
              </w:rPr>
              <w:t>Sprzedaż na eksport: Kwota podatku w zł.</w:t>
            </w:r>
          </w:p>
        </w:tc>
        <w:tc>
          <w:tcPr>
            <w:tcW w:w="840" w:type="dxa"/>
          </w:tcPr>
          <w:p w14:paraId="73E9ED45" w14:textId="77777777" w:rsidR="000E5D43" w:rsidRPr="00004DC5" w:rsidRDefault="00166E27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04DC5">
              <w:rPr>
                <w:rFonts w:eastAsia="Times New Roman" w:cs="Arial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095" w:type="dxa"/>
          </w:tcPr>
          <w:p w14:paraId="70407044" w14:textId="77777777" w:rsidR="000E5D43" w:rsidRPr="00004DC5" w:rsidRDefault="000E5D4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504841" w:rsidRPr="00004DC5">
              <w:rPr>
                <w:rStyle w:val="pole"/>
                <w:rFonts w:ascii="Lato" w:hAnsi="Lato"/>
                <w:sz w:val="20"/>
                <w:szCs w:val="20"/>
              </w:rPr>
              <w:t>T</w:t>
            </w:r>
          </w:p>
        </w:tc>
        <w:tc>
          <w:tcPr>
            <w:tcW w:w="1197" w:type="dxa"/>
          </w:tcPr>
          <w:p w14:paraId="731FD8CF" w14:textId="77777777" w:rsidR="000E5D43" w:rsidRPr="00004DC5" w:rsidRDefault="000E5D43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04DC5">
              <w:rPr>
                <w:rFonts w:eastAsia="Times New Roman" w:cs="Arial"/>
                <w:color w:val="000000"/>
                <w:sz w:val="20"/>
                <w:szCs w:val="20"/>
              </w:rPr>
              <w:t>0..1</w:t>
            </w:r>
          </w:p>
        </w:tc>
      </w:tr>
      <w:tr w:rsidR="000E5D43" w:rsidRPr="00004DC5" w14:paraId="02767166" w14:textId="77777777" w:rsidTr="00EB4C12">
        <w:trPr>
          <w:trHeight w:val="213"/>
        </w:trPr>
        <w:tc>
          <w:tcPr>
            <w:tcW w:w="1788" w:type="dxa"/>
          </w:tcPr>
          <w:p w14:paraId="124D9ECA" w14:textId="77777777" w:rsidR="000E5D43" w:rsidRPr="00004DC5" w:rsidRDefault="000E5D4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totalNumberOfGoods</w:t>
            </w:r>
          </w:p>
        </w:tc>
        <w:tc>
          <w:tcPr>
            <w:tcW w:w="3360" w:type="dxa"/>
          </w:tcPr>
          <w:p w14:paraId="46D153FE" w14:textId="77777777" w:rsidR="000E5D43" w:rsidRPr="00004DC5" w:rsidRDefault="008228AB" w:rsidP="00856AEA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04DC5">
              <w:rPr>
                <w:rFonts w:cs="Arial"/>
                <w:color w:val="000000"/>
                <w:sz w:val="20"/>
                <w:szCs w:val="20"/>
              </w:rPr>
              <w:t>Razem: Ilość energii elektrycznej w MWh (z dokładnością do trzech miejsc po przecinku)</w:t>
            </w:r>
          </w:p>
        </w:tc>
        <w:tc>
          <w:tcPr>
            <w:tcW w:w="840" w:type="dxa"/>
          </w:tcPr>
          <w:p w14:paraId="67902258" w14:textId="77777777" w:rsidR="000E5D43" w:rsidRPr="00004DC5" w:rsidRDefault="00166E27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04DC5">
              <w:rPr>
                <w:rFonts w:eastAsia="Times New Roman" w:cs="Arial"/>
                <w:color w:val="000000"/>
                <w:sz w:val="20"/>
                <w:szCs w:val="20"/>
              </w:rPr>
              <w:t>62</w:t>
            </w:r>
          </w:p>
        </w:tc>
        <w:tc>
          <w:tcPr>
            <w:tcW w:w="2095" w:type="dxa"/>
          </w:tcPr>
          <w:p w14:paraId="1F827977" w14:textId="77777777" w:rsidR="000E5D43" w:rsidRPr="00004DC5" w:rsidRDefault="000E5D43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</w:t>
            </w:r>
            <w:r w:rsidR="00504841" w:rsidRPr="00004DC5">
              <w:rPr>
                <w:rStyle w:val="pole"/>
                <w:rFonts w:ascii="Lato" w:hAnsi="Lato"/>
                <w:sz w:val="20"/>
                <w:szCs w:val="20"/>
                <w:lang w:val="pl-PL"/>
              </w:rPr>
              <w:t>E</w:t>
            </w:r>
          </w:p>
          <w:p w14:paraId="6B7A887E" w14:textId="692C5FCC" w:rsidR="000E5D43" w:rsidRPr="00004DC5" w:rsidRDefault="00147848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0E5D43" w:rsidRPr="00004DC5">
              <w:rPr>
                <w:rFonts w:eastAsia="Times New Roman" w:cs="Arial"/>
                <w:color w:val="000000"/>
                <w:sz w:val="20"/>
                <w:szCs w:val="20"/>
              </w:rPr>
              <w:instrText>R</w:instrText>
            </w:r>
            <w:r w:rsidRPr="00004DC5">
              <w:rPr>
                <w:rFonts w:eastAsia="Times New Roman" w:cs="Arial"/>
                <w:color w:val="000000"/>
                <w:sz w:val="20"/>
                <w:szCs w:val="20"/>
              </w:rPr>
              <w:instrText>h</w:instrText>
            </w:r>
            <w:r w:rsidR="000E5D43" w:rsidRPr="00004DC5">
              <w:rPr>
                <w:rFonts w:eastAsia="Times New Roman" w:cs="Arial"/>
                <w:color w:val="000000"/>
                <w:sz w:val="20"/>
                <w:szCs w:val="20"/>
              </w:rPr>
              <w:instrText>6</w:instrText>
            </w:r>
            <w:r w:rsidRPr="00004DC5">
              <w:rPr>
                <w:rFonts w:eastAsia="Times New Roman" w:cs="Arial"/>
                <w:color w:val="000000"/>
                <w:sz w:val="20"/>
                <w:szCs w:val="20"/>
              </w:rPr>
              <w:instrText xml:space="preserve"> \h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</w:instrText>
            </w:r>
            <w:r w:rsidR="00004DC5" w:rsidRPr="00004DC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04DC5">
              <w:rPr>
                <w:rFonts w:eastAsia="Times New Roman" w:cs="Arial"/>
                <w:sz w:val="20"/>
                <w:szCs w:val="20"/>
              </w:rPr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04DC5">
              <w:rPr>
                <w:rFonts w:eastAsia="Times New Roman" w:cs="Arial"/>
                <w:sz w:val="20"/>
                <w:szCs w:val="20"/>
              </w:rPr>
              <w:t>R6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6D347CD" w14:textId="77777777" w:rsidR="000E5D43" w:rsidRPr="00004DC5" w:rsidRDefault="000E5D43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04DC5">
              <w:rPr>
                <w:rFonts w:eastAsia="Times New Roman" w:cs="Arial"/>
                <w:color w:val="000000"/>
                <w:sz w:val="20"/>
                <w:szCs w:val="20"/>
              </w:rPr>
              <w:t>1..1</w:t>
            </w:r>
          </w:p>
        </w:tc>
      </w:tr>
      <w:tr w:rsidR="000E5D43" w:rsidRPr="00004DC5" w14:paraId="7049A66C" w14:textId="77777777" w:rsidTr="00EB4C12">
        <w:trPr>
          <w:trHeight w:val="213"/>
        </w:trPr>
        <w:tc>
          <w:tcPr>
            <w:tcW w:w="1788" w:type="dxa"/>
          </w:tcPr>
          <w:p w14:paraId="14E8F514" w14:textId="77777777" w:rsidR="000E5D43" w:rsidRPr="00004DC5" w:rsidRDefault="000E5D4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totalAmountOfTax</w:t>
            </w:r>
          </w:p>
        </w:tc>
        <w:tc>
          <w:tcPr>
            <w:tcW w:w="3360" w:type="dxa"/>
          </w:tcPr>
          <w:p w14:paraId="480EBB63" w14:textId="77777777" w:rsidR="000E5D43" w:rsidRPr="00004DC5" w:rsidRDefault="008228AB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04DC5">
              <w:rPr>
                <w:rFonts w:cs="Arial"/>
                <w:color w:val="000000"/>
                <w:sz w:val="20"/>
                <w:szCs w:val="20"/>
              </w:rPr>
              <w:t>Razem: Kwota podatku w zł.</w:t>
            </w:r>
          </w:p>
        </w:tc>
        <w:tc>
          <w:tcPr>
            <w:tcW w:w="840" w:type="dxa"/>
          </w:tcPr>
          <w:p w14:paraId="78379B81" w14:textId="77777777" w:rsidR="000E5D43" w:rsidRPr="00004DC5" w:rsidRDefault="00166E27" w:rsidP="000E5D43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04DC5">
              <w:rPr>
                <w:rFonts w:eastAsia="Times New Roman" w:cs="Arial"/>
                <w:color w:val="000000"/>
                <w:sz w:val="20"/>
                <w:szCs w:val="20"/>
              </w:rPr>
              <w:t>63</w:t>
            </w:r>
          </w:p>
        </w:tc>
        <w:tc>
          <w:tcPr>
            <w:tcW w:w="2095" w:type="dxa"/>
          </w:tcPr>
          <w:p w14:paraId="08559C34" w14:textId="77777777" w:rsidR="000E5D43" w:rsidRPr="00004DC5" w:rsidRDefault="000E5D43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</w:t>
            </w:r>
            <w:r w:rsidR="00A025C5" w:rsidRPr="00004DC5">
              <w:rPr>
                <w:rStyle w:val="pole"/>
                <w:rFonts w:ascii="Lato" w:hAnsi="Lato"/>
                <w:sz w:val="20"/>
                <w:szCs w:val="20"/>
                <w:lang w:val="pl-PL"/>
              </w:rPr>
              <w:t>T</w:t>
            </w:r>
          </w:p>
          <w:p w14:paraId="57561F93" w14:textId="6663F9D0" w:rsidR="000E5D43" w:rsidRPr="00004DC5" w:rsidRDefault="00147848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0E5D43" w:rsidRPr="00004DC5">
              <w:rPr>
                <w:rFonts w:eastAsia="Times New Roman" w:cs="Arial"/>
                <w:color w:val="000000"/>
                <w:sz w:val="20"/>
                <w:szCs w:val="20"/>
              </w:rPr>
              <w:instrText>R</w:instrText>
            </w:r>
            <w:r w:rsidRPr="00004DC5">
              <w:rPr>
                <w:rFonts w:eastAsia="Times New Roman" w:cs="Arial"/>
                <w:color w:val="000000"/>
                <w:sz w:val="20"/>
                <w:szCs w:val="20"/>
              </w:rPr>
              <w:instrText>h</w:instrText>
            </w:r>
            <w:r w:rsidR="000E5D43" w:rsidRPr="00004DC5">
              <w:rPr>
                <w:rFonts w:eastAsia="Times New Roman" w:cs="Arial"/>
                <w:color w:val="000000"/>
                <w:sz w:val="20"/>
                <w:szCs w:val="20"/>
              </w:rPr>
              <w:instrText>7</w:instrText>
            </w:r>
            <w:r w:rsidRPr="00004DC5">
              <w:rPr>
                <w:rFonts w:eastAsia="Times New Roman" w:cs="Arial"/>
                <w:color w:val="000000"/>
                <w:sz w:val="20"/>
                <w:szCs w:val="20"/>
              </w:rPr>
              <w:instrText xml:space="preserve"> \h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</w:instrText>
            </w:r>
            <w:r w:rsidR="00004DC5" w:rsidRPr="00004DC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04DC5">
              <w:rPr>
                <w:rFonts w:eastAsia="Times New Roman" w:cs="Arial"/>
                <w:sz w:val="20"/>
                <w:szCs w:val="20"/>
              </w:rPr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04DC5">
              <w:rPr>
                <w:rFonts w:eastAsia="Times New Roman" w:cs="Arial"/>
                <w:sz w:val="20"/>
                <w:szCs w:val="20"/>
              </w:rPr>
              <w:t>R7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E063C72" w14:textId="77777777" w:rsidR="000E5D43" w:rsidRPr="00004DC5" w:rsidRDefault="000E5D43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04DC5">
              <w:rPr>
                <w:rFonts w:eastAsia="Times New Roman" w:cs="Arial"/>
                <w:color w:val="000000"/>
                <w:sz w:val="20"/>
                <w:szCs w:val="20"/>
              </w:rPr>
              <w:t>1..1</w:t>
            </w:r>
          </w:p>
        </w:tc>
      </w:tr>
      <w:tr w:rsidR="000E5D43" w:rsidRPr="00004DC5" w14:paraId="776A5686" w14:textId="77777777" w:rsidTr="00EB4C12">
        <w:trPr>
          <w:trHeight w:val="213"/>
        </w:trPr>
        <w:tc>
          <w:tcPr>
            <w:tcW w:w="1788" w:type="dxa"/>
          </w:tcPr>
          <w:p w14:paraId="5482623D" w14:textId="77777777" w:rsidR="000E5D43" w:rsidRPr="00004DC5" w:rsidRDefault="000E5D4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lastRenderedPageBreak/>
              <w:t>Item</w:t>
            </w:r>
          </w:p>
        </w:tc>
        <w:tc>
          <w:tcPr>
            <w:tcW w:w="3360" w:type="dxa"/>
          </w:tcPr>
          <w:p w14:paraId="28FF924E" w14:textId="77777777" w:rsidR="000E5D43" w:rsidRPr="00004DC5" w:rsidRDefault="008228AB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Obliczenie kwot </w:t>
            </w:r>
            <w:r w:rsidR="000E5D43" w:rsidRPr="00004DC5">
              <w:rPr>
                <w:rFonts w:eastAsia="Times New Roman" w:cs="Arial"/>
                <w:sz w:val="20"/>
                <w:szCs w:val="20"/>
              </w:rPr>
              <w:t>podatku akcyzowego od poszczególnych wyrobów</w:t>
            </w:r>
          </w:p>
        </w:tc>
        <w:tc>
          <w:tcPr>
            <w:tcW w:w="840" w:type="dxa"/>
          </w:tcPr>
          <w:p w14:paraId="6F9C937F" w14:textId="77777777" w:rsidR="000E5D43" w:rsidRPr="00004DC5" w:rsidRDefault="00166E27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C</w:t>
            </w:r>
          </w:p>
        </w:tc>
        <w:tc>
          <w:tcPr>
            <w:tcW w:w="2095" w:type="dxa"/>
          </w:tcPr>
          <w:p w14:paraId="64D3752E" w14:textId="77777777" w:rsidR="000E5D43" w:rsidRPr="00004DC5" w:rsidRDefault="00BE3FF8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instrText xml:space="preserve"> REF ItemType_h \h  \* MERGEFORMAT </w:instrTex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B85AB4">
              <w:rPr>
                <w:rStyle w:val="pole"/>
                <w:rFonts w:ascii="Lato" w:hAnsi="Lato"/>
                <w:sz w:val="20"/>
                <w:szCs w:val="20"/>
              </w:rPr>
              <w:t>ItemType</w:t>
            </w:r>
            <w:r w:rsidRPr="00B85AB4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F436444" w14:textId="77777777" w:rsidR="000E5D43" w:rsidRPr="00004DC5" w:rsidRDefault="000E5D43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0..*</w:t>
            </w:r>
          </w:p>
        </w:tc>
      </w:tr>
    </w:tbl>
    <w:p w14:paraId="5999A689" w14:textId="7BFA6136" w:rsidR="009C6120" w:rsidRDefault="009C6120" w:rsidP="009C6120">
      <w:pPr>
        <w:pStyle w:val="Legenda"/>
        <w:keepNext/>
      </w:pPr>
      <w:bookmarkStart w:id="293" w:name="_Toc182566615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84</w:t>
      </w:r>
      <w:r w:rsidR="00715F4C">
        <w:rPr>
          <w:noProof/>
        </w:rPr>
        <w:fldChar w:fldCharType="end"/>
      </w:r>
      <w:r>
        <w:t xml:space="preserve">. </w:t>
      </w:r>
      <w:r w:rsidRPr="00BE21D6">
        <w:t>Struktura elementu ItemType</w:t>
      </w:r>
      <w:bookmarkEnd w:id="293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0E5D43" w:rsidRPr="00004DC5" w14:paraId="5E9B3C99" w14:textId="77777777" w:rsidTr="00EB4C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3221D096" w14:textId="77777777" w:rsidR="000E5D43" w:rsidRPr="00004DC5" w:rsidRDefault="000E5D43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04DC5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564BE8E7" w14:textId="77777777" w:rsidR="000E5D43" w:rsidRPr="00004DC5" w:rsidRDefault="000E5D43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04DC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3932BAAA" w14:textId="77777777" w:rsidR="000E5D43" w:rsidRPr="00004DC5" w:rsidRDefault="000E5D43" w:rsidP="000E5D43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04DC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6A2FCFF1" w14:textId="77777777" w:rsidR="000E5D43" w:rsidRPr="00004DC5" w:rsidRDefault="000E5D43">
            <w:pPr>
              <w:rPr>
                <w:rFonts w:cs="Arial"/>
                <w:b/>
                <w:sz w:val="18"/>
                <w:szCs w:val="18"/>
              </w:rPr>
            </w:pPr>
            <w:r w:rsidRPr="00004DC5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474935A1" w14:textId="77777777" w:rsidR="000E5D43" w:rsidRPr="00004DC5" w:rsidRDefault="000E5D43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04DC5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0E5D43" w:rsidRPr="00004DC5" w14:paraId="667B3FF7" w14:textId="77777777" w:rsidTr="00EB4C12">
        <w:trPr>
          <w:trHeight w:val="213"/>
        </w:trPr>
        <w:tc>
          <w:tcPr>
            <w:tcW w:w="1788" w:type="dxa"/>
          </w:tcPr>
          <w:p w14:paraId="0470B4FE" w14:textId="77777777" w:rsidR="000E5D43" w:rsidRPr="00004DC5" w:rsidRDefault="000E5D4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id</w:t>
            </w:r>
          </w:p>
        </w:tc>
        <w:tc>
          <w:tcPr>
            <w:tcW w:w="3360" w:type="dxa"/>
          </w:tcPr>
          <w:p w14:paraId="72DC2DF7" w14:textId="77777777" w:rsidR="000E5D43" w:rsidRPr="00004DC5" w:rsidRDefault="000E5D43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Liczba porządkowa.</w:t>
            </w:r>
          </w:p>
        </w:tc>
        <w:tc>
          <w:tcPr>
            <w:tcW w:w="840" w:type="dxa"/>
          </w:tcPr>
          <w:p w14:paraId="03DC57B1" w14:textId="77777777" w:rsidR="000E5D43" w:rsidRPr="00004DC5" w:rsidRDefault="00236EB7" w:rsidP="000E5D43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C.a</w:t>
            </w:r>
          </w:p>
        </w:tc>
        <w:tc>
          <w:tcPr>
            <w:tcW w:w="2095" w:type="dxa"/>
          </w:tcPr>
          <w:p w14:paraId="371CD7A0" w14:textId="77777777" w:rsidR="000E5D43" w:rsidRPr="00004DC5" w:rsidRDefault="0006331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ZNumeric</w:t>
            </w:r>
          </w:p>
        </w:tc>
        <w:tc>
          <w:tcPr>
            <w:tcW w:w="1197" w:type="dxa"/>
          </w:tcPr>
          <w:p w14:paraId="6888E30C" w14:textId="77777777" w:rsidR="000E5D43" w:rsidRPr="00004DC5" w:rsidRDefault="00947E22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</w:t>
            </w:r>
            <w:r w:rsidR="000E5D43" w:rsidRPr="00004DC5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0E5D43" w:rsidRPr="00004DC5" w14:paraId="7F3C25CC" w14:textId="77777777" w:rsidTr="00EB4C12">
        <w:trPr>
          <w:trHeight w:val="213"/>
        </w:trPr>
        <w:tc>
          <w:tcPr>
            <w:tcW w:w="1788" w:type="dxa"/>
          </w:tcPr>
          <w:p w14:paraId="2151C332" w14:textId="77777777" w:rsidR="000E5D43" w:rsidRPr="00004DC5" w:rsidRDefault="000E5D4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groupOfGoodsName</w:t>
            </w:r>
          </w:p>
        </w:tc>
        <w:tc>
          <w:tcPr>
            <w:tcW w:w="3360" w:type="dxa"/>
          </w:tcPr>
          <w:p w14:paraId="58BA0E2F" w14:textId="77777777" w:rsidR="000E5D43" w:rsidRPr="00004DC5" w:rsidRDefault="000E5D43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Nazwa grupy wyrobów, dla których ustalono odrębne stawki podatkowe</w:t>
            </w:r>
          </w:p>
        </w:tc>
        <w:tc>
          <w:tcPr>
            <w:tcW w:w="840" w:type="dxa"/>
          </w:tcPr>
          <w:p w14:paraId="74BF03AD" w14:textId="77777777" w:rsidR="000E5D43" w:rsidRPr="00004DC5" w:rsidRDefault="00236EB7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C.b</w:t>
            </w:r>
          </w:p>
        </w:tc>
        <w:tc>
          <w:tcPr>
            <w:tcW w:w="2095" w:type="dxa"/>
          </w:tcPr>
          <w:p w14:paraId="5EFD058C" w14:textId="77777777" w:rsidR="000E5D43" w:rsidRPr="00004DC5" w:rsidRDefault="0006331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ZCharacter</w:t>
            </w:r>
          </w:p>
          <w:p w14:paraId="2BCAB5E2" w14:textId="24737F33" w:rsidR="000E5D43" w:rsidRPr="00004DC5" w:rsidRDefault="00147848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0E5D43" w:rsidRPr="00004DC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>h</w:instrText>
            </w:r>
            <w:r w:rsidR="000E5D43" w:rsidRPr="00004DC5">
              <w:rPr>
                <w:rFonts w:eastAsia="Times New Roman" w:cs="Arial"/>
                <w:sz w:val="20"/>
                <w:szCs w:val="20"/>
              </w:rPr>
              <w:instrText>3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04DC5" w:rsidRPr="00004DC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04DC5">
              <w:rPr>
                <w:rFonts w:eastAsia="Times New Roman" w:cs="Arial"/>
                <w:sz w:val="20"/>
                <w:szCs w:val="20"/>
              </w:rPr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04DC5">
              <w:rPr>
                <w:rFonts w:eastAsia="Times New Roman" w:cs="Arial"/>
                <w:sz w:val="20"/>
                <w:szCs w:val="20"/>
              </w:rPr>
              <w:t>R3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AB079C4" w14:textId="77777777" w:rsidR="000E5D43" w:rsidRPr="00004DC5" w:rsidRDefault="00947E22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</w:t>
            </w:r>
            <w:r w:rsidR="000E5D43" w:rsidRPr="00004DC5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0E5D43" w:rsidRPr="00004DC5" w14:paraId="63D90BC4" w14:textId="77777777" w:rsidTr="00EB4C12">
        <w:trPr>
          <w:trHeight w:val="213"/>
        </w:trPr>
        <w:tc>
          <w:tcPr>
            <w:tcW w:w="1788" w:type="dxa"/>
          </w:tcPr>
          <w:p w14:paraId="4182FBE5" w14:textId="77777777" w:rsidR="000E5D43" w:rsidRPr="00004DC5" w:rsidRDefault="000E5D4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codeCN</w:t>
            </w:r>
          </w:p>
        </w:tc>
        <w:tc>
          <w:tcPr>
            <w:tcW w:w="3360" w:type="dxa"/>
          </w:tcPr>
          <w:p w14:paraId="59065289" w14:textId="77777777" w:rsidR="000E5D43" w:rsidRPr="00004DC5" w:rsidRDefault="008228AB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Ośmiocyfrowy kod CN.</w:t>
            </w:r>
          </w:p>
        </w:tc>
        <w:tc>
          <w:tcPr>
            <w:tcW w:w="840" w:type="dxa"/>
          </w:tcPr>
          <w:p w14:paraId="62994382" w14:textId="77777777" w:rsidR="000E5D43" w:rsidRPr="00004DC5" w:rsidRDefault="00236EB7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C.c</w:t>
            </w:r>
          </w:p>
        </w:tc>
        <w:tc>
          <w:tcPr>
            <w:tcW w:w="2095" w:type="dxa"/>
          </w:tcPr>
          <w:p w14:paraId="2CBFC817" w14:textId="77777777" w:rsidR="000E5D43" w:rsidRPr="00004DC5" w:rsidRDefault="004C0A94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ZCodeCN</w:t>
            </w:r>
          </w:p>
          <w:p w14:paraId="546BE97B" w14:textId="7DE38ACF" w:rsidR="000E5D43" w:rsidRPr="00004DC5" w:rsidRDefault="00147848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0E5D43" w:rsidRPr="00004DC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>h</w:instrText>
            </w:r>
            <w:r w:rsidR="000E5D43" w:rsidRPr="00004DC5">
              <w:rPr>
                <w:rFonts w:eastAsia="Times New Roman" w:cs="Arial"/>
                <w:sz w:val="20"/>
                <w:szCs w:val="20"/>
              </w:rPr>
              <w:instrText>4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04DC5" w:rsidRPr="00004DC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04DC5">
              <w:rPr>
                <w:rFonts w:eastAsia="Times New Roman" w:cs="Arial"/>
                <w:sz w:val="20"/>
                <w:szCs w:val="20"/>
              </w:rPr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04DC5">
              <w:rPr>
                <w:rFonts w:eastAsia="Times New Roman" w:cs="Arial"/>
                <w:sz w:val="20"/>
                <w:szCs w:val="20"/>
              </w:rPr>
              <w:t>R4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AE8E654" w14:textId="77777777" w:rsidR="000E5D43" w:rsidRPr="00004DC5" w:rsidRDefault="00947E22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</w:t>
            </w:r>
            <w:r w:rsidR="000E5D43" w:rsidRPr="00004DC5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0E5D43" w:rsidRPr="00004DC5" w14:paraId="3DB1091B" w14:textId="77777777" w:rsidTr="00EB4C12">
        <w:trPr>
          <w:trHeight w:val="213"/>
        </w:trPr>
        <w:tc>
          <w:tcPr>
            <w:tcW w:w="1788" w:type="dxa"/>
          </w:tcPr>
          <w:p w14:paraId="18A54395" w14:textId="77777777" w:rsidR="000E5D43" w:rsidRPr="00004DC5" w:rsidRDefault="000E5D4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numberOfGoods</w:t>
            </w:r>
          </w:p>
        </w:tc>
        <w:tc>
          <w:tcPr>
            <w:tcW w:w="3360" w:type="dxa"/>
          </w:tcPr>
          <w:p w14:paraId="171E7BC1" w14:textId="77777777" w:rsidR="000E5D43" w:rsidRPr="00004DC5" w:rsidRDefault="008228AB" w:rsidP="00856AEA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cs="Arial"/>
                <w:sz w:val="20"/>
                <w:szCs w:val="20"/>
              </w:rPr>
              <w:t>Ilość energii elektrycznej (z dokładnością do trzech miejsc po przecinku).</w:t>
            </w:r>
          </w:p>
        </w:tc>
        <w:tc>
          <w:tcPr>
            <w:tcW w:w="840" w:type="dxa"/>
          </w:tcPr>
          <w:p w14:paraId="077E5FAD" w14:textId="77777777" w:rsidR="000E5D43" w:rsidRPr="00004DC5" w:rsidRDefault="00236EB7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C.d</w:t>
            </w:r>
          </w:p>
        </w:tc>
        <w:tc>
          <w:tcPr>
            <w:tcW w:w="2095" w:type="dxa"/>
          </w:tcPr>
          <w:p w14:paraId="16292B0B" w14:textId="77777777" w:rsidR="000E5D43" w:rsidRPr="00004DC5" w:rsidRDefault="000E5D4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ZAmountE</w:t>
            </w:r>
          </w:p>
          <w:p w14:paraId="44650B81" w14:textId="77777777" w:rsidR="000E5D43" w:rsidRPr="00004DC5" w:rsidRDefault="000E5D43">
            <w:pPr>
              <w:rPr>
                <w:rStyle w:val="pole"/>
                <w:rFonts w:ascii="Lato" w:hAnsi="Lato"/>
                <w:sz w:val="20"/>
                <w:szCs w:val="20"/>
              </w:rPr>
            </w:pPr>
          </w:p>
        </w:tc>
        <w:tc>
          <w:tcPr>
            <w:tcW w:w="1197" w:type="dxa"/>
          </w:tcPr>
          <w:p w14:paraId="73772AC7" w14:textId="77777777" w:rsidR="000E5D43" w:rsidRPr="00004DC5" w:rsidRDefault="00947E22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</w:t>
            </w:r>
            <w:r w:rsidR="000E5D43" w:rsidRPr="00004DC5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0E5D43" w:rsidRPr="00004DC5" w14:paraId="0F1020AB" w14:textId="77777777" w:rsidTr="00EB4C12">
        <w:trPr>
          <w:trHeight w:val="213"/>
        </w:trPr>
        <w:tc>
          <w:tcPr>
            <w:tcW w:w="1788" w:type="dxa"/>
          </w:tcPr>
          <w:p w14:paraId="4BB7318A" w14:textId="77777777" w:rsidR="000E5D43" w:rsidRPr="00004DC5" w:rsidRDefault="000E5D4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taxRate</w:t>
            </w:r>
          </w:p>
        </w:tc>
        <w:tc>
          <w:tcPr>
            <w:tcW w:w="3360" w:type="dxa"/>
          </w:tcPr>
          <w:p w14:paraId="4DF46814" w14:textId="77777777" w:rsidR="000E5D43" w:rsidRPr="00004DC5" w:rsidRDefault="000E5D43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Stawka podatku</w:t>
            </w:r>
            <w:r w:rsidR="00856AEA" w:rsidRPr="00004DC5">
              <w:rPr>
                <w:rFonts w:eastAsia="Times New Roman" w:cs="Arial"/>
                <w:sz w:val="20"/>
                <w:szCs w:val="20"/>
              </w:rPr>
              <w:t>.</w:t>
            </w:r>
          </w:p>
        </w:tc>
        <w:tc>
          <w:tcPr>
            <w:tcW w:w="840" w:type="dxa"/>
          </w:tcPr>
          <w:p w14:paraId="3449A527" w14:textId="77777777" w:rsidR="000E5D43" w:rsidRPr="00004DC5" w:rsidRDefault="00236EB7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C.e</w:t>
            </w:r>
          </w:p>
        </w:tc>
        <w:tc>
          <w:tcPr>
            <w:tcW w:w="2095" w:type="dxa"/>
          </w:tcPr>
          <w:p w14:paraId="08519380" w14:textId="77777777" w:rsidR="000E5D43" w:rsidRPr="00004DC5" w:rsidRDefault="000E5D4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  <w:p w14:paraId="3C94502B" w14:textId="77777777" w:rsidR="000E5D43" w:rsidRPr="00004DC5" w:rsidRDefault="000E5D43">
            <w:pPr>
              <w:rPr>
                <w:rStyle w:val="pole"/>
                <w:rFonts w:ascii="Lato" w:hAnsi="Lato"/>
                <w:sz w:val="20"/>
                <w:szCs w:val="20"/>
              </w:rPr>
            </w:pPr>
          </w:p>
        </w:tc>
        <w:tc>
          <w:tcPr>
            <w:tcW w:w="1197" w:type="dxa"/>
          </w:tcPr>
          <w:p w14:paraId="20D46414" w14:textId="77777777" w:rsidR="000E5D43" w:rsidRPr="00004DC5" w:rsidRDefault="00947E22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</w:t>
            </w:r>
            <w:r w:rsidR="000E5D43" w:rsidRPr="00004DC5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5E7207" w:rsidRPr="00004DC5" w14:paraId="6FEC1671" w14:textId="77777777" w:rsidTr="00EB4C12">
        <w:trPr>
          <w:trHeight w:val="213"/>
        </w:trPr>
        <w:tc>
          <w:tcPr>
            <w:tcW w:w="1788" w:type="dxa"/>
          </w:tcPr>
          <w:p w14:paraId="78C20BF2" w14:textId="77777777" w:rsidR="005E7207" w:rsidRPr="00004DC5" w:rsidRDefault="005E7207" w:rsidP="005E720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fromIsztar</w:t>
            </w:r>
          </w:p>
        </w:tc>
        <w:tc>
          <w:tcPr>
            <w:tcW w:w="3360" w:type="dxa"/>
          </w:tcPr>
          <w:p w14:paraId="47513C39" w14:textId="77777777" w:rsidR="005E7207" w:rsidRPr="00004DC5" w:rsidRDefault="005E7207" w:rsidP="005E7207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Czy stawka podatku akcyzowego jest pobrana z Systemu ISZTAR.</w:t>
            </w:r>
          </w:p>
        </w:tc>
        <w:tc>
          <w:tcPr>
            <w:tcW w:w="840" w:type="dxa"/>
          </w:tcPr>
          <w:p w14:paraId="1280338C" w14:textId="77777777" w:rsidR="005E7207" w:rsidRPr="00004DC5" w:rsidRDefault="005E7207" w:rsidP="005E7207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5B46375B" w14:textId="77777777" w:rsidR="005E7207" w:rsidRPr="00004DC5" w:rsidRDefault="005E7207" w:rsidP="005E7207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boolean</w:t>
            </w:r>
          </w:p>
        </w:tc>
        <w:tc>
          <w:tcPr>
            <w:tcW w:w="1197" w:type="dxa"/>
          </w:tcPr>
          <w:p w14:paraId="2FC6926C" w14:textId="77777777" w:rsidR="005E7207" w:rsidRPr="00004DC5" w:rsidRDefault="005E7207" w:rsidP="005E7207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0E5D43" w:rsidRPr="00004DC5" w14:paraId="7770E3D0" w14:textId="77777777" w:rsidTr="00EB4C12">
        <w:trPr>
          <w:trHeight w:val="213"/>
        </w:trPr>
        <w:tc>
          <w:tcPr>
            <w:tcW w:w="1788" w:type="dxa"/>
          </w:tcPr>
          <w:p w14:paraId="4F25EBC1" w14:textId="77777777" w:rsidR="000E5D43" w:rsidRPr="00004DC5" w:rsidRDefault="000E5D4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amountOfTax</w:t>
            </w:r>
          </w:p>
        </w:tc>
        <w:tc>
          <w:tcPr>
            <w:tcW w:w="3360" w:type="dxa"/>
          </w:tcPr>
          <w:p w14:paraId="7CD22AF1" w14:textId="77777777" w:rsidR="000E5D43" w:rsidRPr="00004DC5" w:rsidRDefault="000E5D43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04DC5">
              <w:rPr>
                <w:rFonts w:cs="Arial"/>
                <w:color w:val="000000"/>
                <w:sz w:val="20"/>
                <w:szCs w:val="20"/>
              </w:rPr>
              <w:t xml:space="preserve">Kwota podatku </w:t>
            </w:r>
            <w:r w:rsidR="00856AEA" w:rsidRPr="00004DC5">
              <w:rPr>
                <w:rFonts w:cs="Arial"/>
                <w:color w:val="000000"/>
                <w:sz w:val="20"/>
                <w:szCs w:val="20"/>
              </w:rPr>
              <w:t>w zl.</w:t>
            </w:r>
          </w:p>
        </w:tc>
        <w:tc>
          <w:tcPr>
            <w:tcW w:w="840" w:type="dxa"/>
          </w:tcPr>
          <w:p w14:paraId="25C66BF8" w14:textId="77777777" w:rsidR="000E5D43" w:rsidRPr="00004DC5" w:rsidRDefault="00236EB7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04DC5">
              <w:rPr>
                <w:rFonts w:eastAsia="Times New Roman" w:cs="Arial"/>
                <w:color w:val="000000"/>
                <w:sz w:val="20"/>
                <w:szCs w:val="20"/>
              </w:rPr>
              <w:t>C.f</w:t>
            </w:r>
          </w:p>
        </w:tc>
        <w:tc>
          <w:tcPr>
            <w:tcW w:w="2095" w:type="dxa"/>
          </w:tcPr>
          <w:p w14:paraId="4828CBDB" w14:textId="77777777" w:rsidR="000E5D43" w:rsidRPr="00004DC5" w:rsidRDefault="00B76630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  <w:p w14:paraId="60216454" w14:textId="1D512BC0" w:rsidR="000E5D43" w:rsidRPr="00004DC5" w:rsidRDefault="00147848">
            <w:pPr>
              <w:tabs>
                <w:tab w:val="right" w:pos="2511"/>
              </w:tabs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0E5D43" w:rsidRPr="00004DC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>h</w:instrText>
            </w:r>
            <w:r w:rsidR="000E5D43" w:rsidRPr="00004DC5">
              <w:rPr>
                <w:rFonts w:eastAsia="Times New Roman" w:cs="Arial"/>
                <w:sz w:val="20"/>
                <w:szCs w:val="20"/>
              </w:rPr>
              <w:instrText>5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04DC5" w:rsidRPr="00004DC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04DC5">
              <w:rPr>
                <w:rFonts w:eastAsia="Times New Roman" w:cs="Arial"/>
                <w:sz w:val="20"/>
                <w:szCs w:val="20"/>
              </w:rPr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04DC5">
              <w:rPr>
                <w:rFonts w:eastAsia="Times New Roman" w:cs="Arial"/>
                <w:sz w:val="20"/>
                <w:szCs w:val="20"/>
              </w:rPr>
              <w:t>R5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="000E5D43" w:rsidRPr="00004DC5">
              <w:rPr>
                <w:rFonts w:eastAsia="Times New Roman" w:cs="Arial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7C12C733" w14:textId="77777777" w:rsidR="000E5D43" w:rsidRPr="00004DC5" w:rsidRDefault="00947E22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</w:t>
            </w:r>
            <w:r w:rsidR="000E5D43" w:rsidRPr="00004DC5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</w:tbl>
    <w:p w14:paraId="04471129" w14:textId="77777777" w:rsidR="004A0FB2" w:rsidRDefault="004A0FB2" w:rsidP="00C048E5">
      <w:pPr>
        <w:pStyle w:val="Nagwek3"/>
      </w:pPr>
      <w:bookmarkStart w:id="294" w:name="_Toc182566472"/>
      <w:r>
        <w:t>Reguły AKC4H</w:t>
      </w:r>
      <w:bookmarkEnd w:id="294"/>
    </w:p>
    <w:p w14:paraId="42295077" w14:textId="415C4A52" w:rsidR="009C6120" w:rsidRDefault="009C6120" w:rsidP="009C6120">
      <w:pPr>
        <w:pStyle w:val="Legenda"/>
        <w:keepNext/>
      </w:pPr>
      <w:bookmarkStart w:id="295" w:name="_Toc182566616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85</w:t>
      </w:r>
      <w:r w:rsidR="00715F4C">
        <w:rPr>
          <w:noProof/>
        </w:rPr>
        <w:fldChar w:fldCharType="end"/>
      </w:r>
      <w:r>
        <w:t xml:space="preserve">. </w:t>
      </w:r>
      <w:r w:rsidRPr="00FE0CF8">
        <w:t>Reguły dotyczące załącznika AKC-4/H</w:t>
      </w:r>
      <w:bookmarkEnd w:id="295"/>
    </w:p>
    <w:tbl>
      <w:tblPr>
        <w:tblStyle w:val="Siatkatabelijasna"/>
        <w:tblW w:w="0" w:type="auto"/>
        <w:tblLook w:val="01E0" w:firstRow="1" w:lastRow="1" w:firstColumn="1" w:lastColumn="1" w:noHBand="0" w:noVBand="0"/>
      </w:tblPr>
      <w:tblGrid>
        <w:gridCol w:w="943"/>
        <w:gridCol w:w="8105"/>
      </w:tblGrid>
      <w:tr w:rsidR="004A0FB2" w14:paraId="3D86E051" w14:textId="77777777" w:rsidTr="00EB4C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43" w:type="dxa"/>
          </w:tcPr>
          <w:p w14:paraId="413CE996" w14:textId="77777777" w:rsidR="004A0FB2" w:rsidRPr="00004DC5" w:rsidRDefault="004A0FB2" w:rsidP="00E06683">
            <w:pPr>
              <w:keepNext/>
              <w:rPr>
                <w:rFonts w:eastAsia="Times New Roman" w:cs="Arial"/>
                <w:b/>
                <w:sz w:val="18"/>
                <w:szCs w:val="18"/>
              </w:rPr>
            </w:pPr>
            <w:r w:rsidRPr="00004DC5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111" w:type="dxa"/>
          </w:tcPr>
          <w:p w14:paraId="58D9FB34" w14:textId="77777777" w:rsidR="004A0FB2" w:rsidRPr="00004DC5" w:rsidRDefault="004A0FB2" w:rsidP="00E06683">
            <w:pPr>
              <w:keepNext/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04DC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4A0FB2" w14:paraId="506F1864" w14:textId="77777777" w:rsidTr="00EB4C12">
        <w:trPr>
          <w:trHeight w:val="213"/>
        </w:trPr>
        <w:tc>
          <w:tcPr>
            <w:tcW w:w="943" w:type="dxa"/>
          </w:tcPr>
          <w:p w14:paraId="7A5868E0" w14:textId="77777777" w:rsidR="004A0FB2" w:rsidRPr="00004DC5" w:rsidRDefault="004A0FB2">
            <w:pPr>
              <w:rPr>
                <w:rFonts w:eastAsia="Times New Roman" w:cs="Arial"/>
                <w:sz w:val="20"/>
                <w:szCs w:val="20"/>
              </w:rPr>
            </w:pPr>
            <w:bookmarkStart w:id="296" w:name="Rh2"/>
            <w:r w:rsidRPr="00004DC5">
              <w:rPr>
                <w:rFonts w:eastAsia="Times New Roman" w:cs="Arial"/>
                <w:sz w:val="20"/>
                <w:szCs w:val="20"/>
              </w:rPr>
              <w:t>R2</w:t>
            </w:r>
            <w:bookmarkEnd w:id="296"/>
          </w:p>
        </w:tc>
        <w:tc>
          <w:tcPr>
            <w:tcW w:w="8111" w:type="dxa"/>
          </w:tcPr>
          <w:p w14:paraId="2CBC5755" w14:textId="77777777" w:rsidR="004A0FB2" w:rsidRPr="00004DC5" w:rsidRDefault="004A0FB2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cs="Arial"/>
                <w:sz w:val="20"/>
                <w:szCs w:val="20"/>
              </w:rPr>
              <w:t>Pole wypełniane przez system zgodnie z wartością w analogicznym polu deklaracji AKC-4/AKC-4zo</w:t>
            </w:r>
          </w:p>
        </w:tc>
      </w:tr>
      <w:tr w:rsidR="004A0FB2" w14:paraId="1AC09333" w14:textId="77777777" w:rsidTr="00EB4C12">
        <w:trPr>
          <w:trHeight w:val="213"/>
        </w:trPr>
        <w:tc>
          <w:tcPr>
            <w:tcW w:w="943" w:type="dxa"/>
          </w:tcPr>
          <w:p w14:paraId="51079D3A" w14:textId="77777777" w:rsidR="004A0FB2" w:rsidRPr="00004DC5" w:rsidRDefault="004A0FB2">
            <w:pPr>
              <w:rPr>
                <w:rFonts w:eastAsia="Times New Roman" w:cs="Arial"/>
                <w:sz w:val="20"/>
                <w:szCs w:val="20"/>
              </w:rPr>
            </w:pPr>
            <w:bookmarkStart w:id="297" w:name="Rh3"/>
            <w:r w:rsidRPr="00004DC5">
              <w:rPr>
                <w:rFonts w:eastAsia="Times New Roman" w:cs="Arial"/>
                <w:sz w:val="20"/>
                <w:szCs w:val="20"/>
              </w:rPr>
              <w:t>R3</w:t>
            </w:r>
            <w:bookmarkEnd w:id="297"/>
          </w:p>
        </w:tc>
        <w:tc>
          <w:tcPr>
            <w:tcW w:w="8111" w:type="dxa"/>
          </w:tcPr>
          <w:p w14:paraId="2C279F4D" w14:textId="77777777" w:rsidR="004A0FB2" w:rsidRPr="00004DC5" w:rsidRDefault="004A0FB2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 w:cs="Arial"/>
                <w:sz w:val="20"/>
                <w:szCs w:val="20"/>
                <w:lang w:val="pl-PL" w:eastAsia="pl-PL"/>
              </w:rPr>
              <w:t>Wersja papierowa dokumentu: System wstawia nazwę pobraną ze słownika w ISZTAR.</w:t>
            </w:r>
          </w:p>
          <w:p w14:paraId="07170FAA" w14:textId="77777777" w:rsidR="004A0FB2" w:rsidRPr="00004DC5" w:rsidRDefault="004A0FB2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cs="Arial"/>
                <w:sz w:val="20"/>
                <w:szCs w:val="20"/>
              </w:rPr>
              <w:t>Walidacja dla wersji elektronicznej: porównanie wprowadzonej nazwy grupy wyrobów z wartością pobraną z systemu ISZTAR na podstawie kodu CN.</w:t>
            </w:r>
          </w:p>
        </w:tc>
      </w:tr>
      <w:tr w:rsidR="004A0FB2" w14:paraId="3C3CE17A" w14:textId="77777777" w:rsidTr="00EB4C12">
        <w:trPr>
          <w:trHeight w:val="213"/>
        </w:trPr>
        <w:tc>
          <w:tcPr>
            <w:tcW w:w="943" w:type="dxa"/>
          </w:tcPr>
          <w:p w14:paraId="68DBC5F8" w14:textId="77777777" w:rsidR="004A0FB2" w:rsidRPr="00004DC5" w:rsidRDefault="004A0FB2">
            <w:pPr>
              <w:rPr>
                <w:rFonts w:eastAsia="Times New Roman" w:cs="Arial"/>
                <w:sz w:val="20"/>
                <w:szCs w:val="20"/>
              </w:rPr>
            </w:pPr>
            <w:bookmarkStart w:id="298" w:name="Rh4"/>
            <w:r w:rsidRPr="00004DC5">
              <w:rPr>
                <w:rFonts w:eastAsia="Times New Roman" w:cs="Arial"/>
                <w:sz w:val="20"/>
                <w:szCs w:val="20"/>
              </w:rPr>
              <w:t>R4</w:t>
            </w:r>
            <w:bookmarkEnd w:id="298"/>
          </w:p>
        </w:tc>
        <w:tc>
          <w:tcPr>
            <w:tcW w:w="8111" w:type="dxa"/>
          </w:tcPr>
          <w:p w14:paraId="5246AF02" w14:textId="77777777" w:rsidR="004A0FB2" w:rsidRPr="00004DC5" w:rsidRDefault="004A0FB2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 w:cs="Arial"/>
                <w:sz w:val="20"/>
                <w:szCs w:val="20"/>
                <w:lang w:val="pl-PL" w:eastAsia="pl-PL"/>
              </w:rPr>
              <w:t>Wartość przekazywana dla wywołania usługi pobrania danych z ISZTAR dla pól „Nazwa grupy wyrobów” i „Stawka podatku”.</w:t>
            </w:r>
          </w:p>
          <w:p w14:paraId="7CB4B97D" w14:textId="77777777" w:rsidR="004A0FB2" w:rsidRPr="00004DC5" w:rsidRDefault="004A0FB2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Walidacja czy kod CN jest w zakresie obsługiwanym przez załącznik danego typu. </w:t>
            </w:r>
          </w:p>
        </w:tc>
      </w:tr>
      <w:tr w:rsidR="004A0FB2" w14:paraId="20CEB79A" w14:textId="77777777" w:rsidTr="00EB4C12">
        <w:trPr>
          <w:trHeight w:val="213"/>
        </w:trPr>
        <w:tc>
          <w:tcPr>
            <w:tcW w:w="943" w:type="dxa"/>
          </w:tcPr>
          <w:p w14:paraId="06A2E2E9" w14:textId="77777777" w:rsidR="004A0FB2" w:rsidRPr="00004DC5" w:rsidRDefault="004A0FB2">
            <w:pPr>
              <w:rPr>
                <w:rFonts w:eastAsia="Times New Roman" w:cs="Arial"/>
                <w:sz w:val="20"/>
                <w:szCs w:val="20"/>
              </w:rPr>
            </w:pPr>
            <w:bookmarkStart w:id="299" w:name="Rh5"/>
            <w:r w:rsidRPr="00004DC5">
              <w:rPr>
                <w:rFonts w:eastAsia="Times New Roman" w:cs="Arial"/>
                <w:sz w:val="20"/>
                <w:szCs w:val="20"/>
              </w:rPr>
              <w:t>R5</w:t>
            </w:r>
            <w:bookmarkEnd w:id="299"/>
          </w:p>
        </w:tc>
        <w:tc>
          <w:tcPr>
            <w:tcW w:w="8111" w:type="dxa"/>
          </w:tcPr>
          <w:p w14:paraId="31E7B31A" w14:textId="77777777" w:rsidR="004A0FB2" w:rsidRPr="00004DC5" w:rsidRDefault="004A0FB2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Walidacja: wprowadzona wartość powinna być równa wyliczonej ze wzoru podanego opisie pola. </w:t>
            </w:r>
          </w:p>
        </w:tc>
      </w:tr>
      <w:tr w:rsidR="004A0FB2" w14:paraId="76B9E8EC" w14:textId="77777777" w:rsidTr="00EB4C12">
        <w:trPr>
          <w:trHeight w:val="213"/>
        </w:trPr>
        <w:tc>
          <w:tcPr>
            <w:tcW w:w="943" w:type="dxa"/>
          </w:tcPr>
          <w:p w14:paraId="3566498A" w14:textId="77777777" w:rsidR="004A0FB2" w:rsidRPr="00004DC5" w:rsidRDefault="004A0FB2">
            <w:pPr>
              <w:rPr>
                <w:rFonts w:eastAsia="Times New Roman" w:cs="Arial"/>
                <w:sz w:val="20"/>
                <w:szCs w:val="20"/>
              </w:rPr>
            </w:pPr>
            <w:bookmarkStart w:id="300" w:name="Rh6"/>
            <w:r w:rsidRPr="00004DC5">
              <w:rPr>
                <w:rFonts w:eastAsia="Times New Roman" w:cs="Arial"/>
                <w:sz w:val="20"/>
                <w:szCs w:val="20"/>
              </w:rPr>
              <w:lastRenderedPageBreak/>
              <w:t>R6</w:t>
            </w:r>
            <w:bookmarkEnd w:id="300"/>
          </w:p>
        </w:tc>
        <w:tc>
          <w:tcPr>
            <w:tcW w:w="8111" w:type="dxa"/>
          </w:tcPr>
          <w:p w14:paraId="30200E9F" w14:textId="77777777" w:rsidR="004A0FB2" w:rsidRPr="00004DC5" w:rsidRDefault="004A0FB2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 w:cs="Arial"/>
                <w:sz w:val="20"/>
                <w:szCs w:val="20"/>
                <w:lang w:val="pl-PL" w:eastAsia="pl-PL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58DDBB48" w14:textId="77777777" w:rsidR="004A0FB2" w:rsidRPr="00004DC5" w:rsidRDefault="004A0FB2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Pole wypełniane na podstawie sumy wartości wprowadzonych w polu „Ilość energii elektrycznej w MWh”. </w:t>
            </w:r>
          </w:p>
          <w:p w14:paraId="4D66AAF9" w14:textId="77777777" w:rsidR="004A0FB2" w:rsidRPr="00004DC5" w:rsidRDefault="004A0FB2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 w:cs="Arial"/>
                <w:sz w:val="20"/>
                <w:szCs w:val="20"/>
                <w:lang w:val="pl-PL" w:eastAsia="pl-PL"/>
              </w:rPr>
              <w:t>Walidacja: wprowadzona liczba powinna się równać wyliczonej sumie Jeśli nie równa się, to jest Błąd.</w:t>
            </w:r>
          </w:p>
        </w:tc>
      </w:tr>
      <w:tr w:rsidR="004A0FB2" w14:paraId="01FE14C8" w14:textId="77777777" w:rsidTr="00EB4C12">
        <w:trPr>
          <w:trHeight w:val="213"/>
        </w:trPr>
        <w:tc>
          <w:tcPr>
            <w:tcW w:w="943" w:type="dxa"/>
          </w:tcPr>
          <w:p w14:paraId="5529971A" w14:textId="77777777" w:rsidR="004A0FB2" w:rsidRPr="00004DC5" w:rsidRDefault="004A0FB2">
            <w:pPr>
              <w:rPr>
                <w:rFonts w:eastAsia="Times New Roman" w:cs="Arial"/>
                <w:sz w:val="20"/>
                <w:szCs w:val="20"/>
              </w:rPr>
            </w:pPr>
            <w:bookmarkStart w:id="301" w:name="Rh7"/>
            <w:r w:rsidRPr="00004DC5">
              <w:rPr>
                <w:rFonts w:eastAsia="Times New Roman" w:cs="Arial"/>
                <w:sz w:val="20"/>
                <w:szCs w:val="20"/>
              </w:rPr>
              <w:t>R7</w:t>
            </w:r>
            <w:bookmarkEnd w:id="301"/>
          </w:p>
        </w:tc>
        <w:tc>
          <w:tcPr>
            <w:tcW w:w="8111" w:type="dxa"/>
          </w:tcPr>
          <w:p w14:paraId="3796938B" w14:textId="77777777" w:rsidR="004A0FB2" w:rsidRPr="00004DC5" w:rsidRDefault="004A0FB2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 w:cs="Arial"/>
                <w:sz w:val="20"/>
                <w:szCs w:val="20"/>
                <w:lang w:val="pl-PL" w:eastAsia="pl-PL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26A6FFD5" w14:textId="77777777" w:rsidR="004A0FB2" w:rsidRPr="00004DC5" w:rsidRDefault="004A0FB2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 w:cs="Arial"/>
                <w:sz w:val="20"/>
                <w:szCs w:val="20"/>
                <w:lang w:val="pl-PL" w:eastAsia="pl-PL"/>
              </w:rPr>
              <w:t>Pole wyliczane na podstawie sumy wartości wprowadzonych w polu „Kwota podatku w zł”. System wstawia wyliczoną wartość.</w:t>
            </w:r>
          </w:p>
          <w:p w14:paraId="6FB15B07" w14:textId="77777777" w:rsidR="004A0FB2" w:rsidRPr="00004DC5" w:rsidRDefault="004A0FB2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 w:cs="Arial"/>
                <w:sz w:val="20"/>
                <w:szCs w:val="20"/>
                <w:lang w:val="pl-PL" w:eastAsia="pl-PL"/>
              </w:rPr>
              <w:t>Walidacja: wprowadzona liczba powinna się równać sumie wartości wprowadzonych w polu „Kwota podatku w zł”. Jeśli nie równa się, to jest Błąd.</w:t>
            </w:r>
          </w:p>
        </w:tc>
      </w:tr>
      <w:tr w:rsidR="004A0FB2" w14:paraId="6211C63F" w14:textId="77777777" w:rsidTr="00EB4C12">
        <w:trPr>
          <w:trHeight w:val="213"/>
        </w:trPr>
        <w:tc>
          <w:tcPr>
            <w:tcW w:w="943" w:type="dxa"/>
          </w:tcPr>
          <w:p w14:paraId="0B6FEC3D" w14:textId="77777777" w:rsidR="004A0FB2" w:rsidRPr="00004DC5" w:rsidRDefault="004A0FB2">
            <w:pPr>
              <w:rPr>
                <w:rFonts w:eastAsia="Times New Roman" w:cs="Arial"/>
                <w:sz w:val="20"/>
                <w:szCs w:val="20"/>
              </w:rPr>
            </w:pPr>
            <w:bookmarkStart w:id="302" w:name="Rh8"/>
            <w:r w:rsidRPr="00004DC5">
              <w:rPr>
                <w:rFonts w:eastAsia="Times New Roman" w:cs="Arial"/>
                <w:sz w:val="20"/>
                <w:szCs w:val="20"/>
              </w:rPr>
              <w:t>R8</w:t>
            </w:r>
            <w:bookmarkEnd w:id="302"/>
          </w:p>
        </w:tc>
        <w:tc>
          <w:tcPr>
            <w:tcW w:w="8111" w:type="dxa"/>
          </w:tcPr>
          <w:p w14:paraId="5FC6A0C0" w14:textId="77777777" w:rsidR="004A0FB2" w:rsidRPr="00004DC5" w:rsidRDefault="004A0FB2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 w:cs="Arial"/>
                <w:sz w:val="20"/>
                <w:szCs w:val="20"/>
                <w:lang w:val="pl-PL" w:eastAsia="pl-PL"/>
              </w:rPr>
              <w:t>Wartość wstawiana automatycznie przez System. Wymagalna jeżeli w deklaracji jest przynajmniej jedna pozycja w części „C” załącznika AKC-4/H. Walidacja: Porównanie z wartością w polu „Razem: Kwota podatku w zł” czy nie jest różna. Błąd.</w:t>
            </w:r>
          </w:p>
        </w:tc>
      </w:tr>
      <w:tr w:rsidR="004A0FB2" w14:paraId="3721A0D2" w14:textId="77777777" w:rsidTr="00EB4C12">
        <w:trPr>
          <w:trHeight w:val="213"/>
        </w:trPr>
        <w:tc>
          <w:tcPr>
            <w:tcW w:w="943" w:type="dxa"/>
          </w:tcPr>
          <w:p w14:paraId="5EEF4E01" w14:textId="77777777" w:rsidR="004A0FB2" w:rsidRPr="00004DC5" w:rsidRDefault="004A0FB2">
            <w:pPr>
              <w:rPr>
                <w:rFonts w:eastAsia="Times New Roman" w:cs="Arial"/>
                <w:sz w:val="20"/>
                <w:szCs w:val="20"/>
              </w:rPr>
            </w:pPr>
            <w:bookmarkStart w:id="303" w:name="Rh9"/>
            <w:r w:rsidRPr="00004DC5">
              <w:rPr>
                <w:rFonts w:eastAsia="Times New Roman" w:cs="Arial"/>
                <w:sz w:val="20"/>
                <w:szCs w:val="20"/>
              </w:rPr>
              <w:t>R9</w:t>
            </w:r>
            <w:bookmarkEnd w:id="303"/>
          </w:p>
        </w:tc>
        <w:tc>
          <w:tcPr>
            <w:tcW w:w="8111" w:type="dxa"/>
          </w:tcPr>
          <w:p w14:paraId="1D906484" w14:textId="77777777" w:rsidR="004A0FB2" w:rsidRPr="00004DC5" w:rsidRDefault="004A0FB2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 w:cs="Arial"/>
                <w:sz w:val="20"/>
                <w:szCs w:val="20"/>
                <w:lang w:val="pl-PL" w:eastAsia="pl-PL"/>
              </w:rPr>
              <w:t>Walidacja 1: Jeśli wynik porównania z wartością w polu „Razem obliczony podatek” wskaże, że jest większa, to Błąd typu 3.</w:t>
            </w:r>
          </w:p>
          <w:p w14:paraId="476CE1DC" w14:textId="77777777" w:rsidR="004A0FB2" w:rsidRPr="00004DC5" w:rsidRDefault="004A0FB2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 w:cs="Arial"/>
                <w:sz w:val="20"/>
                <w:szCs w:val="20"/>
                <w:lang w:val="pl-PL" w:eastAsia="pl-PL"/>
              </w:rPr>
              <w:t>Walidacja 2: Kwota wprowadzona musi być równa sumie kwot w polach: „Kwota zwolnienia (art. 30 ust. 1 ustawy)”, „Kwota zwolnienia (art. 30 ust. 6 ustawy)” i „Kwota zwolnienia (art. 30 ust. 7 ustawy)”. Błąd typu 3</w:t>
            </w:r>
          </w:p>
        </w:tc>
      </w:tr>
      <w:tr w:rsidR="004A0FB2" w14:paraId="40134FFC" w14:textId="77777777" w:rsidTr="00EB4C12">
        <w:trPr>
          <w:trHeight w:val="213"/>
        </w:trPr>
        <w:tc>
          <w:tcPr>
            <w:tcW w:w="943" w:type="dxa"/>
          </w:tcPr>
          <w:p w14:paraId="20236159" w14:textId="77777777" w:rsidR="004A0FB2" w:rsidRPr="00004DC5" w:rsidRDefault="004A0FB2">
            <w:pPr>
              <w:rPr>
                <w:rFonts w:eastAsia="Times New Roman" w:cs="Arial"/>
                <w:sz w:val="20"/>
                <w:szCs w:val="20"/>
              </w:rPr>
            </w:pPr>
            <w:bookmarkStart w:id="304" w:name="Rh10"/>
            <w:r w:rsidRPr="00004DC5">
              <w:rPr>
                <w:rFonts w:eastAsia="Times New Roman" w:cs="Arial"/>
                <w:sz w:val="20"/>
                <w:szCs w:val="20"/>
              </w:rPr>
              <w:t>R10</w:t>
            </w:r>
            <w:bookmarkEnd w:id="304"/>
          </w:p>
        </w:tc>
        <w:tc>
          <w:tcPr>
            <w:tcW w:w="8111" w:type="dxa"/>
          </w:tcPr>
          <w:p w14:paraId="085A4AA2" w14:textId="77777777" w:rsidR="004A0FB2" w:rsidRPr="00004DC5" w:rsidRDefault="004A0FB2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 w:cs="Arial"/>
                <w:sz w:val="20"/>
                <w:szCs w:val="20"/>
                <w:lang w:val="pl-PL" w:eastAsia="pl-PL"/>
              </w:rPr>
              <w:t>System wypełnia pole wg wzoru: wartość z pola „Razem obliczony podatek” minus „Zwolnienia i obniżenia”.</w:t>
            </w:r>
          </w:p>
          <w:p w14:paraId="0AEDDE47" w14:textId="77777777" w:rsidR="004A0FB2" w:rsidRPr="00004DC5" w:rsidRDefault="004A0FB2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 w:cs="Arial"/>
                <w:sz w:val="20"/>
                <w:szCs w:val="20"/>
                <w:lang w:val="pl-PL" w:eastAsia="pl-PL"/>
              </w:rPr>
              <w:t>Walidacja: Wartość wyliczona musi być równa wartości wprowadzonej. Błąd typu 3.</w:t>
            </w:r>
          </w:p>
          <w:p w14:paraId="627510D3" w14:textId="77777777" w:rsidR="004A0FB2" w:rsidRPr="00004DC5" w:rsidRDefault="004A0FB2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 w:cs="Arial"/>
                <w:sz w:val="20"/>
                <w:szCs w:val="20"/>
                <w:lang w:val="pl-PL" w:eastAsia="pl-PL"/>
              </w:rPr>
              <w:t>Termin płatności: 25 dzień miesiąca następnego po okresie deklaracji.</w:t>
            </w:r>
          </w:p>
        </w:tc>
      </w:tr>
      <w:tr w:rsidR="00A4304B" w14:paraId="18D96A57" w14:textId="77777777" w:rsidTr="00EB4C12">
        <w:trPr>
          <w:trHeight w:val="213"/>
        </w:trPr>
        <w:tc>
          <w:tcPr>
            <w:tcW w:w="943" w:type="dxa"/>
          </w:tcPr>
          <w:p w14:paraId="3FF04E83" w14:textId="77777777" w:rsidR="00A4304B" w:rsidRPr="00004DC5" w:rsidRDefault="00A4304B">
            <w:pPr>
              <w:rPr>
                <w:rFonts w:eastAsia="Times New Roman" w:cs="Arial"/>
                <w:sz w:val="20"/>
                <w:szCs w:val="20"/>
              </w:rPr>
            </w:pPr>
            <w:bookmarkStart w:id="305" w:name="Rh11"/>
            <w:r w:rsidRPr="00004DC5">
              <w:rPr>
                <w:rFonts w:eastAsia="Times New Roman" w:cs="Arial"/>
                <w:sz w:val="20"/>
                <w:szCs w:val="20"/>
              </w:rPr>
              <w:t>R11</w:t>
            </w:r>
            <w:bookmarkEnd w:id="305"/>
          </w:p>
        </w:tc>
        <w:tc>
          <w:tcPr>
            <w:tcW w:w="8111" w:type="dxa"/>
          </w:tcPr>
          <w:p w14:paraId="0100DAE0" w14:textId="77777777" w:rsidR="00A4304B" w:rsidRPr="00004DC5" w:rsidRDefault="00A4304B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 w:cs="Arial"/>
                <w:sz w:val="20"/>
                <w:szCs w:val="20"/>
              </w:rPr>
              <w:t>Wypełniane automatycznie na podstawie licznika kolejnego zapisanego załącznika danego typu.</w:t>
            </w:r>
          </w:p>
        </w:tc>
      </w:tr>
    </w:tbl>
    <w:p w14:paraId="6408C7CC" w14:textId="77777777" w:rsidR="0013767E" w:rsidRDefault="004A0FB2" w:rsidP="00C048E5">
      <w:pPr>
        <w:pStyle w:val="Nagwek2"/>
      </w:pPr>
      <w:r>
        <w:t xml:space="preserve"> </w:t>
      </w:r>
      <w:bookmarkStart w:id="306" w:name="_Toc182566473"/>
      <w:r w:rsidR="0013767E">
        <w:t>Załącznik AKC-4/I do deklaracji AKC4</w:t>
      </w:r>
      <w:bookmarkEnd w:id="306"/>
    </w:p>
    <w:p w14:paraId="3FE5C81B" w14:textId="77777777" w:rsidR="0013767E" w:rsidRDefault="0013767E" w:rsidP="00C048E5">
      <w:pPr>
        <w:pStyle w:val="Nagwek3"/>
      </w:pPr>
      <w:bookmarkStart w:id="307" w:name="_Toc182566474"/>
      <w:r>
        <w:t>Komunikat AKC4I</w:t>
      </w:r>
      <w:bookmarkEnd w:id="307"/>
    </w:p>
    <w:p w14:paraId="6D3A9C55" w14:textId="77777777" w:rsidR="0013767E" w:rsidRPr="00481FCB" w:rsidRDefault="0013767E" w:rsidP="0013767E">
      <w:pPr>
        <w:pStyle w:val="Schema-Description"/>
        <w:spacing w:before="0" w:beforeAutospacing="0" w:after="0" w:afterAutospacing="0"/>
        <w:rPr>
          <w:rFonts w:ascii="Lato" w:hAnsi="Lato"/>
          <w:sz w:val="24"/>
          <w:szCs w:val="24"/>
        </w:rPr>
      </w:pPr>
      <w:r w:rsidRPr="00481FCB">
        <w:rPr>
          <w:rFonts w:ascii="Lato" w:hAnsi="Lato"/>
          <w:sz w:val="24"/>
          <w:szCs w:val="24"/>
        </w:rPr>
        <w:t>PODATEK AKCYZOWY OD PALIW OPAŁOWYCH</w:t>
      </w:r>
      <w:r w:rsidR="004F5306" w:rsidRPr="00481FCB">
        <w:rPr>
          <w:rFonts w:ascii="Lato" w:hAnsi="Lato"/>
          <w:sz w:val="24"/>
          <w:szCs w:val="24"/>
        </w:rPr>
        <w:t xml:space="preserve"> (z wyłączeniem wyrobów węglowych i wyrobów gazowych)</w:t>
      </w:r>
    </w:p>
    <w:p w14:paraId="7C8C51A0" w14:textId="77777777" w:rsidR="0013767E" w:rsidRDefault="0013767E" w:rsidP="00C048E5">
      <w:pPr>
        <w:pStyle w:val="Nagwek3"/>
      </w:pPr>
      <w:bookmarkStart w:id="308" w:name="_Toc182566475"/>
      <w:r>
        <w:lastRenderedPageBreak/>
        <w:t>Specyfikacja AKC4I</w:t>
      </w:r>
      <w:bookmarkEnd w:id="308"/>
    </w:p>
    <w:p w14:paraId="2E2464EE" w14:textId="77777777" w:rsidR="0013767E" w:rsidRPr="00481FCB" w:rsidRDefault="0013767E" w:rsidP="0013767E">
      <w:r w:rsidRPr="00481FCB">
        <w:t xml:space="preserve">Struktury typu </w:t>
      </w:r>
      <w:r w:rsidRPr="00481FCB">
        <w:rPr>
          <w:rFonts w:eastAsia="Times New Roman"/>
        </w:rPr>
        <w:t>ZDailyAmount, ZCalculOfAmountOfExciseDuty</w:t>
      </w:r>
      <w:r w:rsidRPr="00481FCB">
        <w:t xml:space="preserve"> zostały zdefiniowane w dokumencie </w:t>
      </w:r>
      <w:r w:rsidRPr="00481FCB">
        <w:fldChar w:fldCharType="begin"/>
      </w:r>
      <w:r w:rsidRPr="00481FCB">
        <w:instrText xml:space="preserve"> REF _Ref361653747 \r \h  \* MERGEFORMAT </w:instrText>
      </w:r>
      <w:r w:rsidRPr="00481FCB">
        <w:fldChar w:fldCharType="separate"/>
      </w:r>
      <w:r w:rsidR="00EC7AC0" w:rsidRPr="00481FCB">
        <w:t>A1</w:t>
      </w:r>
      <w:r w:rsidRPr="00481FCB">
        <w:fldChar w:fldCharType="end"/>
      </w:r>
      <w:r w:rsidRPr="00481FCB">
        <w:t xml:space="preserve"> i nie będą tutaj szczegółowo omawiane.</w:t>
      </w:r>
    </w:p>
    <w:p w14:paraId="065CD8B6" w14:textId="18FFC766" w:rsidR="00783DED" w:rsidRDefault="00783DED" w:rsidP="00783DED">
      <w:pPr>
        <w:pStyle w:val="Legenda"/>
        <w:keepNext/>
      </w:pPr>
      <w:bookmarkStart w:id="309" w:name="_Toc182566617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86</w:t>
      </w:r>
      <w:r w:rsidR="00715F4C">
        <w:rPr>
          <w:noProof/>
        </w:rPr>
        <w:fldChar w:fldCharType="end"/>
      </w:r>
      <w:r>
        <w:t xml:space="preserve">. </w:t>
      </w:r>
      <w:r w:rsidRPr="00884BF0">
        <w:t>Dane ogólne w ramach struktury załącznika AKC-4/I</w:t>
      </w:r>
      <w:bookmarkEnd w:id="309"/>
    </w:p>
    <w:tbl>
      <w:tblPr>
        <w:tblStyle w:val="Siatkatabelijasn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EB4C12" w14:paraId="4C9543A4" w14:textId="77777777" w:rsidTr="00B703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020AA8A0" w14:textId="77777777" w:rsidR="00EB4C12" w:rsidRPr="00004DC5" w:rsidRDefault="00EB4C12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04DC5">
              <w:rPr>
                <w:rFonts w:eastAsia="Times New Roman" w:cs="Arial"/>
                <w:b/>
                <w:sz w:val="18"/>
                <w:szCs w:val="18"/>
              </w:rPr>
              <w:t>Ogólne</w:t>
            </w:r>
          </w:p>
        </w:tc>
        <w:tc>
          <w:tcPr>
            <w:tcW w:w="6584" w:type="dxa"/>
          </w:tcPr>
          <w:p w14:paraId="63945532" w14:textId="276FAB48" w:rsidR="00EB4C12" w:rsidRPr="00004DC5" w:rsidRDefault="00EB4C12">
            <w:pPr>
              <w:rPr>
                <w:rFonts w:eastAsia="Times New Roman" w:cs="Arial"/>
                <w:b/>
                <w:sz w:val="18"/>
                <w:szCs w:val="18"/>
              </w:rPr>
            </w:pPr>
          </w:p>
        </w:tc>
      </w:tr>
      <w:tr w:rsidR="0013767E" w14:paraId="45C79D6A" w14:textId="77777777" w:rsidTr="00B70325">
        <w:tc>
          <w:tcPr>
            <w:tcW w:w="2738" w:type="dxa"/>
          </w:tcPr>
          <w:p w14:paraId="1550DAAC" w14:textId="77777777" w:rsidR="0013767E" w:rsidRPr="00004DC5" w:rsidRDefault="0013767E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59E1C822" w14:textId="77777777" w:rsidR="0013767E" w:rsidRPr="00004DC5" w:rsidRDefault="0013767E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Struktura załącznika do </w:t>
            </w:r>
            <w:r w:rsidRPr="00004DC5">
              <w:rPr>
                <w:rFonts w:cs="Arial"/>
                <w:sz w:val="20"/>
                <w:szCs w:val="20"/>
              </w:rPr>
              <w:t xml:space="preserve">deklaracji AKC4 </w:t>
            </w:r>
          </w:p>
        </w:tc>
      </w:tr>
      <w:tr w:rsidR="0013767E" w14:paraId="13BDFF47" w14:textId="77777777" w:rsidTr="00B70325">
        <w:tc>
          <w:tcPr>
            <w:tcW w:w="2738" w:type="dxa"/>
          </w:tcPr>
          <w:p w14:paraId="15EEB5EA" w14:textId="77777777" w:rsidR="0013767E" w:rsidRPr="00004DC5" w:rsidRDefault="0013767E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01C593A6" w14:textId="77777777" w:rsidR="0013767E" w:rsidRPr="00004DC5" w:rsidRDefault="0013767E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13767E" w14:paraId="00FCA5F9" w14:textId="77777777" w:rsidTr="00B70325">
        <w:tc>
          <w:tcPr>
            <w:tcW w:w="2738" w:type="dxa"/>
          </w:tcPr>
          <w:p w14:paraId="7AF71491" w14:textId="77777777" w:rsidR="0013767E" w:rsidRPr="00004DC5" w:rsidRDefault="0013767E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73DD0458" w14:textId="77777777" w:rsidR="0013767E" w:rsidRPr="00004DC5" w:rsidRDefault="00856AEA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4</w:t>
            </w:r>
            <w:r w:rsidR="00752F03" w:rsidRPr="00004DC5">
              <w:rPr>
                <w:rFonts w:eastAsia="Times New Roman" w:cs="Arial"/>
                <w:sz w:val="20"/>
                <w:szCs w:val="20"/>
              </w:rPr>
              <w:t>_0</w:t>
            </w:r>
          </w:p>
        </w:tc>
      </w:tr>
      <w:tr w:rsidR="0013767E" w14:paraId="5910CAC1" w14:textId="77777777" w:rsidTr="00B70325">
        <w:tc>
          <w:tcPr>
            <w:tcW w:w="2738" w:type="dxa"/>
          </w:tcPr>
          <w:p w14:paraId="7777FAA0" w14:textId="77777777" w:rsidR="0013767E" w:rsidRPr="00004DC5" w:rsidRDefault="0013767E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Zależności od innych deklaracji</w:t>
            </w:r>
          </w:p>
        </w:tc>
        <w:tc>
          <w:tcPr>
            <w:tcW w:w="6584" w:type="dxa"/>
          </w:tcPr>
          <w:p w14:paraId="50D6BCAB" w14:textId="77777777" w:rsidR="0013767E" w:rsidRPr="00004DC5" w:rsidRDefault="0013767E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13767E" w14:paraId="32FF5675" w14:textId="77777777" w:rsidTr="00B70325">
        <w:tc>
          <w:tcPr>
            <w:tcW w:w="2738" w:type="dxa"/>
          </w:tcPr>
          <w:p w14:paraId="743F37C2" w14:textId="77777777" w:rsidR="0013767E" w:rsidRPr="00004DC5" w:rsidRDefault="0013767E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384B1207" w14:textId="77777777" w:rsidR="0013767E" w:rsidRPr="00004DC5" w:rsidRDefault="0013767E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XML</w:t>
            </w:r>
          </w:p>
        </w:tc>
      </w:tr>
      <w:tr w:rsidR="0013767E" w14:paraId="2898975C" w14:textId="77777777" w:rsidTr="00B70325">
        <w:tc>
          <w:tcPr>
            <w:tcW w:w="2738" w:type="dxa"/>
          </w:tcPr>
          <w:p w14:paraId="08A49E06" w14:textId="77777777" w:rsidR="0013767E" w:rsidRPr="00004DC5" w:rsidRDefault="0013767E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2E4F05A7" w14:textId="77777777" w:rsidR="0013767E" w:rsidRPr="00004DC5" w:rsidRDefault="0013767E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13767E" w14:paraId="52F2EC60" w14:textId="77777777" w:rsidTr="00B70325">
        <w:tc>
          <w:tcPr>
            <w:tcW w:w="2738" w:type="dxa"/>
          </w:tcPr>
          <w:p w14:paraId="00F3670A" w14:textId="77777777" w:rsidR="0013767E" w:rsidRPr="00004DC5" w:rsidRDefault="0013767E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14C48A1B" w14:textId="77777777" w:rsidR="0013767E" w:rsidRPr="00004DC5" w:rsidRDefault="0013767E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XML</w:t>
            </w:r>
          </w:p>
        </w:tc>
      </w:tr>
      <w:tr w:rsidR="0013767E" w14:paraId="576D1651" w14:textId="77777777" w:rsidTr="00B70325">
        <w:tc>
          <w:tcPr>
            <w:tcW w:w="2738" w:type="dxa"/>
          </w:tcPr>
          <w:p w14:paraId="4C62F78D" w14:textId="77777777" w:rsidR="0013767E" w:rsidRPr="00004DC5" w:rsidRDefault="0013767E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Namespaces</w:t>
            </w:r>
          </w:p>
        </w:tc>
        <w:tc>
          <w:tcPr>
            <w:tcW w:w="6584" w:type="dxa"/>
          </w:tcPr>
          <w:p w14:paraId="0BBFC81F" w14:textId="77777777" w:rsidR="0013767E" w:rsidRPr="00004DC5" w:rsidRDefault="00752F03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http://www.e-clo.pl/ZEFIR2/eZefir2/xsd/v3_0/Types.xsd</w:t>
            </w:r>
          </w:p>
        </w:tc>
      </w:tr>
      <w:tr w:rsidR="0013767E" w14:paraId="618321B0" w14:textId="77777777" w:rsidTr="00B70325">
        <w:tc>
          <w:tcPr>
            <w:tcW w:w="2738" w:type="dxa"/>
          </w:tcPr>
          <w:p w14:paraId="0EFDFF17" w14:textId="77777777" w:rsidR="0013767E" w:rsidRPr="00004DC5" w:rsidRDefault="0013767E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412FCAC8" w14:textId="77777777" w:rsidR="0013767E" w:rsidRPr="00004DC5" w:rsidRDefault="0013767E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akc_4i.xsd</w:t>
            </w:r>
          </w:p>
        </w:tc>
      </w:tr>
    </w:tbl>
    <w:p w14:paraId="0C82876E" w14:textId="77777777" w:rsidR="0013767E" w:rsidRPr="00004DC5" w:rsidRDefault="0013767E" w:rsidP="00C048E5">
      <w:pPr>
        <w:pStyle w:val="Nagwek3"/>
      </w:pPr>
      <w:bookmarkStart w:id="310" w:name="_Toc182566476"/>
      <w:r w:rsidRPr="00004DC5">
        <w:t>Struktura AKC4I</w:t>
      </w:r>
      <w:bookmarkEnd w:id="310"/>
    </w:p>
    <w:p w14:paraId="7DFF60D2" w14:textId="77777777" w:rsidR="00EB4C12" w:rsidRPr="00651126" w:rsidRDefault="00EB4C12" w:rsidP="00794BCE">
      <w:pPr>
        <w:pStyle w:val="Akapitzlist"/>
        <w:numPr>
          <w:ilvl w:val="0"/>
          <w:numId w:val="20"/>
        </w:numPr>
        <w:rPr>
          <w:rFonts w:ascii="Consolas" w:hAnsi="Consolas"/>
          <w:bCs/>
          <w:lang w:val="en-GB"/>
        </w:rPr>
      </w:pPr>
      <w:r w:rsidRPr="00651126">
        <w:rPr>
          <w:rFonts w:ascii="Consolas" w:hAnsi="Consolas"/>
          <w:bCs/>
          <w:lang w:val="en-GB"/>
        </w:rPr>
        <w:t>(AKC4IType)</w:t>
      </w:r>
    </w:p>
    <w:p w14:paraId="4932527F" w14:textId="27FDECA8" w:rsidR="00EB4C12" w:rsidRPr="00651126" w:rsidRDefault="00EB4C12" w:rsidP="00794BCE">
      <w:pPr>
        <w:pStyle w:val="Akapitzlist"/>
        <w:numPr>
          <w:ilvl w:val="0"/>
          <w:numId w:val="20"/>
        </w:numPr>
        <w:rPr>
          <w:rFonts w:ascii="Consolas" w:hAnsi="Consolas"/>
          <w:bCs/>
          <w:lang w:val="en-GB"/>
        </w:rPr>
      </w:pPr>
      <w:r w:rsidRPr="00651126">
        <w:rPr>
          <w:rFonts w:ascii="Consolas" w:hAnsi="Consolas"/>
          <w:bCs/>
          <w:lang w:val="en-GB"/>
        </w:rPr>
        <w:t>(HeaderType)</w:t>
      </w:r>
    </w:p>
    <w:p w14:paraId="2A93B5DE" w14:textId="01FBBCA2" w:rsidR="00EB4C12" w:rsidRPr="00651126" w:rsidRDefault="00EB4C12" w:rsidP="00794BCE">
      <w:pPr>
        <w:pStyle w:val="Akapitzlist"/>
        <w:numPr>
          <w:ilvl w:val="0"/>
          <w:numId w:val="20"/>
        </w:numPr>
        <w:rPr>
          <w:rFonts w:ascii="Consolas" w:hAnsi="Consolas"/>
          <w:bCs/>
          <w:lang w:val="en-GB"/>
        </w:rPr>
      </w:pPr>
      <w:r w:rsidRPr="00651126">
        <w:rPr>
          <w:rFonts w:ascii="Consolas" w:hAnsi="Consolas"/>
          <w:bCs/>
          <w:lang w:val="en-GB"/>
        </w:rPr>
        <w:t>(WarehouseType)</w:t>
      </w:r>
    </w:p>
    <w:p w14:paraId="7FB4D66B" w14:textId="6AB02155" w:rsidR="00EB4C12" w:rsidRPr="00651126" w:rsidRDefault="00EB4C12" w:rsidP="00794BCE">
      <w:pPr>
        <w:pStyle w:val="Akapitzlist"/>
        <w:numPr>
          <w:ilvl w:val="0"/>
          <w:numId w:val="20"/>
        </w:numPr>
        <w:rPr>
          <w:rFonts w:ascii="Consolas" w:hAnsi="Consolas"/>
          <w:bCs/>
          <w:lang w:val="en-GB"/>
        </w:rPr>
      </w:pPr>
      <w:r w:rsidRPr="00651126">
        <w:rPr>
          <w:rFonts w:ascii="Consolas" w:hAnsi="Consolas"/>
          <w:bCs/>
          <w:lang w:val="en-GB"/>
        </w:rPr>
        <w:t>(ExciseDutyInformationType)</w:t>
      </w:r>
    </w:p>
    <w:p w14:paraId="5792BFBB" w14:textId="1AC7F7CD" w:rsidR="00EB4C12" w:rsidRPr="00651126" w:rsidRDefault="00EB4C12" w:rsidP="00794BCE">
      <w:pPr>
        <w:pStyle w:val="Akapitzlist"/>
        <w:numPr>
          <w:ilvl w:val="0"/>
          <w:numId w:val="20"/>
        </w:numPr>
        <w:rPr>
          <w:rFonts w:ascii="Consolas" w:hAnsi="Consolas"/>
          <w:bCs/>
          <w:lang w:val="en-GB"/>
        </w:rPr>
      </w:pPr>
      <w:r w:rsidRPr="00651126">
        <w:rPr>
          <w:rFonts w:ascii="Consolas" w:hAnsi="Consolas"/>
          <w:bCs/>
          <w:lang w:val="en-GB"/>
        </w:rPr>
        <w:t>(CalculOfAmountOfExciseDutyType)</w:t>
      </w:r>
    </w:p>
    <w:p w14:paraId="33D24253" w14:textId="2264666B" w:rsidR="00EB4C12" w:rsidRPr="00651126" w:rsidRDefault="00EB4C12" w:rsidP="00794BCE">
      <w:pPr>
        <w:pStyle w:val="Akapitzlist"/>
        <w:numPr>
          <w:ilvl w:val="0"/>
          <w:numId w:val="20"/>
        </w:numPr>
        <w:rPr>
          <w:rFonts w:ascii="Consolas" w:hAnsi="Consolas"/>
          <w:bCs/>
          <w:lang w:val="en-GB"/>
        </w:rPr>
      </w:pPr>
      <w:r w:rsidRPr="00651126">
        <w:rPr>
          <w:rFonts w:ascii="Consolas" w:hAnsi="Consolas"/>
          <w:bCs/>
          <w:lang w:val="en-GB"/>
        </w:rPr>
        <w:t>(CleareanceExciseDutyType)</w:t>
      </w:r>
    </w:p>
    <w:p w14:paraId="24473861" w14:textId="0812FC96" w:rsidR="00EB4C12" w:rsidRPr="00651126" w:rsidRDefault="00EB4C12" w:rsidP="00794BCE">
      <w:pPr>
        <w:pStyle w:val="Akapitzlist"/>
        <w:numPr>
          <w:ilvl w:val="0"/>
          <w:numId w:val="20"/>
        </w:numPr>
        <w:rPr>
          <w:rFonts w:ascii="Consolas" w:hAnsi="Consolas"/>
          <w:bCs/>
          <w:lang w:val="en-GB"/>
        </w:rPr>
      </w:pPr>
      <w:r w:rsidRPr="00651126">
        <w:rPr>
          <w:rFonts w:ascii="Consolas" w:hAnsi="Consolas"/>
          <w:bCs/>
          <w:lang w:val="en-GB"/>
        </w:rPr>
        <w:t>(ItemsType)</w:t>
      </w:r>
    </w:p>
    <w:p w14:paraId="5B4AACFD" w14:textId="0D108F12" w:rsidR="00EB4C12" w:rsidRPr="00651126" w:rsidRDefault="00EB4C12" w:rsidP="00794BCE">
      <w:pPr>
        <w:pStyle w:val="Akapitzlist"/>
        <w:numPr>
          <w:ilvl w:val="0"/>
          <w:numId w:val="20"/>
        </w:numPr>
        <w:rPr>
          <w:rFonts w:ascii="Consolas" w:hAnsi="Consolas"/>
          <w:bCs/>
          <w:lang w:val="en-GB"/>
        </w:rPr>
      </w:pPr>
      <w:r w:rsidRPr="00651126">
        <w:rPr>
          <w:rFonts w:ascii="Consolas" w:hAnsi="Consolas"/>
          <w:bCs/>
          <w:lang w:val="en-GB"/>
        </w:rPr>
        <w:t>(ItemType)</w:t>
      </w:r>
    </w:p>
    <w:p w14:paraId="5ADB5840" w14:textId="3512AE86" w:rsidR="00EB4C12" w:rsidRPr="00651126" w:rsidRDefault="00EB4C12" w:rsidP="00794BCE">
      <w:pPr>
        <w:pStyle w:val="Akapitzlist"/>
        <w:numPr>
          <w:ilvl w:val="0"/>
          <w:numId w:val="20"/>
        </w:numPr>
        <w:rPr>
          <w:rFonts w:ascii="Consolas" w:hAnsi="Consolas"/>
          <w:bCs/>
          <w:lang w:val="en-GB"/>
        </w:rPr>
      </w:pPr>
      <w:r w:rsidRPr="00651126">
        <w:rPr>
          <w:rFonts w:ascii="Consolas" w:hAnsi="Consolas"/>
          <w:bCs/>
          <w:lang w:val="en-GB"/>
        </w:rPr>
        <w:t>(DailyPaymentInformationType)</w:t>
      </w:r>
    </w:p>
    <w:p w14:paraId="069241C9" w14:textId="3C27224D" w:rsidR="0013767E" w:rsidRPr="00651126" w:rsidRDefault="00EB4C12" w:rsidP="00794BCE">
      <w:pPr>
        <w:pStyle w:val="Akapitzlist"/>
        <w:numPr>
          <w:ilvl w:val="0"/>
          <w:numId w:val="20"/>
        </w:numPr>
        <w:rPr>
          <w:rFonts w:ascii="Consolas" w:hAnsi="Consolas"/>
          <w:bCs/>
          <w:lang w:val="en-GB"/>
        </w:rPr>
      </w:pPr>
      <w:r w:rsidRPr="00651126">
        <w:rPr>
          <w:rFonts w:ascii="Consolas" w:hAnsi="Consolas"/>
          <w:bCs/>
          <w:lang w:val="en-GB"/>
        </w:rPr>
        <w:t>ZDailyAmount</w:t>
      </w:r>
    </w:p>
    <w:p w14:paraId="48E27E29" w14:textId="48C9E6EA" w:rsidR="00783DED" w:rsidRDefault="00783DED" w:rsidP="00783DED">
      <w:pPr>
        <w:pStyle w:val="Legenda"/>
        <w:keepNext/>
      </w:pPr>
      <w:bookmarkStart w:id="311" w:name="_Toc182566618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87</w:t>
      </w:r>
      <w:r w:rsidR="00715F4C">
        <w:rPr>
          <w:noProof/>
        </w:rPr>
        <w:fldChar w:fldCharType="end"/>
      </w:r>
      <w:r>
        <w:t xml:space="preserve">. </w:t>
      </w:r>
      <w:r w:rsidRPr="006E24A8">
        <w:t>Struktura elementu AKC4IType</w:t>
      </w:r>
      <w:bookmarkEnd w:id="311"/>
    </w:p>
    <w:tbl>
      <w:tblPr>
        <w:tblStyle w:val="Siatkatabelijasna"/>
        <w:tblW w:w="0" w:type="auto"/>
        <w:tblLook w:val="01E0" w:firstRow="1" w:lastRow="1" w:firstColumn="1" w:lastColumn="1" w:noHBand="0" w:noVBand="0"/>
      </w:tblPr>
      <w:tblGrid>
        <w:gridCol w:w="1742"/>
        <w:gridCol w:w="3253"/>
        <w:gridCol w:w="827"/>
        <w:gridCol w:w="2034"/>
        <w:gridCol w:w="1192"/>
      </w:tblGrid>
      <w:tr w:rsidR="0083753E" w:rsidRPr="00004DC5" w14:paraId="30BE5A54" w14:textId="77777777" w:rsidTr="00EB4C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44" w:type="dxa"/>
          </w:tcPr>
          <w:p w14:paraId="0C12456F" w14:textId="77777777" w:rsidR="0083753E" w:rsidRPr="00004DC5" w:rsidRDefault="0083753E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04DC5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256" w:type="dxa"/>
          </w:tcPr>
          <w:p w14:paraId="33FE74AA" w14:textId="77777777" w:rsidR="0083753E" w:rsidRPr="00004DC5" w:rsidRDefault="0083753E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04DC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27" w:type="dxa"/>
          </w:tcPr>
          <w:p w14:paraId="43CE6038" w14:textId="77777777" w:rsidR="0083753E" w:rsidRPr="00004DC5" w:rsidRDefault="007A5C25" w:rsidP="0083753E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04DC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35" w:type="dxa"/>
          </w:tcPr>
          <w:p w14:paraId="5F4E229A" w14:textId="77777777" w:rsidR="0083753E" w:rsidRPr="00004DC5" w:rsidRDefault="0083753E">
            <w:pPr>
              <w:rPr>
                <w:rFonts w:cs="Arial"/>
                <w:b/>
                <w:sz w:val="18"/>
                <w:szCs w:val="18"/>
              </w:rPr>
            </w:pPr>
            <w:r w:rsidRPr="00004DC5">
              <w:rPr>
                <w:rFonts w:cs="Arial"/>
                <w:b/>
                <w:sz w:val="18"/>
                <w:szCs w:val="18"/>
              </w:rPr>
              <w:t>Typ</w:t>
            </w:r>
          </w:p>
        </w:tc>
        <w:tc>
          <w:tcPr>
            <w:tcW w:w="1192" w:type="dxa"/>
          </w:tcPr>
          <w:p w14:paraId="53925B1D" w14:textId="77777777" w:rsidR="0083753E" w:rsidRPr="00004DC5" w:rsidRDefault="0083753E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04DC5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83753E" w:rsidRPr="00004DC5" w14:paraId="14635E22" w14:textId="77777777" w:rsidTr="00EB4C12">
        <w:trPr>
          <w:trHeight w:val="213"/>
        </w:trPr>
        <w:tc>
          <w:tcPr>
            <w:tcW w:w="1744" w:type="dxa"/>
          </w:tcPr>
          <w:p w14:paraId="119C067C" w14:textId="77777777" w:rsidR="0083753E" w:rsidRPr="00004DC5" w:rsidRDefault="0083753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Header</w:t>
            </w:r>
          </w:p>
        </w:tc>
        <w:tc>
          <w:tcPr>
            <w:tcW w:w="3256" w:type="dxa"/>
          </w:tcPr>
          <w:p w14:paraId="29B17ED7" w14:textId="77777777" w:rsidR="0083753E" w:rsidRPr="00004DC5" w:rsidRDefault="0083753E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Nagłówek</w:t>
            </w:r>
            <w:r w:rsidR="00856AEA" w:rsidRPr="00004DC5">
              <w:rPr>
                <w:rFonts w:eastAsia="Times New Roman" w:cs="Arial"/>
                <w:sz w:val="20"/>
                <w:szCs w:val="20"/>
              </w:rPr>
              <w:t xml:space="preserve"> deklaracji</w:t>
            </w:r>
          </w:p>
        </w:tc>
        <w:tc>
          <w:tcPr>
            <w:tcW w:w="827" w:type="dxa"/>
          </w:tcPr>
          <w:p w14:paraId="195BD600" w14:textId="77777777" w:rsidR="0083753E" w:rsidRPr="00004DC5" w:rsidRDefault="00FA78CF" w:rsidP="0083753E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35" w:type="dxa"/>
          </w:tcPr>
          <w:p w14:paraId="732D73F2" w14:textId="77777777" w:rsidR="0083753E" w:rsidRPr="00601F27" w:rsidRDefault="009C497F" w:rsidP="009C497F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instrText xml:space="preserve"> REF HeaderType_i \h  \* MERGEFORMAT </w:instrTex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601F27">
              <w:rPr>
                <w:rStyle w:val="pole"/>
                <w:rFonts w:ascii="Lato" w:hAnsi="Lato"/>
                <w:sz w:val="20"/>
                <w:szCs w:val="20"/>
              </w:rPr>
              <w:t>HeaderType</w: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2" w:type="dxa"/>
          </w:tcPr>
          <w:p w14:paraId="31C602BA" w14:textId="77777777" w:rsidR="0083753E" w:rsidRPr="00004DC5" w:rsidRDefault="00116B69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856AEA" w:rsidRPr="00004DC5" w14:paraId="0DD671A3" w14:textId="77777777" w:rsidTr="00EB4C12">
        <w:trPr>
          <w:trHeight w:val="213"/>
        </w:trPr>
        <w:tc>
          <w:tcPr>
            <w:tcW w:w="1744" w:type="dxa"/>
          </w:tcPr>
          <w:p w14:paraId="431EF98C" w14:textId="77777777" w:rsidR="00856AEA" w:rsidRPr="00004DC5" w:rsidRDefault="00856AE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version</w:t>
            </w:r>
          </w:p>
        </w:tc>
        <w:tc>
          <w:tcPr>
            <w:tcW w:w="3256" w:type="dxa"/>
          </w:tcPr>
          <w:p w14:paraId="1658365F" w14:textId="77777777" w:rsidR="00856AEA" w:rsidRPr="00004DC5" w:rsidRDefault="00856AEA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Wersja schematu, z którą zgodny jest komunikat.</w:t>
            </w:r>
          </w:p>
        </w:tc>
        <w:tc>
          <w:tcPr>
            <w:tcW w:w="827" w:type="dxa"/>
          </w:tcPr>
          <w:p w14:paraId="512A8B11" w14:textId="77777777" w:rsidR="00856AEA" w:rsidRPr="00004DC5" w:rsidRDefault="00856AEA" w:rsidP="0083753E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35" w:type="dxa"/>
          </w:tcPr>
          <w:p w14:paraId="6825D9A0" w14:textId="77777777" w:rsidR="00856AEA" w:rsidRPr="00601F27" w:rsidRDefault="00856AEA" w:rsidP="009C497F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</w:rPr>
              <w:t>ZVersion</w:t>
            </w:r>
          </w:p>
        </w:tc>
        <w:tc>
          <w:tcPr>
            <w:tcW w:w="1192" w:type="dxa"/>
          </w:tcPr>
          <w:p w14:paraId="0F1AAFC9" w14:textId="77777777" w:rsidR="00856AEA" w:rsidRPr="00004DC5" w:rsidRDefault="00856AEA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</w:tbl>
    <w:p w14:paraId="3495A662" w14:textId="05CE907D" w:rsidR="00783DED" w:rsidRDefault="00783DED" w:rsidP="00783DED">
      <w:pPr>
        <w:pStyle w:val="Legenda"/>
        <w:keepNext/>
      </w:pPr>
      <w:bookmarkStart w:id="312" w:name="_Toc182566619"/>
      <w:r>
        <w:lastRenderedPageBreak/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88</w:t>
      </w:r>
      <w:r w:rsidR="00715F4C">
        <w:rPr>
          <w:noProof/>
        </w:rPr>
        <w:fldChar w:fldCharType="end"/>
      </w:r>
      <w:r>
        <w:t xml:space="preserve">. </w:t>
      </w:r>
      <w:r w:rsidRPr="0096584A">
        <w:t>Struktura elementu HeaderType</w:t>
      </w:r>
      <w:bookmarkEnd w:id="312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83753E" w:rsidRPr="00004DC5" w14:paraId="7358B3C3" w14:textId="77777777" w:rsidTr="00EB4C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385E6E1B" w14:textId="77777777" w:rsidR="0083753E" w:rsidRPr="00004DC5" w:rsidRDefault="0083753E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04DC5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19B2D030" w14:textId="77777777" w:rsidR="0083753E" w:rsidRPr="00004DC5" w:rsidRDefault="0083753E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04DC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7BE974C3" w14:textId="77777777" w:rsidR="0083753E" w:rsidRPr="00004DC5" w:rsidRDefault="007A5C25" w:rsidP="0083753E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04DC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463146F0" w14:textId="77777777" w:rsidR="0083753E" w:rsidRPr="00004DC5" w:rsidRDefault="0083753E">
            <w:pPr>
              <w:rPr>
                <w:rFonts w:cs="Arial"/>
                <w:b/>
                <w:sz w:val="18"/>
                <w:szCs w:val="18"/>
              </w:rPr>
            </w:pPr>
            <w:r w:rsidRPr="00004DC5">
              <w:rPr>
                <w:rFonts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6B7B46D1" w14:textId="77777777" w:rsidR="0083753E" w:rsidRPr="00004DC5" w:rsidRDefault="0083753E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04DC5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83753E" w:rsidRPr="00004DC5" w14:paraId="6BCB1F2A" w14:textId="77777777" w:rsidTr="00EB4C12">
        <w:trPr>
          <w:trHeight w:val="213"/>
        </w:trPr>
        <w:tc>
          <w:tcPr>
            <w:tcW w:w="1788" w:type="dxa"/>
          </w:tcPr>
          <w:p w14:paraId="2CF53926" w14:textId="77777777" w:rsidR="0083753E" w:rsidRPr="00004DC5" w:rsidRDefault="0083753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identifier</w:t>
            </w:r>
          </w:p>
        </w:tc>
        <w:tc>
          <w:tcPr>
            <w:tcW w:w="3360" w:type="dxa"/>
          </w:tcPr>
          <w:p w14:paraId="569E43A4" w14:textId="77777777" w:rsidR="0083753E" w:rsidRPr="00004DC5" w:rsidRDefault="005E0DD2">
            <w:pPr>
              <w:rPr>
                <w:rFonts w:cs="Arial"/>
                <w:sz w:val="20"/>
                <w:szCs w:val="20"/>
              </w:rPr>
            </w:pPr>
            <w:r w:rsidRPr="00004DC5">
              <w:rPr>
                <w:rFonts w:cs="Arial"/>
                <w:sz w:val="20"/>
                <w:szCs w:val="20"/>
              </w:rPr>
              <w:t>Identyfikator podatkowy NIP/ numer PESEL podatnika</w:t>
            </w:r>
          </w:p>
        </w:tc>
        <w:tc>
          <w:tcPr>
            <w:tcW w:w="840" w:type="dxa"/>
          </w:tcPr>
          <w:p w14:paraId="1095C672" w14:textId="77777777" w:rsidR="0083753E" w:rsidRPr="00004DC5" w:rsidRDefault="00A17AED">
            <w:pPr>
              <w:rPr>
                <w:rFonts w:cs="Arial"/>
                <w:sz w:val="20"/>
                <w:szCs w:val="20"/>
              </w:rPr>
            </w:pPr>
            <w:r w:rsidRPr="00004DC5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095" w:type="dxa"/>
          </w:tcPr>
          <w:p w14:paraId="5CEAAB0D" w14:textId="77777777" w:rsidR="0083753E" w:rsidRPr="00004DC5" w:rsidRDefault="0083753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ZIdentification</w:t>
            </w:r>
          </w:p>
        </w:tc>
        <w:tc>
          <w:tcPr>
            <w:tcW w:w="1197" w:type="dxa"/>
          </w:tcPr>
          <w:p w14:paraId="31B0EEEF" w14:textId="77777777" w:rsidR="0083753E" w:rsidRPr="00004DC5" w:rsidRDefault="0083753E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83753E" w:rsidRPr="00004DC5" w14:paraId="61B25122" w14:textId="77777777" w:rsidTr="00EB4C12">
        <w:trPr>
          <w:trHeight w:val="213"/>
        </w:trPr>
        <w:tc>
          <w:tcPr>
            <w:tcW w:w="1788" w:type="dxa"/>
          </w:tcPr>
          <w:p w14:paraId="6A776E04" w14:textId="77777777" w:rsidR="0083753E" w:rsidRPr="00004DC5" w:rsidRDefault="0083753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period</w:t>
            </w:r>
          </w:p>
        </w:tc>
        <w:tc>
          <w:tcPr>
            <w:tcW w:w="3360" w:type="dxa"/>
          </w:tcPr>
          <w:p w14:paraId="02C46EB1" w14:textId="77777777" w:rsidR="0083753E" w:rsidRPr="00004DC5" w:rsidRDefault="005E0DD2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Data w formacie miesiąc i rok za jaki została złożona deklaracja.</w:t>
            </w:r>
          </w:p>
        </w:tc>
        <w:tc>
          <w:tcPr>
            <w:tcW w:w="840" w:type="dxa"/>
          </w:tcPr>
          <w:p w14:paraId="44D72A9B" w14:textId="77777777" w:rsidR="0083753E" w:rsidRPr="00004DC5" w:rsidRDefault="00A17AE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2, 3</w:t>
            </w:r>
          </w:p>
        </w:tc>
        <w:tc>
          <w:tcPr>
            <w:tcW w:w="2095" w:type="dxa"/>
          </w:tcPr>
          <w:p w14:paraId="0D8A5FE5" w14:textId="77777777" w:rsidR="0083753E" w:rsidRPr="00004DC5" w:rsidRDefault="0083753E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ZPeriod</w:t>
            </w:r>
          </w:p>
          <w:p w14:paraId="108D87AC" w14:textId="13784796" w:rsidR="0083753E" w:rsidRPr="00004DC5" w:rsidRDefault="00147848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ED7042" w:rsidRPr="00004DC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>i</w:instrText>
            </w:r>
            <w:r w:rsidR="00ED7042" w:rsidRPr="00004DC5">
              <w:rPr>
                <w:rFonts w:eastAsia="Times New Roman" w:cs="Arial"/>
                <w:sz w:val="20"/>
                <w:szCs w:val="20"/>
              </w:rPr>
              <w:instrText>1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04DC5" w:rsidRPr="00004DC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04DC5">
              <w:rPr>
                <w:rFonts w:eastAsia="Times New Roman" w:cs="Arial"/>
                <w:sz w:val="20"/>
                <w:szCs w:val="20"/>
              </w:rPr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04DC5">
              <w:rPr>
                <w:rFonts w:eastAsia="Times New Roman" w:cs="Arial"/>
                <w:sz w:val="20"/>
                <w:szCs w:val="20"/>
              </w:rPr>
              <w:t>R1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="002E739F" w:rsidRPr="00004DC5">
              <w:rPr>
                <w:rFonts w:eastAsia="Times New Roman" w:cs="Arial"/>
                <w:sz w:val="20"/>
                <w:szCs w:val="20"/>
              </w:rPr>
              <w:t>,R21</w:t>
            </w:r>
          </w:p>
        </w:tc>
        <w:tc>
          <w:tcPr>
            <w:tcW w:w="1197" w:type="dxa"/>
          </w:tcPr>
          <w:p w14:paraId="209A7CCC" w14:textId="77777777" w:rsidR="0083753E" w:rsidRPr="00004DC5" w:rsidRDefault="0083753E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83753E" w:rsidRPr="00004DC5" w14:paraId="73601B2B" w14:textId="77777777" w:rsidTr="00EB4C12">
        <w:trPr>
          <w:trHeight w:val="213"/>
        </w:trPr>
        <w:tc>
          <w:tcPr>
            <w:tcW w:w="1788" w:type="dxa"/>
          </w:tcPr>
          <w:p w14:paraId="10DF79F1" w14:textId="77777777" w:rsidR="0083753E" w:rsidRPr="00004DC5" w:rsidRDefault="0083753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formNo</w:t>
            </w:r>
          </w:p>
        </w:tc>
        <w:tc>
          <w:tcPr>
            <w:tcW w:w="3360" w:type="dxa"/>
          </w:tcPr>
          <w:p w14:paraId="6855DE4D" w14:textId="77777777" w:rsidR="0083753E" w:rsidRPr="00004DC5" w:rsidRDefault="005E0DD2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Numer załącznika. Podatnik może załączyć wiele formularzy załącznika tego samego typu.</w:t>
            </w:r>
          </w:p>
        </w:tc>
        <w:tc>
          <w:tcPr>
            <w:tcW w:w="840" w:type="dxa"/>
          </w:tcPr>
          <w:p w14:paraId="413E2250" w14:textId="77777777" w:rsidR="0083753E" w:rsidRPr="00004DC5" w:rsidRDefault="00A17AE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4</w:t>
            </w:r>
          </w:p>
        </w:tc>
        <w:tc>
          <w:tcPr>
            <w:tcW w:w="2095" w:type="dxa"/>
          </w:tcPr>
          <w:p w14:paraId="07B737F3" w14:textId="77777777" w:rsidR="0083753E" w:rsidRPr="00004DC5" w:rsidRDefault="00850287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ZFormNo</w:t>
            </w:r>
          </w:p>
          <w:p w14:paraId="1AEA1370" w14:textId="085F08DB" w:rsidR="0083753E" w:rsidRPr="00004DC5" w:rsidRDefault="00147848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ED7042" w:rsidRPr="00004DC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>i</w:instrText>
            </w:r>
            <w:r w:rsidR="00ED7042" w:rsidRPr="00004DC5">
              <w:rPr>
                <w:rFonts w:eastAsia="Times New Roman" w:cs="Arial"/>
                <w:sz w:val="20"/>
                <w:szCs w:val="20"/>
              </w:rPr>
              <w:instrText>2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04DC5" w:rsidRPr="00004DC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04DC5">
              <w:rPr>
                <w:rFonts w:eastAsia="Times New Roman" w:cs="Arial"/>
                <w:sz w:val="20"/>
                <w:szCs w:val="20"/>
              </w:rPr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04DC5">
              <w:rPr>
                <w:rFonts w:eastAsia="Times New Roman" w:cs="Arial"/>
                <w:sz w:val="20"/>
                <w:szCs w:val="20"/>
              </w:rPr>
              <w:t>R2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0F85EF8" w14:textId="77777777" w:rsidR="0083753E" w:rsidRPr="00004DC5" w:rsidRDefault="0083753E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055AC5" w:rsidRPr="00004DC5" w14:paraId="1F202979" w14:textId="77777777" w:rsidTr="00EB4C12">
        <w:trPr>
          <w:trHeight w:val="213"/>
        </w:trPr>
        <w:tc>
          <w:tcPr>
            <w:tcW w:w="1788" w:type="dxa"/>
          </w:tcPr>
          <w:p w14:paraId="48FF40F9" w14:textId="77777777" w:rsidR="00055AC5" w:rsidRPr="00004DC5" w:rsidRDefault="00055AC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Warehouse</w:t>
            </w:r>
          </w:p>
        </w:tc>
        <w:tc>
          <w:tcPr>
            <w:tcW w:w="3360" w:type="dxa"/>
          </w:tcPr>
          <w:p w14:paraId="036C7025" w14:textId="77777777" w:rsidR="00055AC5" w:rsidRPr="00004DC5" w:rsidRDefault="00055AC5" w:rsidP="00D05D5C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Dane o składzie podatkowym i </w:t>
            </w:r>
            <w:r w:rsidR="005E0DD2" w:rsidRPr="00004DC5">
              <w:rPr>
                <w:rFonts w:eastAsia="Times New Roman" w:cs="Arial"/>
                <w:sz w:val="20"/>
                <w:szCs w:val="20"/>
              </w:rPr>
              <w:t xml:space="preserve">o </w:t>
            </w:r>
            <w:r w:rsidRPr="00004DC5">
              <w:rPr>
                <w:rFonts w:eastAsia="Times New Roman" w:cs="Arial"/>
                <w:sz w:val="20"/>
                <w:szCs w:val="20"/>
              </w:rPr>
              <w:t>zarejestrowanym odbiorcy</w:t>
            </w:r>
          </w:p>
        </w:tc>
        <w:tc>
          <w:tcPr>
            <w:tcW w:w="840" w:type="dxa"/>
          </w:tcPr>
          <w:p w14:paraId="7216ED31" w14:textId="77777777" w:rsidR="00055AC5" w:rsidRPr="00004DC5" w:rsidRDefault="00055AC5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B</w:t>
            </w:r>
          </w:p>
        </w:tc>
        <w:tc>
          <w:tcPr>
            <w:tcW w:w="2095" w:type="dxa"/>
          </w:tcPr>
          <w:p w14:paraId="74966204" w14:textId="77777777" w:rsidR="00055AC5" w:rsidRPr="00601F27" w:rsidRDefault="00BE3FF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instrText xml:space="preserve"> REF WarehouseType_i \h  \* MERGEFORMAT </w:instrTex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601F27">
              <w:rPr>
                <w:rStyle w:val="pole"/>
                <w:rFonts w:ascii="Lato" w:hAnsi="Lato"/>
                <w:sz w:val="20"/>
                <w:szCs w:val="20"/>
              </w:rPr>
              <w:t>WarehouseType</w: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83B1EFA" w14:textId="77777777" w:rsidR="00055AC5" w:rsidRPr="00004DC5" w:rsidRDefault="00055AC5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055AC5" w:rsidRPr="00004DC5" w14:paraId="55EA93B7" w14:textId="77777777" w:rsidTr="00EB4C12">
        <w:trPr>
          <w:trHeight w:val="213"/>
        </w:trPr>
        <w:tc>
          <w:tcPr>
            <w:tcW w:w="1788" w:type="dxa"/>
          </w:tcPr>
          <w:p w14:paraId="2FE3D9D4" w14:textId="77777777" w:rsidR="00055AC5" w:rsidRPr="00004DC5" w:rsidRDefault="00055AC5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ExciseDutyInformation</w:t>
            </w:r>
          </w:p>
        </w:tc>
        <w:tc>
          <w:tcPr>
            <w:tcW w:w="3360" w:type="dxa"/>
          </w:tcPr>
          <w:p w14:paraId="53286FCF" w14:textId="77777777" w:rsidR="00055AC5" w:rsidRPr="00004DC5" w:rsidRDefault="005E0DD2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Dane o składzie podatkowym, obliczeniach i rozliczeniach kwot podatku akcyzowego.</w:t>
            </w:r>
          </w:p>
        </w:tc>
        <w:tc>
          <w:tcPr>
            <w:tcW w:w="840" w:type="dxa"/>
          </w:tcPr>
          <w:p w14:paraId="51563137" w14:textId="77777777" w:rsidR="00055AC5" w:rsidRPr="00004DC5" w:rsidRDefault="00055AC5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C, D, F</w:t>
            </w:r>
          </w:p>
        </w:tc>
        <w:tc>
          <w:tcPr>
            <w:tcW w:w="2095" w:type="dxa"/>
          </w:tcPr>
          <w:p w14:paraId="72AADCB9" w14:textId="77777777" w:rsidR="00055AC5" w:rsidRPr="00601F27" w:rsidRDefault="00BE3FF8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instrText xml:space="preserve"> ref ExciseDutyInformationType_i \h  \* MERGEFORMAT </w:instrTex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601F27">
              <w:rPr>
                <w:rStyle w:val="pole"/>
                <w:rFonts w:ascii="Lato" w:hAnsi="Lato"/>
                <w:sz w:val="20"/>
                <w:szCs w:val="20"/>
              </w:rPr>
              <w:t>ExciseDutyInformationType</w: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FE2ABEE" w14:textId="77777777" w:rsidR="00055AC5" w:rsidRPr="00004DC5" w:rsidRDefault="00C6122F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0</w:t>
            </w:r>
            <w:r w:rsidR="00055AC5" w:rsidRPr="00004DC5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055AC5" w:rsidRPr="00004DC5" w14:paraId="4D57D5CB" w14:textId="77777777" w:rsidTr="00EB4C12">
        <w:trPr>
          <w:trHeight w:val="213"/>
        </w:trPr>
        <w:tc>
          <w:tcPr>
            <w:tcW w:w="1788" w:type="dxa"/>
          </w:tcPr>
          <w:p w14:paraId="2331AD8C" w14:textId="77777777" w:rsidR="00055AC5" w:rsidRPr="00004DC5" w:rsidRDefault="00055AC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DailyPaymentInformation</w:t>
            </w:r>
          </w:p>
        </w:tc>
        <w:tc>
          <w:tcPr>
            <w:tcW w:w="3360" w:type="dxa"/>
          </w:tcPr>
          <w:p w14:paraId="43DB9413" w14:textId="77777777" w:rsidR="00055AC5" w:rsidRPr="00004DC5" w:rsidRDefault="005E0DD2" w:rsidP="00D05D5C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Suma wpłat dziennych</w:t>
            </w:r>
          </w:p>
        </w:tc>
        <w:tc>
          <w:tcPr>
            <w:tcW w:w="840" w:type="dxa"/>
          </w:tcPr>
          <w:p w14:paraId="59CC69ED" w14:textId="77777777" w:rsidR="00055AC5" w:rsidRPr="00004DC5" w:rsidRDefault="00055AC5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E</w:t>
            </w:r>
          </w:p>
        </w:tc>
        <w:tc>
          <w:tcPr>
            <w:tcW w:w="2095" w:type="dxa"/>
          </w:tcPr>
          <w:p w14:paraId="12089ED0" w14:textId="77777777" w:rsidR="00055AC5" w:rsidRPr="00601F27" w:rsidRDefault="00BE3FF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instrText xml:space="preserve"> REF DailyPaymentInformationType_i\h  \* MERGEFORMAT </w:instrTex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601F27">
              <w:rPr>
                <w:rStyle w:val="pole"/>
                <w:rFonts w:ascii="Lato" w:hAnsi="Lato"/>
                <w:sz w:val="20"/>
                <w:szCs w:val="20"/>
              </w:rPr>
              <w:t>DailyPaymentInformationType</w: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  <w:p w14:paraId="6FC152BF" w14:textId="40E37859" w:rsidR="00ED7042" w:rsidRPr="00601F27" w:rsidRDefault="0014784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</w:rPr>
              <w:t xml:space="preserve">Patrz reguła </w: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instrText xml:space="preserve"> REF </w:instrText>
            </w:r>
            <w:r w:rsidR="00ED7042" w:rsidRPr="00601F27">
              <w:rPr>
                <w:rStyle w:val="pole"/>
                <w:rFonts w:ascii="Lato" w:hAnsi="Lato"/>
                <w:sz w:val="20"/>
                <w:szCs w:val="20"/>
              </w:rPr>
              <w:instrText>R</w:instrTex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instrText>i</w:instrText>
            </w:r>
            <w:r w:rsidR="00ED7042" w:rsidRPr="00601F27">
              <w:rPr>
                <w:rStyle w:val="pole"/>
                <w:rFonts w:ascii="Lato" w:hAnsi="Lato"/>
                <w:sz w:val="20"/>
                <w:szCs w:val="20"/>
              </w:rPr>
              <w:instrText>3</w:instrTex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instrText xml:space="preserve"> \h </w:instrText>
            </w:r>
            <w:r w:rsidR="00004DC5" w:rsidRPr="00601F27">
              <w:rPr>
                <w:rStyle w:val="pole"/>
                <w:rFonts w:ascii="Lato" w:hAnsi="Lato"/>
                <w:sz w:val="20"/>
                <w:szCs w:val="20"/>
              </w:rPr>
              <w:instrText xml:space="preserve"> \* MERGEFORMAT </w:instrTex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601F27">
              <w:rPr>
                <w:rStyle w:val="pole"/>
                <w:rFonts w:ascii="Lato" w:hAnsi="Lato"/>
                <w:sz w:val="20"/>
                <w:szCs w:val="20"/>
              </w:rPr>
              <w:t>R3</w: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6906AA3" w14:textId="77777777" w:rsidR="00055AC5" w:rsidRPr="00004DC5" w:rsidRDefault="00410190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0</w:t>
            </w:r>
            <w:r w:rsidR="00055AC5" w:rsidRPr="00004DC5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</w:tbl>
    <w:p w14:paraId="0B367645" w14:textId="57BCCED3" w:rsidR="00783DED" w:rsidRDefault="00783DED" w:rsidP="00783DED">
      <w:pPr>
        <w:pStyle w:val="Legenda"/>
        <w:keepNext/>
      </w:pPr>
      <w:bookmarkStart w:id="313" w:name="_Toc182566620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89</w:t>
      </w:r>
      <w:r w:rsidR="00715F4C">
        <w:rPr>
          <w:noProof/>
        </w:rPr>
        <w:fldChar w:fldCharType="end"/>
      </w:r>
      <w:r>
        <w:t xml:space="preserve">. </w:t>
      </w:r>
      <w:r w:rsidRPr="00B20AEA">
        <w:t>Struktura elementu WarehouseType</w:t>
      </w:r>
      <w:bookmarkEnd w:id="313"/>
    </w:p>
    <w:tbl>
      <w:tblPr>
        <w:tblStyle w:val="Siatkatabelijasna"/>
        <w:tblW w:w="9225" w:type="dxa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197"/>
      </w:tblGrid>
      <w:tr w:rsidR="0083753E" w:rsidRPr="00004DC5" w14:paraId="7758C0E6" w14:textId="77777777" w:rsidTr="00EB4C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767319DB" w14:textId="77777777" w:rsidR="0083753E" w:rsidRPr="00004DC5" w:rsidRDefault="0083753E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04DC5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38B3CD23" w14:textId="77777777" w:rsidR="0083753E" w:rsidRPr="00004DC5" w:rsidRDefault="0083753E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04DC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64D184D0" w14:textId="77777777" w:rsidR="0083753E" w:rsidRPr="00004DC5" w:rsidRDefault="007A5C25" w:rsidP="0083753E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04DC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54E11C3E" w14:textId="77777777" w:rsidR="0083753E" w:rsidRPr="00004DC5" w:rsidRDefault="0083753E">
            <w:pPr>
              <w:rPr>
                <w:rFonts w:cs="Arial"/>
                <w:b/>
                <w:sz w:val="18"/>
                <w:szCs w:val="18"/>
              </w:rPr>
            </w:pPr>
            <w:r w:rsidRPr="00004DC5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5B0559F4" w14:textId="77777777" w:rsidR="0083753E" w:rsidRPr="00004DC5" w:rsidRDefault="0083753E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04DC5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532558" w:rsidRPr="00004DC5" w14:paraId="10CFEC61" w14:textId="77777777" w:rsidTr="00EB4C12">
        <w:trPr>
          <w:trHeight w:val="213"/>
        </w:trPr>
        <w:tc>
          <w:tcPr>
            <w:tcW w:w="1788" w:type="dxa"/>
          </w:tcPr>
          <w:p w14:paraId="22ED40E6" w14:textId="77777777" w:rsidR="00532558" w:rsidRPr="00004DC5" w:rsidRDefault="0053255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operatorNo</w:t>
            </w:r>
          </w:p>
        </w:tc>
        <w:tc>
          <w:tcPr>
            <w:tcW w:w="3360" w:type="dxa"/>
          </w:tcPr>
          <w:p w14:paraId="02DF8F73" w14:textId="77777777" w:rsidR="00532558" w:rsidRPr="00004DC5" w:rsidRDefault="005E0DD2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Numer akcyzowy składu. Na deklaracji papierowej, to pole wypełnia podatnik prowadzący skład podatkowy.</w:t>
            </w:r>
            <w:r w:rsidR="00532558" w:rsidRPr="00004DC5">
              <w:rPr>
                <w:rFonts w:eastAsia="Times New Roman" w:cs="Arial"/>
                <w:sz w:val="20"/>
                <w:szCs w:val="20"/>
              </w:rPr>
              <w:t>.</w:t>
            </w:r>
          </w:p>
        </w:tc>
        <w:tc>
          <w:tcPr>
            <w:tcW w:w="840" w:type="dxa"/>
          </w:tcPr>
          <w:p w14:paraId="558EE4BA" w14:textId="77777777" w:rsidR="00532558" w:rsidRPr="00004DC5" w:rsidRDefault="00532558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2040" w:type="dxa"/>
          </w:tcPr>
          <w:p w14:paraId="65E98505" w14:textId="77777777" w:rsidR="00532558" w:rsidRPr="00004DC5" w:rsidRDefault="00E7130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  <w:r w:rsidR="00532558" w:rsidRPr="00004DC5">
              <w:rPr>
                <w:rStyle w:val="pole"/>
                <w:rFonts w:ascii="Lato" w:hAnsi="Lato"/>
                <w:sz w:val="20"/>
                <w:szCs w:val="20"/>
              </w:rPr>
              <w:t>(13)</w:t>
            </w:r>
          </w:p>
          <w:p w14:paraId="4AA0EC4E" w14:textId="718CD069" w:rsidR="00532558" w:rsidRPr="00004DC5" w:rsidRDefault="00147848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532558" w:rsidRPr="00004DC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>i</w:instrText>
            </w:r>
            <w:r w:rsidR="00532558" w:rsidRPr="00004DC5">
              <w:rPr>
                <w:rFonts w:eastAsia="Times New Roman" w:cs="Arial"/>
                <w:sz w:val="20"/>
                <w:szCs w:val="20"/>
              </w:rPr>
              <w:instrText>4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04DC5" w:rsidRPr="00004DC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04DC5">
              <w:rPr>
                <w:rFonts w:eastAsia="Times New Roman" w:cs="Arial"/>
                <w:sz w:val="20"/>
                <w:szCs w:val="20"/>
              </w:rPr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04DC5">
              <w:rPr>
                <w:rFonts w:eastAsia="Times New Roman" w:cs="Arial"/>
                <w:sz w:val="20"/>
                <w:szCs w:val="20"/>
              </w:rPr>
              <w:t>R4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A963DDC" w14:textId="77777777" w:rsidR="00532558" w:rsidRPr="00004DC5" w:rsidRDefault="00532558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532558" w:rsidRPr="00004DC5" w14:paraId="2866A50F" w14:textId="77777777" w:rsidTr="00EB4C12">
        <w:trPr>
          <w:trHeight w:val="213"/>
        </w:trPr>
        <w:tc>
          <w:tcPr>
            <w:tcW w:w="1788" w:type="dxa"/>
          </w:tcPr>
          <w:p w14:paraId="13ABF558" w14:textId="77777777" w:rsidR="00532558" w:rsidRPr="00004DC5" w:rsidRDefault="0053255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userNo</w:t>
            </w:r>
          </w:p>
        </w:tc>
        <w:tc>
          <w:tcPr>
            <w:tcW w:w="3360" w:type="dxa"/>
          </w:tcPr>
          <w:p w14:paraId="46EFFBF9" w14:textId="77777777" w:rsidR="00532558" w:rsidRPr="00004DC5" w:rsidRDefault="005E0DD2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Numer akcyzowy składu. (pole 8 wypełnia podatnik będący właścicielem wyrobów akcyzowych, korzystający z cudzego składu)</w:t>
            </w:r>
          </w:p>
        </w:tc>
        <w:tc>
          <w:tcPr>
            <w:tcW w:w="840" w:type="dxa"/>
          </w:tcPr>
          <w:p w14:paraId="7FA25279" w14:textId="77777777" w:rsidR="00532558" w:rsidRPr="00004DC5" w:rsidRDefault="00532558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8</w:t>
            </w:r>
          </w:p>
        </w:tc>
        <w:tc>
          <w:tcPr>
            <w:tcW w:w="2040" w:type="dxa"/>
          </w:tcPr>
          <w:p w14:paraId="1142F60E" w14:textId="77777777" w:rsidR="00532558" w:rsidRPr="00004DC5" w:rsidRDefault="00E7130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  <w:r w:rsidR="00532558" w:rsidRPr="00004DC5">
              <w:rPr>
                <w:rStyle w:val="pole"/>
                <w:rFonts w:ascii="Lato" w:hAnsi="Lato"/>
                <w:sz w:val="20"/>
                <w:szCs w:val="20"/>
              </w:rPr>
              <w:t>(13)</w:t>
            </w:r>
          </w:p>
          <w:p w14:paraId="50E62192" w14:textId="4224436E" w:rsidR="00532558" w:rsidRPr="00004DC5" w:rsidRDefault="00147848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532558" w:rsidRPr="00004DC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>i</w:instrText>
            </w:r>
            <w:r w:rsidR="00532558" w:rsidRPr="00004DC5">
              <w:rPr>
                <w:rFonts w:eastAsia="Times New Roman" w:cs="Arial"/>
                <w:sz w:val="20"/>
                <w:szCs w:val="20"/>
              </w:rPr>
              <w:instrText>5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04DC5" w:rsidRPr="00004DC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04DC5">
              <w:rPr>
                <w:rFonts w:eastAsia="Times New Roman" w:cs="Arial"/>
                <w:sz w:val="20"/>
                <w:szCs w:val="20"/>
              </w:rPr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04DC5">
              <w:rPr>
                <w:rFonts w:eastAsia="Times New Roman" w:cs="Arial"/>
                <w:sz w:val="20"/>
                <w:szCs w:val="20"/>
              </w:rPr>
              <w:t>R5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7A2B781" w14:textId="77777777" w:rsidR="00532558" w:rsidRPr="00004DC5" w:rsidRDefault="00532558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532558" w:rsidRPr="00004DC5" w14:paraId="58EEC3F0" w14:textId="77777777" w:rsidTr="00EB4C12">
        <w:trPr>
          <w:trHeight w:val="213"/>
        </w:trPr>
        <w:tc>
          <w:tcPr>
            <w:tcW w:w="1788" w:type="dxa"/>
          </w:tcPr>
          <w:p w14:paraId="04D6F816" w14:textId="77777777" w:rsidR="00532558" w:rsidRPr="00004DC5" w:rsidRDefault="0053255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address</w:t>
            </w:r>
          </w:p>
        </w:tc>
        <w:tc>
          <w:tcPr>
            <w:tcW w:w="3360" w:type="dxa"/>
          </w:tcPr>
          <w:p w14:paraId="45F809FB" w14:textId="77777777" w:rsidR="00532558" w:rsidRPr="00004DC5" w:rsidRDefault="00532558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Adres składu</w:t>
            </w:r>
          </w:p>
        </w:tc>
        <w:tc>
          <w:tcPr>
            <w:tcW w:w="840" w:type="dxa"/>
          </w:tcPr>
          <w:p w14:paraId="57A3BF8B" w14:textId="77777777" w:rsidR="00532558" w:rsidRPr="00004DC5" w:rsidRDefault="00532558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9</w:t>
            </w:r>
          </w:p>
        </w:tc>
        <w:tc>
          <w:tcPr>
            <w:tcW w:w="2040" w:type="dxa"/>
          </w:tcPr>
          <w:p w14:paraId="3FF81DC6" w14:textId="77777777" w:rsidR="00532558" w:rsidRPr="00004DC5" w:rsidRDefault="00E7130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  <w:r w:rsidR="00694290" w:rsidRPr="00004DC5">
              <w:rPr>
                <w:rStyle w:val="pole"/>
                <w:rFonts w:ascii="Lato" w:hAnsi="Lato"/>
                <w:sz w:val="20"/>
                <w:szCs w:val="20"/>
              </w:rPr>
              <w:t>(</w:t>
            </w:r>
            <w:r w:rsidR="00D561DA" w:rsidRPr="00004DC5">
              <w:rPr>
                <w:rStyle w:val="pole"/>
                <w:rFonts w:ascii="Lato" w:hAnsi="Lato"/>
                <w:sz w:val="20"/>
                <w:szCs w:val="20"/>
              </w:rPr>
              <w:t>512</w:t>
            </w:r>
            <w:r w:rsidR="00532558" w:rsidRPr="00004DC5">
              <w:rPr>
                <w:rStyle w:val="pole"/>
                <w:rFonts w:ascii="Lato" w:hAnsi="Lato"/>
                <w:sz w:val="20"/>
                <w:szCs w:val="20"/>
              </w:rPr>
              <w:t>)</w:t>
            </w:r>
          </w:p>
          <w:p w14:paraId="2C9B0C73" w14:textId="043BB366" w:rsidR="00532558" w:rsidRPr="00004DC5" w:rsidRDefault="00147848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532558" w:rsidRPr="00004DC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>i</w:instrText>
            </w:r>
            <w:r w:rsidR="00532558" w:rsidRPr="00004DC5">
              <w:rPr>
                <w:rFonts w:eastAsia="Times New Roman" w:cs="Arial"/>
                <w:sz w:val="20"/>
                <w:szCs w:val="20"/>
              </w:rPr>
              <w:instrText>6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04DC5" w:rsidRPr="00004DC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04DC5">
              <w:rPr>
                <w:rFonts w:eastAsia="Times New Roman" w:cs="Arial"/>
                <w:sz w:val="20"/>
                <w:szCs w:val="20"/>
              </w:rPr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04DC5">
              <w:rPr>
                <w:rFonts w:eastAsia="Times New Roman" w:cs="Arial"/>
                <w:sz w:val="20"/>
                <w:szCs w:val="20"/>
              </w:rPr>
              <w:t>R6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339513F" w14:textId="77777777" w:rsidR="00532558" w:rsidRPr="00004DC5" w:rsidRDefault="00532558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532558" w:rsidRPr="00004DC5" w14:paraId="4232C021" w14:textId="77777777" w:rsidTr="00EB4C12">
        <w:trPr>
          <w:trHeight w:val="213"/>
        </w:trPr>
        <w:tc>
          <w:tcPr>
            <w:tcW w:w="1788" w:type="dxa"/>
          </w:tcPr>
          <w:p w14:paraId="5ADFB729" w14:textId="77777777" w:rsidR="00532558" w:rsidRPr="00004DC5" w:rsidRDefault="0053255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consumerNo</w:t>
            </w:r>
          </w:p>
        </w:tc>
        <w:tc>
          <w:tcPr>
            <w:tcW w:w="3360" w:type="dxa"/>
          </w:tcPr>
          <w:p w14:paraId="53828C17" w14:textId="77777777" w:rsidR="00532558" w:rsidRPr="00004DC5" w:rsidRDefault="00532558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Numer akcyzowy zarejestrowanego odbiorcy, wypełniany tylko w przypadku formularza AKC-4zo</w:t>
            </w:r>
          </w:p>
        </w:tc>
        <w:tc>
          <w:tcPr>
            <w:tcW w:w="840" w:type="dxa"/>
          </w:tcPr>
          <w:p w14:paraId="52453348" w14:textId="77777777" w:rsidR="00532558" w:rsidRPr="00004DC5" w:rsidRDefault="00532558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10</w:t>
            </w:r>
          </w:p>
        </w:tc>
        <w:tc>
          <w:tcPr>
            <w:tcW w:w="2040" w:type="dxa"/>
          </w:tcPr>
          <w:p w14:paraId="43CD44B2" w14:textId="77777777" w:rsidR="00532558" w:rsidRPr="00004DC5" w:rsidRDefault="00E7130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  <w:r w:rsidR="00532558" w:rsidRPr="00004DC5">
              <w:rPr>
                <w:rStyle w:val="pole"/>
                <w:rFonts w:ascii="Lato" w:hAnsi="Lato"/>
                <w:sz w:val="20"/>
                <w:szCs w:val="20"/>
              </w:rPr>
              <w:t>(13)</w:t>
            </w:r>
          </w:p>
          <w:p w14:paraId="34D13DF3" w14:textId="015DFAC5" w:rsidR="00532558" w:rsidRPr="00004DC5" w:rsidRDefault="00147848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532558" w:rsidRPr="00004DC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>i</w:instrText>
            </w:r>
            <w:r w:rsidR="00532558" w:rsidRPr="00004DC5">
              <w:rPr>
                <w:rFonts w:eastAsia="Times New Roman" w:cs="Arial"/>
                <w:sz w:val="20"/>
                <w:szCs w:val="20"/>
              </w:rPr>
              <w:instrText>7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04DC5" w:rsidRPr="00004DC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04DC5">
              <w:rPr>
                <w:rFonts w:eastAsia="Times New Roman" w:cs="Arial"/>
                <w:sz w:val="20"/>
                <w:szCs w:val="20"/>
              </w:rPr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04DC5">
              <w:rPr>
                <w:rFonts w:eastAsia="Times New Roman" w:cs="Arial"/>
                <w:sz w:val="20"/>
                <w:szCs w:val="20"/>
              </w:rPr>
              <w:t>R7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A427296" w14:textId="77777777" w:rsidR="00532558" w:rsidRPr="00004DC5" w:rsidRDefault="00532558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C4777B" w:rsidRPr="00004DC5" w14:paraId="058A9221" w14:textId="77777777" w:rsidTr="00EB4C12">
        <w:trPr>
          <w:trHeight w:val="213"/>
        </w:trPr>
        <w:tc>
          <w:tcPr>
            <w:tcW w:w="1788" w:type="dxa"/>
          </w:tcPr>
          <w:p w14:paraId="30019173" w14:textId="77777777" w:rsidR="00C4777B" w:rsidRPr="00004DC5" w:rsidRDefault="00C4777B" w:rsidP="00C4777B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oneTime</w:t>
            </w:r>
          </w:p>
        </w:tc>
        <w:tc>
          <w:tcPr>
            <w:tcW w:w="3360" w:type="dxa"/>
          </w:tcPr>
          <w:p w14:paraId="4735ABFD" w14:textId="77777777" w:rsidR="00C4777B" w:rsidRPr="00004DC5" w:rsidRDefault="00C4777B" w:rsidP="00C4777B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Jednorazowe</w:t>
            </w:r>
          </w:p>
        </w:tc>
        <w:tc>
          <w:tcPr>
            <w:tcW w:w="840" w:type="dxa"/>
          </w:tcPr>
          <w:p w14:paraId="7113E020" w14:textId="77777777" w:rsidR="00C4777B" w:rsidRPr="00004DC5" w:rsidRDefault="00C4777B" w:rsidP="00C4777B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40" w:type="dxa"/>
          </w:tcPr>
          <w:p w14:paraId="228A15F3" w14:textId="77777777" w:rsidR="00C4777B" w:rsidRPr="00004DC5" w:rsidRDefault="00C4777B" w:rsidP="00C4777B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boolean</w:t>
            </w:r>
          </w:p>
        </w:tc>
        <w:tc>
          <w:tcPr>
            <w:tcW w:w="1197" w:type="dxa"/>
          </w:tcPr>
          <w:p w14:paraId="2678DB87" w14:textId="77777777" w:rsidR="00C4777B" w:rsidRPr="00004DC5" w:rsidRDefault="00C4777B" w:rsidP="00C4777B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</w:tbl>
    <w:p w14:paraId="176B25EC" w14:textId="160D454C" w:rsidR="00783DED" w:rsidRDefault="00783DED" w:rsidP="00783DED">
      <w:pPr>
        <w:pStyle w:val="Legenda"/>
        <w:keepNext/>
      </w:pPr>
      <w:bookmarkStart w:id="314" w:name="_Toc182566621"/>
      <w:r>
        <w:lastRenderedPageBreak/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90</w:t>
      </w:r>
      <w:r w:rsidR="00715F4C">
        <w:rPr>
          <w:noProof/>
        </w:rPr>
        <w:fldChar w:fldCharType="end"/>
      </w:r>
      <w:r>
        <w:t xml:space="preserve">. </w:t>
      </w:r>
      <w:r w:rsidRPr="00447691">
        <w:t>Struktura elementu ExciseDutyInformationType</w:t>
      </w:r>
      <w:bookmarkEnd w:id="314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83753E" w:rsidRPr="00004DC5" w14:paraId="4DB6A213" w14:textId="77777777" w:rsidTr="00EB4C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0DFFB468" w14:textId="77777777" w:rsidR="0083753E" w:rsidRPr="00004DC5" w:rsidRDefault="0083753E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04DC5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25B8C4B6" w14:textId="77777777" w:rsidR="0083753E" w:rsidRPr="00004DC5" w:rsidRDefault="0083753E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04DC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3C5F462C" w14:textId="77777777" w:rsidR="0083753E" w:rsidRPr="00004DC5" w:rsidRDefault="007A5C25" w:rsidP="0083753E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04DC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2E13C779" w14:textId="77777777" w:rsidR="0083753E" w:rsidRPr="00004DC5" w:rsidRDefault="0083753E">
            <w:pPr>
              <w:rPr>
                <w:rFonts w:cs="Arial"/>
                <w:b/>
                <w:sz w:val="18"/>
                <w:szCs w:val="18"/>
              </w:rPr>
            </w:pPr>
            <w:r w:rsidRPr="00004DC5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47D83D5B" w14:textId="77777777" w:rsidR="0083753E" w:rsidRPr="00004DC5" w:rsidRDefault="0083753E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04DC5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AA27D3" w:rsidRPr="00004DC5" w14:paraId="11AEDE47" w14:textId="77777777" w:rsidTr="00EB4C12">
        <w:trPr>
          <w:trHeight w:val="213"/>
        </w:trPr>
        <w:tc>
          <w:tcPr>
            <w:tcW w:w="1788" w:type="dxa"/>
          </w:tcPr>
          <w:p w14:paraId="7274A0D2" w14:textId="77777777" w:rsidR="00AA27D3" w:rsidRPr="00004DC5" w:rsidRDefault="00AA27D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CalculOfAmountOfExciseDuty</w:t>
            </w:r>
          </w:p>
        </w:tc>
        <w:tc>
          <w:tcPr>
            <w:tcW w:w="3360" w:type="dxa"/>
          </w:tcPr>
          <w:p w14:paraId="7F4A8408" w14:textId="77777777" w:rsidR="00AA27D3" w:rsidRPr="00004DC5" w:rsidRDefault="00AA27D3" w:rsidP="00D05D5C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Obliczenie </w:t>
            </w:r>
            <w:r w:rsidR="005E0DD2" w:rsidRPr="00004DC5">
              <w:rPr>
                <w:rFonts w:eastAsia="Times New Roman" w:cs="Arial"/>
                <w:sz w:val="20"/>
                <w:szCs w:val="20"/>
              </w:rPr>
              <w:t xml:space="preserve">wysokości </w:t>
            </w:r>
            <w:r w:rsidRPr="00004DC5">
              <w:rPr>
                <w:rFonts w:eastAsia="Times New Roman" w:cs="Arial"/>
                <w:sz w:val="20"/>
                <w:szCs w:val="20"/>
              </w:rPr>
              <w:t>podatku akcyzowego</w:t>
            </w:r>
          </w:p>
        </w:tc>
        <w:tc>
          <w:tcPr>
            <w:tcW w:w="840" w:type="dxa"/>
          </w:tcPr>
          <w:p w14:paraId="68B82EE6" w14:textId="77777777" w:rsidR="00AA27D3" w:rsidRPr="00004DC5" w:rsidRDefault="00AA27D3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C</w:t>
            </w:r>
          </w:p>
        </w:tc>
        <w:tc>
          <w:tcPr>
            <w:tcW w:w="2095" w:type="dxa"/>
          </w:tcPr>
          <w:p w14:paraId="7CEC2177" w14:textId="77777777" w:rsidR="00AA27D3" w:rsidRPr="00004DC5" w:rsidRDefault="00AA27D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CalculOfAmountOfExciseDuty</w:t>
            </w:r>
            <w:r w:rsidR="00947E22" w:rsidRPr="00004DC5">
              <w:rPr>
                <w:rStyle w:val="pole"/>
                <w:rFonts w:ascii="Lato" w:hAnsi="Lato"/>
                <w:sz w:val="20"/>
                <w:szCs w:val="20"/>
              </w:rPr>
              <w:t>Type</w:t>
            </w:r>
          </w:p>
        </w:tc>
        <w:tc>
          <w:tcPr>
            <w:tcW w:w="1197" w:type="dxa"/>
          </w:tcPr>
          <w:p w14:paraId="09CCD25D" w14:textId="77777777" w:rsidR="00AA27D3" w:rsidRPr="00004DC5" w:rsidRDefault="00AA27D3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AA27D3" w:rsidRPr="00004DC5" w14:paraId="0993D51B" w14:textId="77777777" w:rsidTr="00EB4C12">
        <w:trPr>
          <w:trHeight w:val="213"/>
        </w:trPr>
        <w:tc>
          <w:tcPr>
            <w:tcW w:w="1788" w:type="dxa"/>
          </w:tcPr>
          <w:p w14:paraId="7C920EE0" w14:textId="77777777" w:rsidR="00AA27D3" w:rsidRPr="00004DC5" w:rsidRDefault="00AA27D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CleareanceExciseDuty</w:t>
            </w:r>
          </w:p>
        </w:tc>
        <w:tc>
          <w:tcPr>
            <w:tcW w:w="3360" w:type="dxa"/>
          </w:tcPr>
          <w:p w14:paraId="0A51935A" w14:textId="77777777" w:rsidR="00AA27D3" w:rsidRPr="00004DC5" w:rsidRDefault="00AA27D3" w:rsidP="00D05D5C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Rozliczenie podatku akcyzowego</w:t>
            </w:r>
          </w:p>
        </w:tc>
        <w:tc>
          <w:tcPr>
            <w:tcW w:w="840" w:type="dxa"/>
          </w:tcPr>
          <w:p w14:paraId="768E8D6D" w14:textId="77777777" w:rsidR="00AA27D3" w:rsidRPr="00004DC5" w:rsidRDefault="00AA27D3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D</w:t>
            </w:r>
          </w:p>
        </w:tc>
        <w:tc>
          <w:tcPr>
            <w:tcW w:w="2095" w:type="dxa"/>
          </w:tcPr>
          <w:p w14:paraId="55D49578" w14:textId="77777777" w:rsidR="00AA27D3" w:rsidRPr="00601F27" w:rsidRDefault="00BE3FF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instrText xml:space="preserve"> REF CleareanceExciseDutyType_i\h  \* MERGEFORMAT </w:instrTex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601F27">
              <w:rPr>
                <w:rStyle w:val="pole"/>
                <w:rFonts w:ascii="Lato" w:hAnsi="Lato"/>
                <w:sz w:val="20"/>
                <w:szCs w:val="20"/>
              </w:rPr>
              <w:t>CleareanceExciseDutyType</w: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776F4A2" w14:textId="77777777" w:rsidR="00AA27D3" w:rsidRPr="00004DC5" w:rsidRDefault="00AA27D3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AA27D3" w:rsidRPr="00004DC5" w14:paraId="200CD940" w14:textId="77777777" w:rsidTr="00EB4C12">
        <w:trPr>
          <w:trHeight w:val="213"/>
        </w:trPr>
        <w:tc>
          <w:tcPr>
            <w:tcW w:w="1788" w:type="dxa"/>
          </w:tcPr>
          <w:p w14:paraId="07630FA7" w14:textId="77777777" w:rsidR="00AA27D3" w:rsidRPr="00004DC5" w:rsidRDefault="00AA27D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Items</w:t>
            </w:r>
          </w:p>
        </w:tc>
        <w:tc>
          <w:tcPr>
            <w:tcW w:w="3360" w:type="dxa"/>
          </w:tcPr>
          <w:p w14:paraId="7E5C3EE6" w14:textId="77777777" w:rsidR="00AA27D3" w:rsidRPr="00004DC5" w:rsidRDefault="00AA27D3" w:rsidP="00D05D5C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Obliczenie </w:t>
            </w:r>
            <w:r w:rsidR="005E0DD2" w:rsidRPr="00004DC5">
              <w:rPr>
                <w:rFonts w:eastAsia="Times New Roman" w:cs="Arial"/>
                <w:sz w:val="20"/>
                <w:szCs w:val="20"/>
              </w:rPr>
              <w:t xml:space="preserve">wysokości </w:t>
            </w:r>
            <w:r w:rsidRPr="00004DC5">
              <w:rPr>
                <w:rFonts w:eastAsia="Times New Roman" w:cs="Arial"/>
                <w:sz w:val="20"/>
                <w:szCs w:val="20"/>
              </w:rPr>
              <w:t>podatku akcyzowego od</w:t>
            </w:r>
            <w:r w:rsidR="005E0DD2" w:rsidRPr="00004DC5">
              <w:rPr>
                <w:rFonts w:eastAsia="Times New Roman" w:cs="Arial"/>
                <w:sz w:val="20"/>
                <w:szCs w:val="20"/>
              </w:rPr>
              <w:t xml:space="preserve"> </w:t>
            </w:r>
            <w:r w:rsidRPr="00004DC5">
              <w:rPr>
                <w:rFonts w:eastAsia="Times New Roman" w:cs="Arial"/>
                <w:sz w:val="20"/>
                <w:szCs w:val="20"/>
              </w:rPr>
              <w:t>poszczególnych wyrobów</w:t>
            </w:r>
          </w:p>
        </w:tc>
        <w:tc>
          <w:tcPr>
            <w:tcW w:w="840" w:type="dxa"/>
          </w:tcPr>
          <w:p w14:paraId="33E5F777" w14:textId="77777777" w:rsidR="00AA27D3" w:rsidRPr="00004DC5" w:rsidRDefault="00AA27D3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F</w:t>
            </w:r>
          </w:p>
        </w:tc>
        <w:tc>
          <w:tcPr>
            <w:tcW w:w="2095" w:type="dxa"/>
          </w:tcPr>
          <w:p w14:paraId="18535817" w14:textId="77777777" w:rsidR="00AA27D3" w:rsidRPr="00601F27" w:rsidRDefault="00BE3FF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instrText xml:space="preserve"> REF ItemsType_i \h  \* MERGEFORMAT </w:instrTex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601F27">
              <w:rPr>
                <w:rStyle w:val="pole"/>
                <w:rFonts w:ascii="Lato" w:hAnsi="Lato"/>
                <w:sz w:val="20"/>
                <w:szCs w:val="20"/>
              </w:rPr>
              <w:t>ItemsType</w: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0672540" w14:textId="77777777" w:rsidR="00AA27D3" w:rsidRPr="00004DC5" w:rsidRDefault="00AA27D3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</w:tbl>
    <w:p w14:paraId="1F1EED50" w14:textId="00FDA382" w:rsidR="00783DED" w:rsidRDefault="00783DED" w:rsidP="00783DED">
      <w:pPr>
        <w:pStyle w:val="Legenda"/>
        <w:keepNext/>
      </w:pPr>
      <w:bookmarkStart w:id="315" w:name="_Toc182566622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91</w:t>
      </w:r>
      <w:r w:rsidR="00715F4C">
        <w:rPr>
          <w:noProof/>
        </w:rPr>
        <w:fldChar w:fldCharType="end"/>
      </w:r>
      <w:r>
        <w:t xml:space="preserve">. </w:t>
      </w:r>
      <w:r w:rsidRPr="00AA0559">
        <w:t>Struktura elementu CalculOdAmountOfExciseDutyType</w:t>
      </w:r>
      <w:bookmarkEnd w:id="315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947E22" w:rsidRPr="00004DC5" w14:paraId="6133F92D" w14:textId="77777777" w:rsidTr="00EB4C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620CDEEF" w14:textId="77777777" w:rsidR="00947E22" w:rsidRPr="00004DC5" w:rsidRDefault="00947E22" w:rsidP="00855336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04DC5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22D1516A" w14:textId="77777777" w:rsidR="00947E22" w:rsidRPr="00004DC5" w:rsidRDefault="00947E22" w:rsidP="00855336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04DC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532D1A23" w14:textId="77777777" w:rsidR="00947E22" w:rsidRPr="00004DC5" w:rsidRDefault="00947E22" w:rsidP="00855336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04DC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04508743" w14:textId="77777777" w:rsidR="00947E22" w:rsidRPr="00004DC5" w:rsidRDefault="00947E22" w:rsidP="00855336">
            <w:pPr>
              <w:rPr>
                <w:rFonts w:cs="Arial"/>
                <w:b/>
                <w:sz w:val="18"/>
                <w:szCs w:val="18"/>
              </w:rPr>
            </w:pPr>
            <w:r w:rsidRPr="00004DC5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2061C0F3" w14:textId="77777777" w:rsidR="00947E22" w:rsidRPr="00004DC5" w:rsidRDefault="00947E22" w:rsidP="00855336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04DC5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947E22" w:rsidRPr="00004DC5" w14:paraId="470038A0" w14:textId="77777777" w:rsidTr="00EB4C12">
        <w:trPr>
          <w:trHeight w:val="213"/>
        </w:trPr>
        <w:tc>
          <w:tcPr>
            <w:tcW w:w="1788" w:type="dxa"/>
          </w:tcPr>
          <w:p w14:paraId="21EB1774" w14:textId="77777777" w:rsidR="00947E22" w:rsidRPr="00004DC5" w:rsidRDefault="00947E22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totalAmountOfTax</w:t>
            </w:r>
          </w:p>
        </w:tc>
        <w:tc>
          <w:tcPr>
            <w:tcW w:w="3360" w:type="dxa"/>
          </w:tcPr>
          <w:p w14:paraId="52EF8A64" w14:textId="77777777" w:rsidR="00947E22" w:rsidRPr="00004DC5" w:rsidRDefault="00947E22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Razem obliczony podatek. Suma kwot z poz. 259 formularzy AKC-4/I.</w:t>
            </w:r>
          </w:p>
        </w:tc>
        <w:tc>
          <w:tcPr>
            <w:tcW w:w="840" w:type="dxa"/>
          </w:tcPr>
          <w:p w14:paraId="4A9D0295" w14:textId="77777777" w:rsidR="00947E22" w:rsidRPr="00004DC5" w:rsidRDefault="00947E22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11</w:t>
            </w:r>
          </w:p>
        </w:tc>
        <w:tc>
          <w:tcPr>
            <w:tcW w:w="2095" w:type="dxa"/>
          </w:tcPr>
          <w:p w14:paraId="0478E952" w14:textId="77777777" w:rsidR="00947E22" w:rsidRPr="00004DC5" w:rsidRDefault="00947E22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</w:tc>
        <w:tc>
          <w:tcPr>
            <w:tcW w:w="1197" w:type="dxa"/>
          </w:tcPr>
          <w:p w14:paraId="2D9BA470" w14:textId="77777777" w:rsidR="00947E22" w:rsidRPr="00004DC5" w:rsidRDefault="00947E22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947E22" w:rsidRPr="00004DC5" w14:paraId="28DA5FF5" w14:textId="77777777" w:rsidTr="00EB4C12">
        <w:trPr>
          <w:trHeight w:val="213"/>
        </w:trPr>
        <w:tc>
          <w:tcPr>
            <w:tcW w:w="1788" w:type="dxa"/>
          </w:tcPr>
          <w:p w14:paraId="6E892717" w14:textId="77777777" w:rsidR="00947E22" w:rsidRPr="00004DC5" w:rsidRDefault="00947E22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reductions</w:t>
            </w:r>
          </w:p>
        </w:tc>
        <w:tc>
          <w:tcPr>
            <w:tcW w:w="3360" w:type="dxa"/>
          </w:tcPr>
          <w:p w14:paraId="1EAD9CD0" w14:textId="77777777" w:rsidR="00947E22" w:rsidRPr="00004DC5" w:rsidRDefault="00947E22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Zwolnienia i obniżenia. Wykazana kwota nie może przekroczyć kwoty z poz. 11.</w:t>
            </w:r>
          </w:p>
        </w:tc>
        <w:tc>
          <w:tcPr>
            <w:tcW w:w="840" w:type="dxa"/>
          </w:tcPr>
          <w:p w14:paraId="056589FE" w14:textId="77777777" w:rsidR="00947E22" w:rsidRPr="00004DC5" w:rsidRDefault="00947E22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12</w:t>
            </w:r>
          </w:p>
        </w:tc>
        <w:tc>
          <w:tcPr>
            <w:tcW w:w="2095" w:type="dxa"/>
          </w:tcPr>
          <w:p w14:paraId="236B921E" w14:textId="77777777" w:rsidR="00947E22" w:rsidRPr="00601F27" w:rsidRDefault="00947E22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</w:tc>
        <w:tc>
          <w:tcPr>
            <w:tcW w:w="1197" w:type="dxa"/>
          </w:tcPr>
          <w:p w14:paraId="70D14F41" w14:textId="77777777" w:rsidR="00947E22" w:rsidRPr="00004DC5" w:rsidRDefault="00947E22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947E22" w:rsidRPr="00004DC5" w14:paraId="30F67FB8" w14:textId="77777777" w:rsidTr="00EB4C12">
        <w:trPr>
          <w:trHeight w:val="213"/>
        </w:trPr>
        <w:tc>
          <w:tcPr>
            <w:tcW w:w="1788" w:type="dxa"/>
          </w:tcPr>
          <w:p w14:paraId="5CA010D8" w14:textId="77777777" w:rsidR="00947E22" w:rsidRPr="00004DC5" w:rsidRDefault="00947E22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totalOfTax</w:t>
            </w:r>
          </w:p>
        </w:tc>
        <w:tc>
          <w:tcPr>
            <w:tcW w:w="3360" w:type="dxa"/>
          </w:tcPr>
          <w:p w14:paraId="03B31C51" w14:textId="77777777" w:rsidR="00947E22" w:rsidRPr="00004DC5" w:rsidRDefault="00947E22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Ogółem podatek. Od kwoty z poz. 11 należy odjąć kwotę z poz. 12.</w:t>
            </w:r>
          </w:p>
        </w:tc>
        <w:tc>
          <w:tcPr>
            <w:tcW w:w="840" w:type="dxa"/>
          </w:tcPr>
          <w:p w14:paraId="09520DD8" w14:textId="77777777" w:rsidR="00947E22" w:rsidRPr="00004DC5" w:rsidRDefault="00947E22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13</w:t>
            </w:r>
          </w:p>
        </w:tc>
        <w:tc>
          <w:tcPr>
            <w:tcW w:w="2095" w:type="dxa"/>
          </w:tcPr>
          <w:p w14:paraId="2BE9D6B6" w14:textId="77777777" w:rsidR="00947E22" w:rsidRPr="00601F27" w:rsidRDefault="00947E22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</w:tc>
        <w:tc>
          <w:tcPr>
            <w:tcW w:w="1197" w:type="dxa"/>
          </w:tcPr>
          <w:p w14:paraId="44DEC348" w14:textId="77777777" w:rsidR="00947E22" w:rsidRPr="00004DC5" w:rsidRDefault="00947E22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</w:tbl>
    <w:p w14:paraId="22410FE6" w14:textId="3D6918C1" w:rsidR="00783DED" w:rsidRDefault="00783DED" w:rsidP="00783DED">
      <w:pPr>
        <w:pStyle w:val="Legenda"/>
        <w:keepNext/>
      </w:pPr>
      <w:bookmarkStart w:id="316" w:name="_Toc182566623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92</w:t>
      </w:r>
      <w:r w:rsidR="00715F4C">
        <w:rPr>
          <w:noProof/>
        </w:rPr>
        <w:fldChar w:fldCharType="end"/>
      </w:r>
      <w:r>
        <w:t xml:space="preserve">. </w:t>
      </w:r>
      <w:r w:rsidRPr="00070ADA">
        <w:t>Struktura elementu CleareanceExciseDutyType</w:t>
      </w:r>
      <w:bookmarkEnd w:id="316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AB5E39" w:rsidRPr="00004DC5" w14:paraId="1F0DCBE1" w14:textId="77777777" w:rsidTr="00A50C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2E005221" w14:textId="77777777" w:rsidR="00AB5E39" w:rsidRPr="00004DC5" w:rsidRDefault="00AB5E39" w:rsidP="00F64ACD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04DC5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5D5B8E55" w14:textId="77777777" w:rsidR="00AB5E39" w:rsidRPr="00004DC5" w:rsidRDefault="00AB5E39" w:rsidP="00F64ACD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04DC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1C70449F" w14:textId="77777777" w:rsidR="00AB5E39" w:rsidRPr="00004DC5" w:rsidRDefault="00AB5E39" w:rsidP="00F64ACD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04DC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1A055743" w14:textId="77777777" w:rsidR="00AB5E39" w:rsidRPr="00004DC5" w:rsidRDefault="00AB5E39" w:rsidP="00F64ACD">
            <w:pPr>
              <w:rPr>
                <w:rFonts w:cs="Arial"/>
                <w:b/>
                <w:sz w:val="18"/>
                <w:szCs w:val="18"/>
              </w:rPr>
            </w:pPr>
            <w:r w:rsidRPr="00004DC5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59F17476" w14:textId="77777777" w:rsidR="00AB5E39" w:rsidRPr="00004DC5" w:rsidRDefault="00AB5E39" w:rsidP="00F64ACD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04DC5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AB5E39" w:rsidRPr="00004DC5" w14:paraId="75F50AA1" w14:textId="77777777" w:rsidTr="00A50C2C">
        <w:trPr>
          <w:trHeight w:val="213"/>
        </w:trPr>
        <w:tc>
          <w:tcPr>
            <w:tcW w:w="1788" w:type="dxa"/>
          </w:tcPr>
          <w:p w14:paraId="6F5337A0" w14:textId="77777777" w:rsidR="00AB5E39" w:rsidRPr="00004DC5" w:rsidRDefault="00AB5E39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amountOfPrePayment</w:t>
            </w:r>
          </w:p>
        </w:tc>
        <w:tc>
          <w:tcPr>
            <w:tcW w:w="3360" w:type="dxa"/>
          </w:tcPr>
          <w:p w14:paraId="6689DA80" w14:textId="77777777" w:rsidR="00AB5E39" w:rsidRPr="00004DC5" w:rsidRDefault="003E6A94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cs="Arial"/>
                <w:sz w:val="20"/>
                <w:szCs w:val="20"/>
              </w:rPr>
              <w:t>Kwota przedpłaty akcyzy. Suma kwot z pozycji 21 i 22 deklaracji AKC-PA (I) złożonej za miesiąc, którego niniejsza deklaracja dotyczy.</w:t>
            </w:r>
          </w:p>
        </w:tc>
        <w:tc>
          <w:tcPr>
            <w:tcW w:w="840" w:type="dxa"/>
          </w:tcPr>
          <w:p w14:paraId="5190578F" w14:textId="77777777" w:rsidR="00AB5E39" w:rsidRPr="00004DC5" w:rsidRDefault="00CA7D14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14</w:t>
            </w:r>
          </w:p>
        </w:tc>
        <w:tc>
          <w:tcPr>
            <w:tcW w:w="2095" w:type="dxa"/>
          </w:tcPr>
          <w:p w14:paraId="297BFAD8" w14:textId="77777777" w:rsidR="00AB5E39" w:rsidRPr="00004DC5" w:rsidRDefault="005628FF" w:rsidP="00F64ACD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ZAmountP</w:t>
            </w:r>
          </w:p>
          <w:p w14:paraId="1452E78B" w14:textId="0D69F936" w:rsidR="00AB5E39" w:rsidRPr="00004DC5" w:rsidRDefault="00147848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AB5E39" w:rsidRPr="00004DC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>i</w:instrText>
            </w:r>
            <w:r w:rsidR="00AB5E39" w:rsidRPr="00004DC5">
              <w:rPr>
                <w:rFonts w:eastAsia="Times New Roman" w:cs="Arial"/>
                <w:sz w:val="20"/>
                <w:szCs w:val="20"/>
              </w:rPr>
              <w:instrText>17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04DC5" w:rsidRPr="00004DC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04DC5">
              <w:rPr>
                <w:rFonts w:eastAsia="Times New Roman" w:cs="Arial"/>
                <w:sz w:val="20"/>
                <w:szCs w:val="20"/>
              </w:rPr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04DC5">
              <w:rPr>
                <w:rFonts w:eastAsia="Times New Roman" w:cs="Arial"/>
                <w:sz w:val="20"/>
                <w:szCs w:val="20"/>
              </w:rPr>
              <w:t>R17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B898661" w14:textId="77777777" w:rsidR="00AB5E39" w:rsidRPr="00004DC5" w:rsidRDefault="003E6A94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</w:t>
            </w:r>
            <w:r w:rsidR="00AB5E39" w:rsidRPr="00004DC5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AB5E39" w:rsidRPr="00004DC5" w14:paraId="365C1547" w14:textId="77777777" w:rsidTr="00A50C2C">
        <w:trPr>
          <w:trHeight w:val="213"/>
        </w:trPr>
        <w:tc>
          <w:tcPr>
            <w:tcW w:w="1788" w:type="dxa"/>
          </w:tcPr>
          <w:p w14:paraId="54A5C90F" w14:textId="77777777" w:rsidR="00AB5E39" w:rsidRPr="00004DC5" w:rsidRDefault="00AB5E39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taxChargeable</w:t>
            </w:r>
          </w:p>
        </w:tc>
        <w:tc>
          <w:tcPr>
            <w:tcW w:w="3360" w:type="dxa"/>
          </w:tcPr>
          <w:p w14:paraId="771F26FA" w14:textId="77777777" w:rsidR="00AB5E39" w:rsidRPr="00004DC5" w:rsidRDefault="003E6A94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cs="Arial"/>
                <w:sz w:val="20"/>
                <w:szCs w:val="20"/>
              </w:rPr>
              <w:t>Podatek należny. Od kwoty z poz.13 należy odjąć kwotę z poz. 14, jeżeli różnica jest liczbą ujemną, należy wpisać 0.</w:t>
            </w:r>
          </w:p>
        </w:tc>
        <w:tc>
          <w:tcPr>
            <w:tcW w:w="840" w:type="dxa"/>
          </w:tcPr>
          <w:p w14:paraId="01273F8F" w14:textId="77777777" w:rsidR="00AB5E39" w:rsidRPr="00004DC5" w:rsidRDefault="00CA7D14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15</w:t>
            </w:r>
          </w:p>
        </w:tc>
        <w:tc>
          <w:tcPr>
            <w:tcW w:w="2095" w:type="dxa"/>
          </w:tcPr>
          <w:p w14:paraId="59BDF271" w14:textId="77777777" w:rsidR="00AB5E39" w:rsidRPr="00004DC5" w:rsidRDefault="005628FF" w:rsidP="00F64ACD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ZAmountP</w:t>
            </w:r>
          </w:p>
          <w:p w14:paraId="670ABA4F" w14:textId="358A5573" w:rsidR="00AB5E39" w:rsidRPr="00004DC5" w:rsidRDefault="00147848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AB5E39" w:rsidRPr="00004DC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>i</w:instrText>
            </w:r>
            <w:r w:rsidR="00AB5E39" w:rsidRPr="00004DC5">
              <w:rPr>
                <w:rFonts w:eastAsia="Times New Roman" w:cs="Arial"/>
                <w:sz w:val="20"/>
                <w:szCs w:val="20"/>
              </w:rPr>
              <w:instrText>18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04DC5" w:rsidRPr="00004DC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04DC5">
              <w:rPr>
                <w:rFonts w:eastAsia="Times New Roman" w:cs="Arial"/>
                <w:sz w:val="20"/>
                <w:szCs w:val="20"/>
              </w:rPr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04DC5">
              <w:rPr>
                <w:rFonts w:eastAsia="Times New Roman" w:cs="Arial"/>
                <w:sz w:val="20"/>
                <w:szCs w:val="20"/>
              </w:rPr>
              <w:t>R18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19A452A" w14:textId="77777777" w:rsidR="00AB5E39" w:rsidRPr="00004DC5" w:rsidRDefault="00AB5E39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AB5E39" w:rsidRPr="00004DC5" w14:paraId="64E07823" w14:textId="77777777" w:rsidTr="00A50C2C">
        <w:trPr>
          <w:trHeight w:val="213"/>
        </w:trPr>
        <w:tc>
          <w:tcPr>
            <w:tcW w:w="1788" w:type="dxa"/>
          </w:tcPr>
          <w:p w14:paraId="05A92767" w14:textId="77777777" w:rsidR="00AB5E39" w:rsidRPr="00004DC5" w:rsidRDefault="00AB5E39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surplusExcessPayment</w:t>
            </w:r>
          </w:p>
        </w:tc>
        <w:tc>
          <w:tcPr>
            <w:tcW w:w="3360" w:type="dxa"/>
          </w:tcPr>
          <w:p w14:paraId="45594F64" w14:textId="77777777" w:rsidR="00AB5E39" w:rsidRPr="00004DC5" w:rsidRDefault="003E6A94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cs="Arial"/>
                <w:sz w:val="20"/>
                <w:szCs w:val="20"/>
              </w:rPr>
              <w:t>Nadwyżka przedpłaty.</w:t>
            </w:r>
            <w:r w:rsidR="00F53B7C" w:rsidRPr="00004DC5">
              <w:rPr>
                <w:rFonts w:cs="Arial"/>
                <w:sz w:val="20"/>
                <w:szCs w:val="20"/>
              </w:rPr>
              <w:t xml:space="preserve"> </w:t>
            </w:r>
            <w:r w:rsidRPr="00004DC5">
              <w:rPr>
                <w:rFonts w:cs="Arial"/>
                <w:sz w:val="20"/>
                <w:szCs w:val="20"/>
              </w:rPr>
              <w:t>Od kwoty z poz.14 należy odjąć kwotę z poz. 13, jeżeli różnica jest liczbą ujemną, należy wpisać 0.</w:t>
            </w:r>
          </w:p>
        </w:tc>
        <w:tc>
          <w:tcPr>
            <w:tcW w:w="840" w:type="dxa"/>
          </w:tcPr>
          <w:p w14:paraId="0E479948" w14:textId="77777777" w:rsidR="00AB5E39" w:rsidRPr="00004DC5" w:rsidRDefault="00CA7D14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16</w:t>
            </w:r>
          </w:p>
        </w:tc>
        <w:tc>
          <w:tcPr>
            <w:tcW w:w="2095" w:type="dxa"/>
          </w:tcPr>
          <w:p w14:paraId="6BD00C7C" w14:textId="77777777" w:rsidR="00AB5E39" w:rsidRPr="00004DC5" w:rsidRDefault="005628FF" w:rsidP="00F64ACD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ZAmountP</w:t>
            </w:r>
          </w:p>
          <w:p w14:paraId="277BED21" w14:textId="16FCF109" w:rsidR="00AB5E39" w:rsidRPr="00004DC5" w:rsidRDefault="00147848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AB5E39" w:rsidRPr="00004DC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>i</w:instrText>
            </w:r>
            <w:r w:rsidR="00AB5E39" w:rsidRPr="00004DC5">
              <w:rPr>
                <w:rFonts w:eastAsia="Times New Roman" w:cs="Arial"/>
                <w:sz w:val="20"/>
                <w:szCs w:val="20"/>
              </w:rPr>
              <w:instrText>19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04DC5" w:rsidRPr="00004DC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04DC5">
              <w:rPr>
                <w:rFonts w:eastAsia="Times New Roman" w:cs="Arial"/>
                <w:sz w:val="20"/>
                <w:szCs w:val="20"/>
              </w:rPr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04DC5">
              <w:rPr>
                <w:rFonts w:eastAsia="Times New Roman" w:cs="Arial"/>
                <w:sz w:val="20"/>
                <w:szCs w:val="20"/>
              </w:rPr>
              <w:t>R19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844DD09" w14:textId="77777777" w:rsidR="00AB5E39" w:rsidRPr="00004DC5" w:rsidRDefault="00AB5E39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</w:tbl>
    <w:p w14:paraId="2D117B31" w14:textId="57749701" w:rsidR="00783DED" w:rsidRDefault="00783DED" w:rsidP="00783DED">
      <w:pPr>
        <w:pStyle w:val="Legenda"/>
        <w:keepNext/>
      </w:pPr>
      <w:bookmarkStart w:id="317" w:name="_Toc182566624"/>
      <w:r>
        <w:lastRenderedPageBreak/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93</w:t>
      </w:r>
      <w:r w:rsidR="00715F4C">
        <w:rPr>
          <w:noProof/>
        </w:rPr>
        <w:fldChar w:fldCharType="end"/>
      </w:r>
      <w:r>
        <w:t xml:space="preserve">. </w:t>
      </w:r>
      <w:r w:rsidRPr="00D12AD4">
        <w:t>Struktura elementu ItemsType</w:t>
      </w:r>
      <w:bookmarkEnd w:id="317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83753E" w:rsidRPr="00004DC5" w14:paraId="731E3926" w14:textId="77777777" w:rsidTr="00A50C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1FBC4F01" w14:textId="77777777" w:rsidR="0083753E" w:rsidRPr="00004DC5" w:rsidRDefault="0083753E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04DC5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162F90E3" w14:textId="77777777" w:rsidR="0083753E" w:rsidRPr="00004DC5" w:rsidRDefault="0083753E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04DC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39D61ECB" w14:textId="77777777" w:rsidR="0083753E" w:rsidRPr="00004DC5" w:rsidRDefault="007A5C25" w:rsidP="0083753E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04DC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666832C7" w14:textId="77777777" w:rsidR="0083753E" w:rsidRPr="00004DC5" w:rsidRDefault="0083753E">
            <w:pPr>
              <w:rPr>
                <w:rFonts w:cs="Arial"/>
                <w:b/>
                <w:sz w:val="18"/>
                <w:szCs w:val="18"/>
              </w:rPr>
            </w:pPr>
            <w:r w:rsidRPr="00004DC5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4670DEC0" w14:textId="77777777" w:rsidR="0083753E" w:rsidRPr="00004DC5" w:rsidRDefault="0083753E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04DC5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83753E" w:rsidRPr="00004DC5" w14:paraId="0ADDBE23" w14:textId="77777777" w:rsidTr="00A50C2C">
        <w:trPr>
          <w:trHeight w:val="213"/>
        </w:trPr>
        <w:tc>
          <w:tcPr>
            <w:tcW w:w="1788" w:type="dxa"/>
          </w:tcPr>
          <w:p w14:paraId="698358FE" w14:textId="77777777" w:rsidR="0083753E" w:rsidRPr="00004DC5" w:rsidRDefault="0083753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exportNumberOfGoods</w:t>
            </w:r>
            <w:r w:rsidR="00D10032" w:rsidRPr="00004DC5">
              <w:rPr>
                <w:rStyle w:val="pole"/>
                <w:rFonts w:ascii="Lato" w:hAnsi="Lato"/>
                <w:sz w:val="20"/>
                <w:szCs w:val="20"/>
              </w:rPr>
              <w:t>L</w:t>
            </w:r>
          </w:p>
        </w:tc>
        <w:tc>
          <w:tcPr>
            <w:tcW w:w="3360" w:type="dxa"/>
          </w:tcPr>
          <w:p w14:paraId="6EFA0194" w14:textId="77777777" w:rsidR="0083753E" w:rsidRPr="00004DC5" w:rsidRDefault="003E6A94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Sprzedaż na eksport: Ilość wyrobów na eksport w tysiącach litrów</w:t>
            </w:r>
          </w:p>
        </w:tc>
        <w:tc>
          <w:tcPr>
            <w:tcW w:w="840" w:type="dxa"/>
          </w:tcPr>
          <w:p w14:paraId="081B8DE5" w14:textId="77777777" w:rsidR="0083753E" w:rsidRPr="00004DC5" w:rsidRDefault="00155D34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287 </w:t>
            </w:r>
          </w:p>
        </w:tc>
        <w:tc>
          <w:tcPr>
            <w:tcW w:w="2095" w:type="dxa"/>
          </w:tcPr>
          <w:p w14:paraId="241F38E0" w14:textId="77777777" w:rsidR="0083753E" w:rsidRPr="00004DC5" w:rsidRDefault="0083753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565260" w:rsidRPr="00004DC5">
              <w:rPr>
                <w:rStyle w:val="pole"/>
                <w:rFonts w:ascii="Lato" w:hAnsi="Lato"/>
                <w:sz w:val="20"/>
                <w:szCs w:val="20"/>
              </w:rPr>
              <w:t>E</w:t>
            </w:r>
          </w:p>
        </w:tc>
        <w:tc>
          <w:tcPr>
            <w:tcW w:w="1197" w:type="dxa"/>
          </w:tcPr>
          <w:p w14:paraId="5CD5A311" w14:textId="77777777" w:rsidR="0083753E" w:rsidRPr="00004DC5" w:rsidRDefault="0083753E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6145FF" w:rsidRPr="00004DC5" w14:paraId="134471DA" w14:textId="77777777" w:rsidTr="00A50C2C">
        <w:trPr>
          <w:trHeight w:val="213"/>
        </w:trPr>
        <w:tc>
          <w:tcPr>
            <w:tcW w:w="1788" w:type="dxa"/>
          </w:tcPr>
          <w:p w14:paraId="77D3FAF6" w14:textId="77777777" w:rsidR="006145FF" w:rsidRPr="00004DC5" w:rsidRDefault="006145FF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exportNumberOfGoodsK</w:t>
            </w:r>
          </w:p>
        </w:tc>
        <w:tc>
          <w:tcPr>
            <w:tcW w:w="3360" w:type="dxa"/>
          </w:tcPr>
          <w:p w14:paraId="1A4F9CB1" w14:textId="77777777" w:rsidR="006145FF" w:rsidRPr="00004DC5" w:rsidRDefault="003E6A94">
            <w:pPr>
              <w:rPr>
                <w:rFonts w:cs="Arial"/>
                <w:sz w:val="20"/>
                <w:szCs w:val="20"/>
              </w:rPr>
            </w:pPr>
            <w:r w:rsidRPr="00004DC5">
              <w:rPr>
                <w:rFonts w:cs="Arial"/>
                <w:sz w:val="20"/>
                <w:szCs w:val="20"/>
              </w:rPr>
              <w:t>Sprzedaż na eksport: Ilość wyrobów na eksport w tysiącach kilogramów</w:t>
            </w:r>
          </w:p>
        </w:tc>
        <w:tc>
          <w:tcPr>
            <w:tcW w:w="840" w:type="dxa"/>
          </w:tcPr>
          <w:p w14:paraId="7B3AE65F" w14:textId="77777777" w:rsidR="006145FF" w:rsidRPr="00004DC5" w:rsidRDefault="006145FF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288</w:t>
            </w:r>
          </w:p>
        </w:tc>
        <w:tc>
          <w:tcPr>
            <w:tcW w:w="2095" w:type="dxa"/>
          </w:tcPr>
          <w:p w14:paraId="1DA4D3EF" w14:textId="77777777" w:rsidR="006145FF" w:rsidRPr="00004DC5" w:rsidRDefault="006145FF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565260" w:rsidRPr="00004DC5">
              <w:rPr>
                <w:rStyle w:val="pole"/>
                <w:rFonts w:ascii="Lato" w:hAnsi="Lato"/>
                <w:sz w:val="20"/>
                <w:szCs w:val="20"/>
              </w:rPr>
              <w:t>E</w:t>
            </w:r>
          </w:p>
        </w:tc>
        <w:tc>
          <w:tcPr>
            <w:tcW w:w="1197" w:type="dxa"/>
          </w:tcPr>
          <w:p w14:paraId="57633065" w14:textId="77777777" w:rsidR="006145FF" w:rsidRPr="00004DC5" w:rsidRDefault="006145FF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6145FF" w:rsidRPr="00004DC5" w14:paraId="0B196C7F" w14:textId="77777777" w:rsidTr="00A50C2C">
        <w:trPr>
          <w:trHeight w:val="213"/>
        </w:trPr>
        <w:tc>
          <w:tcPr>
            <w:tcW w:w="1788" w:type="dxa"/>
          </w:tcPr>
          <w:p w14:paraId="43D085E5" w14:textId="77777777" w:rsidR="006145FF" w:rsidRPr="00004DC5" w:rsidRDefault="006145FF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exportFuelValue</w:t>
            </w:r>
          </w:p>
        </w:tc>
        <w:tc>
          <w:tcPr>
            <w:tcW w:w="3360" w:type="dxa"/>
          </w:tcPr>
          <w:p w14:paraId="31AD89E5" w14:textId="77777777" w:rsidR="006145FF" w:rsidRPr="00004DC5" w:rsidRDefault="003E6A94" w:rsidP="00F64ACD">
            <w:pPr>
              <w:rPr>
                <w:rFonts w:cs="Arial"/>
                <w:sz w:val="20"/>
                <w:szCs w:val="20"/>
              </w:rPr>
            </w:pPr>
            <w:r w:rsidRPr="00004DC5">
              <w:rPr>
                <w:rFonts w:cs="Arial"/>
                <w:sz w:val="20"/>
                <w:szCs w:val="20"/>
              </w:rPr>
              <w:t>Sprzedaż na eksport: Wartość opałowa w GJ</w:t>
            </w:r>
          </w:p>
        </w:tc>
        <w:tc>
          <w:tcPr>
            <w:tcW w:w="840" w:type="dxa"/>
          </w:tcPr>
          <w:p w14:paraId="698FD8A7" w14:textId="77777777" w:rsidR="006145FF" w:rsidRPr="00004DC5" w:rsidRDefault="006145FF" w:rsidP="00F64ACD">
            <w:pPr>
              <w:rPr>
                <w:rFonts w:cs="Arial"/>
                <w:sz w:val="20"/>
                <w:szCs w:val="20"/>
              </w:rPr>
            </w:pPr>
            <w:r w:rsidRPr="00004DC5">
              <w:rPr>
                <w:rFonts w:cs="Arial"/>
                <w:sz w:val="20"/>
                <w:szCs w:val="20"/>
              </w:rPr>
              <w:t>289</w:t>
            </w:r>
          </w:p>
        </w:tc>
        <w:tc>
          <w:tcPr>
            <w:tcW w:w="2095" w:type="dxa"/>
          </w:tcPr>
          <w:p w14:paraId="4E775CED" w14:textId="77777777" w:rsidR="006145FF" w:rsidRPr="00004DC5" w:rsidRDefault="00883CF5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565260" w:rsidRPr="00004DC5">
              <w:rPr>
                <w:rStyle w:val="pole"/>
                <w:rFonts w:ascii="Lato" w:hAnsi="Lato"/>
                <w:sz w:val="20"/>
                <w:szCs w:val="20"/>
              </w:rPr>
              <w:t>E</w:t>
            </w:r>
          </w:p>
        </w:tc>
        <w:tc>
          <w:tcPr>
            <w:tcW w:w="1197" w:type="dxa"/>
          </w:tcPr>
          <w:p w14:paraId="5434DD44" w14:textId="77777777" w:rsidR="006145FF" w:rsidRPr="00004DC5" w:rsidRDefault="006145FF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83753E" w:rsidRPr="00004DC5" w14:paraId="1A621FB8" w14:textId="77777777" w:rsidTr="00A50C2C">
        <w:trPr>
          <w:trHeight w:val="213"/>
        </w:trPr>
        <w:tc>
          <w:tcPr>
            <w:tcW w:w="1788" w:type="dxa"/>
          </w:tcPr>
          <w:p w14:paraId="6964021A" w14:textId="77777777" w:rsidR="0083753E" w:rsidRPr="00004DC5" w:rsidRDefault="0083753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exportTaxRate</w:t>
            </w:r>
          </w:p>
        </w:tc>
        <w:tc>
          <w:tcPr>
            <w:tcW w:w="3360" w:type="dxa"/>
          </w:tcPr>
          <w:p w14:paraId="3CB1819A" w14:textId="77777777" w:rsidR="0083753E" w:rsidRPr="00004DC5" w:rsidRDefault="003E6A94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cs="Arial"/>
                <w:sz w:val="20"/>
                <w:szCs w:val="20"/>
              </w:rPr>
              <w:t>Sprzedaż na eksport: Stawka podatku.</w:t>
            </w:r>
          </w:p>
        </w:tc>
        <w:tc>
          <w:tcPr>
            <w:tcW w:w="840" w:type="dxa"/>
          </w:tcPr>
          <w:p w14:paraId="00C5C8D7" w14:textId="77777777" w:rsidR="0083753E" w:rsidRPr="00004DC5" w:rsidRDefault="005B57B0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290</w:t>
            </w:r>
          </w:p>
        </w:tc>
        <w:tc>
          <w:tcPr>
            <w:tcW w:w="2095" w:type="dxa"/>
          </w:tcPr>
          <w:p w14:paraId="3EB6960E" w14:textId="77777777" w:rsidR="0083753E" w:rsidRPr="00004DC5" w:rsidRDefault="0083753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</w:tc>
        <w:tc>
          <w:tcPr>
            <w:tcW w:w="1197" w:type="dxa"/>
          </w:tcPr>
          <w:p w14:paraId="7DA76888" w14:textId="77777777" w:rsidR="0083753E" w:rsidRPr="00004DC5" w:rsidRDefault="0083753E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83753E" w:rsidRPr="00004DC5" w14:paraId="40F70700" w14:textId="77777777" w:rsidTr="00A50C2C">
        <w:trPr>
          <w:trHeight w:val="213"/>
        </w:trPr>
        <w:tc>
          <w:tcPr>
            <w:tcW w:w="1788" w:type="dxa"/>
          </w:tcPr>
          <w:p w14:paraId="4167A87D" w14:textId="77777777" w:rsidR="0083753E" w:rsidRPr="00004DC5" w:rsidRDefault="0083753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exportAmountOfTax</w:t>
            </w:r>
          </w:p>
        </w:tc>
        <w:tc>
          <w:tcPr>
            <w:tcW w:w="3360" w:type="dxa"/>
          </w:tcPr>
          <w:p w14:paraId="40B7AAA9" w14:textId="77777777" w:rsidR="0083753E" w:rsidRPr="00004DC5" w:rsidRDefault="003E6A94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cs="Arial"/>
                <w:sz w:val="20"/>
                <w:szCs w:val="20"/>
              </w:rPr>
              <w:t>Sprzedaż na eksport: Kwota podatku w zł.</w:t>
            </w:r>
          </w:p>
        </w:tc>
        <w:tc>
          <w:tcPr>
            <w:tcW w:w="840" w:type="dxa"/>
          </w:tcPr>
          <w:p w14:paraId="611AFAC5" w14:textId="77777777" w:rsidR="0083753E" w:rsidRPr="00004DC5" w:rsidRDefault="005B57B0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291</w:t>
            </w:r>
          </w:p>
        </w:tc>
        <w:tc>
          <w:tcPr>
            <w:tcW w:w="2095" w:type="dxa"/>
          </w:tcPr>
          <w:p w14:paraId="63134E8D" w14:textId="77777777" w:rsidR="0083753E" w:rsidRPr="00004DC5" w:rsidRDefault="0083753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B915A5" w:rsidRPr="00004DC5">
              <w:rPr>
                <w:rStyle w:val="pole"/>
                <w:rFonts w:ascii="Lato" w:hAnsi="Lato"/>
                <w:sz w:val="20"/>
                <w:szCs w:val="20"/>
              </w:rPr>
              <w:t>T</w:t>
            </w:r>
          </w:p>
        </w:tc>
        <w:tc>
          <w:tcPr>
            <w:tcW w:w="1197" w:type="dxa"/>
          </w:tcPr>
          <w:p w14:paraId="76B96224" w14:textId="77777777" w:rsidR="0083753E" w:rsidRPr="00004DC5" w:rsidRDefault="0083753E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315FB8" w:rsidRPr="00004DC5" w14:paraId="3FBEB9E7" w14:textId="77777777" w:rsidTr="00A50C2C">
        <w:trPr>
          <w:trHeight w:val="213"/>
        </w:trPr>
        <w:tc>
          <w:tcPr>
            <w:tcW w:w="1788" w:type="dxa"/>
          </w:tcPr>
          <w:p w14:paraId="5FD451A8" w14:textId="77777777" w:rsidR="00315FB8" w:rsidRPr="00004DC5" w:rsidRDefault="00315FB8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totalNumberOfGoodsL</w:t>
            </w:r>
          </w:p>
        </w:tc>
        <w:tc>
          <w:tcPr>
            <w:tcW w:w="3360" w:type="dxa"/>
          </w:tcPr>
          <w:p w14:paraId="6F4D7EE2" w14:textId="77777777" w:rsidR="00315FB8" w:rsidRPr="00004DC5" w:rsidRDefault="003E6A94" w:rsidP="00F64ACD">
            <w:pPr>
              <w:rPr>
                <w:rFonts w:cs="Arial"/>
                <w:sz w:val="20"/>
                <w:szCs w:val="20"/>
              </w:rPr>
            </w:pPr>
            <w:r w:rsidRPr="00004DC5">
              <w:rPr>
                <w:rFonts w:cs="Arial"/>
                <w:sz w:val="20"/>
                <w:szCs w:val="20"/>
              </w:rPr>
              <w:t>Razem: Ilość wyrobów w tysiącach litrów</w:t>
            </w:r>
          </w:p>
        </w:tc>
        <w:tc>
          <w:tcPr>
            <w:tcW w:w="840" w:type="dxa"/>
          </w:tcPr>
          <w:p w14:paraId="0B0990AD" w14:textId="77777777" w:rsidR="00315FB8" w:rsidRPr="00004DC5" w:rsidRDefault="00315FB8" w:rsidP="00F64ACD">
            <w:pPr>
              <w:rPr>
                <w:rFonts w:cs="Arial"/>
                <w:sz w:val="20"/>
                <w:szCs w:val="20"/>
              </w:rPr>
            </w:pPr>
            <w:r w:rsidRPr="00004DC5">
              <w:rPr>
                <w:rFonts w:cs="Arial"/>
                <w:sz w:val="20"/>
                <w:szCs w:val="20"/>
              </w:rPr>
              <w:t>292</w:t>
            </w:r>
          </w:p>
        </w:tc>
        <w:tc>
          <w:tcPr>
            <w:tcW w:w="2095" w:type="dxa"/>
          </w:tcPr>
          <w:p w14:paraId="08FFF7F8" w14:textId="77777777" w:rsidR="00315FB8" w:rsidRPr="00004DC5" w:rsidRDefault="003466A9" w:rsidP="00F64ACD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ZAmountE</w:t>
            </w:r>
          </w:p>
          <w:p w14:paraId="5ED8A4A2" w14:textId="00B7B6BF" w:rsidR="00315FB8" w:rsidRPr="00004DC5" w:rsidRDefault="00147848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315FB8" w:rsidRPr="00004DC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>i</w:instrText>
            </w:r>
            <w:r w:rsidR="00315FB8" w:rsidRPr="00004DC5">
              <w:rPr>
                <w:rFonts w:eastAsia="Times New Roman" w:cs="Arial"/>
                <w:sz w:val="20"/>
                <w:szCs w:val="20"/>
              </w:rPr>
              <w:instrText>17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04DC5" w:rsidRPr="00004DC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04DC5">
              <w:rPr>
                <w:rFonts w:eastAsia="Times New Roman" w:cs="Arial"/>
                <w:sz w:val="20"/>
                <w:szCs w:val="20"/>
              </w:rPr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04DC5">
              <w:rPr>
                <w:rFonts w:eastAsia="Times New Roman" w:cs="Arial"/>
                <w:sz w:val="20"/>
                <w:szCs w:val="20"/>
              </w:rPr>
              <w:t>R17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830B5E4" w14:textId="77777777" w:rsidR="00315FB8" w:rsidRPr="00004DC5" w:rsidRDefault="00F47D9E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83753E" w:rsidRPr="00004DC5" w14:paraId="26CB2C74" w14:textId="77777777" w:rsidTr="00A50C2C">
        <w:trPr>
          <w:trHeight w:val="213"/>
        </w:trPr>
        <w:tc>
          <w:tcPr>
            <w:tcW w:w="1788" w:type="dxa"/>
          </w:tcPr>
          <w:p w14:paraId="12EEB71A" w14:textId="77777777" w:rsidR="0083753E" w:rsidRPr="00004DC5" w:rsidRDefault="0083753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totalNumberOfGoodsK</w:t>
            </w:r>
          </w:p>
        </w:tc>
        <w:tc>
          <w:tcPr>
            <w:tcW w:w="3360" w:type="dxa"/>
          </w:tcPr>
          <w:p w14:paraId="6AF30E4D" w14:textId="77777777" w:rsidR="0083753E" w:rsidRPr="00004DC5" w:rsidRDefault="003E6A94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cs="Arial"/>
                <w:sz w:val="20"/>
                <w:szCs w:val="20"/>
              </w:rPr>
              <w:t>Razem: Ilość wyrobów w tysiącach kilogramów</w:t>
            </w:r>
          </w:p>
        </w:tc>
        <w:tc>
          <w:tcPr>
            <w:tcW w:w="840" w:type="dxa"/>
          </w:tcPr>
          <w:p w14:paraId="0978801C" w14:textId="77777777" w:rsidR="0083753E" w:rsidRPr="00004DC5" w:rsidRDefault="001F05CD" w:rsidP="0083753E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293</w:t>
            </w:r>
          </w:p>
        </w:tc>
        <w:tc>
          <w:tcPr>
            <w:tcW w:w="2095" w:type="dxa"/>
          </w:tcPr>
          <w:p w14:paraId="6ED76772" w14:textId="77777777" w:rsidR="0083753E" w:rsidRPr="00004DC5" w:rsidRDefault="003466A9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ZAmountE</w:t>
            </w:r>
          </w:p>
          <w:p w14:paraId="58A85FDF" w14:textId="22EA7403" w:rsidR="0083753E" w:rsidRPr="00004DC5" w:rsidRDefault="00147848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83753E" w:rsidRPr="00004DC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>i</w:instrText>
            </w:r>
            <w:r w:rsidR="0083753E" w:rsidRPr="00004DC5">
              <w:rPr>
                <w:rFonts w:eastAsia="Times New Roman" w:cs="Arial"/>
                <w:sz w:val="20"/>
                <w:szCs w:val="20"/>
              </w:rPr>
              <w:instrText>8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04DC5" w:rsidRPr="00004DC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04DC5">
              <w:rPr>
                <w:rFonts w:eastAsia="Times New Roman" w:cs="Arial"/>
                <w:sz w:val="20"/>
                <w:szCs w:val="20"/>
              </w:rPr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04DC5">
              <w:rPr>
                <w:rFonts w:eastAsia="Times New Roman" w:cs="Arial"/>
                <w:sz w:val="20"/>
                <w:szCs w:val="20"/>
              </w:rPr>
              <w:t xml:space="preserve">R8 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E72D7BC" w14:textId="77777777" w:rsidR="0083753E" w:rsidRPr="00004DC5" w:rsidRDefault="0083753E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83753E" w:rsidRPr="00004DC5" w14:paraId="2A95918A" w14:textId="77777777" w:rsidTr="00A50C2C">
        <w:trPr>
          <w:trHeight w:val="213"/>
        </w:trPr>
        <w:tc>
          <w:tcPr>
            <w:tcW w:w="1788" w:type="dxa"/>
          </w:tcPr>
          <w:p w14:paraId="5B7519DB" w14:textId="77777777" w:rsidR="0083753E" w:rsidRPr="00004DC5" w:rsidRDefault="0083753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totalFuelValue</w:t>
            </w:r>
          </w:p>
        </w:tc>
        <w:tc>
          <w:tcPr>
            <w:tcW w:w="3360" w:type="dxa"/>
          </w:tcPr>
          <w:p w14:paraId="366DDDD8" w14:textId="77777777" w:rsidR="0083753E" w:rsidRPr="00004DC5" w:rsidRDefault="003E6A94">
            <w:pPr>
              <w:rPr>
                <w:rFonts w:cs="Arial"/>
                <w:sz w:val="20"/>
                <w:szCs w:val="20"/>
              </w:rPr>
            </w:pPr>
            <w:r w:rsidRPr="00004DC5">
              <w:rPr>
                <w:rFonts w:cs="Arial"/>
                <w:sz w:val="20"/>
                <w:szCs w:val="20"/>
              </w:rPr>
              <w:t>Razem: Ilość wyrobów wyrażonych wartością opałową w GJ</w:t>
            </w:r>
          </w:p>
        </w:tc>
        <w:tc>
          <w:tcPr>
            <w:tcW w:w="840" w:type="dxa"/>
          </w:tcPr>
          <w:p w14:paraId="2FE487E7" w14:textId="77777777" w:rsidR="0083753E" w:rsidRPr="00004DC5" w:rsidRDefault="001F05CD">
            <w:pPr>
              <w:rPr>
                <w:rFonts w:cs="Arial"/>
                <w:sz w:val="20"/>
                <w:szCs w:val="20"/>
              </w:rPr>
            </w:pPr>
            <w:r w:rsidRPr="00004DC5">
              <w:rPr>
                <w:rFonts w:cs="Arial"/>
                <w:sz w:val="20"/>
                <w:szCs w:val="20"/>
              </w:rPr>
              <w:t>294</w:t>
            </w:r>
          </w:p>
        </w:tc>
        <w:tc>
          <w:tcPr>
            <w:tcW w:w="2095" w:type="dxa"/>
          </w:tcPr>
          <w:p w14:paraId="6D3E79FD" w14:textId="77777777" w:rsidR="0083753E" w:rsidRPr="00004DC5" w:rsidRDefault="00FC2A70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</w:t>
            </w:r>
            <w:r w:rsidR="003466A9" w:rsidRPr="00004DC5">
              <w:rPr>
                <w:rStyle w:val="pole"/>
                <w:rFonts w:ascii="Lato" w:hAnsi="Lato"/>
                <w:sz w:val="20"/>
                <w:szCs w:val="20"/>
                <w:lang w:val="pl-PL"/>
              </w:rPr>
              <w:t>E</w:t>
            </w:r>
          </w:p>
          <w:p w14:paraId="10DACD48" w14:textId="17715A87" w:rsidR="0083753E" w:rsidRPr="00004DC5" w:rsidRDefault="00147848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83753E" w:rsidRPr="00004DC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>i</w:instrText>
            </w:r>
            <w:r w:rsidR="0083753E" w:rsidRPr="00004DC5">
              <w:rPr>
                <w:rFonts w:eastAsia="Times New Roman" w:cs="Arial"/>
                <w:sz w:val="20"/>
                <w:szCs w:val="20"/>
              </w:rPr>
              <w:instrText>9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04DC5" w:rsidRPr="00004DC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04DC5">
              <w:rPr>
                <w:rFonts w:eastAsia="Times New Roman" w:cs="Arial"/>
                <w:sz w:val="20"/>
                <w:szCs w:val="20"/>
              </w:rPr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04DC5">
              <w:rPr>
                <w:rFonts w:eastAsia="Times New Roman" w:cs="Arial"/>
                <w:sz w:val="20"/>
                <w:szCs w:val="20"/>
              </w:rPr>
              <w:t>R9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5020C10" w14:textId="77777777" w:rsidR="0083753E" w:rsidRPr="00004DC5" w:rsidRDefault="0083753E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1F05CD" w:rsidRPr="00004DC5" w14:paraId="78758950" w14:textId="77777777" w:rsidTr="00A50C2C">
        <w:trPr>
          <w:trHeight w:val="213"/>
        </w:trPr>
        <w:tc>
          <w:tcPr>
            <w:tcW w:w="1788" w:type="dxa"/>
          </w:tcPr>
          <w:p w14:paraId="46FD18CC" w14:textId="77777777" w:rsidR="001F05CD" w:rsidRPr="00004DC5" w:rsidRDefault="001F05CD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totalAmountOfTax</w:t>
            </w:r>
          </w:p>
        </w:tc>
        <w:tc>
          <w:tcPr>
            <w:tcW w:w="3360" w:type="dxa"/>
          </w:tcPr>
          <w:p w14:paraId="76AD36C1" w14:textId="77777777" w:rsidR="001F05CD" w:rsidRPr="00004DC5" w:rsidRDefault="003E6A94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cs="Arial"/>
                <w:sz w:val="20"/>
                <w:szCs w:val="20"/>
              </w:rPr>
              <w:t>Razem: Kwota podatku w zł.</w:t>
            </w:r>
          </w:p>
        </w:tc>
        <w:tc>
          <w:tcPr>
            <w:tcW w:w="840" w:type="dxa"/>
          </w:tcPr>
          <w:p w14:paraId="6E1A727C" w14:textId="77777777" w:rsidR="001F05CD" w:rsidRPr="00004DC5" w:rsidRDefault="001F05CD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295</w:t>
            </w:r>
          </w:p>
        </w:tc>
        <w:tc>
          <w:tcPr>
            <w:tcW w:w="2095" w:type="dxa"/>
          </w:tcPr>
          <w:p w14:paraId="07A7004D" w14:textId="77777777" w:rsidR="001F05CD" w:rsidRPr="00004DC5" w:rsidRDefault="00FC2A70" w:rsidP="00F64ACD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ZAmountT</w:t>
            </w:r>
          </w:p>
          <w:p w14:paraId="2CC34A30" w14:textId="72AABE4D" w:rsidR="001F05CD" w:rsidRPr="00004DC5" w:rsidRDefault="00147848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1F05CD" w:rsidRPr="00004DC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>i</w:instrText>
            </w:r>
            <w:r w:rsidR="001F05CD" w:rsidRPr="00004DC5">
              <w:rPr>
                <w:rFonts w:eastAsia="Times New Roman" w:cs="Arial"/>
                <w:sz w:val="20"/>
                <w:szCs w:val="20"/>
              </w:rPr>
              <w:instrText>10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04DC5" w:rsidRPr="00004DC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04DC5">
              <w:rPr>
                <w:rFonts w:eastAsia="Times New Roman" w:cs="Arial"/>
                <w:sz w:val="20"/>
                <w:szCs w:val="20"/>
              </w:rPr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04DC5">
              <w:rPr>
                <w:rFonts w:eastAsia="Times New Roman" w:cs="Arial"/>
                <w:sz w:val="20"/>
                <w:szCs w:val="20"/>
              </w:rPr>
              <w:t>R10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  <w:p w14:paraId="5B01E076" w14:textId="77777777" w:rsidR="001F05CD" w:rsidRPr="00004DC5" w:rsidRDefault="001F05CD" w:rsidP="00F64ACD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197" w:type="dxa"/>
          </w:tcPr>
          <w:p w14:paraId="720D0494" w14:textId="77777777" w:rsidR="001F05CD" w:rsidRPr="00004DC5" w:rsidRDefault="001F05CD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83753E" w:rsidRPr="00004DC5" w14:paraId="3283C3D5" w14:textId="77777777" w:rsidTr="00A50C2C">
        <w:trPr>
          <w:trHeight w:val="213"/>
        </w:trPr>
        <w:tc>
          <w:tcPr>
            <w:tcW w:w="1788" w:type="dxa"/>
          </w:tcPr>
          <w:p w14:paraId="5021C377" w14:textId="77777777" w:rsidR="0083753E" w:rsidRPr="00004DC5" w:rsidRDefault="0083753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Item</w:t>
            </w:r>
          </w:p>
        </w:tc>
        <w:tc>
          <w:tcPr>
            <w:tcW w:w="3360" w:type="dxa"/>
          </w:tcPr>
          <w:p w14:paraId="3A547A62" w14:textId="77777777" w:rsidR="0083753E" w:rsidRPr="00004DC5" w:rsidRDefault="003E6A94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Obliczenie wysokości </w:t>
            </w:r>
            <w:r w:rsidR="0083753E" w:rsidRPr="00004DC5">
              <w:rPr>
                <w:rFonts w:eastAsia="Times New Roman" w:cs="Arial"/>
                <w:sz w:val="20"/>
                <w:szCs w:val="20"/>
              </w:rPr>
              <w:t>podatku akcyzowego od poszczególnych wyrobów</w:t>
            </w:r>
          </w:p>
        </w:tc>
        <w:tc>
          <w:tcPr>
            <w:tcW w:w="840" w:type="dxa"/>
          </w:tcPr>
          <w:p w14:paraId="55E7C662" w14:textId="77777777" w:rsidR="0083753E" w:rsidRPr="00004DC5" w:rsidRDefault="0067159A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F</w:t>
            </w:r>
          </w:p>
        </w:tc>
        <w:tc>
          <w:tcPr>
            <w:tcW w:w="2095" w:type="dxa"/>
          </w:tcPr>
          <w:p w14:paraId="37B29410" w14:textId="77777777" w:rsidR="0083753E" w:rsidRPr="00004DC5" w:rsidRDefault="00BE3FF8" w:rsidP="00BE3FF8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instrText xml:space="preserve"> REF ItemType_i \h  \* MERGEFORMAT </w:instrTex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601F27">
              <w:rPr>
                <w:rStyle w:val="pole"/>
                <w:rFonts w:ascii="Lato" w:hAnsi="Lato"/>
                <w:sz w:val="20"/>
                <w:szCs w:val="20"/>
              </w:rPr>
              <w:t>ItemType</w: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8E70A52" w14:textId="77777777" w:rsidR="0083753E" w:rsidRPr="00004DC5" w:rsidRDefault="0083753E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0..*</w:t>
            </w:r>
          </w:p>
        </w:tc>
      </w:tr>
    </w:tbl>
    <w:p w14:paraId="718C716D" w14:textId="0BD5FE6C" w:rsidR="00783DED" w:rsidRDefault="00783DED" w:rsidP="00783DED">
      <w:pPr>
        <w:pStyle w:val="Legenda"/>
        <w:keepNext/>
      </w:pPr>
      <w:bookmarkStart w:id="318" w:name="_Toc182566625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94</w:t>
      </w:r>
      <w:r w:rsidR="00715F4C">
        <w:rPr>
          <w:noProof/>
        </w:rPr>
        <w:fldChar w:fldCharType="end"/>
      </w:r>
      <w:r>
        <w:t xml:space="preserve">. </w:t>
      </w:r>
      <w:r w:rsidRPr="00E6448E">
        <w:t>Struktura elementu ItemType</w:t>
      </w:r>
      <w:bookmarkEnd w:id="318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83753E" w:rsidRPr="00004DC5" w14:paraId="48DD40E1" w14:textId="77777777" w:rsidTr="00A50C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5FF83D48" w14:textId="77777777" w:rsidR="0083753E" w:rsidRPr="00004DC5" w:rsidRDefault="0083753E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04DC5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5153E14D" w14:textId="77777777" w:rsidR="0083753E" w:rsidRPr="00004DC5" w:rsidRDefault="0083753E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04DC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19F72144" w14:textId="77777777" w:rsidR="0083753E" w:rsidRPr="00004DC5" w:rsidRDefault="007A5C25" w:rsidP="0083753E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04DC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38C3DC76" w14:textId="77777777" w:rsidR="0083753E" w:rsidRPr="00004DC5" w:rsidRDefault="0083753E">
            <w:pPr>
              <w:rPr>
                <w:rFonts w:cs="Arial"/>
                <w:b/>
                <w:sz w:val="18"/>
                <w:szCs w:val="18"/>
              </w:rPr>
            </w:pPr>
            <w:r w:rsidRPr="00004DC5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4CED5B88" w14:textId="77777777" w:rsidR="0083753E" w:rsidRPr="00004DC5" w:rsidRDefault="0083753E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04DC5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83753E" w:rsidRPr="00004DC5" w14:paraId="435BA517" w14:textId="77777777" w:rsidTr="00A50C2C">
        <w:trPr>
          <w:trHeight w:val="213"/>
        </w:trPr>
        <w:tc>
          <w:tcPr>
            <w:tcW w:w="1788" w:type="dxa"/>
          </w:tcPr>
          <w:p w14:paraId="6B0ED4B9" w14:textId="77777777" w:rsidR="0083753E" w:rsidRPr="00004DC5" w:rsidRDefault="0083753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id</w:t>
            </w:r>
          </w:p>
        </w:tc>
        <w:tc>
          <w:tcPr>
            <w:tcW w:w="3360" w:type="dxa"/>
          </w:tcPr>
          <w:p w14:paraId="3303A702" w14:textId="77777777" w:rsidR="0083753E" w:rsidRPr="00004DC5" w:rsidRDefault="0083753E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Liczba porządkowa.</w:t>
            </w:r>
          </w:p>
        </w:tc>
        <w:tc>
          <w:tcPr>
            <w:tcW w:w="840" w:type="dxa"/>
          </w:tcPr>
          <w:p w14:paraId="2E2ABD7C" w14:textId="77777777" w:rsidR="0083753E" w:rsidRPr="00004DC5" w:rsidRDefault="0067159A" w:rsidP="0083753E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F.a</w:t>
            </w:r>
          </w:p>
        </w:tc>
        <w:tc>
          <w:tcPr>
            <w:tcW w:w="2095" w:type="dxa"/>
          </w:tcPr>
          <w:p w14:paraId="38B41C02" w14:textId="77777777" w:rsidR="0083753E" w:rsidRPr="00004DC5" w:rsidRDefault="005173F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ZNumeric</w:t>
            </w:r>
          </w:p>
        </w:tc>
        <w:tc>
          <w:tcPr>
            <w:tcW w:w="1197" w:type="dxa"/>
          </w:tcPr>
          <w:p w14:paraId="70A34A05" w14:textId="77777777" w:rsidR="0083753E" w:rsidRPr="00004DC5" w:rsidRDefault="0083753E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83753E" w:rsidRPr="00004DC5" w14:paraId="7C76B4A9" w14:textId="77777777" w:rsidTr="00A50C2C">
        <w:trPr>
          <w:trHeight w:val="213"/>
        </w:trPr>
        <w:tc>
          <w:tcPr>
            <w:tcW w:w="1788" w:type="dxa"/>
          </w:tcPr>
          <w:p w14:paraId="2DD94630" w14:textId="77777777" w:rsidR="0083753E" w:rsidRPr="00004DC5" w:rsidRDefault="0083753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groupOfGoodsName</w:t>
            </w:r>
          </w:p>
        </w:tc>
        <w:tc>
          <w:tcPr>
            <w:tcW w:w="3360" w:type="dxa"/>
          </w:tcPr>
          <w:p w14:paraId="03666952" w14:textId="77777777" w:rsidR="0083753E" w:rsidRPr="00004DC5" w:rsidRDefault="0083753E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Nazwa grupy wyrobów, dla których ustalono odrębne stawki podatkowe</w:t>
            </w:r>
          </w:p>
        </w:tc>
        <w:tc>
          <w:tcPr>
            <w:tcW w:w="840" w:type="dxa"/>
          </w:tcPr>
          <w:p w14:paraId="0AE32604" w14:textId="77777777" w:rsidR="0083753E" w:rsidRPr="00004DC5" w:rsidRDefault="0067159A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F.b</w:t>
            </w:r>
          </w:p>
        </w:tc>
        <w:tc>
          <w:tcPr>
            <w:tcW w:w="2095" w:type="dxa"/>
          </w:tcPr>
          <w:p w14:paraId="473615E9" w14:textId="77777777" w:rsidR="0083753E" w:rsidRPr="00004DC5" w:rsidRDefault="00762D06" w:rsidP="00762D06">
            <w:pPr>
              <w:ind w:left="2880" w:hanging="2880"/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ZCharacter</w:t>
            </w:r>
          </w:p>
          <w:p w14:paraId="00F356CD" w14:textId="1B537C95" w:rsidR="0083753E" w:rsidRPr="00004DC5" w:rsidRDefault="00147848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83753E" w:rsidRPr="00004DC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>i</w:instrText>
            </w:r>
            <w:r w:rsidR="0083753E" w:rsidRPr="00004DC5">
              <w:rPr>
                <w:rFonts w:eastAsia="Times New Roman" w:cs="Arial"/>
                <w:sz w:val="20"/>
                <w:szCs w:val="20"/>
              </w:rPr>
              <w:instrText>11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04DC5" w:rsidRPr="00004DC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04DC5">
              <w:rPr>
                <w:rFonts w:eastAsia="Times New Roman" w:cs="Arial"/>
                <w:sz w:val="20"/>
                <w:szCs w:val="20"/>
              </w:rPr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04DC5">
              <w:rPr>
                <w:rFonts w:eastAsia="Times New Roman" w:cs="Arial"/>
                <w:sz w:val="20"/>
                <w:szCs w:val="20"/>
              </w:rPr>
              <w:t>R11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255B112" w14:textId="77777777" w:rsidR="0083753E" w:rsidRPr="00004DC5" w:rsidRDefault="0083753E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83753E" w:rsidRPr="00004DC5" w14:paraId="42092593" w14:textId="77777777" w:rsidTr="00A50C2C">
        <w:trPr>
          <w:trHeight w:val="213"/>
        </w:trPr>
        <w:tc>
          <w:tcPr>
            <w:tcW w:w="1788" w:type="dxa"/>
          </w:tcPr>
          <w:p w14:paraId="70FDBAC7" w14:textId="77777777" w:rsidR="0083753E" w:rsidRPr="00004DC5" w:rsidRDefault="0083753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shortages</w:t>
            </w:r>
          </w:p>
        </w:tc>
        <w:tc>
          <w:tcPr>
            <w:tcW w:w="3360" w:type="dxa"/>
          </w:tcPr>
          <w:p w14:paraId="50F364CB" w14:textId="77777777" w:rsidR="0083753E" w:rsidRPr="00004DC5" w:rsidRDefault="0083753E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Możliwość oznaczenia w przypadku wykazywania ubytków wyrobów akcyzowych (przekraczających normy dopuszczalnych ubytków) lub całkowitego zniszczenia wyrobów.</w:t>
            </w:r>
          </w:p>
        </w:tc>
        <w:tc>
          <w:tcPr>
            <w:tcW w:w="840" w:type="dxa"/>
          </w:tcPr>
          <w:p w14:paraId="246EAD5E" w14:textId="77777777" w:rsidR="0083753E" w:rsidRPr="00004DC5" w:rsidRDefault="0067159A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44FDBF06" w14:textId="77777777" w:rsidR="0083753E" w:rsidRPr="00004DC5" w:rsidRDefault="003C626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ZShortages</w:t>
            </w:r>
          </w:p>
          <w:p w14:paraId="559614C8" w14:textId="6CDF31E0" w:rsidR="0083753E" w:rsidRPr="00004DC5" w:rsidRDefault="00147848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83753E" w:rsidRPr="00004DC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>i</w:instrText>
            </w:r>
            <w:r w:rsidR="0083753E" w:rsidRPr="00004DC5">
              <w:rPr>
                <w:rFonts w:eastAsia="Times New Roman" w:cs="Arial"/>
                <w:sz w:val="20"/>
                <w:szCs w:val="20"/>
              </w:rPr>
              <w:instrText>20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04DC5" w:rsidRPr="00004DC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04DC5">
              <w:rPr>
                <w:rFonts w:eastAsia="Times New Roman" w:cs="Arial"/>
                <w:sz w:val="20"/>
                <w:szCs w:val="20"/>
              </w:rPr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04DC5">
              <w:rPr>
                <w:rFonts w:eastAsia="Times New Roman" w:cs="Arial"/>
                <w:sz w:val="20"/>
                <w:szCs w:val="20"/>
              </w:rPr>
              <w:t>R20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9A8210F" w14:textId="77777777" w:rsidR="0083753E" w:rsidRPr="00004DC5" w:rsidRDefault="0083753E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83753E" w:rsidRPr="00004DC5" w14:paraId="6A6412AE" w14:textId="77777777" w:rsidTr="00A50C2C">
        <w:trPr>
          <w:trHeight w:val="213"/>
        </w:trPr>
        <w:tc>
          <w:tcPr>
            <w:tcW w:w="1788" w:type="dxa"/>
          </w:tcPr>
          <w:p w14:paraId="73F34C3F" w14:textId="77777777" w:rsidR="0083753E" w:rsidRPr="00004DC5" w:rsidRDefault="0083753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codeCN</w:t>
            </w:r>
          </w:p>
        </w:tc>
        <w:tc>
          <w:tcPr>
            <w:tcW w:w="3360" w:type="dxa"/>
          </w:tcPr>
          <w:p w14:paraId="57C0F08A" w14:textId="77777777" w:rsidR="0083753E" w:rsidRPr="00004DC5" w:rsidRDefault="003E6A94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Ośmiocyfrowy kod CN.</w:t>
            </w:r>
          </w:p>
        </w:tc>
        <w:tc>
          <w:tcPr>
            <w:tcW w:w="840" w:type="dxa"/>
          </w:tcPr>
          <w:p w14:paraId="1FD8CE74" w14:textId="77777777" w:rsidR="0083753E" w:rsidRPr="00004DC5" w:rsidRDefault="0067159A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F.c</w:t>
            </w:r>
          </w:p>
        </w:tc>
        <w:tc>
          <w:tcPr>
            <w:tcW w:w="2095" w:type="dxa"/>
          </w:tcPr>
          <w:p w14:paraId="5B74F654" w14:textId="77777777" w:rsidR="0083753E" w:rsidRPr="00004DC5" w:rsidRDefault="004C0A94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ZCodeCN</w:t>
            </w:r>
          </w:p>
          <w:p w14:paraId="311AEB94" w14:textId="49893EBC" w:rsidR="0083753E" w:rsidRPr="00004DC5" w:rsidRDefault="00147848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lastRenderedPageBreak/>
              <w:t xml:space="preserve">Patrz reguła 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83753E" w:rsidRPr="00004DC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>i</w:instrText>
            </w:r>
            <w:r w:rsidR="0083753E" w:rsidRPr="00004DC5">
              <w:rPr>
                <w:rFonts w:eastAsia="Times New Roman" w:cs="Arial"/>
                <w:sz w:val="20"/>
                <w:szCs w:val="20"/>
              </w:rPr>
              <w:instrText>12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04DC5" w:rsidRPr="00004DC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04DC5">
              <w:rPr>
                <w:rFonts w:eastAsia="Times New Roman" w:cs="Arial"/>
                <w:sz w:val="20"/>
                <w:szCs w:val="20"/>
              </w:rPr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04DC5">
              <w:rPr>
                <w:rFonts w:eastAsia="Times New Roman" w:cs="Arial"/>
                <w:sz w:val="20"/>
                <w:szCs w:val="20"/>
              </w:rPr>
              <w:t>R12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0CC584A" w14:textId="77777777" w:rsidR="0083753E" w:rsidRPr="00004DC5" w:rsidRDefault="0083753E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lastRenderedPageBreak/>
              <w:t>0..1</w:t>
            </w:r>
          </w:p>
        </w:tc>
      </w:tr>
      <w:tr w:rsidR="0083753E" w:rsidRPr="00004DC5" w14:paraId="13D5408C" w14:textId="77777777" w:rsidTr="00A50C2C">
        <w:trPr>
          <w:trHeight w:val="213"/>
        </w:trPr>
        <w:tc>
          <w:tcPr>
            <w:tcW w:w="1788" w:type="dxa"/>
          </w:tcPr>
          <w:p w14:paraId="1C2D8A89" w14:textId="77777777" w:rsidR="0083753E" w:rsidRPr="00004DC5" w:rsidRDefault="0083753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numberOfGoodsK</w:t>
            </w:r>
          </w:p>
        </w:tc>
        <w:tc>
          <w:tcPr>
            <w:tcW w:w="3360" w:type="dxa"/>
          </w:tcPr>
          <w:p w14:paraId="1A285DC6" w14:textId="77777777" w:rsidR="0083753E" w:rsidRPr="00004DC5" w:rsidRDefault="003E6A94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cs="Arial"/>
                <w:sz w:val="20"/>
                <w:szCs w:val="20"/>
              </w:rPr>
              <w:t>Ilość wyrobów, w tysiącach kilogramów (z dokładnością do trzech miejsc po przecinku).</w:t>
            </w:r>
          </w:p>
        </w:tc>
        <w:tc>
          <w:tcPr>
            <w:tcW w:w="840" w:type="dxa"/>
          </w:tcPr>
          <w:p w14:paraId="19A22AA8" w14:textId="77777777" w:rsidR="0083753E" w:rsidRPr="00004DC5" w:rsidRDefault="0067159A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F.e</w:t>
            </w:r>
          </w:p>
        </w:tc>
        <w:tc>
          <w:tcPr>
            <w:tcW w:w="2095" w:type="dxa"/>
          </w:tcPr>
          <w:p w14:paraId="7D4B2B92" w14:textId="77777777" w:rsidR="0083753E" w:rsidRPr="00004DC5" w:rsidRDefault="0083753E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ZAmountE</w:t>
            </w:r>
          </w:p>
          <w:p w14:paraId="47D37740" w14:textId="31387C8D" w:rsidR="0083753E" w:rsidRPr="00004DC5" w:rsidRDefault="00147848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83753E" w:rsidRPr="00004DC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>i</w:instrText>
            </w:r>
            <w:r w:rsidR="0083753E" w:rsidRPr="00004DC5">
              <w:rPr>
                <w:rFonts w:eastAsia="Times New Roman" w:cs="Arial"/>
                <w:sz w:val="20"/>
                <w:szCs w:val="20"/>
              </w:rPr>
              <w:instrText>13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04DC5" w:rsidRPr="00004DC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04DC5">
              <w:rPr>
                <w:rFonts w:eastAsia="Times New Roman" w:cs="Arial"/>
                <w:sz w:val="20"/>
                <w:szCs w:val="20"/>
              </w:rPr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04DC5">
              <w:rPr>
                <w:rFonts w:eastAsia="Times New Roman" w:cs="Arial"/>
                <w:sz w:val="20"/>
                <w:szCs w:val="20"/>
              </w:rPr>
              <w:t>R13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692ABCB" w14:textId="77777777" w:rsidR="0083753E" w:rsidRPr="00004DC5" w:rsidRDefault="0083753E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83753E" w:rsidRPr="00004DC5" w14:paraId="1D07CFB3" w14:textId="77777777" w:rsidTr="00A50C2C">
        <w:trPr>
          <w:trHeight w:val="213"/>
        </w:trPr>
        <w:tc>
          <w:tcPr>
            <w:tcW w:w="1788" w:type="dxa"/>
          </w:tcPr>
          <w:p w14:paraId="7719FE5E" w14:textId="77777777" w:rsidR="0083753E" w:rsidRPr="00004DC5" w:rsidRDefault="0083753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numberOfGoodsL</w:t>
            </w:r>
          </w:p>
        </w:tc>
        <w:tc>
          <w:tcPr>
            <w:tcW w:w="3360" w:type="dxa"/>
          </w:tcPr>
          <w:p w14:paraId="3B404F3D" w14:textId="77777777" w:rsidR="0083753E" w:rsidRPr="00004DC5" w:rsidRDefault="003E6A94">
            <w:pPr>
              <w:rPr>
                <w:rFonts w:cs="Arial"/>
                <w:sz w:val="20"/>
                <w:szCs w:val="20"/>
              </w:rPr>
            </w:pPr>
            <w:r w:rsidRPr="00004DC5">
              <w:rPr>
                <w:rFonts w:cs="Arial"/>
                <w:sz w:val="20"/>
                <w:szCs w:val="20"/>
              </w:rPr>
              <w:t>Ilość wyrobów w tysiącach litrów, (z dokładnością do trzech miejsc po przecinku).</w:t>
            </w:r>
          </w:p>
        </w:tc>
        <w:tc>
          <w:tcPr>
            <w:tcW w:w="840" w:type="dxa"/>
          </w:tcPr>
          <w:p w14:paraId="2D2CB100" w14:textId="77777777" w:rsidR="0083753E" w:rsidRPr="00004DC5" w:rsidRDefault="0067159A">
            <w:pPr>
              <w:rPr>
                <w:rFonts w:cs="Arial"/>
                <w:sz w:val="20"/>
                <w:szCs w:val="20"/>
              </w:rPr>
            </w:pPr>
            <w:r w:rsidRPr="00004DC5">
              <w:rPr>
                <w:rFonts w:cs="Arial"/>
                <w:sz w:val="20"/>
                <w:szCs w:val="20"/>
              </w:rPr>
              <w:t>F.d</w:t>
            </w:r>
          </w:p>
        </w:tc>
        <w:tc>
          <w:tcPr>
            <w:tcW w:w="2095" w:type="dxa"/>
          </w:tcPr>
          <w:p w14:paraId="268F1EAC" w14:textId="77777777" w:rsidR="0083753E" w:rsidRPr="00004DC5" w:rsidRDefault="0083753E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ZAmountE</w:t>
            </w:r>
          </w:p>
          <w:p w14:paraId="5B9885DF" w14:textId="5F0F0749" w:rsidR="0083753E" w:rsidRPr="00004DC5" w:rsidRDefault="00147848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83753E" w:rsidRPr="00004DC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>i</w:instrText>
            </w:r>
            <w:r w:rsidR="0083753E" w:rsidRPr="00004DC5">
              <w:rPr>
                <w:rFonts w:eastAsia="Times New Roman" w:cs="Arial"/>
                <w:sz w:val="20"/>
                <w:szCs w:val="20"/>
              </w:rPr>
              <w:instrText>14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04DC5" w:rsidRPr="00004DC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04DC5">
              <w:rPr>
                <w:rFonts w:eastAsia="Times New Roman" w:cs="Arial"/>
                <w:sz w:val="20"/>
                <w:szCs w:val="20"/>
              </w:rPr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04DC5">
              <w:rPr>
                <w:rFonts w:eastAsia="Times New Roman" w:cs="Arial"/>
                <w:sz w:val="20"/>
                <w:szCs w:val="20"/>
              </w:rPr>
              <w:t>R14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554B09B" w14:textId="77777777" w:rsidR="0083753E" w:rsidRPr="00004DC5" w:rsidRDefault="00116B69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83753E" w:rsidRPr="00004DC5" w14:paraId="1F03685A" w14:textId="77777777" w:rsidTr="00A50C2C">
        <w:trPr>
          <w:trHeight w:val="213"/>
        </w:trPr>
        <w:tc>
          <w:tcPr>
            <w:tcW w:w="1788" w:type="dxa"/>
          </w:tcPr>
          <w:p w14:paraId="4FB7D201" w14:textId="77777777" w:rsidR="0083753E" w:rsidRPr="00004DC5" w:rsidRDefault="0083753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fuelValue</w:t>
            </w:r>
          </w:p>
        </w:tc>
        <w:tc>
          <w:tcPr>
            <w:tcW w:w="3360" w:type="dxa"/>
          </w:tcPr>
          <w:p w14:paraId="5A00513F" w14:textId="77777777" w:rsidR="0083753E" w:rsidRPr="00004DC5" w:rsidRDefault="003E6A94">
            <w:pPr>
              <w:rPr>
                <w:rFonts w:cs="Arial"/>
                <w:sz w:val="20"/>
                <w:szCs w:val="20"/>
              </w:rPr>
            </w:pPr>
            <w:r w:rsidRPr="00004DC5">
              <w:rPr>
                <w:rFonts w:cs="Arial"/>
                <w:sz w:val="20"/>
                <w:szCs w:val="20"/>
              </w:rPr>
              <w:t>Ilość w GJ</w:t>
            </w:r>
          </w:p>
        </w:tc>
        <w:tc>
          <w:tcPr>
            <w:tcW w:w="840" w:type="dxa"/>
          </w:tcPr>
          <w:p w14:paraId="5939B268" w14:textId="77777777" w:rsidR="0083753E" w:rsidRPr="00004DC5" w:rsidRDefault="0067159A">
            <w:pPr>
              <w:rPr>
                <w:rFonts w:cs="Arial"/>
                <w:sz w:val="20"/>
                <w:szCs w:val="20"/>
              </w:rPr>
            </w:pPr>
            <w:r w:rsidRPr="00004DC5">
              <w:rPr>
                <w:rFonts w:cs="Arial"/>
                <w:sz w:val="20"/>
                <w:szCs w:val="20"/>
              </w:rPr>
              <w:t>F.f</w:t>
            </w:r>
          </w:p>
        </w:tc>
        <w:tc>
          <w:tcPr>
            <w:tcW w:w="2095" w:type="dxa"/>
          </w:tcPr>
          <w:p w14:paraId="157E156D" w14:textId="77777777" w:rsidR="0083753E" w:rsidRPr="00004DC5" w:rsidRDefault="0083753E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ZAmountE</w:t>
            </w:r>
          </w:p>
          <w:p w14:paraId="2108C1AE" w14:textId="5E976218" w:rsidR="0083753E" w:rsidRPr="00004DC5" w:rsidRDefault="00147848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83753E" w:rsidRPr="00004DC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>i</w:instrText>
            </w:r>
            <w:r w:rsidR="0083753E" w:rsidRPr="00004DC5">
              <w:rPr>
                <w:rFonts w:eastAsia="Times New Roman" w:cs="Arial"/>
                <w:sz w:val="20"/>
                <w:szCs w:val="20"/>
              </w:rPr>
              <w:instrText>15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04DC5" w:rsidRPr="00004DC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04DC5">
              <w:rPr>
                <w:rFonts w:eastAsia="Times New Roman" w:cs="Arial"/>
                <w:sz w:val="20"/>
                <w:szCs w:val="20"/>
              </w:rPr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04DC5">
              <w:rPr>
                <w:rFonts w:eastAsia="Times New Roman" w:cs="Arial"/>
                <w:sz w:val="20"/>
                <w:szCs w:val="20"/>
              </w:rPr>
              <w:t>R15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7FAE3D6" w14:textId="77777777" w:rsidR="0083753E" w:rsidRPr="00004DC5" w:rsidRDefault="0083753E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83753E" w:rsidRPr="00004DC5" w14:paraId="2BDA41B6" w14:textId="77777777" w:rsidTr="00A50C2C">
        <w:trPr>
          <w:trHeight w:val="213"/>
        </w:trPr>
        <w:tc>
          <w:tcPr>
            <w:tcW w:w="1788" w:type="dxa"/>
          </w:tcPr>
          <w:p w14:paraId="60C715D7" w14:textId="77777777" w:rsidR="0083753E" w:rsidRPr="00004DC5" w:rsidRDefault="0083753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taxRate</w:t>
            </w:r>
          </w:p>
        </w:tc>
        <w:tc>
          <w:tcPr>
            <w:tcW w:w="3360" w:type="dxa"/>
          </w:tcPr>
          <w:p w14:paraId="509DCE71" w14:textId="77777777" w:rsidR="0083753E" w:rsidRPr="00004DC5" w:rsidRDefault="003E6A94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Stawka podatku.</w:t>
            </w:r>
          </w:p>
        </w:tc>
        <w:tc>
          <w:tcPr>
            <w:tcW w:w="840" w:type="dxa"/>
          </w:tcPr>
          <w:p w14:paraId="5105B01F" w14:textId="77777777" w:rsidR="0083753E" w:rsidRPr="00004DC5" w:rsidRDefault="0067159A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F.g</w:t>
            </w:r>
          </w:p>
        </w:tc>
        <w:tc>
          <w:tcPr>
            <w:tcW w:w="2095" w:type="dxa"/>
          </w:tcPr>
          <w:p w14:paraId="624284C1" w14:textId="77777777" w:rsidR="0083753E" w:rsidRPr="00004DC5" w:rsidRDefault="0083753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  <w:p w14:paraId="2CEBC4BE" w14:textId="77777777" w:rsidR="0083753E" w:rsidRPr="00004DC5" w:rsidRDefault="0083753E">
            <w:pPr>
              <w:rPr>
                <w:rStyle w:val="pole"/>
                <w:rFonts w:ascii="Lato" w:hAnsi="Lato"/>
                <w:sz w:val="20"/>
                <w:szCs w:val="20"/>
              </w:rPr>
            </w:pPr>
          </w:p>
        </w:tc>
        <w:tc>
          <w:tcPr>
            <w:tcW w:w="1197" w:type="dxa"/>
          </w:tcPr>
          <w:p w14:paraId="6BE784B0" w14:textId="77777777" w:rsidR="0083753E" w:rsidRPr="00004DC5" w:rsidRDefault="0083753E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BA1677" w:rsidRPr="00004DC5" w14:paraId="2FF28690" w14:textId="77777777" w:rsidTr="00A50C2C">
        <w:trPr>
          <w:trHeight w:val="213"/>
        </w:trPr>
        <w:tc>
          <w:tcPr>
            <w:tcW w:w="1788" w:type="dxa"/>
          </w:tcPr>
          <w:p w14:paraId="6F179AA3" w14:textId="77777777" w:rsidR="00BA1677" w:rsidRPr="00004DC5" w:rsidRDefault="00BA1677" w:rsidP="00BA167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fromIsztar</w:t>
            </w:r>
          </w:p>
        </w:tc>
        <w:tc>
          <w:tcPr>
            <w:tcW w:w="3360" w:type="dxa"/>
          </w:tcPr>
          <w:p w14:paraId="77944FE7" w14:textId="77777777" w:rsidR="00BA1677" w:rsidRPr="00004DC5" w:rsidRDefault="00BA1677" w:rsidP="00BA1677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Czy stawka podatku akcyzowego jest pobrana z Systemu ISZTAR.</w:t>
            </w:r>
          </w:p>
        </w:tc>
        <w:tc>
          <w:tcPr>
            <w:tcW w:w="840" w:type="dxa"/>
          </w:tcPr>
          <w:p w14:paraId="0FCA5851" w14:textId="77777777" w:rsidR="00BA1677" w:rsidRPr="00004DC5" w:rsidRDefault="00BA1677" w:rsidP="00BA1677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60AAD797" w14:textId="77777777" w:rsidR="00BA1677" w:rsidRPr="00004DC5" w:rsidRDefault="00BA1677" w:rsidP="00BA1677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boolean</w:t>
            </w:r>
          </w:p>
        </w:tc>
        <w:tc>
          <w:tcPr>
            <w:tcW w:w="1197" w:type="dxa"/>
          </w:tcPr>
          <w:p w14:paraId="151DB697" w14:textId="77777777" w:rsidR="00BA1677" w:rsidRPr="00004DC5" w:rsidRDefault="00BA1677" w:rsidP="00BA1677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BA1677" w:rsidRPr="00004DC5" w14:paraId="0C242AB2" w14:textId="77777777" w:rsidTr="00A50C2C">
        <w:trPr>
          <w:trHeight w:val="213"/>
        </w:trPr>
        <w:tc>
          <w:tcPr>
            <w:tcW w:w="1788" w:type="dxa"/>
          </w:tcPr>
          <w:p w14:paraId="062115A3" w14:textId="77777777" w:rsidR="00BA1677" w:rsidRPr="00004DC5" w:rsidRDefault="00BA1677" w:rsidP="00BA167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amountOfTax</w:t>
            </w:r>
          </w:p>
        </w:tc>
        <w:tc>
          <w:tcPr>
            <w:tcW w:w="3360" w:type="dxa"/>
          </w:tcPr>
          <w:p w14:paraId="3E47C117" w14:textId="77777777" w:rsidR="00BA1677" w:rsidRPr="00004DC5" w:rsidRDefault="003E6A94" w:rsidP="00BA1677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cs="Arial"/>
                <w:sz w:val="20"/>
                <w:szCs w:val="20"/>
              </w:rPr>
              <w:t>Kwota podatku w zł.</w:t>
            </w:r>
          </w:p>
        </w:tc>
        <w:tc>
          <w:tcPr>
            <w:tcW w:w="840" w:type="dxa"/>
          </w:tcPr>
          <w:p w14:paraId="61C77601" w14:textId="77777777" w:rsidR="00BA1677" w:rsidRPr="00004DC5" w:rsidRDefault="00BA1677" w:rsidP="00BA1677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F.h</w:t>
            </w:r>
          </w:p>
        </w:tc>
        <w:tc>
          <w:tcPr>
            <w:tcW w:w="2095" w:type="dxa"/>
          </w:tcPr>
          <w:p w14:paraId="3C06FEB9" w14:textId="77777777" w:rsidR="00BA1677" w:rsidRPr="00004DC5" w:rsidRDefault="00BA1677" w:rsidP="00BA1677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ZAmountT</w:t>
            </w:r>
          </w:p>
          <w:p w14:paraId="7366CA6F" w14:textId="709B261B" w:rsidR="00BA1677" w:rsidRPr="00004DC5" w:rsidRDefault="00147848" w:rsidP="00BA1677">
            <w:pPr>
              <w:tabs>
                <w:tab w:val="right" w:pos="2511"/>
              </w:tabs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="00107B7C" w:rsidRPr="00004DC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="00107B7C" w:rsidRPr="00004DC5">
              <w:rPr>
                <w:rFonts w:eastAsia="Times New Roman" w:cs="Arial"/>
                <w:sz w:val="20"/>
                <w:szCs w:val="20"/>
              </w:rPr>
              <w:instrText xml:space="preserve"> 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REF </w:instrText>
            </w:r>
            <w:r w:rsidR="00BA1677" w:rsidRPr="00004DC5">
              <w:rPr>
                <w:rFonts w:eastAsia="Times New Roman" w:cs="Arial"/>
                <w:sz w:val="20"/>
                <w:szCs w:val="20"/>
              </w:rPr>
              <w:instrText>R</w:instrText>
            </w:r>
            <w:r w:rsidR="00107B7C" w:rsidRPr="00004DC5">
              <w:rPr>
                <w:rFonts w:eastAsia="Times New Roman" w:cs="Arial"/>
                <w:sz w:val="20"/>
                <w:szCs w:val="20"/>
              </w:rPr>
              <w:instrText>i</w:instrText>
            </w:r>
            <w:r w:rsidR="00BA1677" w:rsidRPr="00004DC5">
              <w:rPr>
                <w:rFonts w:eastAsia="Times New Roman" w:cs="Arial"/>
                <w:sz w:val="20"/>
                <w:szCs w:val="20"/>
              </w:rPr>
              <w:instrText>16</w:instrText>
            </w:r>
            <w:r w:rsidR="00107B7C" w:rsidRPr="00004DC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04DC5" w:rsidRPr="00004DC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="00107B7C" w:rsidRPr="00004DC5">
              <w:rPr>
                <w:rFonts w:eastAsia="Times New Roman" w:cs="Arial"/>
                <w:sz w:val="20"/>
                <w:szCs w:val="20"/>
              </w:rPr>
            </w:r>
            <w:r w:rsidR="00107B7C" w:rsidRPr="00004DC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04DC5">
              <w:rPr>
                <w:rFonts w:eastAsia="Times New Roman" w:cs="Arial"/>
                <w:sz w:val="20"/>
                <w:szCs w:val="20"/>
              </w:rPr>
              <w:t>R16</w:t>
            </w:r>
            <w:r w:rsidR="00107B7C" w:rsidRPr="00004DC5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="00BA1677" w:rsidRPr="00004DC5">
              <w:rPr>
                <w:rFonts w:eastAsia="Times New Roman" w:cs="Arial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4970EC40" w14:textId="77777777" w:rsidR="00BA1677" w:rsidRPr="00004DC5" w:rsidRDefault="00BA1677" w:rsidP="00BA1677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</w:tbl>
    <w:p w14:paraId="739E5A9C" w14:textId="1A36A38E" w:rsidR="00783DED" w:rsidRDefault="00783DED" w:rsidP="00783DED">
      <w:pPr>
        <w:pStyle w:val="Legenda"/>
        <w:keepNext/>
      </w:pPr>
      <w:bookmarkStart w:id="319" w:name="_Toc182566626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95</w:t>
      </w:r>
      <w:r w:rsidR="00715F4C">
        <w:rPr>
          <w:noProof/>
        </w:rPr>
        <w:fldChar w:fldCharType="end"/>
      </w:r>
      <w:r>
        <w:t xml:space="preserve">. </w:t>
      </w:r>
      <w:r w:rsidRPr="00D82EAE">
        <w:t>Struktura elementu DailyPaymentInformationType</w:t>
      </w:r>
      <w:bookmarkEnd w:id="319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056E1E" w:rsidRPr="00004DC5" w14:paraId="7B5171B1" w14:textId="77777777" w:rsidTr="00A50C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1A4673AC" w14:textId="77777777" w:rsidR="00056E1E" w:rsidRPr="00004DC5" w:rsidRDefault="00056E1E" w:rsidP="00F64ACD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04DC5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1BD03A4B" w14:textId="77777777" w:rsidR="00056E1E" w:rsidRPr="00004DC5" w:rsidRDefault="00056E1E" w:rsidP="00F64ACD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04DC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1E591A8D" w14:textId="77777777" w:rsidR="00056E1E" w:rsidRPr="00004DC5" w:rsidRDefault="00056E1E" w:rsidP="00F64ACD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04DC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5B5C5BC0" w14:textId="77777777" w:rsidR="00056E1E" w:rsidRPr="00004DC5" w:rsidRDefault="00056E1E" w:rsidP="00F64ACD">
            <w:pPr>
              <w:rPr>
                <w:rFonts w:cs="Arial"/>
                <w:b/>
                <w:sz w:val="18"/>
                <w:szCs w:val="18"/>
              </w:rPr>
            </w:pPr>
            <w:r w:rsidRPr="00004DC5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0138CE5D" w14:textId="77777777" w:rsidR="00056E1E" w:rsidRPr="00004DC5" w:rsidRDefault="00056E1E" w:rsidP="00F64ACD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04DC5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056E1E" w:rsidRPr="00004DC5" w14:paraId="37E6ED89" w14:textId="77777777" w:rsidTr="00A50C2C">
        <w:trPr>
          <w:trHeight w:val="213"/>
        </w:trPr>
        <w:tc>
          <w:tcPr>
            <w:tcW w:w="1788" w:type="dxa"/>
          </w:tcPr>
          <w:p w14:paraId="7E837E12" w14:textId="77777777" w:rsidR="00056E1E" w:rsidRPr="00004DC5" w:rsidRDefault="00056E1E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totalDueAmountOfDailyPaym</w:t>
            </w:r>
          </w:p>
        </w:tc>
        <w:tc>
          <w:tcPr>
            <w:tcW w:w="3360" w:type="dxa"/>
          </w:tcPr>
          <w:p w14:paraId="15887E24" w14:textId="77777777" w:rsidR="00056E1E" w:rsidRPr="00004DC5" w:rsidRDefault="003E6A94" w:rsidP="00F64ACD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04DC5">
              <w:rPr>
                <w:rFonts w:cs="Arial"/>
                <w:sz w:val="20"/>
                <w:szCs w:val="20"/>
              </w:rPr>
              <w:t>Razem kwota należnych wpłat dziennych.(Suma kwot z kolumny C.)</w:t>
            </w:r>
            <w:r w:rsidR="00056E1E" w:rsidRPr="00004DC5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840" w:type="dxa"/>
          </w:tcPr>
          <w:p w14:paraId="305BD976" w14:textId="77777777" w:rsidR="00056E1E" w:rsidRPr="00004DC5" w:rsidRDefault="00272D1D" w:rsidP="00F64ACD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04DC5">
              <w:rPr>
                <w:rFonts w:eastAsia="Times New Roman" w:cs="Arial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2095" w:type="dxa"/>
          </w:tcPr>
          <w:p w14:paraId="4EB2480D" w14:textId="77777777" w:rsidR="00056E1E" w:rsidRPr="00004DC5" w:rsidRDefault="00056E1E" w:rsidP="00F64ACD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ZAmountC</w:t>
            </w:r>
          </w:p>
          <w:p w14:paraId="2882FFCD" w14:textId="0B11CF86" w:rsidR="00056E1E" w:rsidRPr="00004DC5" w:rsidRDefault="00107B7C" w:rsidP="00F64ACD">
            <w:pPr>
              <w:tabs>
                <w:tab w:val="right" w:pos="2511"/>
              </w:tabs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056E1E" w:rsidRPr="00004DC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>i</w:instrText>
            </w:r>
            <w:r w:rsidR="00056E1E" w:rsidRPr="00004DC5">
              <w:rPr>
                <w:rFonts w:eastAsia="Times New Roman" w:cs="Arial"/>
                <w:sz w:val="20"/>
                <w:szCs w:val="20"/>
              </w:rPr>
              <w:instrText>8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04DC5" w:rsidRPr="00004DC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04DC5">
              <w:rPr>
                <w:rFonts w:eastAsia="Times New Roman" w:cs="Arial"/>
                <w:sz w:val="20"/>
                <w:szCs w:val="20"/>
              </w:rPr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04DC5">
              <w:rPr>
                <w:rFonts w:eastAsia="Times New Roman" w:cs="Arial"/>
                <w:sz w:val="20"/>
                <w:szCs w:val="20"/>
              </w:rPr>
              <w:t xml:space="preserve">R8 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="00056E1E" w:rsidRPr="00004DC5">
              <w:rPr>
                <w:rFonts w:eastAsia="Times New Roman" w:cs="Arial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449C3696" w14:textId="77777777" w:rsidR="00056E1E" w:rsidRPr="00004DC5" w:rsidRDefault="00056E1E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056E1E" w:rsidRPr="00004DC5" w14:paraId="3844CE0B" w14:textId="77777777" w:rsidTr="00A50C2C">
        <w:trPr>
          <w:trHeight w:val="213"/>
        </w:trPr>
        <w:tc>
          <w:tcPr>
            <w:tcW w:w="1788" w:type="dxa"/>
          </w:tcPr>
          <w:p w14:paraId="313380D4" w14:textId="77777777" w:rsidR="00056E1E" w:rsidRPr="00004DC5" w:rsidRDefault="00056E1E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totalAmountOfExcessDailyPaymPrevDecl</w:t>
            </w:r>
          </w:p>
        </w:tc>
        <w:tc>
          <w:tcPr>
            <w:tcW w:w="3360" w:type="dxa"/>
          </w:tcPr>
          <w:p w14:paraId="1FE2199D" w14:textId="77777777" w:rsidR="00056E1E" w:rsidRPr="00004DC5" w:rsidRDefault="003E6A94" w:rsidP="00F64ACD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04DC5">
              <w:rPr>
                <w:rFonts w:cs="Arial"/>
                <w:sz w:val="20"/>
                <w:szCs w:val="20"/>
              </w:rPr>
              <w:t>Razem kwota nadwyżki wpłat z poprzedniej deklaracji zaliczona na poczet wpłat dziennych. (Suma kwot z kolumny E).</w:t>
            </w:r>
          </w:p>
        </w:tc>
        <w:tc>
          <w:tcPr>
            <w:tcW w:w="840" w:type="dxa"/>
          </w:tcPr>
          <w:p w14:paraId="3FFD5249" w14:textId="77777777" w:rsidR="00056E1E" w:rsidRPr="00004DC5" w:rsidRDefault="00272D1D" w:rsidP="00F64ACD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04DC5">
              <w:rPr>
                <w:rFonts w:eastAsia="Times New Roman" w:cs="Arial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2095" w:type="dxa"/>
          </w:tcPr>
          <w:p w14:paraId="744A8179" w14:textId="77777777" w:rsidR="00056E1E" w:rsidRPr="00004DC5" w:rsidRDefault="00056E1E" w:rsidP="00F64ACD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ZAmountC</w:t>
            </w:r>
          </w:p>
          <w:p w14:paraId="6955FFAF" w14:textId="455308F1" w:rsidR="00056E1E" w:rsidRPr="00004DC5" w:rsidRDefault="00107B7C" w:rsidP="00F64ACD">
            <w:pPr>
              <w:tabs>
                <w:tab w:val="right" w:pos="2511"/>
              </w:tabs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056E1E" w:rsidRPr="00004DC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>i</w:instrText>
            </w:r>
            <w:r w:rsidR="00056E1E" w:rsidRPr="00004DC5">
              <w:rPr>
                <w:rFonts w:eastAsia="Times New Roman" w:cs="Arial"/>
                <w:sz w:val="20"/>
                <w:szCs w:val="20"/>
              </w:rPr>
              <w:instrText>9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04DC5" w:rsidRPr="00004DC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04DC5">
              <w:rPr>
                <w:rFonts w:eastAsia="Times New Roman" w:cs="Arial"/>
                <w:sz w:val="20"/>
                <w:szCs w:val="20"/>
              </w:rPr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04DC5">
              <w:rPr>
                <w:rFonts w:eastAsia="Times New Roman" w:cs="Arial"/>
                <w:sz w:val="20"/>
                <w:szCs w:val="20"/>
              </w:rPr>
              <w:t>R9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="00056E1E" w:rsidRPr="00004DC5">
              <w:rPr>
                <w:rFonts w:eastAsia="Times New Roman" w:cs="Arial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233EB8D0" w14:textId="77777777" w:rsidR="00056E1E" w:rsidRPr="00004DC5" w:rsidRDefault="00056E1E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056E1E" w:rsidRPr="00004DC5" w14:paraId="4EDE867D" w14:textId="77777777" w:rsidTr="00A50C2C">
        <w:trPr>
          <w:trHeight w:val="213"/>
        </w:trPr>
        <w:tc>
          <w:tcPr>
            <w:tcW w:w="1788" w:type="dxa"/>
          </w:tcPr>
          <w:p w14:paraId="42A1449A" w14:textId="77777777" w:rsidR="00056E1E" w:rsidRPr="00004DC5" w:rsidRDefault="00056E1E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totalAmountOfDailyPaym</w:t>
            </w:r>
          </w:p>
        </w:tc>
        <w:tc>
          <w:tcPr>
            <w:tcW w:w="3360" w:type="dxa"/>
          </w:tcPr>
          <w:p w14:paraId="3FD1A229" w14:textId="77777777" w:rsidR="00056E1E" w:rsidRPr="00004DC5" w:rsidRDefault="003E6A94" w:rsidP="00F64ACD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04DC5">
              <w:rPr>
                <w:rFonts w:cs="Arial"/>
                <w:sz w:val="20"/>
                <w:szCs w:val="20"/>
              </w:rPr>
              <w:t>Razem kwota dokonanych wpłat dziennych.(Suma kwot z kolumny F)</w:t>
            </w:r>
          </w:p>
        </w:tc>
        <w:tc>
          <w:tcPr>
            <w:tcW w:w="840" w:type="dxa"/>
          </w:tcPr>
          <w:p w14:paraId="6846CD0B" w14:textId="77777777" w:rsidR="00056E1E" w:rsidRPr="00004DC5" w:rsidRDefault="00272D1D" w:rsidP="00F64ACD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04DC5">
              <w:rPr>
                <w:rFonts w:eastAsia="Times New Roman" w:cs="Arial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2095" w:type="dxa"/>
          </w:tcPr>
          <w:p w14:paraId="7F350A24" w14:textId="77777777" w:rsidR="00056E1E" w:rsidRPr="00004DC5" w:rsidRDefault="00056E1E" w:rsidP="00F64ACD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ZAmountC</w:t>
            </w:r>
          </w:p>
          <w:p w14:paraId="30D2FD8A" w14:textId="1D8AE769" w:rsidR="00056E1E" w:rsidRPr="00004DC5" w:rsidRDefault="00107B7C" w:rsidP="00F64ACD">
            <w:pPr>
              <w:tabs>
                <w:tab w:val="right" w:pos="2511"/>
              </w:tabs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056E1E" w:rsidRPr="00004DC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>i</w:instrText>
            </w:r>
            <w:r w:rsidR="00056E1E" w:rsidRPr="00004DC5">
              <w:rPr>
                <w:rFonts w:eastAsia="Times New Roman" w:cs="Arial"/>
                <w:sz w:val="20"/>
                <w:szCs w:val="20"/>
              </w:rPr>
              <w:instrText>10</w:instrText>
            </w:r>
            <w:r w:rsidRPr="00004DC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04DC5" w:rsidRPr="00004DC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04DC5">
              <w:rPr>
                <w:rFonts w:eastAsia="Times New Roman" w:cs="Arial"/>
                <w:sz w:val="20"/>
                <w:szCs w:val="20"/>
              </w:rPr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04DC5">
              <w:rPr>
                <w:rFonts w:eastAsia="Times New Roman" w:cs="Arial"/>
                <w:sz w:val="20"/>
                <w:szCs w:val="20"/>
              </w:rPr>
              <w:t>R10</w:t>
            </w:r>
            <w:r w:rsidRPr="00004DC5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="00056E1E" w:rsidRPr="00004DC5">
              <w:rPr>
                <w:rFonts w:eastAsia="Times New Roman" w:cs="Arial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295577B8" w14:textId="77777777" w:rsidR="00056E1E" w:rsidRPr="00004DC5" w:rsidRDefault="00056E1E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056E1E" w:rsidRPr="00004DC5" w14:paraId="5CD213E9" w14:textId="77777777" w:rsidTr="00A50C2C">
        <w:trPr>
          <w:trHeight w:val="213"/>
        </w:trPr>
        <w:tc>
          <w:tcPr>
            <w:tcW w:w="1788" w:type="dxa"/>
          </w:tcPr>
          <w:p w14:paraId="49DA4F8A" w14:textId="77777777" w:rsidR="00056E1E" w:rsidRPr="00004DC5" w:rsidRDefault="00056E1E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DailyAmount</w:t>
            </w:r>
          </w:p>
        </w:tc>
        <w:tc>
          <w:tcPr>
            <w:tcW w:w="3360" w:type="dxa"/>
          </w:tcPr>
          <w:p w14:paraId="572A2AB6" w14:textId="77777777" w:rsidR="00056E1E" w:rsidRPr="00004DC5" w:rsidRDefault="003E6A94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Informacja</w:t>
            </w:r>
            <w:r w:rsidR="00056E1E" w:rsidRPr="00004DC5">
              <w:rPr>
                <w:rFonts w:eastAsia="Times New Roman" w:cs="Arial"/>
                <w:sz w:val="20"/>
                <w:szCs w:val="20"/>
              </w:rPr>
              <w:t xml:space="preserve"> o wpłatach dziennych</w:t>
            </w:r>
          </w:p>
        </w:tc>
        <w:tc>
          <w:tcPr>
            <w:tcW w:w="840" w:type="dxa"/>
          </w:tcPr>
          <w:p w14:paraId="07B57032" w14:textId="77777777" w:rsidR="00056E1E" w:rsidRPr="00004DC5" w:rsidRDefault="00272D1D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E</w:t>
            </w:r>
          </w:p>
        </w:tc>
        <w:tc>
          <w:tcPr>
            <w:tcW w:w="2095" w:type="dxa"/>
          </w:tcPr>
          <w:p w14:paraId="569DED1A" w14:textId="77777777" w:rsidR="00056E1E" w:rsidRPr="00004DC5" w:rsidRDefault="00056E1E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04DC5">
              <w:rPr>
                <w:rStyle w:val="pole"/>
                <w:rFonts w:ascii="Lato" w:hAnsi="Lato"/>
                <w:sz w:val="20"/>
                <w:szCs w:val="20"/>
              </w:rPr>
              <w:t>ZDailyAmount</w:t>
            </w:r>
          </w:p>
        </w:tc>
        <w:tc>
          <w:tcPr>
            <w:tcW w:w="1197" w:type="dxa"/>
          </w:tcPr>
          <w:p w14:paraId="039DEE78" w14:textId="77777777" w:rsidR="00056E1E" w:rsidRPr="00004DC5" w:rsidRDefault="00056E1E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0..*</w:t>
            </w:r>
          </w:p>
        </w:tc>
      </w:tr>
    </w:tbl>
    <w:p w14:paraId="39A3390C" w14:textId="77777777" w:rsidR="0013767E" w:rsidRDefault="0013767E" w:rsidP="00C048E5">
      <w:pPr>
        <w:pStyle w:val="Nagwek3"/>
      </w:pPr>
      <w:bookmarkStart w:id="320" w:name="_Toc182566477"/>
      <w:r>
        <w:t>Reguły AKC4I</w:t>
      </w:r>
      <w:bookmarkEnd w:id="320"/>
    </w:p>
    <w:p w14:paraId="45B91521" w14:textId="0212EBB5" w:rsidR="00783DED" w:rsidRDefault="00783DED" w:rsidP="00783DED">
      <w:pPr>
        <w:pStyle w:val="Legenda"/>
        <w:keepNext/>
      </w:pPr>
      <w:bookmarkStart w:id="321" w:name="_Toc182566627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96</w:t>
      </w:r>
      <w:r w:rsidR="00715F4C">
        <w:rPr>
          <w:noProof/>
        </w:rPr>
        <w:fldChar w:fldCharType="end"/>
      </w:r>
      <w:r>
        <w:t xml:space="preserve">. </w:t>
      </w:r>
      <w:r w:rsidRPr="001C797D">
        <w:t>Reguły dotyczące załącznika AKC-4/I</w:t>
      </w:r>
      <w:bookmarkEnd w:id="321"/>
    </w:p>
    <w:tbl>
      <w:tblPr>
        <w:tblStyle w:val="Siatkatabelijasna"/>
        <w:tblW w:w="0" w:type="auto"/>
        <w:tblLook w:val="01E0" w:firstRow="1" w:lastRow="1" w:firstColumn="1" w:lastColumn="1" w:noHBand="0" w:noVBand="0"/>
      </w:tblPr>
      <w:tblGrid>
        <w:gridCol w:w="943"/>
        <w:gridCol w:w="8105"/>
      </w:tblGrid>
      <w:tr w:rsidR="0013767E" w14:paraId="23561D65" w14:textId="77777777" w:rsidTr="00A50C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43" w:type="dxa"/>
          </w:tcPr>
          <w:p w14:paraId="45D04685" w14:textId="77777777" w:rsidR="0013767E" w:rsidRPr="00004DC5" w:rsidRDefault="0013767E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04DC5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111" w:type="dxa"/>
          </w:tcPr>
          <w:p w14:paraId="622E3FE5" w14:textId="77777777" w:rsidR="0013767E" w:rsidRPr="00004DC5" w:rsidRDefault="0013767E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04DC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13767E" w14:paraId="5685FB53" w14:textId="77777777" w:rsidTr="00A50C2C">
        <w:trPr>
          <w:trHeight w:val="213"/>
        </w:trPr>
        <w:tc>
          <w:tcPr>
            <w:tcW w:w="943" w:type="dxa"/>
          </w:tcPr>
          <w:p w14:paraId="39B26011" w14:textId="77777777" w:rsidR="0013767E" w:rsidRPr="00004DC5" w:rsidRDefault="00945158">
            <w:pPr>
              <w:rPr>
                <w:rFonts w:eastAsia="Times New Roman" w:cs="Arial"/>
                <w:sz w:val="20"/>
                <w:szCs w:val="20"/>
              </w:rPr>
            </w:pPr>
            <w:bookmarkStart w:id="322" w:name="Ri1"/>
            <w:r w:rsidRPr="00004DC5">
              <w:rPr>
                <w:rFonts w:eastAsia="Times New Roman" w:cs="Arial"/>
                <w:sz w:val="20"/>
                <w:szCs w:val="20"/>
              </w:rPr>
              <w:t>R1</w:t>
            </w:r>
            <w:bookmarkEnd w:id="322"/>
          </w:p>
        </w:tc>
        <w:tc>
          <w:tcPr>
            <w:tcW w:w="8111" w:type="dxa"/>
          </w:tcPr>
          <w:p w14:paraId="0B1C44BF" w14:textId="77777777" w:rsidR="0013767E" w:rsidRPr="00004DC5" w:rsidRDefault="0013767E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cs="Arial"/>
                <w:sz w:val="20"/>
                <w:szCs w:val="20"/>
              </w:rPr>
              <w:t>Pole wypełniane przez system zgodnie z wartością w analogicznym polu deklaracji AKC-4/AKC-4zo</w:t>
            </w:r>
          </w:p>
        </w:tc>
      </w:tr>
      <w:tr w:rsidR="0013767E" w14:paraId="4466C6C4" w14:textId="77777777" w:rsidTr="00A50C2C">
        <w:trPr>
          <w:trHeight w:val="213"/>
        </w:trPr>
        <w:tc>
          <w:tcPr>
            <w:tcW w:w="943" w:type="dxa"/>
          </w:tcPr>
          <w:p w14:paraId="6D0771DF" w14:textId="77777777" w:rsidR="0013767E" w:rsidRPr="00004DC5" w:rsidRDefault="00945158">
            <w:pPr>
              <w:rPr>
                <w:rFonts w:eastAsia="Times New Roman" w:cs="Arial"/>
                <w:sz w:val="20"/>
                <w:szCs w:val="20"/>
              </w:rPr>
            </w:pPr>
            <w:bookmarkStart w:id="323" w:name="Ri2"/>
            <w:r w:rsidRPr="00004DC5">
              <w:rPr>
                <w:rFonts w:eastAsia="Times New Roman" w:cs="Arial"/>
                <w:sz w:val="20"/>
                <w:szCs w:val="20"/>
              </w:rPr>
              <w:t>R2</w:t>
            </w:r>
            <w:bookmarkEnd w:id="323"/>
          </w:p>
        </w:tc>
        <w:tc>
          <w:tcPr>
            <w:tcW w:w="8111" w:type="dxa"/>
          </w:tcPr>
          <w:p w14:paraId="51A8663B" w14:textId="77777777" w:rsidR="0013767E" w:rsidRPr="00004DC5" w:rsidRDefault="0013767E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cs="Arial"/>
                <w:sz w:val="20"/>
                <w:szCs w:val="20"/>
              </w:rPr>
              <w:t>Wypełniane automatycznie na podstawie licznika kolejnego zapisanego załącznika danego typu.</w:t>
            </w:r>
          </w:p>
        </w:tc>
      </w:tr>
      <w:tr w:rsidR="00945158" w14:paraId="2A1EFC3F" w14:textId="77777777" w:rsidTr="00A50C2C">
        <w:trPr>
          <w:trHeight w:val="213"/>
        </w:trPr>
        <w:tc>
          <w:tcPr>
            <w:tcW w:w="943" w:type="dxa"/>
          </w:tcPr>
          <w:p w14:paraId="35E4252B" w14:textId="77777777" w:rsidR="00945158" w:rsidRPr="00004DC5" w:rsidRDefault="00945158" w:rsidP="00945158">
            <w:pPr>
              <w:rPr>
                <w:rFonts w:eastAsia="Times New Roman" w:cs="Arial"/>
                <w:sz w:val="20"/>
                <w:szCs w:val="20"/>
              </w:rPr>
            </w:pPr>
            <w:bookmarkStart w:id="324" w:name="Ri3"/>
            <w:r w:rsidRPr="00004DC5">
              <w:rPr>
                <w:rFonts w:eastAsia="Times New Roman" w:cs="Arial"/>
                <w:sz w:val="20"/>
                <w:szCs w:val="20"/>
              </w:rPr>
              <w:lastRenderedPageBreak/>
              <w:t>R3</w:t>
            </w:r>
            <w:bookmarkEnd w:id="324"/>
          </w:p>
        </w:tc>
        <w:tc>
          <w:tcPr>
            <w:tcW w:w="8111" w:type="dxa"/>
          </w:tcPr>
          <w:p w14:paraId="0C72C5E8" w14:textId="77777777" w:rsidR="00945158" w:rsidRPr="00004DC5" w:rsidRDefault="00945158" w:rsidP="00945158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 xml:space="preserve">Element może występować tylko jeśli w dokumencie nadrzędnym w polu formKind wybrano wartość AKC-4. </w:t>
            </w:r>
          </w:p>
        </w:tc>
      </w:tr>
      <w:tr w:rsidR="00945158" w14:paraId="56841B76" w14:textId="77777777" w:rsidTr="00A50C2C">
        <w:trPr>
          <w:trHeight w:val="213"/>
        </w:trPr>
        <w:tc>
          <w:tcPr>
            <w:tcW w:w="943" w:type="dxa"/>
          </w:tcPr>
          <w:p w14:paraId="01BFC1C0" w14:textId="77777777" w:rsidR="00945158" w:rsidRPr="00004DC5" w:rsidRDefault="00945158" w:rsidP="00945158">
            <w:pPr>
              <w:rPr>
                <w:rFonts w:eastAsia="Times New Roman" w:cs="Arial"/>
                <w:sz w:val="20"/>
                <w:szCs w:val="20"/>
              </w:rPr>
            </w:pPr>
            <w:bookmarkStart w:id="325" w:name="Ri4"/>
            <w:r w:rsidRPr="00004DC5">
              <w:rPr>
                <w:rFonts w:eastAsia="Times New Roman" w:cs="Arial"/>
                <w:sz w:val="20"/>
                <w:szCs w:val="20"/>
              </w:rPr>
              <w:t>R4</w:t>
            </w:r>
            <w:bookmarkEnd w:id="325"/>
          </w:p>
        </w:tc>
        <w:tc>
          <w:tcPr>
            <w:tcW w:w="8111" w:type="dxa"/>
          </w:tcPr>
          <w:p w14:paraId="34789374" w14:textId="77777777" w:rsidR="00945158" w:rsidRPr="00004DC5" w:rsidRDefault="00945158" w:rsidP="00945158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 w:cs="Arial"/>
                <w:sz w:val="20"/>
                <w:szCs w:val="20"/>
                <w:lang w:val="pl-PL" w:eastAsia="pl-PL"/>
              </w:rPr>
              <w:t>Walidacja 1: jeśli wybrano deklarację AKC4zo to pole musi być puste.</w:t>
            </w:r>
          </w:p>
          <w:p w14:paraId="10BDA588" w14:textId="77777777" w:rsidR="00945158" w:rsidRPr="00004DC5" w:rsidRDefault="00945158" w:rsidP="00945158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cs="Arial"/>
                <w:sz w:val="20"/>
                <w:szCs w:val="20"/>
              </w:rPr>
              <w:t xml:space="preserve">Walidacja 2: Wypełnione może być tylko jedno pole numeru akcyzowego – jeśli wskazany jest własny skład to nie obcy. </w:t>
            </w:r>
          </w:p>
        </w:tc>
      </w:tr>
      <w:tr w:rsidR="00945158" w14:paraId="32AD547A" w14:textId="77777777" w:rsidTr="00A50C2C">
        <w:trPr>
          <w:trHeight w:val="213"/>
        </w:trPr>
        <w:tc>
          <w:tcPr>
            <w:tcW w:w="943" w:type="dxa"/>
          </w:tcPr>
          <w:p w14:paraId="251E5B88" w14:textId="77777777" w:rsidR="00945158" w:rsidRPr="00004DC5" w:rsidRDefault="00945158" w:rsidP="00945158">
            <w:pPr>
              <w:rPr>
                <w:rFonts w:eastAsia="Times New Roman" w:cs="Arial"/>
                <w:sz w:val="20"/>
                <w:szCs w:val="20"/>
              </w:rPr>
            </w:pPr>
            <w:bookmarkStart w:id="326" w:name="Ri5"/>
            <w:r w:rsidRPr="00004DC5">
              <w:rPr>
                <w:rFonts w:eastAsia="Times New Roman" w:cs="Arial"/>
                <w:sz w:val="20"/>
                <w:szCs w:val="20"/>
              </w:rPr>
              <w:t>R5</w:t>
            </w:r>
            <w:bookmarkEnd w:id="326"/>
          </w:p>
        </w:tc>
        <w:tc>
          <w:tcPr>
            <w:tcW w:w="8111" w:type="dxa"/>
          </w:tcPr>
          <w:p w14:paraId="18AA25D5" w14:textId="77777777" w:rsidR="00945158" w:rsidRPr="00004DC5" w:rsidRDefault="00945158" w:rsidP="00945158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 w:cs="Arial"/>
                <w:sz w:val="20"/>
                <w:szCs w:val="20"/>
                <w:lang w:val="pl-PL" w:eastAsia="pl-PL"/>
              </w:rPr>
              <w:t>Walidacja 1: jeśli wybrano deklarację AKC4zo to pole musi być puste.</w:t>
            </w:r>
          </w:p>
          <w:p w14:paraId="527A2369" w14:textId="77777777" w:rsidR="00945158" w:rsidRPr="00004DC5" w:rsidRDefault="00945158" w:rsidP="00945158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cs="Arial"/>
                <w:sz w:val="20"/>
                <w:szCs w:val="20"/>
              </w:rPr>
              <w:t>Walidacja 2: Wypełnione może być tylko jedno pole numeru akcyzowego – jeśli wskazany jest obcy skład to nie własny. Błąd typu 3.</w:t>
            </w:r>
          </w:p>
        </w:tc>
      </w:tr>
      <w:tr w:rsidR="00945158" w14:paraId="4537F0CC" w14:textId="77777777" w:rsidTr="00A50C2C">
        <w:trPr>
          <w:trHeight w:val="213"/>
        </w:trPr>
        <w:tc>
          <w:tcPr>
            <w:tcW w:w="943" w:type="dxa"/>
          </w:tcPr>
          <w:p w14:paraId="3E8EA449" w14:textId="77777777" w:rsidR="00945158" w:rsidRPr="00004DC5" w:rsidRDefault="00945158" w:rsidP="00945158">
            <w:pPr>
              <w:rPr>
                <w:rFonts w:eastAsia="Times New Roman" w:cs="Arial"/>
                <w:sz w:val="20"/>
                <w:szCs w:val="20"/>
              </w:rPr>
            </w:pPr>
            <w:bookmarkStart w:id="327" w:name="Ri6"/>
            <w:r w:rsidRPr="00004DC5">
              <w:rPr>
                <w:rFonts w:eastAsia="Times New Roman" w:cs="Arial"/>
                <w:sz w:val="20"/>
                <w:szCs w:val="20"/>
              </w:rPr>
              <w:t>R6</w:t>
            </w:r>
            <w:bookmarkEnd w:id="327"/>
          </w:p>
        </w:tc>
        <w:tc>
          <w:tcPr>
            <w:tcW w:w="8111" w:type="dxa"/>
          </w:tcPr>
          <w:p w14:paraId="014167CE" w14:textId="77777777" w:rsidR="00945158" w:rsidRPr="00004DC5" w:rsidRDefault="00945158" w:rsidP="00945158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/>
                <w:sz w:val="20"/>
                <w:szCs w:val="20"/>
                <w:lang w:val="pl-PL" w:eastAsia="pl-PL"/>
              </w:rPr>
              <w:t>Pole wypełniane danymi z systemu PDR na podstawie numeru z pola numer akcyzowy składu. Funkcja wywoływana przyciskiem „POBIERZ ADRES”</w:t>
            </w:r>
          </w:p>
        </w:tc>
      </w:tr>
      <w:tr w:rsidR="00945158" w14:paraId="520B2883" w14:textId="77777777" w:rsidTr="00A50C2C">
        <w:trPr>
          <w:trHeight w:val="213"/>
        </w:trPr>
        <w:tc>
          <w:tcPr>
            <w:tcW w:w="943" w:type="dxa"/>
          </w:tcPr>
          <w:p w14:paraId="0E1DAD56" w14:textId="77777777" w:rsidR="00945158" w:rsidRPr="00004DC5" w:rsidRDefault="00945158" w:rsidP="00945158">
            <w:pPr>
              <w:rPr>
                <w:rFonts w:eastAsia="Times New Roman" w:cs="Arial"/>
                <w:sz w:val="20"/>
                <w:szCs w:val="20"/>
              </w:rPr>
            </w:pPr>
            <w:bookmarkStart w:id="328" w:name="Ri7"/>
            <w:r w:rsidRPr="00004DC5">
              <w:rPr>
                <w:rFonts w:eastAsia="Times New Roman" w:cs="Arial"/>
                <w:sz w:val="20"/>
                <w:szCs w:val="20"/>
              </w:rPr>
              <w:t>R7</w:t>
            </w:r>
            <w:bookmarkEnd w:id="328"/>
          </w:p>
        </w:tc>
        <w:tc>
          <w:tcPr>
            <w:tcW w:w="8111" w:type="dxa"/>
          </w:tcPr>
          <w:p w14:paraId="238F7869" w14:textId="77777777" w:rsidR="00945158" w:rsidRPr="00004DC5" w:rsidRDefault="00945158" w:rsidP="00945158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/>
                <w:sz w:val="20"/>
                <w:szCs w:val="20"/>
                <w:lang w:val="pl-PL" w:eastAsia="pl-PL"/>
              </w:rPr>
              <w:t>Walidacja: Jeśli wybrano deklarację AKC-4zo, to pole musi być wypełnione.</w:t>
            </w:r>
          </w:p>
        </w:tc>
      </w:tr>
      <w:tr w:rsidR="00945158" w14:paraId="1F998349" w14:textId="77777777" w:rsidTr="00A50C2C">
        <w:trPr>
          <w:trHeight w:val="213"/>
        </w:trPr>
        <w:tc>
          <w:tcPr>
            <w:tcW w:w="943" w:type="dxa"/>
          </w:tcPr>
          <w:p w14:paraId="111E17AA" w14:textId="77777777" w:rsidR="00945158" w:rsidRPr="00004DC5" w:rsidRDefault="00945158" w:rsidP="00945158">
            <w:pPr>
              <w:rPr>
                <w:rFonts w:eastAsia="Times New Roman" w:cs="Arial"/>
                <w:sz w:val="20"/>
                <w:szCs w:val="20"/>
              </w:rPr>
            </w:pPr>
            <w:bookmarkStart w:id="329" w:name="Ri8"/>
            <w:r w:rsidRPr="00004DC5">
              <w:rPr>
                <w:rFonts w:eastAsia="Times New Roman" w:cs="Arial"/>
                <w:sz w:val="20"/>
                <w:szCs w:val="20"/>
              </w:rPr>
              <w:t xml:space="preserve">R8 </w:t>
            </w:r>
            <w:bookmarkEnd w:id="329"/>
          </w:p>
        </w:tc>
        <w:tc>
          <w:tcPr>
            <w:tcW w:w="8111" w:type="dxa"/>
          </w:tcPr>
          <w:p w14:paraId="4A7E81B7" w14:textId="77777777" w:rsidR="00945158" w:rsidRPr="00004DC5" w:rsidRDefault="00945158" w:rsidP="00945158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/>
                <w:sz w:val="20"/>
                <w:szCs w:val="20"/>
                <w:lang w:val="pl-PL" w:eastAsia="pl-PL"/>
              </w:rPr>
              <w:t>Pole nie jest wymagalne w przypadku, gdy nie wypełniono żadnej pozycji w części „Informacja o kwotach wpłat dziennych” deklaracji.</w:t>
            </w:r>
          </w:p>
          <w:p w14:paraId="724322B8" w14:textId="77777777" w:rsidR="00945158" w:rsidRPr="00004DC5" w:rsidRDefault="00945158" w:rsidP="00945158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/>
                <w:sz w:val="20"/>
                <w:szCs w:val="20"/>
                <w:lang w:val="pl-PL" w:eastAsia="pl-PL"/>
              </w:rPr>
              <w:t>Walidacja 1: Część „Informacja o kwotach wpłat dziennych” powinna mieć co najmniej jedną pozycję jeżeli jest wypełnione przynajmniej jedno z 3-ch pól załącznika AKC-4/I: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wyrobów”.</w:t>
            </w:r>
          </w:p>
          <w:p w14:paraId="1497D380" w14:textId="77777777" w:rsidR="00945158" w:rsidRPr="00004DC5" w:rsidRDefault="00945158" w:rsidP="00945158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/>
                <w:sz w:val="20"/>
                <w:szCs w:val="20"/>
                <w:lang w:val="pl-PL" w:eastAsia="pl-PL"/>
              </w:rPr>
              <w:t xml:space="preserve">Walidacja 2: Czy wprowadzona wartość równa się sumie wartości z pól „Kwota podatku akcyzowego z dnia powstania obowiązku podatkowego” dla kolejnych dat. </w:t>
            </w:r>
          </w:p>
        </w:tc>
      </w:tr>
      <w:tr w:rsidR="00945158" w14:paraId="74A77F8F" w14:textId="77777777" w:rsidTr="00A50C2C">
        <w:trPr>
          <w:trHeight w:val="213"/>
        </w:trPr>
        <w:tc>
          <w:tcPr>
            <w:tcW w:w="943" w:type="dxa"/>
          </w:tcPr>
          <w:p w14:paraId="5F4E3A52" w14:textId="647A7878" w:rsidR="00945158" w:rsidRPr="00004DC5" w:rsidRDefault="00945158" w:rsidP="00945158">
            <w:pPr>
              <w:rPr>
                <w:rFonts w:eastAsia="Times New Roman" w:cs="Arial"/>
                <w:sz w:val="20"/>
                <w:szCs w:val="20"/>
              </w:rPr>
            </w:pPr>
            <w:bookmarkStart w:id="330" w:name="Ri9"/>
            <w:r w:rsidRPr="00004DC5">
              <w:rPr>
                <w:rFonts w:eastAsia="Times New Roman" w:cs="Arial"/>
                <w:sz w:val="20"/>
                <w:szCs w:val="20"/>
              </w:rPr>
              <w:t>9</w:t>
            </w:r>
            <w:bookmarkEnd w:id="330"/>
          </w:p>
        </w:tc>
        <w:tc>
          <w:tcPr>
            <w:tcW w:w="8111" w:type="dxa"/>
          </w:tcPr>
          <w:p w14:paraId="57203B79" w14:textId="77777777" w:rsidR="00945158" w:rsidRPr="00004DC5" w:rsidRDefault="00945158" w:rsidP="00945158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/>
                <w:sz w:val="20"/>
                <w:szCs w:val="20"/>
                <w:lang w:val="pl-PL" w:eastAsia="pl-PL"/>
              </w:rPr>
              <w:t>Pole nie jest wymagalne w przypadku, gdy nie wypełniono żadnej pozycji w części „Informacja o kwotach wpłat dziennych” deklaracji.</w:t>
            </w:r>
          </w:p>
          <w:p w14:paraId="0A966914" w14:textId="77777777" w:rsidR="00945158" w:rsidRPr="00004DC5" w:rsidRDefault="00945158" w:rsidP="00945158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/>
                <w:sz w:val="20"/>
                <w:szCs w:val="20"/>
                <w:lang w:val="pl-PL" w:eastAsia="pl-PL"/>
              </w:rPr>
              <w:t>Walidacja 1: Część „Informacja o kwotach wpłat dziennych” powinna mieć co najmniej jedną pozycję jeżeli jest wypełnione przynajmniej jedno z 3-ch pól załącznika AKC-4/I: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wyrobów”.</w:t>
            </w:r>
          </w:p>
          <w:p w14:paraId="4749C8C1" w14:textId="77777777" w:rsidR="00945158" w:rsidRPr="00004DC5" w:rsidRDefault="00945158" w:rsidP="00945158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/>
                <w:sz w:val="20"/>
                <w:szCs w:val="20"/>
                <w:lang w:val="pl-PL" w:eastAsia="pl-PL"/>
              </w:rPr>
              <w:t>Walidacja 2: Czy wprowadzona wartość równa się sumie wartości z pól „Kwota nadwyżki wpłat z poprzedniej deklaracji zaliczona na poczet wpłat dziennych” dla kolejnych dat</w:t>
            </w:r>
          </w:p>
        </w:tc>
      </w:tr>
      <w:tr w:rsidR="00945158" w14:paraId="7A1FAB1C" w14:textId="77777777" w:rsidTr="00A50C2C">
        <w:trPr>
          <w:trHeight w:val="213"/>
        </w:trPr>
        <w:tc>
          <w:tcPr>
            <w:tcW w:w="943" w:type="dxa"/>
          </w:tcPr>
          <w:p w14:paraId="58D57CEB" w14:textId="77777777" w:rsidR="00945158" w:rsidRPr="00004DC5" w:rsidRDefault="00945158" w:rsidP="00945158">
            <w:pPr>
              <w:rPr>
                <w:rFonts w:eastAsia="Times New Roman" w:cs="Arial"/>
                <w:sz w:val="20"/>
                <w:szCs w:val="20"/>
              </w:rPr>
            </w:pPr>
            <w:bookmarkStart w:id="331" w:name="Ri10"/>
            <w:r w:rsidRPr="00004DC5">
              <w:rPr>
                <w:rFonts w:eastAsia="Times New Roman" w:cs="Arial"/>
                <w:sz w:val="20"/>
                <w:szCs w:val="20"/>
              </w:rPr>
              <w:t>R10</w:t>
            </w:r>
            <w:bookmarkEnd w:id="331"/>
          </w:p>
        </w:tc>
        <w:tc>
          <w:tcPr>
            <w:tcW w:w="8111" w:type="dxa"/>
          </w:tcPr>
          <w:p w14:paraId="112639D6" w14:textId="77777777" w:rsidR="00945158" w:rsidRPr="00004DC5" w:rsidRDefault="00945158" w:rsidP="00945158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/>
                <w:sz w:val="20"/>
                <w:szCs w:val="20"/>
                <w:lang w:val="pl-PL" w:eastAsia="pl-PL"/>
              </w:rPr>
              <w:t>Pole nie jest wymagalne w przypadku, gdy nie wypełniono żadnej pozycji w części „Informacja o kwotach wpłat dziennych” deklaracji.</w:t>
            </w:r>
          </w:p>
          <w:p w14:paraId="028580E4" w14:textId="77777777" w:rsidR="00945158" w:rsidRPr="00004DC5" w:rsidRDefault="00945158" w:rsidP="00945158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Walidacja 1: Część „Informacja o kwotach wpłat dziennych” powinna mieć co najmniej jedną pozycję jeżeli jest wypełnione przynajmniej jedno z 3-ch pól załącznika AKC-4/I: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wyrobów”.</w:t>
            </w:r>
          </w:p>
          <w:p w14:paraId="56AE5C81" w14:textId="77777777" w:rsidR="00945158" w:rsidRPr="00004DC5" w:rsidRDefault="00945158" w:rsidP="00945158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/>
                <w:sz w:val="20"/>
                <w:szCs w:val="20"/>
                <w:lang w:val="pl-PL" w:eastAsia="pl-PL"/>
              </w:rPr>
              <w:t xml:space="preserve">Walidacja 2: Czy wprowadzona wartość równa się sumie wartości z pól „Kwota dokonanej wpłaty dziennej” dla kolejnych dat. </w:t>
            </w:r>
          </w:p>
        </w:tc>
      </w:tr>
      <w:tr w:rsidR="00945158" w14:paraId="3BFC73B6" w14:textId="77777777" w:rsidTr="00A50C2C">
        <w:trPr>
          <w:trHeight w:val="213"/>
        </w:trPr>
        <w:tc>
          <w:tcPr>
            <w:tcW w:w="943" w:type="dxa"/>
          </w:tcPr>
          <w:p w14:paraId="2BF457BF" w14:textId="77777777" w:rsidR="00945158" w:rsidRPr="00004DC5" w:rsidRDefault="00945158" w:rsidP="00945158">
            <w:pPr>
              <w:rPr>
                <w:rFonts w:eastAsia="Times New Roman" w:cs="Arial"/>
                <w:sz w:val="20"/>
                <w:szCs w:val="20"/>
              </w:rPr>
            </w:pPr>
            <w:bookmarkStart w:id="332" w:name="Ri11"/>
            <w:r w:rsidRPr="00004DC5">
              <w:rPr>
                <w:rFonts w:eastAsia="Times New Roman" w:cs="Arial"/>
                <w:sz w:val="20"/>
                <w:szCs w:val="20"/>
              </w:rPr>
              <w:lastRenderedPageBreak/>
              <w:t>R11</w:t>
            </w:r>
            <w:bookmarkEnd w:id="332"/>
          </w:p>
        </w:tc>
        <w:tc>
          <w:tcPr>
            <w:tcW w:w="8111" w:type="dxa"/>
          </w:tcPr>
          <w:p w14:paraId="57D6F68E" w14:textId="77777777" w:rsidR="00945158" w:rsidRPr="00004DC5" w:rsidRDefault="00945158" w:rsidP="00945158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/>
                <w:sz w:val="20"/>
                <w:szCs w:val="20"/>
                <w:lang w:val="pl-PL" w:eastAsia="pl-PL"/>
              </w:rPr>
              <w:t>Wersja papierowa dokumentu: System wstawia nazwę pobraną ze słownika w ISZTAR.</w:t>
            </w:r>
          </w:p>
          <w:p w14:paraId="6CBD79F4" w14:textId="77777777" w:rsidR="00945158" w:rsidRPr="00004DC5" w:rsidRDefault="00945158" w:rsidP="00945158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/>
                <w:sz w:val="20"/>
                <w:szCs w:val="20"/>
                <w:lang w:val="pl-PL" w:eastAsia="pl-PL"/>
              </w:rPr>
              <w:t xml:space="preserve">Walidacja dla wersji elektronicznej: porównanie wprowadzonej nazwy grupy wyrobów z wartością pobraną z systemu ISZTAR na podstawie kodu CN. </w:t>
            </w:r>
          </w:p>
        </w:tc>
      </w:tr>
      <w:tr w:rsidR="00945158" w14:paraId="599834F2" w14:textId="77777777" w:rsidTr="00A50C2C">
        <w:trPr>
          <w:trHeight w:val="213"/>
        </w:trPr>
        <w:tc>
          <w:tcPr>
            <w:tcW w:w="943" w:type="dxa"/>
          </w:tcPr>
          <w:p w14:paraId="5EEFE083" w14:textId="77777777" w:rsidR="00945158" w:rsidRPr="00004DC5" w:rsidRDefault="00945158" w:rsidP="00945158">
            <w:pPr>
              <w:rPr>
                <w:rFonts w:eastAsia="Times New Roman" w:cs="Arial"/>
                <w:sz w:val="20"/>
                <w:szCs w:val="20"/>
              </w:rPr>
            </w:pPr>
            <w:bookmarkStart w:id="333" w:name="Ri12"/>
            <w:r w:rsidRPr="00004DC5">
              <w:rPr>
                <w:rFonts w:eastAsia="Times New Roman" w:cs="Arial"/>
                <w:sz w:val="20"/>
                <w:szCs w:val="20"/>
              </w:rPr>
              <w:t>R12</w:t>
            </w:r>
            <w:bookmarkEnd w:id="333"/>
          </w:p>
        </w:tc>
        <w:tc>
          <w:tcPr>
            <w:tcW w:w="8111" w:type="dxa"/>
          </w:tcPr>
          <w:p w14:paraId="3384E1CD" w14:textId="77777777" w:rsidR="00945158" w:rsidRPr="00004DC5" w:rsidRDefault="00945158" w:rsidP="00945158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/>
                <w:sz w:val="20"/>
                <w:szCs w:val="20"/>
                <w:lang w:val="pl-PL" w:eastAsia="pl-PL"/>
              </w:rPr>
              <w:t>Wartość przekazywana dla wywołania usługi pobrania danych z ISZTAR dla pól „Nazwa grupy wyrobów” i „Stawka podatku”.</w:t>
            </w:r>
          </w:p>
          <w:p w14:paraId="0BD731A5" w14:textId="77777777" w:rsidR="00945158" w:rsidRPr="00004DC5" w:rsidRDefault="00945158" w:rsidP="00945158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/>
                <w:sz w:val="20"/>
                <w:szCs w:val="20"/>
                <w:lang w:val="pl-PL" w:eastAsia="pl-PL"/>
              </w:rPr>
              <w:t>Walidacja czy kod CN jest w zakresie obsługiwanym przez załącznik danego typu. Jeśli nie błąd typu 2.</w:t>
            </w:r>
          </w:p>
        </w:tc>
      </w:tr>
      <w:tr w:rsidR="00945158" w14:paraId="3D3818E3" w14:textId="77777777" w:rsidTr="00A50C2C">
        <w:trPr>
          <w:trHeight w:val="213"/>
        </w:trPr>
        <w:tc>
          <w:tcPr>
            <w:tcW w:w="943" w:type="dxa"/>
          </w:tcPr>
          <w:p w14:paraId="3F3415FC" w14:textId="77777777" w:rsidR="00945158" w:rsidRPr="00004DC5" w:rsidRDefault="00945158" w:rsidP="00945158">
            <w:pPr>
              <w:rPr>
                <w:rFonts w:eastAsia="Times New Roman" w:cs="Arial"/>
                <w:sz w:val="20"/>
                <w:szCs w:val="20"/>
              </w:rPr>
            </w:pPr>
            <w:bookmarkStart w:id="334" w:name="Ri13"/>
            <w:r w:rsidRPr="00004DC5">
              <w:rPr>
                <w:rFonts w:eastAsia="Times New Roman" w:cs="Arial"/>
                <w:sz w:val="20"/>
                <w:szCs w:val="20"/>
              </w:rPr>
              <w:t>R13</w:t>
            </w:r>
            <w:bookmarkEnd w:id="334"/>
          </w:p>
        </w:tc>
        <w:tc>
          <w:tcPr>
            <w:tcW w:w="8111" w:type="dxa"/>
          </w:tcPr>
          <w:p w14:paraId="4C3C37DE" w14:textId="77777777" w:rsidR="00945158" w:rsidRPr="00004DC5" w:rsidRDefault="00945158" w:rsidP="00945158">
            <w:pPr>
              <w:pStyle w:val="Z2tabelatekst"/>
              <w:jc w:val="both"/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  <w:t xml:space="preserve">Walidacja: Czy pole jest wypełnione zgodnie z typem stawki podatkowej. </w:t>
            </w:r>
          </w:p>
        </w:tc>
      </w:tr>
      <w:tr w:rsidR="00945158" w14:paraId="1FD3E16C" w14:textId="77777777" w:rsidTr="00A50C2C">
        <w:trPr>
          <w:trHeight w:val="213"/>
        </w:trPr>
        <w:tc>
          <w:tcPr>
            <w:tcW w:w="943" w:type="dxa"/>
          </w:tcPr>
          <w:p w14:paraId="2C1FA31E" w14:textId="77777777" w:rsidR="00945158" w:rsidRPr="00004DC5" w:rsidRDefault="00945158" w:rsidP="00945158">
            <w:pPr>
              <w:rPr>
                <w:rFonts w:eastAsia="Times New Roman" w:cs="Arial"/>
                <w:sz w:val="20"/>
                <w:szCs w:val="20"/>
              </w:rPr>
            </w:pPr>
            <w:bookmarkStart w:id="335" w:name="Ri14"/>
            <w:r w:rsidRPr="00004DC5">
              <w:rPr>
                <w:rFonts w:eastAsia="Times New Roman" w:cs="Arial"/>
                <w:sz w:val="20"/>
                <w:szCs w:val="20"/>
              </w:rPr>
              <w:t>R14</w:t>
            </w:r>
            <w:bookmarkEnd w:id="335"/>
          </w:p>
        </w:tc>
        <w:tc>
          <w:tcPr>
            <w:tcW w:w="8111" w:type="dxa"/>
          </w:tcPr>
          <w:p w14:paraId="54C189E4" w14:textId="77777777" w:rsidR="00945158" w:rsidRPr="00004DC5" w:rsidRDefault="00945158" w:rsidP="00945158">
            <w:pPr>
              <w:pStyle w:val="Z2tabelatekst"/>
              <w:jc w:val="both"/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  <w:t xml:space="preserve">Walidacja: Czy pole jest wypełnione zgodnie z typem stawki podatkowej. </w:t>
            </w:r>
          </w:p>
        </w:tc>
      </w:tr>
      <w:tr w:rsidR="00945158" w14:paraId="3C4E1438" w14:textId="77777777" w:rsidTr="00A50C2C">
        <w:trPr>
          <w:trHeight w:val="213"/>
        </w:trPr>
        <w:tc>
          <w:tcPr>
            <w:tcW w:w="943" w:type="dxa"/>
          </w:tcPr>
          <w:p w14:paraId="1E7BADCD" w14:textId="77777777" w:rsidR="00945158" w:rsidRPr="00004DC5" w:rsidRDefault="00945158" w:rsidP="00945158">
            <w:pPr>
              <w:rPr>
                <w:rFonts w:eastAsia="Times New Roman" w:cs="Arial"/>
                <w:sz w:val="20"/>
                <w:szCs w:val="20"/>
              </w:rPr>
            </w:pPr>
            <w:bookmarkStart w:id="336" w:name="Ri15"/>
            <w:r w:rsidRPr="00004DC5">
              <w:rPr>
                <w:rFonts w:eastAsia="Times New Roman" w:cs="Arial"/>
                <w:sz w:val="20"/>
                <w:szCs w:val="20"/>
              </w:rPr>
              <w:t>R15</w:t>
            </w:r>
            <w:bookmarkEnd w:id="336"/>
          </w:p>
        </w:tc>
        <w:tc>
          <w:tcPr>
            <w:tcW w:w="8111" w:type="dxa"/>
          </w:tcPr>
          <w:p w14:paraId="09C7427B" w14:textId="77777777" w:rsidR="00945158" w:rsidRPr="00004DC5" w:rsidRDefault="00945158" w:rsidP="00945158">
            <w:pPr>
              <w:pStyle w:val="Z2tabelatekst"/>
              <w:jc w:val="both"/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  <w:t xml:space="preserve">Walidacja: Czy pole jest wypełnione zgodnie z typem stawki podatkowej. </w:t>
            </w:r>
          </w:p>
        </w:tc>
      </w:tr>
      <w:tr w:rsidR="00945158" w14:paraId="4DE59AE8" w14:textId="77777777" w:rsidTr="00A50C2C">
        <w:trPr>
          <w:trHeight w:val="213"/>
        </w:trPr>
        <w:tc>
          <w:tcPr>
            <w:tcW w:w="943" w:type="dxa"/>
          </w:tcPr>
          <w:p w14:paraId="1A6A7047" w14:textId="77777777" w:rsidR="00945158" w:rsidRPr="00004DC5" w:rsidRDefault="00945158" w:rsidP="00945158">
            <w:pPr>
              <w:rPr>
                <w:rFonts w:eastAsia="Times New Roman" w:cs="Arial"/>
                <w:sz w:val="20"/>
                <w:szCs w:val="20"/>
              </w:rPr>
            </w:pPr>
            <w:bookmarkStart w:id="337" w:name="Ri16"/>
            <w:r w:rsidRPr="00004DC5">
              <w:rPr>
                <w:rFonts w:eastAsia="Times New Roman" w:cs="Arial"/>
                <w:sz w:val="20"/>
                <w:szCs w:val="20"/>
              </w:rPr>
              <w:t>R16</w:t>
            </w:r>
            <w:bookmarkEnd w:id="337"/>
          </w:p>
        </w:tc>
        <w:tc>
          <w:tcPr>
            <w:tcW w:w="8111" w:type="dxa"/>
          </w:tcPr>
          <w:p w14:paraId="006215A9" w14:textId="77777777" w:rsidR="00945158" w:rsidRPr="00004DC5" w:rsidRDefault="00945158" w:rsidP="00945158">
            <w:pPr>
              <w:pStyle w:val="Z2tabelatekst"/>
              <w:jc w:val="both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  <w:t xml:space="preserve">Walidacja: wprowadzona wartość powinna być równa wyliczonej zgodnie ze wzorem: wartość w jednym z pól: „Ilość wyrobów w tysiącach litrów”, „Ilość wyrobów, w tysiącach kilogramów” lub „Wartość opałowa w GJ” pomnożona przez wartość w polu „Stawka podatku”. </w:t>
            </w:r>
          </w:p>
        </w:tc>
      </w:tr>
      <w:tr w:rsidR="00945158" w14:paraId="5F326F0B" w14:textId="77777777" w:rsidTr="00A50C2C">
        <w:trPr>
          <w:trHeight w:val="213"/>
        </w:trPr>
        <w:tc>
          <w:tcPr>
            <w:tcW w:w="943" w:type="dxa"/>
          </w:tcPr>
          <w:p w14:paraId="7C749E0E" w14:textId="77777777" w:rsidR="00945158" w:rsidRPr="00004DC5" w:rsidRDefault="00945158" w:rsidP="00945158">
            <w:pPr>
              <w:rPr>
                <w:rFonts w:eastAsia="Times New Roman" w:cs="Arial"/>
                <w:sz w:val="20"/>
                <w:szCs w:val="20"/>
              </w:rPr>
            </w:pPr>
            <w:bookmarkStart w:id="338" w:name="Ri17"/>
            <w:r w:rsidRPr="00004DC5">
              <w:rPr>
                <w:rFonts w:eastAsia="Times New Roman" w:cs="Arial"/>
                <w:sz w:val="20"/>
                <w:szCs w:val="20"/>
              </w:rPr>
              <w:t>R17</w:t>
            </w:r>
            <w:bookmarkEnd w:id="338"/>
          </w:p>
        </w:tc>
        <w:tc>
          <w:tcPr>
            <w:tcW w:w="8111" w:type="dxa"/>
          </w:tcPr>
          <w:p w14:paraId="20E07D44" w14:textId="77777777" w:rsidR="00945158" w:rsidRPr="00004DC5" w:rsidRDefault="00945158" w:rsidP="00945158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/>
                <w:sz w:val="20"/>
                <w:szCs w:val="20"/>
                <w:lang w:val="pl-PL" w:eastAsia="pl-PL"/>
              </w:rPr>
              <w:t>Walidacja: sprawdzenie czy suma kwot z pozycji „Nadwyżka przedpłaty akcyzy” i „Przedpłata akcyzy do zapłaty” deklaracji AKC-PA (I) (za okres) jest równa wprowadzonej w polu wartości.</w:t>
            </w:r>
          </w:p>
        </w:tc>
      </w:tr>
      <w:tr w:rsidR="00945158" w14:paraId="161C4927" w14:textId="77777777" w:rsidTr="00A50C2C">
        <w:trPr>
          <w:trHeight w:val="213"/>
        </w:trPr>
        <w:tc>
          <w:tcPr>
            <w:tcW w:w="943" w:type="dxa"/>
          </w:tcPr>
          <w:p w14:paraId="2CDAF4EE" w14:textId="77777777" w:rsidR="00945158" w:rsidRPr="00004DC5" w:rsidRDefault="00945158" w:rsidP="00945158">
            <w:pPr>
              <w:rPr>
                <w:rFonts w:eastAsia="Times New Roman" w:cs="Arial"/>
                <w:sz w:val="20"/>
                <w:szCs w:val="20"/>
              </w:rPr>
            </w:pPr>
            <w:bookmarkStart w:id="339" w:name="Ri18"/>
            <w:r w:rsidRPr="00004DC5">
              <w:rPr>
                <w:rFonts w:eastAsia="Times New Roman" w:cs="Arial"/>
                <w:sz w:val="20"/>
                <w:szCs w:val="20"/>
              </w:rPr>
              <w:t>R18</w:t>
            </w:r>
            <w:bookmarkEnd w:id="339"/>
          </w:p>
        </w:tc>
        <w:tc>
          <w:tcPr>
            <w:tcW w:w="8111" w:type="dxa"/>
          </w:tcPr>
          <w:p w14:paraId="66F31292" w14:textId="77777777" w:rsidR="00945158" w:rsidRPr="00004DC5" w:rsidRDefault="00945158" w:rsidP="00945158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/>
                <w:sz w:val="20"/>
                <w:szCs w:val="20"/>
                <w:lang w:val="pl-PL" w:eastAsia="pl-PL"/>
              </w:rPr>
              <w:t>Walidacja: jeśli wynik wyliczenia jest różny od wprowadzonej wartości, to jest Błąd. Jeśli wyliczona wartość jest ujemna, powinno być 0.</w:t>
            </w:r>
          </w:p>
        </w:tc>
      </w:tr>
      <w:tr w:rsidR="00945158" w14:paraId="2B8F056C" w14:textId="77777777" w:rsidTr="00A50C2C">
        <w:trPr>
          <w:trHeight w:val="213"/>
        </w:trPr>
        <w:tc>
          <w:tcPr>
            <w:tcW w:w="943" w:type="dxa"/>
          </w:tcPr>
          <w:p w14:paraId="562F160A" w14:textId="77777777" w:rsidR="00945158" w:rsidRPr="00004DC5" w:rsidRDefault="00945158" w:rsidP="00945158">
            <w:pPr>
              <w:rPr>
                <w:rFonts w:eastAsia="Times New Roman" w:cs="Arial"/>
                <w:sz w:val="20"/>
                <w:szCs w:val="20"/>
              </w:rPr>
            </w:pPr>
            <w:bookmarkStart w:id="340" w:name="Ri19"/>
            <w:r w:rsidRPr="00004DC5">
              <w:rPr>
                <w:rFonts w:eastAsia="Times New Roman" w:cs="Arial"/>
                <w:sz w:val="20"/>
                <w:szCs w:val="20"/>
              </w:rPr>
              <w:t>R19</w:t>
            </w:r>
            <w:bookmarkEnd w:id="340"/>
          </w:p>
        </w:tc>
        <w:tc>
          <w:tcPr>
            <w:tcW w:w="8111" w:type="dxa"/>
          </w:tcPr>
          <w:p w14:paraId="676D524D" w14:textId="77777777" w:rsidR="00945158" w:rsidRPr="00004DC5" w:rsidRDefault="00945158" w:rsidP="00945158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/>
                <w:sz w:val="20"/>
                <w:szCs w:val="20"/>
                <w:lang w:val="pl-PL" w:eastAsia="pl-PL"/>
              </w:rPr>
              <w:t>Pole niewymagalne (puste) w przypadku, gdy nie złożono AKC-PA za ten sam okres rozliczeniowy.</w:t>
            </w:r>
          </w:p>
          <w:p w14:paraId="67FB378D" w14:textId="77777777" w:rsidR="00945158" w:rsidRPr="00004DC5" w:rsidRDefault="00945158" w:rsidP="00945158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/>
                <w:sz w:val="20"/>
                <w:szCs w:val="20"/>
                <w:lang w:val="pl-PL" w:eastAsia="pl-PL"/>
              </w:rPr>
              <w:t>Walidacja: jeśli wynik wyliczenia jest różny od wprowadzonej wartości, to jest Błąd. Jeśli wyliczona wartość jest ujemna, powinno być 0.</w:t>
            </w:r>
          </w:p>
        </w:tc>
      </w:tr>
      <w:tr w:rsidR="00945158" w14:paraId="1380C37C" w14:textId="77777777" w:rsidTr="00A50C2C">
        <w:trPr>
          <w:trHeight w:val="213"/>
        </w:trPr>
        <w:tc>
          <w:tcPr>
            <w:tcW w:w="943" w:type="dxa"/>
          </w:tcPr>
          <w:p w14:paraId="28CFDAF9" w14:textId="77777777" w:rsidR="00945158" w:rsidRPr="00004DC5" w:rsidRDefault="00945158" w:rsidP="00945158">
            <w:pPr>
              <w:rPr>
                <w:rFonts w:eastAsia="Times New Roman" w:cs="Arial"/>
                <w:sz w:val="20"/>
                <w:szCs w:val="20"/>
              </w:rPr>
            </w:pPr>
            <w:bookmarkStart w:id="341" w:name="Ri20"/>
            <w:r w:rsidRPr="00004DC5">
              <w:rPr>
                <w:rFonts w:eastAsia="Times New Roman" w:cs="Arial"/>
                <w:sz w:val="20"/>
                <w:szCs w:val="20"/>
              </w:rPr>
              <w:t>R20</w:t>
            </w:r>
            <w:bookmarkEnd w:id="341"/>
          </w:p>
        </w:tc>
        <w:tc>
          <w:tcPr>
            <w:tcW w:w="8111" w:type="dxa"/>
          </w:tcPr>
          <w:p w14:paraId="49105B06" w14:textId="77777777" w:rsidR="00945158" w:rsidRPr="00004DC5" w:rsidRDefault="00945158" w:rsidP="00945158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004DC5">
              <w:rPr>
                <w:rFonts w:ascii="Lato" w:hAnsi="Lato" w:cs="Arial"/>
                <w:sz w:val="20"/>
                <w:szCs w:val="20"/>
              </w:rPr>
              <w:t>Wartość pola („ubytek” lub „calkowite zniszczenie”)</w:t>
            </w:r>
          </w:p>
        </w:tc>
      </w:tr>
      <w:tr w:rsidR="00124A08" w14:paraId="3AA3EF79" w14:textId="77777777" w:rsidTr="00A50C2C">
        <w:trPr>
          <w:trHeight w:val="213"/>
        </w:trPr>
        <w:tc>
          <w:tcPr>
            <w:tcW w:w="943" w:type="dxa"/>
          </w:tcPr>
          <w:p w14:paraId="4DD81867" w14:textId="77777777" w:rsidR="00124A08" w:rsidRPr="00004DC5" w:rsidRDefault="00124A08" w:rsidP="00124A08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lastRenderedPageBreak/>
              <w:t>R21</w:t>
            </w:r>
          </w:p>
        </w:tc>
        <w:tc>
          <w:tcPr>
            <w:tcW w:w="8111" w:type="dxa"/>
          </w:tcPr>
          <w:p w14:paraId="762D15A2" w14:textId="77777777" w:rsidR="00124A08" w:rsidRPr="00004DC5" w:rsidRDefault="00124A08" w:rsidP="00124A08">
            <w:pPr>
              <w:rPr>
                <w:rFonts w:eastAsia="Times New Roman" w:cs="Arial"/>
                <w:sz w:val="20"/>
                <w:szCs w:val="20"/>
              </w:rPr>
            </w:pPr>
            <w:r w:rsidRPr="00004DC5">
              <w:rPr>
                <w:rFonts w:eastAsia="Times New Roman" w:cs="Arial"/>
                <w:sz w:val="20"/>
                <w:szCs w:val="20"/>
              </w:rPr>
              <w:t>Dopuszczalnym okresem (period) za który będzie mogła być złożona deklaracja: nie może być wcześniejszy niż luty 201</w:t>
            </w:r>
            <w:r w:rsidR="003E6A94" w:rsidRPr="00004DC5">
              <w:rPr>
                <w:rFonts w:eastAsia="Times New Roman" w:cs="Arial"/>
                <w:sz w:val="20"/>
                <w:szCs w:val="20"/>
              </w:rPr>
              <w:t>8</w:t>
            </w:r>
            <w:r w:rsidRPr="00004DC5">
              <w:rPr>
                <w:rFonts w:eastAsia="Times New Roman" w:cs="Arial"/>
                <w:sz w:val="20"/>
                <w:szCs w:val="20"/>
              </w:rPr>
              <w:t xml:space="preserve"> roku.</w:t>
            </w:r>
          </w:p>
        </w:tc>
      </w:tr>
    </w:tbl>
    <w:p w14:paraId="645D25A8" w14:textId="77777777" w:rsidR="00F53FE2" w:rsidRDefault="00F53FE2">
      <w:r>
        <w:br w:type="page"/>
      </w:r>
    </w:p>
    <w:p w14:paraId="708AC8C8" w14:textId="77777777" w:rsidR="0013767E" w:rsidRDefault="0013767E" w:rsidP="00C048E5">
      <w:pPr>
        <w:pStyle w:val="Nagwek2"/>
      </w:pPr>
      <w:bookmarkStart w:id="342" w:name="_Toc182566478"/>
      <w:r>
        <w:lastRenderedPageBreak/>
        <w:t>Załącznik AKC-4/J do deklaracji AKC4</w:t>
      </w:r>
      <w:bookmarkEnd w:id="342"/>
    </w:p>
    <w:p w14:paraId="17458BBB" w14:textId="77777777" w:rsidR="0013767E" w:rsidRDefault="00CC1B30" w:rsidP="00C048E5">
      <w:pPr>
        <w:pStyle w:val="Nagwek3"/>
      </w:pPr>
      <w:bookmarkStart w:id="343" w:name="_Toc182566479"/>
      <w:r>
        <w:t xml:space="preserve">Komunikat </w:t>
      </w:r>
      <w:r w:rsidR="0013767E">
        <w:t>AKC4J</w:t>
      </w:r>
      <w:bookmarkEnd w:id="343"/>
    </w:p>
    <w:p w14:paraId="620E4E23" w14:textId="77777777" w:rsidR="0013767E" w:rsidRPr="00481FCB" w:rsidRDefault="00F27308" w:rsidP="00F27308">
      <w:pPr>
        <w:rPr>
          <w:rFonts w:eastAsia="Times New Roman"/>
          <w:lang w:eastAsia="pl-PL"/>
        </w:rPr>
      </w:pPr>
      <w:r w:rsidRPr="00481FCB">
        <w:rPr>
          <w:rFonts w:eastAsia="Times New Roman"/>
          <w:lang w:eastAsia="pl-PL"/>
        </w:rPr>
        <w:t>PODATEK AKCYZOWY OD GAZU DO NAPĘDU SILNIKÓW SPALINOWYCH</w:t>
      </w:r>
    </w:p>
    <w:p w14:paraId="59D88050" w14:textId="77777777" w:rsidR="0013767E" w:rsidRDefault="0013767E" w:rsidP="00C048E5">
      <w:pPr>
        <w:pStyle w:val="Nagwek3"/>
      </w:pPr>
      <w:bookmarkStart w:id="344" w:name="_Toc182566480"/>
      <w:r>
        <w:t>Specyfikacja AKC4J</w:t>
      </w:r>
      <w:bookmarkEnd w:id="344"/>
    </w:p>
    <w:p w14:paraId="61BF509B" w14:textId="77777777" w:rsidR="0013767E" w:rsidRPr="00481FCB" w:rsidRDefault="0013767E" w:rsidP="0013767E">
      <w:r w:rsidRPr="00481FCB">
        <w:t xml:space="preserve">Struktury typu </w:t>
      </w:r>
      <w:r w:rsidRPr="00481FCB">
        <w:rPr>
          <w:rFonts w:eastAsia="Times New Roman"/>
        </w:rPr>
        <w:t>ZDailyAmount, ZCalculOfAmountOfExciseDuty</w:t>
      </w:r>
      <w:r w:rsidRPr="00481FCB">
        <w:t xml:space="preserve"> zostały zdefiniowane w dokumencie </w:t>
      </w:r>
      <w:r w:rsidRPr="00481FCB">
        <w:fldChar w:fldCharType="begin"/>
      </w:r>
      <w:r w:rsidRPr="00481FCB">
        <w:instrText xml:space="preserve"> REF _Ref361653747 \r \h  \* MERGEFORMAT </w:instrText>
      </w:r>
      <w:r w:rsidRPr="00481FCB">
        <w:fldChar w:fldCharType="separate"/>
      </w:r>
      <w:r w:rsidR="00EC7AC0" w:rsidRPr="00481FCB">
        <w:t>A1</w:t>
      </w:r>
      <w:r w:rsidRPr="00481FCB">
        <w:fldChar w:fldCharType="end"/>
      </w:r>
      <w:r w:rsidRPr="00481FCB">
        <w:t xml:space="preserve"> i nie będą tutaj szczegółowo omawiane.</w:t>
      </w:r>
    </w:p>
    <w:p w14:paraId="58D32780" w14:textId="26A661B9" w:rsidR="002B36E3" w:rsidRDefault="002B36E3" w:rsidP="002B36E3">
      <w:pPr>
        <w:pStyle w:val="Legenda"/>
        <w:keepNext/>
      </w:pPr>
      <w:bookmarkStart w:id="345" w:name="_Toc182566628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97</w:t>
      </w:r>
      <w:r w:rsidR="00715F4C">
        <w:rPr>
          <w:noProof/>
        </w:rPr>
        <w:fldChar w:fldCharType="end"/>
      </w:r>
      <w:r>
        <w:t xml:space="preserve">. </w:t>
      </w:r>
      <w:r w:rsidRPr="00C125F9">
        <w:t>Dane ogólne w ramach struktury załącznika AKC-4/J</w:t>
      </w:r>
      <w:bookmarkEnd w:id="345"/>
    </w:p>
    <w:tbl>
      <w:tblPr>
        <w:tblStyle w:val="Siatkatabelijasn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A50C2C" w14:paraId="351A874C" w14:textId="77777777" w:rsidTr="00794B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7825981E" w14:textId="77777777" w:rsidR="00A50C2C" w:rsidRPr="00067325" w:rsidRDefault="00A50C2C">
            <w:pPr>
              <w:rPr>
                <w:rFonts w:eastAsia="Times New Roman" w:cs="Arial"/>
                <w:b/>
                <w:sz w:val="20"/>
                <w:szCs w:val="20"/>
              </w:rPr>
            </w:pPr>
            <w:r w:rsidRPr="00067325">
              <w:rPr>
                <w:rFonts w:eastAsia="Times New Roman" w:cs="Arial"/>
                <w:b/>
                <w:sz w:val="20"/>
                <w:szCs w:val="20"/>
              </w:rPr>
              <w:t>Ogólne</w:t>
            </w:r>
          </w:p>
        </w:tc>
        <w:tc>
          <w:tcPr>
            <w:tcW w:w="6584" w:type="dxa"/>
          </w:tcPr>
          <w:p w14:paraId="1A291515" w14:textId="3E7A629B" w:rsidR="00A50C2C" w:rsidRPr="00067325" w:rsidRDefault="00A50C2C">
            <w:pPr>
              <w:rPr>
                <w:rFonts w:eastAsia="Times New Roman" w:cs="Arial"/>
                <w:b/>
                <w:sz w:val="20"/>
                <w:szCs w:val="20"/>
              </w:rPr>
            </w:pPr>
          </w:p>
        </w:tc>
      </w:tr>
      <w:tr w:rsidR="0013767E" w14:paraId="7A3FD63F" w14:textId="77777777" w:rsidTr="00794BCE">
        <w:tc>
          <w:tcPr>
            <w:tcW w:w="2738" w:type="dxa"/>
          </w:tcPr>
          <w:p w14:paraId="55C52FB9" w14:textId="77777777" w:rsidR="0013767E" w:rsidRPr="00067325" w:rsidRDefault="0013767E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08C4A021" w14:textId="77777777" w:rsidR="0013767E" w:rsidRPr="00067325" w:rsidRDefault="0013767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Struktura załącznika do </w:t>
            </w:r>
            <w:r w:rsidRPr="00067325">
              <w:rPr>
                <w:rFonts w:cs="Arial"/>
                <w:sz w:val="20"/>
                <w:szCs w:val="20"/>
              </w:rPr>
              <w:t xml:space="preserve">deklaracji AKC4 </w:t>
            </w:r>
          </w:p>
        </w:tc>
      </w:tr>
      <w:tr w:rsidR="0013767E" w14:paraId="4391FC29" w14:textId="77777777" w:rsidTr="00794BCE">
        <w:tc>
          <w:tcPr>
            <w:tcW w:w="2738" w:type="dxa"/>
          </w:tcPr>
          <w:p w14:paraId="7E0B1AEE" w14:textId="77777777" w:rsidR="0013767E" w:rsidRPr="00067325" w:rsidRDefault="0013767E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0B1519F8" w14:textId="77777777" w:rsidR="0013767E" w:rsidRPr="00067325" w:rsidRDefault="0013767E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13767E" w14:paraId="1A072269" w14:textId="77777777" w:rsidTr="00794BCE">
        <w:tc>
          <w:tcPr>
            <w:tcW w:w="2738" w:type="dxa"/>
          </w:tcPr>
          <w:p w14:paraId="52838C28" w14:textId="77777777" w:rsidR="0013767E" w:rsidRPr="00067325" w:rsidRDefault="0013767E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1BA4BD84" w14:textId="77777777" w:rsidR="0013767E" w:rsidRPr="00067325" w:rsidRDefault="003E6A94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4</w:t>
            </w:r>
            <w:r w:rsidR="009436A8" w:rsidRPr="00067325">
              <w:rPr>
                <w:rFonts w:eastAsia="Times New Roman" w:cs="Arial"/>
                <w:sz w:val="20"/>
                <w:szCs w:val="20"/>
              </w:rPr>
              <w:t>_0</w:t>
            </w:r>
          </w:p>
        </w:tc>
      </w:tr>
      <w:tr w:rsidR="0013767E" w14:paraId="42646C46" w14:textId="77777777" w:rsidTr="00794BCE">
        <w:tc>
          <w:tcPr>
            <w:tcW w:w="2738" w:type="dxa"/>
          </w:tcPr>
          <w:p w14:paraId="1EBFC520" w14:textId="77777777" w:rsidR="0013767E" w:rsidRPr="00067325" w:rsidRDefault="0013767E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Zależności od innych deklaracji</w:t>
            </w:r>
          </w:p>
        </w:tc>
        <w:tc>
          <w:tcPr>
            <w:tcW w:w="6584" w:type="dxa"/>
          </w:tcPr>
          <w:p w14:paraId="3DFA3232" w14:textId="77777777" w:rsidR="0013767E" w:rsidRPr="00067325" w:rsidRDefault="0013767E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13767E" w14:paraId="1E14B2D2" w14:textId="77777777" w:rsidTr="00794BCE">
        <w:tc>
          <w:tcPr>
            <w:tcW w:w="2738" w:type="dxa"/>
          </w:tcPr>
          <w:p w14:paraId="219A978B" w14:textId="77777777" w:rsidR="0013767E" w:rsidRPr="00067325" w:rsidRDefault="0013767E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42B4685E" w14:textId="77777777" w:rsidR="0013767E" w:rsidRPr="00067325" w:rsidRDefault="0013767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XML</w:t>
            </w:r>
          </w:p>
        </w:tc>
      </w:tr>
      <w:tr w:rsidR="0013767E" w14:paraId="3A47DD8D" w14:textId="77777777" w:rsidTr="00794BCE">
        <w:tc>
          <w:tcPr>
            <w:tcW w:w="2738" w:type="dxa"/>
          </w:tcPr>
          <w:p w14:paraId="1B1CDF82" w14:textId="77777777" w:rsidR="0013767E" w:rsidRPr="00067325" w:rsidRDefault="0013767E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3DB74110" w14:textId="77777777" w:rsidR="0013767E" w:rsidRPr="00067325" w:rsidRDefault="0013767E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13767E" w14:paraId="772FC55E" w14:textId="77777777" w:rsidTr="00794BCE">
        <w:tc>
          <w:tcPr>
            <w:tcW w:w="2738" w:type="dxa"/>
          </w:tcPr>
          <w:p w14:paraId="720B42C9" w14:textId="77777777" w:rsidR="0013767E" w:rsidRPr="00067325" w:rsidRDefault="0013767E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350E0DAF" w14:textId="77777777" w:rsidR="0013767E" w:rsidRPr="00067325" w:rsidRDefault="0013767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XML</w:t>
            </w:r>
          </w:p>
        </w:tc>
      </w:tr>
      <w:tr w:rsidR="0013767E" w14:paraId="3F2796B0" w14:textId="77777777" w:rsidTr="00794BCE">
        <w:tc>
          <w:tcPr>
            <w:tcW w:w="2738" w:type="dxa"/>
          </w:tcPr>
          <w:p w14:paraId="7EB39C55" w14:textId="77777777" w:rsidR="0013767E" w:rsidRPr="00067325" w:rsidRDefault="0013767E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Namespaces</w:t>
            </w:r>
          </w:p>
        </w:tc>
        <w:tc>
          <w:tcPr>
            <w:tcW w:w="6584" w:type="dxa"/>
          </w:tcPr>
          <w:p w14:paraId="4B816C61" w14:textId="77777777" w:rsidR="0013767E" w:rsidRPr="00067325" w:rsidRDefault="009436A8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http://www.e-clo.pl/ZEFIR2/eZefir2/xsd/v3_0/Types.xsd</w:t>
            </w:r>
          </w:p>
        </w:tc>
      </w:tr>
      <w:tr w:rsidR="0013767E" w14:paraId="2253E05C" w14:textId="77777777" w:rsidTr="00794BCE">
        <w:tc>
          <w:tcPr>
            <w:tcW w:w="2738" w:type="dxa"/>
          </w:tcPr>
          <w:p w14:paraId="6CCCA26B" w14:textId="77777777" w:rsidR="0013767E" w:rsidRPr="00067325" w:rsidRDefault="0013767E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017FE3D4" w14:textId="77777777" w:rsidR="0013767E" w:rsidRPr="00067325" w:rsidRDefault="0013767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akc_4j.xsd</w:t>
            </w:r>
          </w:p>
        </w:tc>
      </w:tr>
    </w:tbl>
    <w:p w14:paraId="41F74103" w14:textId="77777777" w:rsidR="0013767E" w:rsidRPr="00794BCE" w:rsidRDefault="0013767E" w:rsidP="00C048E5">
      <w:pPr>
        <w:pStyle w:val="Nagwek3"/>
      </w:pPr>
      <w:bookmarkStart w:id="346" w:name="_Toc182566481"/>
      <w:r w:rsidRPr="00794BCE">
        <w:t>Struktura AKC4J</w:t>
      </w:r>
      <w:bookmarkEnd w:id="346"/>
    </w:p>
    <w:p w14:paraId="3AB1CF5F" w14:textId="77777777" w:rsidR="00794BCE" w:rsidRPr="00794BCE" w:rsidRDefault="00794BCE" w:rsidP="00794BCE">
      <w:pPr>
        <w:pStyle w:val="Akapitzlist"/>
        <w:numPr>
          <w:ilvl w:val="0"/>
          <w:numId w:val="21"/>
        </w:numPr>
        <w:spacing w:before="40" w:after="60"/>
        <w:jc w:val="both"/>
        <w:rPr>
          <w:rFonts w:ascii="Consolas" w:hAnsi="Consolas"/>
          <w:lang w:val="en-GB"/>
        </w:rPr>
      </w:pPr>
      <w:r w:rsidRPr="00794BCE">
        <w:rPr>
          <w:rFonts w:ascii="Consolas" w:hAnsi="Consolas"/>
          <w:lang w:val="en-GB"/>
        </w:rPr>
        <w:t>(AKC4JType)</w:t>
      </w:r>
    </w:p>
    <w:p w14:paraId="526D332C" w14:textId="6CAC132E" w:rsidR="00794BCE" w:rsidRPr="00794BCE" w:rsidRDefault="00794BCE" w:rsidP="00794BCE">
      <w:pPr>
        <w:pStyle w:val="Akapitzlist"/>
        <w:numPr>
          <w:ilvl w:val="0"/>
          <w:numId w:val="21"/>
        </w:numPr>
        <w:spacing w:before="40" w:after="60"/>
        <w:jc w:val="both"/>
        <w:rPr>
          <w:rFonts w:ascii="Consolas" w:hAnsi="Consolas"/>
          <w:lang w:val="en-GB"/>
        </w:rPr>
      </w:pPr>
      <w:r w:rsidRPr="00794BCE">
        <w:rPr>
          <w:rFonts w:ascii="Consolas" w:hAnsi="Consolas"/>
          <w:lang w:val="en-GB"/>
        </w:rPr>
        <w:t>(HeaderType)</w:t>
      </w:r>
    </w:p>
    <w:p w14:paraId="4250F9A6" w14:textId="0748C56B" w:rsidR="00794BCE" w:rsidRPr="00794BCE" w:rsidRDefault="00794BCE" w:rsidP="00794BCE">
      <w:pPr>
        <w:pStyle w:val="Akapitzlist"/>
        <w:numPr>
          <w:ilvl w:val="0"/>
          <w:numId w:val="21"/>
        </w:numPr>
        <w:spacing w:before="40" w:after="60"/>
        <w:jc w:val="both"/>
        <w:rPr>
          <w:rFonts w:ascii="Consolas" w:hAnsi="Consolas"/>
          <w:lang w:val="en-GB"/>
        </w:rPr>
      </w:pPr>
      <w:r w:rsidRPr="00794BCE">
        <w:rPr>
          <w:rFonts w:ascii="Consolas" w:hAnsi="Consolas"/>
          <w:lang w:val="en-GB"/>
        </w:rPr>
        <w:t>(WarehouseType)</w:t>
      </w:r>
    </w:p>
    <w:p w14:paraId="378626E7" w14:textId="7B92A51A" w:rsidR="00794BCE" w:rsidRPr="00794BCE" w:rsidRDefault="00794BCE" w:rsidP="00794BCE">
      <w:pPr>
        <w:pStyle w:val="Akapitzlist"/>
        <w:numPr>
          <w:ilvl w:val="0"/>
          <w:numId w:val="21"/>
        </w:numPr>
        <w:spacing w:before="40" w:after="60"/>
        <w:jc w:val="both"/>
        <w:rPr>
          <w:rFonts w:ascii="Consolas" w:hAnsi="Consolas"/>
          <w:lang w:val="en-GB"/>
        </w:rPr>
      </w:pPr>
      <w:r w:rsidRPr="00794BCE">
        <w:rPr>
          <w:rFonts w:ascii="Consolas" w:hAnsi="Consolas"/>
          <w:lang w:val="en-GB"/>
        </w:rPr>
        <w:t>(ExciseDutyInformationType)</w:t>
      </w:r>
    </w:p>
    <w:p w14:paraId="308F3E57" w14:textId="53ACBB76" w:rsidR="00794BCE" w:rsidRPr="00794BCE" w:rsidRDefault="00794BCE" w:rsidP="00794BCE">
      <w:pPr>
        <w:pStyle w:val="Akapitzlist"/>
        <w:numPr>
          <w:ilvl w:val="0"/>
          <w:numId w:val="21"/>
        </w:numPr>
        <w:spacing w:before="40" w:after="60"/>
        <w:jc w:val="both"/>
        <w:rPr>
          <w:rFonts w:ascii="Consolas" w:hAnsi="Consolas"/>
          <w:lang w:val="en-GB"/>
        </w:rPr>
      </w:pPr>
      <w:r w:rsidRPr="00794BCE">
        <w:rPr>
          <w:rFonts w:ascii="Consolas" w:hAnsi="Consolas"/>
          <w:lang w:val="en-GB"/>
        </w:rPr>
        <w:t>(CalculOfAmountOfExciseDutyType)</w:t>
      </w:r>
    </w:p>
    <w:p w14:paraId="025761F5" w14:textId="27765089" w:rsidR="00794BCE" w:rsidRPr="00794BCE" w:rsidRDefault="00794BCE" w:rsidP="00794BCE">
      <w:pPr>
        <w:pStyle w:val="Akapitzlist"/>
        <w:numPr>
          <w:ilvl w:val="0"/>
          <w:numId w:val="21"/>
        </w:numPr>
        <w:spacing w:before="40" w:after="60"/>
        <w:jc w:val="both"/>
        <w:rPr>
          <w:rFonts w:ascii="Consolas" w:hAnsi="Consolas"/>
          <w:lang w:val="en-GB"/>
        </w:rPr>
      </w:pPr>
      <w:r w:rsidRPr="00794BCE">
        <w:rPr>
          <w:rFonts w:ascii="Consolas" w:hAnsi="Consolas"/>
          <w:lang w:val="en-GB"/>
        </w:rPr>
        <w:t>(CleareanceExciseDutyType)</w:t>
      </w:r>
    </w:p>
    <w:p w14:paraId="6D559904" w14:textId="38C1782C" w:rsidR="00794BCE" w:rsidRPr="00794BCE" w:rsidRDefault="00794BCE" w:rsidP="00794BCE">
      <w:pPr>
        <w:pStyle w:val="Akapitzlist"/>
        <w:numPr>
          <w:ilvl w:val="0"/>
          <w:numId w:val="21"/>
        </w:numPr>
        <w:spacing w:before="40" w:after="60"/>
        <w:jc w:val="both"/>
        <w:rPr>
          <w:rFonts w:ascii="Consolas" w:hAnsi="Consolas"/>
          <w:lang w:val="en-GB"/>
        </w:rPr>
      </w:pPr>
      <w:r w:rsidRPr="00794BCE">
        <w:rPr>
          <w:rFonts w:ascii="Consolas" w:hAnsi="Consolas"/>
          <w:lang w:val="en-GB"/>
        </w:rPr>
        <w:t>(ItemsType)</w:t>
      </w:r>
    </w:p>
    <w:p w14:paraId="07DC2452" w14:textId="13A258A8" w:rsidR="00794BCE" w:rsidRPr="00794BCE" w:rsidRDefault="00794BCE" w:rsidP="00794BCE">
      <w:pPr>
        <w:pStyle w:val="Akapitzlist"/>
        <w:numPr>
          <w:ilvl w:val="0"/>
          <w:numId w:val="21"/>
        </w:numPr>
        <w:spacing w:before="40" w:after="60"/>
        <w:jc w:val="both"/>
        <w:rPr>
          <w:rFonts w:ascii="Consolas" w:hAnsi="Consolas"/>
          <w:lang w:val="en-GB"/>
        </w:rPr>
      </w:pPr>
      <w:r w:rsidRPr="00794BCE">
        <w:rPr>
          <w:rFonts w:ascii="Consolas" w:hAnsi="Consolas"/>
          <w:lang w:val="en-GB"/>
        </w:rPr>
        <w:t>(ItemType)</w:t>
      </w:r>
    </w:p>
    <w:p w14:paraId="236A1D8E" w14:textId="51AD53ED" w:rsidR="00794BCE" w:rsidRPr="00794BCE" w:rsidRDefault="00794BCE" w:rsidP="00794BCE">
      <w:pPr>
        <w:pStyle w:val="Akapitzlist"/>
        <w:numPr>
          <w:ilvl w:val="0"/>
          <w:numId w:val="21"/>
        </w:numPr>
        <w:spacing w:before="40" w:after="60"/>
        <w:jc w:val="both"/>
        <w:rPr>
          <w:rFonts w:ascii="Consolas" w:hAnsi="Consolas"/>
          <w:lang w:val="en-GB"/>
        </w:rPr>
      </w:pPr>
      <w:r w:rsidRPr="00794BCE">
        <w:rPr>
          <w:rFonts w:ascii="Consolas" w:hAnsi="Consolas"/>
          <w:lang w:val="en-GB"/>
        </w:rPr>
        <w:t>(DailyPaymentInformationType)</w:t>
      </w:r>
    </w:p>
    <w:p w14:paraId="0628E51A" w14:textId="72B79AC2" w:rsidR="00B67890" w:rsidRPr="00794BCE" w:rsidRDefault="00794BCE" w:rsidP="00794BCE">
      <w:pPr>
        <w:pStyle w:val="Akapitzlist"/>
        <w:numPr>
          <w:ilvl w:val="0"/>
          <w:numId w:val="21"/>
        </w:numPr>
        <w:spacing w:before="40" w:after="60"/>
        <w:jc w:val="both"/>
        <w:rPr>
          <w:rFonts w:ascii="Consolas" w:hAnsi="Consolas"/>
        </w:rPr>
      </w:pPr>
      <w:r w:rsidRPr="00794BCE">
        <w:rPr>
          <w:rFonts w:ascii="Consolas" w:hAnsi="Consolas"/>
        </w:rPr>
        <w:t>ZDailyAmount</w:t>
      </w:r>
    </w:p>
    <w:p w14:paraId="14A756A8" w14:textId="1B9916C0" w:rsidR="002B36E3" w:rsidRDefault="002B36E3" w:rsidP="002B36E3">
      <w:pPr>
        <w:pStyle w:val="Legenda"/>
        <w:keepNext/>
      </w:pPr>
      <w:bookmarkStart w:id="347" w:name="_Toc182566629"/>
      <w:r>
        <w:lastRenderedPageBreak/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98</w:t>
      </w:r>
      <w:r w:rsidR="00715F4C">
        <w:rPr>
          <w:noProof/>
        </w:rPr>
        <w:fldChar w:fldCharType="end"/>
      </w:r>
      <w:r>
        <w:t xml:space="preserve">. </w:t>
      </w:r>
      <w:r w:rsidRPr="00FD1C58">
        <w:t>Struktura elementu AKC4JType</w:t>
      </w:r>
      <w:bookmarkEnd w:id="347"/>
    </w:p>
    <w:tbl>
      <w:tblPr>
        <w:tblStyle w:val="Siatkatabelijasna"/>
        <w:tblW w:w="0" w:type="auto"/>
        <w:tblLook w:val="01E0" w:firstRow="1" w:lastRow="1" w:firstColumn="1" w:lastColumn="1" w:noHBand="0" w:noVBand="0"/>
      </w:tblPr>
      <w:tblGrid>
        <w:gridCol w:w="1737"/>
        <w:gridCol w:w="3242"/>
        <w:gridCol w:w="825"/>
        <w:gridCol w:w="2052"/>
        <w:gridCol w:w="1192"/>
      </w:tblGrid>
      <w:tr w:rsidR="007A5C25" w:rsidRPr="00067325" w14:paraId="7A3C36CE" w14:textId="77777777" w:rsidTr="00794B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39" w:type="dxa"/>
          </w:tcPr>
          <w:p w14:paraId="0348BBF3" w14:textId="77777777" w:rsidR="007A5C25" w:rsidRPr="00067325" w:rsidRDefault="007A5C25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245" w:type="dxa"/>
          </w:tcPr>
          <w:p w14:paraId="185F06B0" w14:textId="77777777" w:rsidR="007A5C25" w:rsidRPr="00067325" w:rsidRDefault="007A5C25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25" w:type="dxa"/>
          </w:tcPr>
          <w:p w14:paraId="10904444" w14:textId="77777777" w:rsidR="007A5C25" w:rsidRPr="00067325" w:rsidRDefault="007A5C25" w:rsidP="00DE42E9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53" w:type="dxa"/>
          </w:tcPr>
          <w:p w14:paraId="0997A346" w14:textId="77777777" w:rsidR="007A5C25" w:rsidRPr="00067325" w:rsidRDefault="007A5C25">
            <w:pPr>
              <w:rPr>
                <w:rFonts w:cs="Arial"/>
                <w:b/>
                <w:sz w:val="18"/>
                <w:szCs w:val="18"/>
              </w:rPr>
            </w:pPr>
            <w:r w:rsidRPr="00067325">
              <w:rPr>
                <w:rFonts w:cs="Arial"/>
                <w:b/>
                <w:sz w:val="18"/>
                <w:szCs w:val="18"/>
              </w:rPr>
              <w:t>Typ</w:t>
            </w:r>
          </w:p>
        </w:tc>
        <w:tc>
          <w:tcPr>
            <w:tcW w:w="1192" w:type="dxa"/>
          </w:tcPr>
          <w:p w14:paraId="195F5B3F" w14:textId="77777777" w:rsidR="007A5C25" w:rsidRPr="00067325" w:rsidRDefault="007A5C25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7A5C25" w:rsidRPr="00067325" w14:paraId="71C773A2" w14:textId="77777777" w:rsidTr="00794BCE">
        <w:trPr>
          <w:trHeight w:val="213"/>
        </w:trPr>
        <w:tc>
          <w:tcPr>
            <w:tcW w:w="1739" w:type="dxa"/>
          </w:tcPr>
          <w:p w14:paraId="730F8281" w14:textId="77777777" w:rsidR="007A5C25" w:rsidRPr="00067325" w:rsidRDefault="007A5C2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Header</w:t>
            </w:r>
          </w:p>
        </w:tc>
        <w:tc>
          <w:tcPr>
            <w:tcW w:w="3245" w:type="dxa"/>
          </w:tcPr>
          <w:p w14:paraId="350E90DD" w14:textId="77777777" w:rsidR="007A5C25" w:rsidRPr="00067325" w:rsidRDefault="007A5C2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Nagłówek</w:t>
            </w:r>
            <w:r w:rsidR="00B67890" w:rsidRPr="00067325">
              <w:rPr>
                <w:rFonts w:eastAsia="Times New Roman" w:cs="Arial"/>
                <w:sz w:val="20"/>
                <w:szCs w:val="20"/>
              </w:rPr>
              <w:t xml:space="preserve"> deklaracji</w:t>
            </w:r>
          </w:p>
        </w:tc>
        <w:tc>
          <w:tcPr>
            <w:tcW w:w="825" w:type="dxa"/>
          </w:tcPr>
          <w:p w14:paraId="0AD84DD3" w14:textId="77777777" w:rsidR="007A5C25" w:rsidRPr="00067325" w:rsidRDefault="008047B4" w:rsidP="007A5C2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53" w:type="dxa"/>
          </w:tcPr>
          <w:p w14:paraId="272E3B78" w14:textId="77777777" w:rsidR="007A5C25" w:rsidRPr="00601F27" w:rsidRDefault="009C497F" w:rsidP="009C497F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instrText xml:space="preserve"> REF HeaderType_j \h  \* MERGEFORMAT </w:instrTex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601F27">
              <w:rPr>
                <w:rStyle w:val="pole"/>
                <w:rFonts w:ascii="Lato" w:hAnsi="Lato"/>
                <w:sz w:val="20"/>
                <w:szCs w:val="20"/>
              </w:rPr>
              <w:t>HeaderType</w: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2" w:type="dxa"/>
          </w:tcPr>
          <w:p w14:paraId="33AC3DB1" w14:textId="77777777" w:rsidR="007A5C25" w:rsidRPr="00067325" w:rsidRDefault="00116B69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B67890" w:rsidRPr="00067325" w14:paraId="61D0F7AC" w14:textId="77777777" w:rsidTr="00794BCE">
        <w:trPr>
          <w:trHeight w:val="213"/>
        </w:trPr>
        <w:tc>
          <w:tcPr>
            <w:tcW w:w="1739" w:type="dxa"/>
          </w:tcPr>
          <w:p w14:paraId="0BAC00DF" w14:textId="77777777" w:rsidR="00B67890" w:rsidRPr="00067325" w:rsidRDefault="00B6789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version</w:t>
            </w:r>
          </w:p>
        </w:tc>
        <w:tc>
          <w:tcPr>
            <w:tcW w:w="3245" w:type="dxa"/>
          </w:tcPr>
          <w:p w14:paraId="60AA1798" w14:textId="77777777" w:rsidR="00B67890" w:rsidRPr="00067325" w:rsidRDefault="00B67890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Wersja schematu, z którą zgodny jest komunikat.</w:t>
            </w:r>
          </w:p>
        </w:tc>
        <w:tc>
          <w:tcPr>
            <w:tcW w:w="825" w:type="dxa"/>
          </w:tcPr>
          <w:p w14:paraId="7857FEFA" w14:textId="77777777" w:rsidR="00B67890" w:rsidRPr="00067325" w:rsidRDefault="00B67890" w:rsidP="007A5C2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53" w:type="dxa"/>
          </w:tcPr>
          <w:p w14:paraId="62DDB813" w14:textId="77777777" w:rsidR="00B67890" w:rsidRPr="00601F27" w:rsidRDefault="00B67890" w:rsidP="009C497F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</w:rPr>
              <w:t>ZVersion</w:t>
            </w:r>
          </w:p>
        </w:tc>
        <w:tc>
          <w:tcPr>
            <w:tcW w:w="1192" w:type="dxa"/>
          </w:tcPr>
          <w:p w14:paraId="6EEBA976" w14:textId="77777777" w:rsidR="00B67890" w:rsidRPr="00067325" w:rsidRDefault="00B67890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</w:tbl>
    <w:p w14:paraId="3D841853" w14:textId="76C1B262" w:rsidR="00BF293F" w:rsidRDefault="00BF293F" w:rsidP="00BF293F">
      <w:pPr>
        <w:pStyle w:val="Legenda"/>
        <w:keepNext/>
      </w:pPr>
      <w:bookmarkStart w:id="348" w:name="_Toc182566630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99</w:t>
      </w:r>
      <w:r w:rsidR="00715F4C">
        <w:rPr>
          <w:noProof/>
        </w:rPr>
        <w:fldChar w:fldCharType="end"/>
      </w:r>
      <w:r>
        <w:t xml:space="preserve">. </w:t>
      </w:r>
      <w:r w:rsidRPr="00A24B02">
        <w:t>Struktura elementu HeaderType</w:t>
      </w:r>
      <w:bookmarkEnd w:id="348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E042E4" w:rsidRPr="00067325" w14:paraId="478AED11" w14:textId="77777777" w:rsidTr="00794B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063A168C" w14:textId="77777777" w:rsidR="00E042E4" w:rsidRPr="00067325" w:rsidRDefault="00E042E4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7D7FB420" w14:textId="77777777" w:rsidR="00E042E4" w:rsidRPr="00067325" w:rsidRDefault="00E042E4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272E2377" w14:textId="77777777" w:rsidR="00E042E4" w:rsidRPr="00067325" w:rsidRDefault="00E042E4" w:rsidP="00DE42E9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30135F2D" w14:textId="77777777" w:rsidR="00E042E4" w:rsidRPr="00067325" w:rsidRDefault="00E042E4">
            <w:pPr>
              <w:rPr>
                <w:rFonts w:cs="Arial"/>
                <w:b/>
                <w:sz w:val="18"/>
                <w:szCs w:val="18"/>
              </w:rPr>
            </w:pPr>
            <w:r w:rsidRPr="00067325">
              <w:rPr>
                <w:rFonts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72371E1B" w14:textId="77777777" w:rsidR="00E042E4" w:rsidRPr="00067325" w:rsidRDefault="00E042E4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E042E4" w:rsidRPr="00067325" w14:paraId="131BF3AA" w14:textId="77777777" w:rsidTr="00794BCE">
        <w:trPr>
          <w:trHeight w:val="213"/>
        </w:trPr>
        <w:tc>
          <w:tcPr>
            <w:tcW w:w="1788" w:type="dxa"/>
          </w:tcPr>
          <w:p w14:paraId="37B5775F" w14:textId="77777777" w:rsidR="00E042E4" w:rsidRPr="00067325" w:rsidRDefault="00E042E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identifier</w:t>
            </w:r>
          </w:p>
        </w:tc>
        <w:tc>
          <w:tcPr>
            <w:tcW w:w="3360" w:type="dxa"/>
          </w:tcPr>
          <w:p w14:paraId="47B15B51" w14:textId="77777777" w:rsidR="00E042E4" w:rsidRPr="00067325" w:rsidRDefault="00B67890">
            <w:pPr>
              <w:rPr>
                <w:rFonts w:cs="Arial"/>
                <w:sz w:val="20"/>
                <w:szCs w:val="20"/>
              </w:rPr>
            </w:pPr>
            <w:r w:rsidRPr="00067325">
              <w:rPr>
                <w:rFonts w:cs="Arial"/>
                <w:sz w:val="20"/>
                <w:szCs w:val="20"/>
              </w:rPr>
              <w:t>Identyfikator podatkowy NIP/ numer PESEL podatnika.</w:t>
            </w:r>
          </w:p>
        </w:tc>
        <w:tc>
          <w:tcPr>
            <w:tcW w:w="840" w:type="dxa"/>
          </w:tcPr>
          <w:p w14:paraId="7A090A2A" w14:textId="77777777" w:rsidR="00E042E4" w:rsidRPr="00067325" w:rsidRDefault="008047B4">
            <w:pPr>
              <w:rPr>
                <w:rFonts w:cs="Arial"/>
                <w:sz w:val="20"/>
                <w:szCs w:val="20"/>
              </w:rPr>
            </w:pPr>
            <w:r w:rsidRPr="00067325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095" w:type="dxa"/>
          </w:tcPr>
          <w:p w14:paraId="47D7E1FF" w14:textId="77777777" w:rsidR="00E042E4" w:rsidRPr="00067325" w:rsidRDefault="00E042E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ZIdentification</w:t>
            </w:r>
          </w:p>
        </w:tc>
        <w:tc>
          <w:tcPr>
            <w:tcW w:w="1197" w:type="dxa"/>
          </w:tcPr>
          <w:p w14:paraId="4005CD7A" w14:textId="77777777" w:rsidR="00E042E4" w:rsidRPr="00067325" w:rsidRDefault="00E042E4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1..1</w:t>
            </w:r>
          </w:p>
          <w:p w14:paraId="39A892FE" w14:textId="77777777" w:rsidR="00E042E4" w:rsidRPr="00067325" w:rsidRDefault="00E042E4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E042E4" w:rsidRPr="00067325" w14:paraId="7CB2193E" w14:textId="77777777" w:rsidTr="00794BCE">
        <w:trPr>
          <w:trHeight w:val="213"/>
        </w:trPr>
        <w:tc>
          <w:tcPr>
            <w:tcW w:w="1788" w:type="dxa"/>
          </w:tcPr>
          <w:p w14:paraId="325F8EFC" w14:textId="77777777" w:rsidR="00E042E4" w:rsidRPr="00067325" w:rsidRDefault="00E042E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period</w:t>
            </w:r>
          </w:p>
        </w:tc>
        <w:tc>
          <w:tcPr>
            <w:tcW w:w="3360" w:type="dxa"/>
          </w:tcPr>
          <w:p w14:paraId="16FD254D" w14:textId="77777777" w:rsidR="00E042E4" w:rsidRPr="00067325" w:rsidRDefault="00B67890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Data w formacie miesiąc i rok za jaki została złożona deklaracja.</w:t>
            </w:r>
          </w:p>
        </w:tc>
        <w:tc>
          <w:tcPr>
            <w:tcW w:w="840" w:type="dxa"/>
          </w:tcPr>
          <w:p w14:paraId="088CC6F4" w14:textId="77777777" w:rsidR="00E042E4" w:rsidRPr="00067325" w:rsidRDefault="008047B4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2, 3</w:t>
            </w:r>
          </w:p>
        </w:tc>
        <w:tc>
          <w:tcPr>
            <w:tcW w:w="2095" w:type="dxa"/>
          </w:tcPr>
          <w:p w14:paraId="1BB9392A" w14:textId="77777777" w:rsidR="00E042E4" w:rsidRPr="00067325" w:rsidRDefault="00E042E4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ZPeriod</w:t>
            </w:r>
          </w:p>
          <w:p w14:paraId="2BD2AE6A" w14:textId="679DBD02" w:rsidR="00E042E4" w:rsidRPr="00067325" w:rsidRDefault="00107B7C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5B004D" w:rsidRPr="0006732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>j</w:instrText>
            </w:r>
            <w:r w:rsidR="005B004D" w:rsidRPr="00067325">
              <w:rPr>
                <w:rFonts w:eastAsia="Times New Roman" w:cs="Arial"/>
                <w:sz w:val="20"/>
                <w:szCs w:val="20"/>
              </w:rPr>
              <w:instrText>1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67325" w:rsidRPr="0006732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67325">
              <w:rPr>
                <w:rFonts w:eastAsia="Times New Roman" w:cs="Arial"/>
                <w:sz w:val="20"/>
                <w:szCs w:val="20"/>
              </w:rPr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67325">
              <w:rPr>
                <w:rFonts w:eastAsia="Times New Roman" w:cs="Arial"/>
                <w:sz w:val="20"/>
                <w:szCs w:val="20"/>
              </w:rPr>
              <w:t>R1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="002E739F" w:rsidRPr="00067325">
              <w:rPr>
                <w:rFonts w:eastAsia="Times New Roman" w:cs="Arial"/>
                <w:sz w:val="20"/>
                <w:szCs w:val="20"/>
              </w:rPr>
              <w:t>,R20</w:t>
            </w:r>
          </w:p>
        </w:tc>
        <w:tc>
          <w:tcPr>
            <w:tcW w:w="1197" w:type="dxa"/>
          </w:tcPr>
          <w:p w14:paraId="4C79EE27" w14:textId="77777777" w:rsidR="00E042E4" w:rsidRPr="00067325" w:rsidRDefault="00E042E4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E042E4" w:rsidRPr="00067325" w14:paraId="5582AE84" w14:textId="77777777" w:rsidTr="00794BCE">
        <w:trPr>
          <w:trHeight w:val="213"/>
        </w:trPr>
        <w:tc>
          <w:tcPr>
            <w:tcW w:w="1788" w:type="dxa"/>
          </w:tcPr>
          <w:p w14:paraId="577F5FE0" w14:textId="77777777" w:rsidR="00E042E4" w:rsidRPr="00067325" w:rsidRDefault="00E042E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formNo</w:t>
            </w:r>
          </w:p>
        </w:tc>
        <w:tc>
          <w:tcPr>
            <w:tcW w:w="3360" w:type="dxa"/>
          </w:tcPr>
          <w:p w14:paraId="4C8DF40F" w14:textId="77777777" w:rsidR="00E042E4" w:rsidRPr="00067325" w:rsidRDefault="00B67890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Numer załącznika. Podatnik może załączyć wiele formularzy załącznika tego samego typu.</w:t>
            </w:r>
          </w:p>
        </w:tc>
        <w:tc>
          <w:tcPr>
            <w:tcW w:w="840" w:type="dxa"/>
          </w:tcPr>
          <w:p w14:paraId="7CD8BB90" w14:textId="77777777" w:rsidR="00E042E4" w:rsidRPr="00067325" w:rsidRDefault="008047B4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4</w:t>
            </w:r>
          </w:p>
        </w:tc>
        <w:tc>
          <w:tcPr>
            <w:tcW w:w="2095" w:type="dxa"/>
          </w:tcPr>
          <w:p w14:paraId="21A07488" w14:textId="77777777" w:rsidR="00E042E4" w:rsidRPr="00067325" w:rsidRDefault="00850287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ZFormNo</w:t>
            </w:r>
          </w:p>
          <w:p w14:paraId="23A34A91" w14:textId="2968F063" w:rsidR="00E042E4" w:rsidRPr="00067325" w:rsidRDefault="00107B7C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5B004D" w:rsidRPr="0006732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>j</w:instrText>
            </w:r>
            <w:r w:rsidR="005B004D" w:rsidRPr="00067325">
              <w:rPr>
                <w:rFonts w:eastAsia="Times New Roman" w:cs="Arial"/>
                <w:sz w:val="20"/>
                <w:szCs w:val="20"/>
              </w:rPr>
              <w:instrText>2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67325" w:rsidRPr="0006732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67325">
              <w:rPr>
                <w:rFonts w:eastAsia="Times New Roman" w:cs="Arial"/>
                <w:sz w:val="20"/>
                <w:szCs w:val="20"/>
              </w:rPr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67325">
              <w:rPr>
                <w:rFonts w:eastAsia="Times New Roman" w:cs="Arial"/>
                <w:sz w:val="20"/>
                <w:szCs w:val="20"/>
              </w:rPr>
              <w:t>R2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A706941" w14:textId="77777777" w:rsidR="00E042E4" w:rsidRPr="00067325" w:rsidRDefault="00E042E4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8047B4" w:rsidRPr="00067325" w14:paraId="29E629D9" w14:textId="77777777" w:rsidTr="00794BCE">
        <w:trPr>
          <w:trHeight w:val="213"/>
        </w:trPr>
        <w:tc>
          <w:tcPr>
            <w:tcW w:w="1788" w:type="dxa"/>
          </w:tcPr>
          <w:p w14:paraId="116DD7DF" w14:textId="77777777" w:rsidR="008047B4" w:rsidRPr="00067325" w:rsidRDefault="008047B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Warehouse</w:t>
            </w:r>
          </w:p>
        </w:tc>
        <w:tc>
          <w:tcPr>
            <w:tcW w:w="3360" w:type="dxa"/>
          </w:tcPr>
          <w:p w14:paraId="3DFF384A" w14:textId="77777777" w:rsidR="008047B4" w:rsidRPr="00067325" w:rsidRDefault="008047B4" w:rsidP="00D05D5C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Dane o składzie podatkowym i </w:t>
            </w:r>
            <w:r w:rsidR="00B67890" w:rsidRPr="00067325">
              <w:rPr>
                <w:rFonts w:eastAsia="Times New Roman" w:cs="Arial"/>
                <w:sz w:val="20"/>
                <w:szCs w:val="20"/>
              </w:rPr>
              <w:t xml:space="preserve">o </w:t>
            </w:r>
            <w:r w:rsidRPr="00067325">
              <w:rPr>
                <w:rFonts w:eastAsia="Times New Roman" w:cs="Arial"/>
                <w:sz w:val="20"/>
                <w:szCs w:val="20"/>
              </w:rPr>
              <w:t>zarejestrowanym odbiorcy</w:t>
            </w:r>
          </w:p>
        </w:tc>
        <w:tc>
          <w:tcPr>
            <w:tcW w:w="840" w:type="dxa"/>
          </w:tcPr>
          <w:p w14:paraId="031F4428" w14:textId="77777777" w:rsidR="008047B4" w:rsidRPr="00067325" w:rsidRDefault="008047B4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B</w:t>
            </w:r>
          </w:p>
        </w:tc>
        <w:tc>
          <w:tcPr>
            <w:tcW w:w="2095" w:type="dxa"/>
          </w:tcPr>
          <w:p w14:paraId="61865AC4" w14:textId="77777777" w:rsidR="008047B4" w:rsidRPr="00601F27" w:rsidRDefault="002E0A2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instrText xml:space="preserve"> REF WarehouseType_j \h  \* MERGEFORMAT </w:instrTex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601F27">
              <w:rPr>
                <w:rStyle w:val="pole"/>
                <w:rFonts w:ascii="Lato" w:hAnsi="Lato"/>
                <w:sz w:val="20"/>
                <w:szCs w:val="20"/>
              </w:rPr>
              <w:t>WarehouseType</w: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A54FFCC" w14:textId="77777777" w:rsidR="008047B4" w:rsidRPr="00067325" w:rsidRDefault="008047B4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8047B4" w:rsidRPr="00067325" w14:paraId="492D8BA5" w14:textId="77777777" w:rsidTr="00794BCE">
        <w:trPr>
          <w:trHeight w:val="213"/>
        </w:trPr>
        <w:tc>
          <w:tcPr>
            <w:tcW w:w="1788" w:type="dxa"/>
          </w:tcPr>
          <w:p w14:paraId="7DE043AB" w14:textId="77777777" w:rsidR="008047B4" w:rsidRPr="00067325" w:rsidRDefault="008047B4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ExciseDutyInformation</w:t>
            </w:r>
          </w:p>
        </w:tc>
        <w:tc>
          <w:tcPr>
            <w:tcW w:w="3360" w:type="dxa"/>
          </w:tcPr>
          <w:p w14:paraId="1F90EF29" w14:textId="77777777" w:rsidR="008047B4" w:rsidRPr="00067325" w:rsidRDefault="00B67890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Dane o składzie podatkowym, obliczeniach i rozliczeniach kwot podatku akcyzowego</w:t>
            </w:r>
          </w:p>
        </w:tc>
        <w:tc>
          <w:tcPr>
            <w:tcW w:w="840" w:type="dxa"/>
          </w:tcPr>
          <w:p w14:paraId="1633AB13" w14:textId="77777777" w:rsidR="008047B4" w:rsidRPr="00067325" w:rsidRDefault="008047B4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C, D, F</w:t>
            </w:r>
          </w:p>
        </w:tc>
        <w:tc>
          <w:tcPr>
            <w:tcW w:w="2095" w:type="dxa"/>
          </w:tcPr>
          <w:p w14:paraId="5736ADB3" w14:textId="77777777" w:rsidR="008047B4" w:rsidRPr="00601F27" w:rsidRDefault="002E0A29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instrText xml:space="preserve"> REF ExciseDutyInformationType_j\h  \* MERGEFORMAT </w:instrTex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601F27">
              <w:rPr>
                <w:rStyle w:val="pole"/>
                <w:rFonts w:ascii="Lato" w:hAnsi="Lato"/>
                <w:sz w:val="20"/>
                <w:szCs w:val="20"/>
              </w:rPr>
              <w:t>ExciseDutyInformationType</w: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7B295E6" w14:textId="77777777" w:rsidR="008047B4" w:rsidRPr="00067325" w:rsidRDefault="00C6122F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0</w:t>
            </w:r>
            <w:r w:rsidR="008047B4" w:rsidRPr="00067325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8047B4" w:rsidRPr="00067325" w14:paraId="1D5C0C84" w14:textId="77777777" w:rsidTr="00794BCE">
        <w:trPr>
          <w:trHeight w:val="213"/>
        </w:trPr>
        <w:tc>
          <w:tcPr>
            <w:tcW w:w="1788" w:type="dxa"/>
          </w:tcPr>
          <w:p w14:paraId="735312C7" w14:textId="77777777" w:rsidR="008047B4" w:rsidRPr="00067325" w:rsidRDefault="008047B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DailyPaymentInformation</w:t>
            </w:r>
          </w:p>
        </w:tc>
        <w:tc>
          <w:tcPr>
            <w:tcW w:w="3360" w:type="dxa"/>
          </w:tcPr>
          <w:p w14:paraId="55045454" w14:textId="77777777" w:rsidR="008047B4" w:rsidRPr="00067325" w:rsidRDefault="00B67890" w:rsidP="00D05D5C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Suma kwot wpłat dziennych</w:t>
            </w:r>
          </w:p>
        </w:tc>
        <w:tc>
          <w:tcPr>
            <w:tcW w:w="840" w:type="dxa"/>
          </w:tcPr>
          <w:p w14:paraId="2223F40F" w14:textId="77777777" w:rsidR="008047B4" w:rsidRPr="00067325" w:rsidRDefault="008047B4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E</w:t>
            </w:r>
          </w:p>
        </w:tc>
        <w:tc>
          <w:tcPr>
            <w:tcW w:w="2095" w:type="dxa"/>
          </w:tcPr>
          <w:p w14:paraId="5856993F" w14:textId="77777777" w:rsidR="008047B4" w:rsidRPr="00601F27" w:rsidRDefault="002E0A2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instrText xml:space="preserve"> REF DailyPaymentInformationType_j\h  \* MERGEFORMAT </w:instrTex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601F27">
              <w:rPr>
                <w:rStyle w:val="pole"/>
                <w:rFonts w:ascii="Lato" w:hAnsi="Lato"/>
                <w:sz w:val="20"/>
                <w:szCs w:val="20"/>
              </w:rPr>
              <w:t>DailyPaymentInformationType</w: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  <w:p w14:paraId="0D41EFC4" w14:textId="39DAC6B4" w:rsidR="005B004D" w:rsidRPr="00601F27" w:rsidRDefault="00107B7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</w:rPr>
              <w:t xml:space="preserve">Patrz reguła </w: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instrText xml:space="preserve"> REF </w:instrText>
            </w:r>
            <w:r w:rsidR="005B004D" w:rsidRPr="00601F27">
              <w:rPr>
                <w:rStyle w:val="pole"/>
                <w:rFonts w:ascii="Lato" w:hAnsi="Lato"/>
                <w:sz w:val="20"/>
                <w:szCs w:val="20"/>
              </w:rPr>
              <w:instrText>R</w:instrTex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instrText>j</w:instrText>
            </w:r>
            <w:r w:rsidR="005B004D" w:rsidRPr="00601F27">
              <w:rPr>
                <w:rStyle w:val="pole"/>
                <w:rFonts w:ascii="Lato" w:hAnsi="Lato"/>
                <w:sz w:val="20"/>
                <w:szCs w:val="20"/>
              </w:rPr>
              <w:instrText>3</w:instrTex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instrText xml:space="preserve"> \h </w:instrText>
            </w:r>
            <w:r w:rsidR="00067325" w:rsidRPr="00601F27">
              <w:rPr>
                <w:rStyle w:val="pole"/>
                <w:rFonts w:ascii="Lato" w:hAnsi="Lato"/>
                <w:sz w:val="20"/>
                <w:szCs w:val="20"/>
              </w:rPr>
              <w:instrText xml:space="preserve"> \* MERGEFORMAT </w:instrTex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601F27">
              <w:rPr>
                <w:rStyle w:val="pole"/>
                <w:rFonts w:ascii="Lato" w:hAnsi="Lato"/>
                <w:sz w:val="20"/>
                <w:szCs w:val="20"/>
              </w:rPr>
              <w:t>R3</w: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597D891" w14:textId="77777777" w:rsidR="008047B4" w:rsidRPr="00067325" w:rsidRDefault="00410190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0</w:t>
            </w:r>
            <w:r w:rsidR="008047B4" w:rsidRPr="00067325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</w:tbl>
    <w:p w14:paraId="53FA6EAF" w14:textId="5B8249D9" w:rsidR="00BF293F" w:rsidRDefault="00BF293F" w:rsidP="00BF293F">
      <w:pPr>
        <w:pStyle w:val="Legenda"/>
        <w:keepNext/>
      </w:pPr>
      <w:bookmarkStart w:id="349" w:name="_Toc182566631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100</w:t>
      </w:r>
      <w:r w:rsidR="00715F4C">
        <w:rPr>
          <w:noProof/>
        </w:rPr>
        <w:fldChar w:fldCharType="end"/>
      </w:r>
      <w:r>
        <w:t xml:space="preserve">. </w:t>
      </w:r>
      <w:r w:rsidRPr="00474071">
        <w:t>Struktura elementu WarehouseType</w:t>
      </w:r>
      <w:bookmarkEnd w:id="349"/>
    </w:p>
    <w:tbl>
      <w:tblPr>
        <w:tblStyle w:val="Siatkatabelijasna"/>
        <w:tblW w:w="9225" w:type="dxa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197"/>
      </w:tblGrid>
      <w:tr w:rsidR="00E042E4" w:rsidRPr="00067325" w14:paraId="773F9148" w14:textId="77777777" w:rsidTr="00794B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54068255" w14:textId="77777777" w:rsidR="00E042E4" w:rsidRPr="00067325" w:rsidRDefault="00E042E4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18C2E51A" w14:textId="77777777" w:rsidR="00E042E4" w:rsidRPr="00067325" w:rsidRDefault="00E042E4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07DBD158" w14:textId="77777777" w:rsidR="00E042E4" w:rsidRPr="00067325" w:rsidRDefault="00E042E4" w:rsidP="00DE42E9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16FAC79B" w14:textId="77777777" w:rsidR="00E042E4" w:rsidRPr="00067325" w:rsidRDefault="00E042E4">
            <w:pPr>
              <w:rPr>
                <w:rFonts w:cs="Arial"/>
                <w:b/>
                <w:sz w:val="18"/>
                <w:szCs w:val="18"/>
              </w:rPr>
            </w:pPr>
            <w:r w:rsidRPr="00067325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2DC84659" w14:textId="77777777" w:rsidR="00E042E4" w:rsidRPr="00067325" w:rsidRDefault="00E042E4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600063" w:rsidRPr="00067325" w14:paraId="083C120F" w14:textId="77777777" w:rsidTr="00794BCE">
        <w:trPr>
          <w:trHeight w:val="213"/>
        </w:trPr>
        <w:tc>
          <w:tcPr>
            <w:tcW w:w="1788" w:type="dxa"/>
          </w:tcPr>
          <w:p w14:paraId="5CB565E6" w14:textId="77777777" w:rsidR="00600063" w:rsidRPr="00067325" w:rsidRDefault="0060006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operatorNo</w:t>
            </w:r>
          </w:p>
        </w:tc>
        <w:tc>
          <w:tcPr>
            <w:tcW w:w="3360" w:type="dxa"/>
          </w:tcPr>
          <w:p w14:paraId="36131461" w14:textId="77777777" w:rsidR="00600063" w:rsidRPr="00067325" w:rsidRDefault="00B67890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Numer akcyzowy składu (pole 7 wypełnia podatnik prowadzący skład)</w:t>
            </w:r>
          </w:p>
        </w:tc>
        <w:tc>
          <w:tcPr>
            <w:tcW w:w="840" w:type="dxa"/>
          </w:tcPr>
          <w:p w14:paraId="15018F54" w14:textId="77777777" w:rsidR="00600063" w:rsidRPr="00067325" w:rsidRDefault="00600063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2040" w:type="dxa"/>
          </w:tcPr>
          <w:p w14:paraId="77E444EE" w14:textId="77777777" w:rsidR="00600063" w:rsidRPr="00067325" w:rsidRDefault="0068256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  <w:r w:rsidR="00600063" w:rsidRPr="00067325">
              <w:rPr>
                <w:rStyle w:val="pole"/>
                <w:rFonts w:ascii="Lato" w:hAnsi="Lato"/>
                <w:sz w:val="20"/>
                <w:szCs w:val="20"/>
              </w:rPr>
              <w:t>(13)</w:t>
            </w:r>
          </w:p>
          <w:p w14:paraId="0B35603E" w14:textId="1905BED6" w:rsidR="00600063" w:rsidRPr="00067325" w:rsidRDefault="00107B7C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600063" w:rsidRPr="0006732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>j</w:instrText>
            </w:r>
            <w:r w:rsidR="00600063" w:rsidRPr="00067325">
              <w:rPr>
                <w:rFonts w:eastAsia="Times New Roman" w:cs="Arial"/>
                <w:sz w:val="20"/>
                <w:szCs w:val="20"/>
              </w:rPr>
              <w:instrText>4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67325" w:rsidRPr="0006732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67325">
              <w:rPr>
                <w:rFonts w:eastAsia="Times New Roman" w:cs="Arial"/>
                <w:sz w:val="20"/>
                <w:szCs w:val="20"/>
              </w:rPr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67325">
              <w:rPr>
                <w:rFonts w:eastAsia="Times New Roman" w:cs="Arial"/>
                <w:sz w:val="20"/>
                <w:szCs w:val="20"/>
              </w:rPr>
              <w:t>R4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9B9CEB7" w14:textId="77777777" w:rsidR="00600063" w:rsidRPr="00067325" w:rsidRDefault="00600063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600063" w:rsidRPr="00067325" w14:paraId="333843AB" w14:textId="77777777" w:rsidTr="00794BCE">
        <w:trPr>
          <w:trHeight w:val="213"/>
        </w:trPr>
        <w:tc>
          <w:tcPr>
            <w:tcW w:w="1788" w:type="dxa"/>
          </w:tcPr>
          <w:p w14:paraId="038D792F" w14:textId="77777777" w:rsidR="00600063" w:rsidRPr="00067325" w:rsidRDefault="0060006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userNo</w:t>
            </w:r>
          </w:p>
        </w:tc>
        <w:tc>
          <w:tcPr>
            <w:tcW w:w="3360" w:type="dxa"/>
          </w:tcPr>
          <w:p w14:paraId="656EA83C" w14:textId="77777777" w:rsidR="00600063" w:rsidRPr="00067325" w:rsidRDefault="00B67890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Numer akcyzowy składu (pole 8 wypełnia podatnik będący właścicielem wyrobów akcyzowych, korzystający z cudzego składu)</w:t>
            </w:r>
          </w:p>
        </w:tc>
        <w:tc>
          <w:tcPr>
            <w:tcW w:w="840" w:type="dxa"/>
          </w:tcPr>
          <w:p w14:paraId="6138ED6C" w14:textId="77777777" w:rsidR="00600063" w:rsidRPr="00067325" w:rsidRDefault="00600063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8</w:t>
            </w:r>
          </w:p>
        </w:tc>
        <w:tc>
          <w:tcPr>
            <w:tcW w:w="2040" w:type="dxa"/>
          </w:tcPr>
          <w:p w14:paraId="5FF92A17" w14:textId="77777777" w:rsidR="00600063" w:rsidRPr="00067325" w:rsidRDefault="0068256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  <w:r w:rsidR="00600063" w:rsidRPr="00067325">
              <w:rPr>
                <w:rStyle w:val="pole"/>
                <w:rFonts w:ascii="Lato" w:hAnsi="Lato"/>
                <w:sz w:val="20"/>
                <w:szCs w:val="20"/>
              </w:rPr>
              <w:t>(13)</w:t>
            </w:r>
          </w:p>
          <w:p w14:paraId="74D096BC" w14:textId="0C76CA3F" w:rsidR="00600063" w:rsidRPr="00067325" w:rsidRDefault="00107B7C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600063" w:rsidRPr="0006732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>j</w:instrText>
            </w:r>
            <w:r w:rsidR="00600063" w:rsidRPr="00067325">
              <w:rPr>
                <w:rFonts w:eastAsia="Times New Roman" w:cs="Arial"/>
                <w:sz w:val="20"/>
                <w:szCs w:val="20"/>
              </w:rPr>
              <w:instrText>5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67325" w:rsidRPr="0006732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67325">
              <w:rPr>
                <w:rFonts w:eastAsia="Times New Roman" w:cs="Arial"/>
                <w:sz w:val="20"/>
                <w:szCs w:val="20"/>
              </w:rPr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67325">
              <w:rPr>
                <w:rFonts w:eastAsia="Times New Roman" w:cs="Arial"/>
                <w:sz w:val="20"/>
                <w:szCs w:val="20"/>
              </w:rPr>
              <w:t>R5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1339719" w14:textId="77777777" w:rsidR="00600063" w:rsidRPr="00067325" w:rsidRDefault="00600063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600063" w:rsidRPr="00067325" w14:paraId="0F937754" w14:textId="77777777" w:rsidTr="00794BCE">
        <w:trPr>
          <w:trHeight w:val="213"/>
        </w:trPr>
        <w:tc>
          <w:tcPr>
            <w:tcW w:w="1788" w:type="dxa"/>
          </w:tcPr>
          <w:p w14:paraId="1088C9B2" w14:textId="77777777" w:rsidR="00600063" w:rsidRPr="00067325" w:rsidRDefault="0060006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address</w:t>
            </w:r>
          </w:p>
        </w:tc>
        <w:tc>
          <w:tcPr>
            <w:tcW w:w="3360" w:type="dxa"/>
          </w:tcPr>
          <w:p w14:paraId="6AAE7715" w14:textId="77777777" w:rsidR="00600063" w:rsidRPr="00067325" w:rsidRDefault="00600063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Adres składu</w:t>
            </w:r>
            <w:r w:rsidR="00B67890" w:rsidRPr="00067325">
              <w:rPr>
                <w:rFonts w:eastAsia="Times New Roman" w:cs="Arial"/>
                <w:sz w:val="20"/>
                <w:szCs w:val="20"/>
              </w:rPr>
              <w:t>.</w:t>
            </w:r>
          </w:p>
        </w:tc>
        <w:tc>
          <w:tcPr>
            <w:tcW w:w="840" w:type="dxa"/>
          </w:tcPr>
          <w:p w14:paraId="421B58C7" w14:textId="77777777" w:rsidR="00600063" w:rsidRPr="00067325" w:rsidRDefault="00600063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9</w:t>
            </w:r>
          </w:p>
        </w:tc>
        <w:tc>
          <w:tcPr>
            <w:tcW w:w="2040" w:type="dxa"/>
          </w:tcPr>
          <w:p w14:paraId="2E299AEB" w14:textId="77777777" w:rsidR="00600063" w:rsidRPr="00067325" w:rsidRDefault="0068256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  <w:r w:rsidR="00694290" w:rsidRPr="00067325">
              <w:rPr>
                <w:rStyle w:val="pole"/>
                <w:rFonts w:ascii="Lato" w:hAnsi="Lato"/>
                <w:sz w:val="20"/>
                <w:szCs w:val="20"/>
              </w:rPr>
              <w:t>(</w:t>
            </w:r>
            <w:r w:rsidR="00D561DA" w:rsidRPr="00067325">
              <w:rPr>
                <w:rStyle w:val="pole"/>
                <w:rFonts w:ascii="Lato" w:hAnsi="Lato"/>
                <w:sz w:val="20"/>
                <w:szCs w:val="20"/>
              </w:rPr>
              <w:t>512</w:t>
            </w:r>
            <w:r w:rsidR="00600063" w:rsidRPr="00067325">
              <w:rPr>
                <w:rStyle w:val="pole"/>
                <w:rFonts w:ascii="Lato" w:hAnsi="Lato"/>
                <w:sz w:val="20"/>
                <w:szCs w:val="20"/>
              </w:rPr>
              <w:t>)</w:t>
            </w:r>
          </w:p>
          <w:p w14:paraId="0D28EDEF" w14:textId="443996B2" w:rsidR="00600063" w:rsidRPr="00067325" w:rsidRDefault="00107B7C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600063" w:rsidRPr="0006732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>j</w:instrText>
            </w:r>
            <w:r w:rsidR="00600063" w:rsidRPr="00067325">
              <w:rPr>
                <w:rFonts w:eastAsia="Times New Roman" w:cs="Arial"/>
                <w:sz w:val="20"/>
                <w:szCs w:val="20"/>
              </w:rPr>
              <w:instrText>6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67325" w:rsidRPr="0006732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67325">
              <w:rPr>
                <w:rFonts w:eastAsia="Times New Roman" w:cs="Arial"/>
                <w:sz w:val="20"/>
                <w:szCs w:val="20"/>
              </w:rPr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67325">
              <w:rPr>
                <w:rFonts w:eastAsia="Times New Roman" w:cs="Arial"/>
                <w:sz w:val="20"/>
                <w:szCs w:val="20"/>
              </w:rPr>
              <w:t>R6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63CA504" w14:textId="77777777" w:rsidR="00600063" w:rsidRPr="00067325" w:rsidRDefault="00600063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600063" w:rsidRPr="00067325" w14:paraId="3A1FBF0D" w14:textId="77777777" w:rsidTr="00794BCE">
        <w:trPr>
          <w:trHeight w:val="213"/>
        </w:trPr>
        <w:tc>
          <w:tcPr>
            <w:tcW w:w="1788" w:type="dxa"/>
          </w:tcPr>
          <w:p w14:paraId="27558225" w14:textId="77777777" w:rsidR="00600063" w:rsidRPr="00067325" w:rsidRDefault="0060006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consumerNo</w:t>
            </w:r>
          </w:p>
        </w:tc>
        <w:tc>
          <w:tcPr>
            <w:tcW w:w="3360" w:type="dxa"/>
          </w:tcPr>
          <w:p w14:paraId="166E9ADD" w14:textId="77777777" w:rsidR="00600063" w:rsidRPr="00067325" w:rsidRDefault="00600063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Numer akcyzowy zarejestrowanego odbiorcy, wypełniany tylko w przypadku formularza AKC-4zo</w:t>
            </w:r>
          </w:p>
        </w:tc>
        <w:tc>
          <w:tcPr>
            <w:tcW w:w="840" w:type="dxa"/>
          </w:tcPr>
          <w:p w14:paraId="2C37C676" w14:textId="77777777" w:rsidR="00600063" w:rsidRPr="00067325" w:rsidRDefault="00600063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10</w:t>
            </w:r>
          </w:p>
        </w:tc>
        <w:tc>
          <w:tcPr>
            <w:tcW w:w="2040" w:type="dxa"/>
          </w:tcPr>
          <w:p w14:paraId="72C55CDA" w14:textId="77777777" w:rsidR="00600063" w:rsidRPr="00067325" w:rsidRDefault="0068256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  <w:r w:rsidR="00600063" w:rsidRPr="00067325">
              <w:rPr>
                <w:rStyle w:val="pole"/>
                <w:rFonts w:ascii="Lato" w:hAnsi="Lato"/>
                <w:sz w:val="20"/>
                <w:szCs w:val="20"/>
              </w:rPr>
              <w:t>(13)</w:t>
            </w:r>
          </w:p>
          <w:p w14:paraId="18881C0C" w14:textId="70571343" w:rsidR="00600063" w:rsidRPr="00067325" w:rsidRDefault="00107B7C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600063" w:rsidRPr="0006732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>j</w:instrText>
            </w:r>
            <w:r w:rsidR="00600063" w:rsidRPr="00067325">
              <w:rPr>
                <w:rFonts w:eastAsia="Times New Roman" w:cs="Arial"/>
                <w:sz w:val="20"/>
                <w:szCs w:val="20"/>
              </w:rPr>
              <w:instrText>7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67325" w:rsidRPr="0006732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67325">
              <w:rPr>
                <w:rFonts w:eastAsia="Times New Roman" w:cs="Arial"/>
                <w:sz w:val="20"/>
                <w:szCs w:val="20"/>
              </w:rPr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67325">
              <w:rPr>
                <w:rFonts w:eastAsia="Times New Roman" w:cs="Arial"/>
                <w:sz w:val="20"/>
                <w:szCs w:val="20"/>
              </w:rPr>
              <w:t>R7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8A8ADC9" w14:textId="77777777" w:rsidR="00600063" w:rsidRPr="00067325" w:rsidRDefault="00600063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0B3EAE" w:rsidRPr="00067325" w14:paraId="63FD805D" w14:textId="77777777" w:rsidTr="00794BCE">
        <w:trPr>
          <w:trHeight w:val="213"/>
        </w:trPr>
        <w:tc>
          <w:tcPr>
            <w:tcW w:w="1788" w:type="dxa"/>
          </w:tcPr>
          <w:p w14:paraId="6EF1370D" w14:textId="77777777" w:rsidR="000B3EAE" w:rsidRPr="00067325" w:rsidRDefault="000B3EAE" w:rsidP="000B3EA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lastRenderedPageBreak/>
              <w:t>oneTime</w:t>
            </w:r>
          </w:p>
        </w:tc>
        <w:tc>
          <w:tcPr>
            <w:tcW w:w="3360" w:type="dxa"/>
          </w:tcPr>
          <w:p w14:paraId="36D9EC0D" w14:textId="77777777" w:rsidR="000B3EAE" w:rsidRPr="00067325" w:rsidRDefault="000B3EAE" w:rsidP="000B3EA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Jednorazowe</w:t>
            </w:r>
          </w:p>
        </w:tc>
        <w:tc>
          <w:tcPr>
            <w:tcW w:w="840" w:type="dxa"/>
          </w:tcPr>
          <w:p w14:paraId="61419227" w14:textId="77777777" w:rsidR="000B3EAE" w:rsidRPr="00067325" w:rsidRDefault="000B3EAE" w:rsidP="000B3EA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40" w:type="dxa"/>
          </w:tcPr>
          <w:p w14:paraId="2B90BD6F" w14:textId="77777777" w:rsidR="000B3EAE" w:rsidRPr="00067325" w:rsidRDefault="000B3EAE" w:rsidP="000B3EA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boolean</w:t>
            </w:r>
          </w:p>
        </w:tc>
        <w:tc>
          <w:tcPr>
            <w:tcW w:w="1197" w:type="dxa"/>
          </w:tcPr>
          <w:p w14:paraId="6AC007F0" w14:textId="77777777" w:rsidR="000B3EAE" w:rsidRPr="00067325" w:rsidRDefault="000B3EAE" w:rsidP="000B3EA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</w:tbl>
    <w:p w14:paraId="53EDD303" w14:textId="736B9963" w:rsidR="00BF293F" w:rsidRDefault="00BF293F" w:rsidP="00BF293F">
      <w:pPr>
        <w:pStyle w:val="Legenda"/>
        <w:keepNext/>
      </w:pPr>
      <w:bookmarkStart w:id="350" w:name="_Toc182566632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101</w:t>
      </w:r>
      <w:r w:rsidR="00715F4C">
        <w:rPr>
          <w:noProof/>
        </w:rPr>
        <w:fldChar w:fldCharType="end"/>
      </w:r>
      <w:r>
        <w:t xml:space="preserve">. </w:t>
      </w:r>
      <w:r w:rsidRPr="00C04ED3">
        <w:t>Struktura elementu ExciseDutyInformationType</w:t>
      </w:r>
      <w:bookmarkEnd w:id="350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E042E4" w:rsidRPr="00067325" w14:paraId="590288C3" w14:textId="77777777" w:rsidTr="00794B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6D4B4760" w14:textId="77777777" w:rsidR="00E042E4" w:rsidRPr="00067325" w:rsidRDefault="00E042E4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7BFE0D1B" w14:textId="77777777" w:rsidR="00E042E4" w:rsidRPr="00067325" w:rsidRDefault="00E042E4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5C49BFEA" w14:textId="77777777" w:rsidR="00E042E4" w:rsidRPr="00067325" w:rsidRDefault="00E042E4" w:rsidP="00DE42E9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14545EA2" w14:textId="77777777" w:rsidR="00E042E4" w:rsidRPr="00067325" w:rsidRDefault="00E042E4">
            <w:pPr>
              <w:rPr>
                <w:rFonts w:cs="Arial"/>
                <w:b/>
                <w:sz w:val="18"/>
                <w:szCs w:val="18"/>
              </w:rPr>
            </w:pPr>
            <w:r w:rsidRPr="00067325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03BF328A" w14:textId="77777777" w:rsidR="00E042E4" w:rsidRPr="00067325" w:rsidRDefault="00E042E4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8D7434" w:rsidRPr="00067325" w14:paraId="5E089843" w14:textId="77777777" w:rsidTr="00794BCE">
        <w:trPr>
          <w:trHeight w:val="213"/>
        </w:trPr>
        <w:tc>
          <w:tcPr>
            <w:tcW w:w="1788" w:type="dxa"/>
          </w:tcPr>
          <w:p w14:paraId="51457642" w14:textId="77777777" w:rsidR="008D7434" w:rsidRPr="00067325" w:rsidRDefault="008D743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CalculOfAmountOfExciseDuty</w:t>
            </w:r>
          </w:p>
        </w:tc>
        <w:tc>
          <w:tcPr>
            <w:tcW w:w="3360" w:type="dxa"/>
          </w:tcPr>
          <w:p w14:paraId="70D69E83" w14:textId="77777777" w:rsidR="008D7434" w:rsidRPr="00067325" w:rsidRDefault="008D7434" w:rsidP="00D05D5C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Obliczenie </w:t>
            </w:r>
            <w:r w:rsidR="00B67890" w:rsidRPr="00067325">
              <w:rPr>
                <w:rFonts w:eastAsia="Times New Roman" w:cs="Arial"/>
                <w:sz w:val="20"/>
                <w:szCs w:val="20"/>
              </w:rPr>
              <w:t xml:space="preserve">wysokości </w:t>
            </w:r>
            <w:r w:rsidRPr="00067325">
              <w:rPr>
                <w:rFonts w:eastAsia="Times New Roman" w:cs="Arial"/>
                <w:sz w:val="20"/>
                <w:szCs w:val="20"/>
              </w:rPr>
              <w:t>podatku akcyzowego</w:t>
            </w:r>
          </w:p>
        </w:tc>
        <w:tc>
          <w:tcPr>
            <w:tcW w:w="840" w:type="dxa"/>
          </w:tcPr>
          <w:p w14:paraId="748BEDF0" w14:textId="77777777" w:rsidR="008D7434" w:rsidRPr="00067325" w:rsidRDefault="008D7434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C</w:t>
            </w:r>
          </w:p>
        </w:tc>
        <w:tc>
          <w:tcPr>
            <w:tcW w:w="2095" w:type="dxa"/>
          </w:tcPr>
          <w:p w14:paraId="37341530" w14:textId="77777777" w:rsidR="008D7434" w:rsidRPr="00067325" w:rsidRDefault="008D743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CalculOfAmountOfExciseDuty</w:t>
            </w:r>
            <w:r w:rsidR="00E81087" w:rsidRPr="00067325">
              <w:rPr>
                <w:rStyle w:val="pole"/>
                <w:rFonts w:ascii="Lato" w:hAnsi="Lato"/>
                <w:sz w:val="20"/>
                <w:szCs w:val="20"/>
              </w:rPr>
              <w:t>Type</w:t>
            </w:r>
          </w:p>
        </w:tc>
        <w:tc>
          <w:tcPr>
            <w:tcW w:w="1197" w:type="dxa"/>
          </w:tcPr>
          <w:p w14:paraId="641D95CC" w14:textId="77777777" w:rsidR="008D7434" w:rsidRPr="00067325" w:rsidRDefault="008D7434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8D7434" w:rsidRPr="00067325" w14:paraId="32F0FD31" w14:textId="77777777" w:rsidTr="00794BCE">
        <w:trPr>
          <w:trHeight w:val="213"/>
        </w:trPr>
        <w:tc>
          <w:tcPr>
            <w:tcW w:w="1788" w:type="dxa"/>
          </w:tcPr>
          <w:p w14:paraId="0AC6246D" w14:textId="77777777" w:rsidR="008D7434" w:rsidRPr="00067325" w:rsidRDefault="008D743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CleareanceExciseDuty</w:t>
            </w:r>
          </w:p>
        </w:tc>
        <w:tc>
          <w:tcPr>
            <w:tcW w:w="3360" w:type="dxa"/>
          </w:tcPr>
          <w:p w14:paraId="6E701428" w14:textId="77777777" w:rsidR="008D7434" w:rsidRPr="00067325" w:rsidRDefault="008D7434" w:rsidP="00D05D5C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Rozliczenie podatku akcyzowego</w:t>
            </w:r>
          </w:p>
        </w:tc>
        <w:tc>
          <w:tcPr>
            <w:tcW w:w="840" w:type="dxa"/>
          </w:tcPr>
          <w:p w14:paraId="5CC222F6" w14:textId="77777777" w:rsidR="008D7434" w:rsidRPr="00067325" w:rsidRDefault="008D7434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D</w:t>
            </w:r>
          </w:p>
        </w:tc>
        <w:tc>
          <w:tcPr>
            <w:tcW w:w="2095" w:type="dxa"/>
          </w:tcPr>
          <w:p w14:paraId="1EC42EE1" w14:textId="77777777" w:rsidR="008D7434" w:rsidRPr="00601F27" w:rsidRDefault="002E0A2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instrText xml:space="preserve"> REF CleareanceExciseDutyType_j \h  \* MERGEFORMAT </w:instrTex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601F27">
              <w:rPr>
                <w:rStyle w:val="pole"/>
                <w:rFonts w:ascii="Lato" w:hAnsi="Lato"/>
                <w:sz w:val="20"/>
                <w:szCs w:val="20"/>
              </w:rPr>
              <w:t>CleareanceExciseDutyType</w: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7473CB6" w14:textId="77777777" w:rsidR="008D7434" w:rsidRPr="00067325" w:rsidRDefault="008D7434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8D7434" w:rsidRPr="00067325" w14:paraId="4C01A691" w14:textId="77777777" w:rsidTr="00794BCE">
        <w:trPr>
          <w:trHeight w:val="213"/>
        </w:trPr>
        <w:tc>
          <w:tcPr>
            <w:tcW w:w="1788" w:type="dxa"/>
          </w:tcPr>
          <w:p w14:paraId="622E09EE" w14:textId="77777777" w:rsidR="008D7434" w:rsidRPr="00067325" w:rsidRDefault="008D743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Items</w:t>
            </w:r>
          </w:p>
        </w:tc>
        <w:tc>
          <w:tcPr>
            <w:tcW w:w="3360" w:type="dxa"/>
          </w:tcPr>
          <w:p w14:paraId="1B3FD418" w14:textId="77777777" w:rsidR="008D7434" w:rsidRPr="00067325" w:rsidRDefault="008D7434" w:rsidP="00D05D5C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Obliczenie kwot podatku akcyzowego od</w:t>
            </w:r>
            <w:r w:rsidR="00B67890" w:rsidRPr="00067325">
              <w:rPr>
                <w:rFonts w:eastAsia="Times New Roman" w:cs="Arial"/>
                <w:sz w:val="20"/>
                <w:szCs w:val="20"/>
              </w:rPr>
              <w:t xml:space="preserve"> </w:t>
            </w:r>
            <w:r w:rsidRPr="00067325">
              <w:rPr>
                <w:rFonts w:eastAsia="Times New Roman" w:cs="Arial"/>
                <w:sz w:val="20"/>
                <w:szCs w:val="20"/>
              </w:rPr>
              <w:t>poszczególnych wyrobów</w:t>
            </w:r>
          </w:p>
        </w:tc>
        <w:tc>
          <w:tcPr>
            <w:tcW w:w="840" w:type="dxa"/>
          </w:tcPr>
          <w:p w14:paraId="7AB84E05" w14:textId="77777777" w:rsidR="008D7434" w:rsidRPr="00067325" w:rsidRDefault="008D7434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F</w:t>
            </w:r>
          </w:p>
        </w:tc>
        <w:tc>
          <w:tcPr>
            <w:tcW w:w="2095" w:type="dxa"/>
          </w:tcPr>
          <w:p w14:paraId="0B960397" w14:textId="77777777" w:rsidR="008D7434" w:rsidRPr="00601F27" w:rsidRDefault="002E0A2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instrText xml:space="preserve"> REF ItemsType_j \h  \* MERGEFORMAT </w:instrTex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601F27">
              <w:rPr>
                <w:rStyle w:val="pole"/>
                <w:rFonts w:ascii="Lato" w:hAnsi="Lato"/>
                <w:sz w:val="20"/>
                <w:szCs w:val="20"/>
              </w:rPr>
              <w:t>ItemsType</w: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5146F61" w14:textId="77777777" w:rsidR="008D7434" w:rsidRPr="00067325" w:rsidRDefault="008D7434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</w:tbl>
    <w:p w14:paraId="30E35449" w14:textId="5375B6CD" w:rsidR="00BF293F" w:rsidRDefault="00BF293F" w:rsidP="00BF293F">
      <w:pPr>
        <w:pStyle w:val="Legenda"/>
        <w:keepNext/>
      </w:pPr>
      <w:bookmarkStart w:id="351" w:name="_Toc182566633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102</w:t>
      </w:r>
      <w:r w:rsidR="00715F4C">
        <w:rPr>
          <w:noProof/>
        </w:rPr>
        <w:fldChar w:fldCharType="end"/>
      </w:r>
      <w:r>
        <w:t xml:space="preserve">. </w:t>
      </w:r>
      <w:r w:rsidRPr="006D059A">
        <w:t>Struktura elementu CalculOdAmountOfExciseDutyType</w:t>
      </w:r>
      <w:bookmarkEnd w:id="351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E81087" w:rsidRPr="00067325" w14:paraId="15976D46" w14:textId="77777777" w:rsidTr="00794B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2E739B63" w14:textId="77777777" w:rsidR="00E81087" w:rsidRPr="00067325" w:rsidRDefault="00E81087" w:rsidP="00855336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241CEFAC" w14:textId="77777777" w:rsidR="00E81087" w:rsidRPr="00067325" w:rsidRDefault="00E81087" w:rsidP="00855336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05235F06" w14:textId="77777777" w:rsidR="00E81087" w:rsidRPr="00067325" w:rsidRDefault="00E81087" w:rsidP="00855336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39010BDF" w14:textId="77777777" w:rsidR="00E81087" w:rsidRPr="00067325" w:rsidRDefault="00E81087" w:rsidP="00855336">
            <w:pPr>
              <w:rPr>
                <w:rFonts w:cs="Arial"/>
                <w:b/>
                <w:sz w:val="18"/>
                <w:szCs w:val="18"/>
              </w:rPr>
            </w:pPr>
            <w:r w:rsidRPr="00067325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783147AB" w14:textId="77777777" w:rsidR="00E81087" w:rsidRPr="00067325" w:rsidRDefault="00E81087" w:rsidP="00855336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E81087" w:rsidRPr="00067325" w14:paraId="6BB72429" w14:textId="77777777" w:rsidTr="00794BCE">
        <w:trPr>
          <w:trHeight w:val="213"/>
        </w:trPr>
        <w:tc>
          <w:tcPr>
            <w:tcW w:w="1788" w:type="dxa"/>
          </w:tcPr>
          <w:p w14:paraId="6D47DD89" w14:textId="77777777" w:rsidR="00E81087" w:rsidRPr="00067325" w:rsidRDefault="00E81087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totalAmountOfTax</w:t>
            </w:r>
          </w:p>
        </w:tc>
        <w:tc>
          <w:tcPr>
            <w:tcW w:w="3360" w:type="dxa"/>
          </w:tcPr>
          <w:p w14:paraId="790AB911" w14:textId="77777777" w:rsidR="00E81087" w:rsidRPr="00067325" w:rsidRDefault="00E81087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Razem obliczony podatek. Suma kwot z poz. 277 formularzy AKC-4/J.</w:t>
            </w:r>
          </w:p>
        </w:tc>
        <w:tc>
          <w:tcPr>
            <w:tcW w:w="840" w:type="dxa"/>
          </w:tcPr>
          <w:p w14:paraId="2B6ABB63" w14:textId="77777777" w:rsidR="00E81087" w:rsidRPr="00067325" w:rsidRDefault="00E81087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11</w:t>
            </w:r>
          </w:p>
        </w:tc>
        <w:tc>
          <w:tcPr>
            <w:tcW w:w="2095" w:type="dxa"/>
          </w:tcPr>
          <w:p w14:paraId="38A38255" w14:textId="77777777" w:rsidR="00E81087" w:rsidRPr="00067325" w:rsidRDefault="00E81087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</w:tc>
        <w:tc>
          <w:tcPr>
            <w:tcW w:w="1197" w:type="dxa"/>
          </w:tcPr>
          <w:p w14:paraId="73CBC7A6" w14:textId="77777777" w:rsidR="00E81087" w:rsidRPr="00067325" w:rsidRDefault="00E81087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E81087" w:rsidRPr="00067325" w14:paraId="59422D2C" w14:textId="77777777" w:rsidTr="00794BCE">
        <w:trPr>
          <w:trHeight w:val="213"/>
        </w:trPr>
        <w:tc>
          <w:tcPr>
            <w:tcW w:w="1788" w:type="dxa"/>
          </w:tcPr>
          <w:p w14:paraId="6BF338A5" w14:textId="77777777" w:rsidR="00E81087" w:rsidRPr="00067325" w:rsidRDefault="00E81087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reductions</w:t>
            </w:r>
          </w:p>
        </w:tc>
        <w:tc>
          <w:tcPr>
            <w:tcW w:w="3360" w:type="dxa"/>
          </w:tcPr>
          <w:p w14:paraId="6CD1069A" w14:textId="77777777" w:rsidR="00E81087" w:rsidRPr="00067325" w:rsidRDefault="00E81087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Zwolnienia i obniżenia. Wykazana kwota nie może przekroczyć kwoty z poz. 11.</w:t>
            </w:r>
          </w:p>
        </w:tc>
        <w:tc>
          <w:tcPr>
            <w:tcW w:w="840" w:type="dxa"/>
          </w:tcPr>
          <w:p w14:paraId="29F73B1B" w14:textId="77777777" w:rsidR="00E81087" w:rsidRPr="00067325" w:rsidRDefault="00E81087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12</w:t>
            </w:r>
          </w:p>
        </w:tc>
        <w:tc>
          <w:tcPr>
            <w:tcW w:w="2095" w:type="dxa"/>
          </w:tcPr>
          <w:p w14:paraId="0CA349B6" w14:textId="77777777" w:rsidR="00E81087" w:rsidRPr="00601F27" w:rsidRDefault="00E81087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</w:tc>
        <w:tc>
          <w:tcPr>
            <w:tcW w:w="1197" w:type="dxa"/>
          </w:tcPr>
          <w:p w14:paraId="6F4F88DB" w14:textId="77777777" w:rsidR="00E81087" w:rsidRPr="00067325" w:rsidRDefault="00E81087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E81087" w:rsidRPr="00067325" w14:paraId="1B504540" w14:textId="77777777" w:rsidTr="00794BCE">
        <w:trPr>
          <w:trHeight w:val="213"/>
        </w:trPr>
        <w:tc>
          <w:tcPr>
            <w:tcW w:w="1788" w:type="dxa"/>
          </w:tcPr>
          <w:p w14:paraId="5ACBD550" w14:textId="77777777" w:rsidR="00E81087" w:rsidRPr="00067325" w:rsidRDefault="00E81087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totalOfTax</w:t>
            </w:r>
          </w:p>
        </w:tc>
        <w:tc>
          <w:tcPr>
            <w:tcW w:w="3360" w:type="dxa"/>
          </w:tcPr>
          <w:p w14:paraId="58C34038" w14:textId="77777777" w:rsidR="00E81087" w:rsidRPr="00067325" w:rsidRDefault="00E81087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Ogółem podatek. Od kwoty z poz. 11 należy odjąć kwotę z poz. 12.</w:t>
            </w:r>
          </w:p>
        </w:tc>
        <w:tc>
          <w:tcPr>
            <w:tcW w:w="840" w:type="dxa"/>
          </w:tcPr>
          <w:p w14:paraId="55837C3C" w14:textId="77777777" w:rsidR="00E81087" w:rsidRPr="00067325" w:rsidRDefault="00E81087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13</w:t>
            </w:r>
          </w:p>
        </w:tc>
        <w:tc>
          <w:tcPr>
            <w:tcW w:w="2095" w:type="dxa"/>
          </w:tcPr>
          <w:p w14:paraId="3041E61C" w14:textId="77777777" w:rsidR="00E81087" w:rsidRPr="00601F27" w:rsidRDefault="00E81087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</w:tc>
        <w:tc>
          <w:tcPr>
            <w:tcW w:w="1197" w:type="dxa"/>
          </w:tcPr>
          <w:p w14:paraId="6B25919E" w14:textId="77777777" w:rsidR="00E81087" w:rsidRPr="00067325" w:rsidRDefault="00E81087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</w:tbl>
    <w:p w14:paraId="3CFCC476" w14:textId="395FEFAC" w:rsidR="00BF293F" w:rsidRDefault="00BF293F" w:rsidP="00BF293F">
      <w:pPr>
        <w:pStyle w:val="Legenda"/>
        <w:keepNext/>
      </w:pPr>
      <w:bookmarkStart w:id="352" w:name="_Toc182566634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103</w:t>
      </w:r>
      <w:r w:rsidR="00715F4C">
        <w:rPr>
          <w:noProof/>
        </w:rPr>
        <w:fldChar w:fldCharType="end"/>
      </w:r>
      <w:r>
        <w:t xml:space="preserve">. </w:t>
      </w:r>
      <w:r w:rsidRPr="00A5064F">
        <w:t>Struktura elementu CleareanceExciseDutyType</w:t>
      </w:r>
      <w:bookmarkEnd w:id="352"/>
    </w:p>
    <w:tbl>
      <w:tblPr>
        <w:tblStyle w:val="Siatkatabelijasna"/>
        <w:tblW w:w="9228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200"/>
      </w:tblGrid>
      <w:tr w:rsidR="00AA4021" w:rsidRPr="00067325" w14:paraId="66738D98" w14:textId="77777777" w:rsidTr="00794B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7730D87B" w14:textId="77777777" w:rsidR="00AA4021" w:rsidRPr="00067325" w:rsidRDefault="00AA4021" w:rsidP="00F64ACD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27EDD3A2" w14:textId="77777777" w:rsidR="00AA4021" w:rsidRPr="00067325" w:rsidRDefault="00AA4021" w:rsidP="00F64ACD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69DCA585" w14:textId="77777777" w:rsidR="00AA4021" w:rsidRPr="00067325" w:rsidRDefault="00AA4021" w:rsidP="00F64ACD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50C6DDF2" w14:textId="77777777" w:rsidR="00AA4021" w:rsidRPr="00067325" w:rsidRDefault="00AA4021" w:rsidP="00F64ACD">
            <w:pPr>
              <w:rPr>
                <w:rFonts w:cs="Arial"/>
                <w:b/>
                <w:sz w:val="18"/>
                <w:szCs w:val="18"/>
              </w:rPr>
            </w:pPr>
            <w:r w:rsidRPr="00067325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200" w:type="dxa"/>
          </w:tcPr>
          <w:p w14:paraId="783D65B3" w14:textId="77777777" w:rsidR="00AA4021" w:rsidRPr="00067325" w:rsidRDefault="00AA4021" w:rsidP="00F64ACD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AA4021" w:rsidRPr="00067325" w14:paraId="082E2D28" w14:textId="77777777" w:rsidTr="00794BCE">
        <w:trPr>
          <w:trHeight w:val="213"/>
        </w:trPr>
        <w:tc>
          <w:tcPr>
            <w:tcW w:w="1788" w:type="dxa"/>
          </w:tcPr>
          <w:p w14:paraId="7A0BECF0" w14:textId="77777777" w:rsidR="00AA4021" w:rsidRPr="00067325" w:rsidRDefault="00AA4021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amountOfPrePayment</w:t>
            </w:r>
          </w:p>
        </w:tc>
        <w:tc>
          <w:tcPr>
            <w:tcW w:w="3360" w:type="dxa"/>
          </w:tcPr>
          <w:p w14:paraId="368DA288" w14:textId="77777777" w:rsidR="00AA4021" w:rsidRPr="00067325" w:rsidRDefault="00B67890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cs="Arial"/>
                <w:sz w:val="20"/>
                <w:szCs w:val="20"/>
              </w:rPr>
              <w:t>Kwota przedpłaty akcyzy. Suma kwot z pozycji 21 i 22 deklaracji AKC-PA (J) złożonej w miesiąc, którego niniejsza deklaracja dotyczy</w:t>
            </w:r>
          </w:p>
        </w:tc>
        <w:tc>
          <w:tcPr>
            <w:tcW w:w="840" w:type="dxa"/>
          </w:tcPr>
          <w:p w14:paraId="72A1123F" w14:textId="77777777" w:rsidR="00AA4021" w:rsidRPr="00067325" w:rsidRDefault="001E503C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14</w:t>
            </w:r>
          </w:p>
        </w:tc>
        <w:tc>
          <w:tcPr>
            <w:tcW w:w="2040" w:type="dxa"/>
          </w:tcPr>
          <w:p w14:paraId="2845E8BC" w14:textId="77777777" w:rsidR="00AA4021" w:rsidRPr="00067325" w:rsidRDefault="005628FF" w:rsidP="00F64ACD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ZAmountP</w:t>
            </w:r>
          </w:p>
          <w:p w14:paraId="1CFE32DD" w14:textId="578AE10F" w:rsidR="00AA4021" w:rsidRPr="00067325" w:rsidRDefault="00107B7C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AA4021" w:rsidRPr="0006732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>j</w:instrText>
            </w:r>
            <w:r w:rsidR="00AA4021" w:rsidRPr="00067325">
              <w:rPr>
                <w:rFonts w:eastAsia="Times New Roman" w:cs="Arial"/>
                <w:sz w:val="20"/>
                <w:szCs w:val="20"/>
              </w:rPr>
              <w:instrText>16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67325" w:rsidRPr="0006732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67325">
              <w:rPr>
                <w:rFonts w:eastAsia="Times New Roman" w:cs="Arial"/>
                <w:sz w:val="20"/>
                <w:szCs w:val="20"/>
              </w:rPr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67325">
              <w:rPr>
                <w:rFonts w:eastAsia="Times New Roman" w:cs="Arial"/>
                <w:sz w:val="20"/>
                <w:szCs w:val="20"/>
              </w:rPr>
              <w:t>R16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200" w:type="dxa"/>
          </w:tcPr>
          <w:p w14:paraId="5EF21576" w14:textId="77777777" w:rsidR="00AA4021" w:rsidRPr="00067325" w:rsidRDefault="00AA4021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AA4021" w:rsidRPr="00067325" w14:paraId="1F8A5E16" w14:textId="77777777" w:rsidTr="00794BCE">
        <w:trPr>
          <w:trHeight w:val="213"/>
        </w:trPr>
        <w:tc>
          <w:tcPr>
            <w:tcW w:w="1788" w:type="dxa"/>
          </w:tcPr>
          <w:p w14:paraId="6E871079" w14:textId="77777777" w:rsidR="00AA4021" w:rsidRPr="00067325" w:rsidRDefault="00AA4021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taxChargeable</w:t>
            </w:r>
          </w:p>
        </w:tc>
        <w:tc>
          <w:tcPr>
            <w:tcW w:w="3360" w:type="dxa"/>
          </w:tcPr>
          <w:p w14:paraId="4E8FF3F5" w14:textId="77777777" w:rsidR="00AA4021" w:rsidRPr="00067325" w:rsidRDefault="00B67890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Podatek należny. Od kwoty z poz.13 należy odjąć kwotę z poz. 14, jeżeli różnica jest liczbą ujemną, należy wpisać 0.</w:t>
            </w:r>
          </w:p>
        </w:tc>
        <w:tc>
          <w:tcPr>
            <w:tcW w:w="840" w:type="dxa"/>
          </w:tcPr>
          <w:p w14:paraId="038EDD8B" w14:textId="77777777" w:rsidR="00AA4021" w:rsidRPr="00067325" w:rsidRDefault="001E503C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15</w:t>
            </w:r>
          </w:p>
        </w:tc>
        <w:tc>
          <w:tcPr>
            <w:tcW w:w="2040" w:type="dxa"/>
          </w:tcPr>
          <w:p w14:paraId="1AD5C150" w14:textId="77777777" w:rsidR="00AA4021" w:rsidRPr="00067325" w:rsidRDefault="005628FF" w:rsidP="00F64ACD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ZAmountP</w:t>
            </w:r>
          </w:p>
          <w:p w14:paraId="1565ED29" w14:textId="05E8CFB3" w:rsidR="00AA4021" w:rsidRPr="00067325" w:rsidRDefault="00107B7C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AA4021" w:rsidRPr="0006732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>j</w:instrText>
            </w:r>
            <w:r w:rsidR="00AA4021" w:rsidRPr="00067325">
              <w:rPr>
                <w:rFonts w:eastAsia="Times New Roman" w:cs="Arial"/>
                <w:sz w:val="20"/>
                <w:szCs w:val="20"/>
              </w:rPr>
              <w:instrText>17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67325" w:rsidRPr="0006732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67325">
              <w:rPr>
                <w:rFonts w:eastAsia="Times New Roman" w:cs="Arial"/>
                <w:sz w:val="20"/>
                <w:szCs w:val="20"/>
              </w:rPr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67325">
              <w:rPr>
                <w:rFonts w:eastAsia="Times New Roman" w:cs="Arial"/>
                <w:sz w:val="20"/>
                <w:szCs w:val="20"/>
              </w:rPr>
              <w:t>R17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200" w:type="dxa"/>
          </w:tcPr>
          <w:p w14:paraId="0248023C" w14:textId="77777777" w:rsidR="00AA4021" w:rsidRPr="00067325" w:rsidRDefault="00AA4021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AA4021" w:rsidRPr="00067325" w14:paraId="47981193" w14:textId="77777777" w:rsidTr="00794BCE">
        <w:trPr>
          <w:trHeight w:val="213"/>
        </w:trPr>
        <w:tc>
          <w:tcPr>
            <w:tcW w:w="1788" w:type="dxa"/>
          </w:tcPr>
          <w:p w14:paraId="095D5895" w14:textId="1A9474B2" w:rsidR="00AA4021" w:rsidRPr="00067325" w:rsidRDefault="00AA4021" w:rsidP="00FF3E49">
            <w:pPr>
              <w:rPr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surplusExcessPayment</w:t>
            </w:r>
          </w:p>
        </w:tc>
        <w:tc>
          <w:tcPr>
            <w:tcW w:w="3360" w:type="dxa"/>
          </w:tcPr>
          <w:p w14:paraId="5D1BF856" w14:textId="77777777" w:rsidR="00AA4021" w:rsidRPr="00067325" w:rsidRDefault="00B67890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cs="Arial"/>
                <w:sz w:val="20"/>
                <w:szCs w:val="20"/>
              </w:rPr>
              <w:t>Nadwyżka przedpłaty. Od kwoty z poz.14 należy odjąć kwotę z poz.13, jeżeli różnica jest liczbą ujemną, należy wpisać 0.</w:t>
            </w:r>
          </w:p>
        </w:tc>
        <w:tc>
          <w:tcPr>
            <w:tcW w:w="840" w:type="dxa"/>
          </w:tcPr>
          <w:p w14:paraId="1512DB87" w14:textId="77777777" w:rsidR="00AA4021" w:rsidRPr="00067325" w:rsidRDefault="001E503C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16</w:t>
            </w:r>
          </w:p>
        </w:tc>
        <w:tc>
          <w:tcPr>
            <w:tcW w:w="2040" w:type="dxa"/>
          </w:tcPr>
          <w:p w14:paraId="0F7C8D2F" w14:textId="77777777" w:rsidR="00AA4021" w:rsidRPr="00067325" w:rsidRDefault="005628FF" w:rsidP="00F64ACD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ZAmountP</w:t>
            </w:r>
          </w:p>
          <w:p w14:paraId="3840EDF6" w14:textId="4F74B1EF" w:rsidR="00AA4021" w:rsidRPr="00067325" w:rsidRDefault="00107B7C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AA4021" w:rsidRPr="0006732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>j</w:instrText>
            </w:r>
            <w:r w:rsidR="00AA4021" w:rsidRPr="00067325">
              <w:rPr>
                <w:rFonts w:eastAsia="Times New Roman" w:cs="Arial"/>
                <w:sz w:val="20"/>
                <w:szCs w:val="20"/>
              </w:rPr>
              <w:instrText>18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67325" w:rsidRPr="0006732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67325">
              <w:rPr>
                <w:rFonts w:eastAsia="Times New Roman" w:cs="Arial"/>
                <w:sz w:val="20"/>
                <w:szCs w:val="20"/>
              </w:rPr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67325">
              <w:rPr>
                <w:rFonts w:eastAsia="Times New Roman" w:cs="Arial"/>
                <w:sz w:val="20"/>
                <w:szCs w:val="20"/>
              </w:rPr>
              <w:t>R18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200" w:type="dxa"/>
          </w:tcPr>
          <w:p w14:paraId="2DF5BE73" w14:textId="77777777" w:rsidR="00AA4021" w:rsidRPr="00067325" w:rsidRDefault="00AA4021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</w:tbl>
    <w:p w14:paraId="5AC5A523" w14:textId="3F56E2BF" w:rsidR="00BF293F" w:rsidRDefault="00BF293F" w:rsidP="00BF293F">
      <w:pPr>
        <w:pStyle w:val="Legenda"/>
        <w:keepNext/>
      </w:pPr>
      <w:bookmarkStart w:id="353" w:name="_Toc182566635"/>
      <w:r>
        <w:lastRenderedPageBreak/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104</w:t>
      </w:r>
      <w:r w:rsidR="00715F4C">
        <w:rPr>
          <w:noProof/>
        </w:rPr>
        <w:fldChar w:fldCharType="end"/>
      </w:r>
      <w:r>
        <w:t xml:space="preserve">. </w:t>
      </w:r>
      <w:r w:rsidRPr="007E5DD8">
        <w:t>Struktura elementu ItemsType</w:t>
      </w:r>
      <w:bookmarkEnd w:id="353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E042E4" w:rsidRPr="00067325" w14:paraId="378AC75F" w14:textId="77777777" w:rsidTr="00794B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612EB13E" w14:textId="77777777" w:rsidR="00E042E4" w:rsidRPr="00067325" w:rsidRDefault="00E042E4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575288D1" w14:textId="77777777" w:rsidR="00E042E4" w:rsidRPr="00067325" w:rsidRDefault="00E042E4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14579CFC" w14:textId="77777777" w:rsidR="00E042E4" w:rsidRPr="00067325" w:rsidRDefault="00E042E4" w:rsidP="00DE42E9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002E27F9" w14:textId="77777777" w:rsidR="00E042E4" w:rsidRPr="00067325" w:rsidRDefault="00E042E4">
            <w:pPr>
              <w:rPr>
                <w:rFonts w:cs="Arial"/>
                <w:b/>
                <w:sz w:val="18"/>
                <w:szCs w:val="18"/>
              </w:rPr>
            </w:pPr>
            <w:r w:rsidRPr="00067325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05C02652" w14:textId="77777777" w:rsidR="00E042E4" w:rsidRPr="00067325" w:rsidRDefault="00E042E4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E042E4" w:rsidRPr="00067325" w14:paraId="4B63B5C1" w14:textId="77777777" w:rsidTr="00794BCE">
        <w:trPr>
          <w:trHeight w:val="213"/>
        </w:trPr>
        <w:tc>
          <w:tcPr>
            <w:tcW w:w="1788" w:type="dxa"/>
          </w:tcPr>
          <w:p w14:paraId="620F5678" w14:textId="77777777" w:rsidR="00E042E4" w:rsidRPr="00067325" w:rsidRDefault="00E042E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exportNumberOfGoods</w:t>
            </w:r>
          </w:p>
        </w:tc>
        <w:tc>
          <w:tcPr>
            <w:tcW w:w="3360" w:type="dxa"/>
          </w:tcPr>
          <w:p w14:paraId="0175342E" w14:textId="77777777" w:rsidR="00E042E4" w:rsidRPr="00067325" w:rsidRDefault="00B67890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cs="Arial"/>
                <w:sz w:val="20"/>
                <w:szCs w:val="20"/>
              </w:rPr>
              <w:t>Sprzedaż na eksport: Ilość wyrobów w tysiącach kilogramów.</w:t>
            </w:r>
          </w:p>
        </w:tc>
        <w:tc>
          <w:tcPr>
            <w:tcW w:w="840" w:type="dxa"/>
          </w:tcPr>
          <w:p w14:paraId="085F827C" w14:textId="77777777" w:rsidR="00E042E4" w:rsidRPr="00067325" w:rsidRDefault="00E57F8A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271</w:t>
            </w:r>
          </w:p>
        </w:tc>
        <w:tc>
          <w:tcPr>
            <w:tcW w:w="2095" w:type="dxa"/>
          </w:tcPr>
          <w:p w14:paraId="531D843F" w14:textId="77777777" w:rsidR="00E042E4" w:rsidRPr="00067325" w:rsidRDefault="00E042E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C00787" w:rsidRPr="00067325">
              <w:rPr>
                <w:rStyle w:val="pole"/>
                <w:rFonts w:ascii="Lato" w:hAnsi="Lato"/>
                <w:sz w:val="20"/>
                <w:szCs w:val="20"/>
              </w:rPr>
              <w:t>E</w:t>
            </w:r>
          </w:p>
        </w:tc>
        <w:tc>
          <w:tcPr>
            <w:tcW w:w="1197" w:type="dxa"/>
          </w:tcPr>
          <w:p w14:paraId="2E6748E1" w14:textId="77777777" w:rsidR="00E042E4" w:rsidRPr="00067325" w:rsidRDefault="00E042E4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E57F8A" w:rsidRPr="00067325" w14:paraId="641A1FD2" w14:textId="77777777" w:rsidTr="00794BCE">
        <w:trPr>
          <w:trHeight w:val="213"/>
        </w:trPr>
        <w:tc>
          <w:tcPr>
            <w:tcW w:w="1788" w:type="dxa"/>
          </w:tcPr>
          <w:p w14:paraId="4B409B08" w14:textId="77777777" w:rsidR="00E57F8A" w:rsidRPr="00067325" w:rsidRDefault="00E57F8A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exportFuelValue</w:t>
            </w:r>
          </w:p>
        </w:tc>
        <w:tc>
          <w:tcPr>
            <w:tcW w:w="3360" w:type="dxa"/>
          </w:tcPr>
          <w:p w14:paraId="08886DA8" w14:textId="77777777" w:rsidR="00E57F8A" w:rsidRPr="00067325" w:rsidRDefault="00B67890" w:rsidP="00F64ACD">
            <w:pPr>
              <w:rPr>
                <w:rFonts w:cs="Arial"/>
                <w:sz w:val="20"/>
                <w:szCs w:val="20"/>
              </w:rPr>
            </w:pPr>
            <w:r w:rsidRPr="00067325">
              <w:rPr>
                <w:rFonts w:cs="Arial"/>
                <w:sz w:val="20"/>
                <w:szCs w:val="20"/>
              </w:rPr>
              <w:t>Sprzedaż na eksport: Ilość wyrobów w GJ</w:t>
            </w:r>
          </w:p>
        </w:tc>
        <w:tc>
          <w:tcPr>
            <w:tcW w:w="840" w:type="dxa"/>
          </w:tcPr>
          <w:p w14:paraId="74E38126" w14:textId="77777777" w:rsidR="00E57F8A" w:rsidRPr="00067325" w:rsidRDefault="00E57F8A" w:rsidP="00F64ACD">
            <w:pPr>
              <w:rPr>
                <w:rFonts w:cs="Arial"/>
                <w:sz w:val="20"/>
                <w:szCs w:val="20"/>
              </w:rPr>
            </w:pPr>
            <w:r w:rsidRPr="00067325">
              <w:rPr>
                <w:rFonts w:cs="Arial"/>
                <w:sz w:val="20"/>
                <w:szCs w:val="20"/>
              </w:rPr>
              <w:t>272</w:t>
            </w:r>
          </w:p>
        </w:tc>
        <w:tc>
          <w:tcPr>
            <w:tcW w:w="2095" w:type="dxa"/>
          </w:tcPr>
          <w:p w14:paraId="56DE74B5" w14:textId="77777777" w:rsidR="00E57F8A" w:rsidRPr="00067325" w:rsidRDefault="00E57F8A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C00787" w:rsidRPr="00067325">
              <w:rPr>
                <w:rStyle w:val="pole"/>
                <w:rFonts w:ascii="Lato" w:hAnsi="Lato"/>
                <w:sz w:val="20"/>
                <w:szCs w:val="20"/>
              </w:rPr>
              <w:t>E</w:t>
            </w:r>
          </w:p>
        </w:tc>
        <w:tc>
          <w:tcPr>
            <w:tcW w:w="1197" w:type="dxa"/>
          </w:tcPr>
          <w:p w14:paraId="2F301ECB" w14:textId="77777777" w:rsidR="00E57F8A" w:rsidRPr="00067325" w:rsidRDefault="00E57F8A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E042E4" w:rsidRPr="00067325" w14:paraId="66FF51A4" w14:textId="77777777" w:rsidTr="00794BCE">
        <w:trPr>
          <w:trHeight w:val="213"/>
        </w:trPr>
        <w:tc>
          <w:tcPr>
            <w:tcW w:w="1788" w:type="dxa"/>
          </w:tcPr>
          <w:p w14:paraId="59439F78" w14:textId="77777777" w:rsidR="00E042E4" w:rsidRPr="00067325" w:rsidRDefault="00E042E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exportTaxRate</w:t>
            </w:r>
          </w:p>
        </w:tc>
        <w:tc>
          <w:tcPr>
            <w:tcW w:w="3360" w:type="dxa"/>
          </w:tcPr>
          <w:p w14:paraId="124992D1" w14:textId="77777777" w:rsidR="00E042E4" w:rsidRPr="00067325" w:rsidRDefault="00DC4900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cs="Arial"/>
                <w:sz w:val="20"/>
                <w:szCs w:val="20"/>
              </w:rPr>
              <w:t>Sprzedaż na eksport: Stawka podatku.</w:t>
            </w:r>
          </w:p>
        </w:tc>
        <w:tc>
          <w:tcPr>
            <w:tcW w:w="840" w:type="dxa"/>
          </w:tcPr>
          <w:p w14:paraId="2B9215B2" w14:textId="77777777" w:rsidR="00E042E4" w:rsidRPr="00067325" w:rsidRDefault="00E57F8A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273</w:t>
            </w:r>
          </w:p>
        </w:tc>
        <w:tc>
          <w:tcPr>
            <w:tcW w:w="2095" w:type="dxa"/>
          </w:tcPr>
          <w:p w14:paraId="1E57293B" w14:textId="77777777" w:rsidR="00E042E4" w:rsidRPr="00067325" w:rsidRDefault="00E042E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</w:tc>
        <w:tc>
          <w:tcPr>
            <w:tcW w:w="1197" w:type="dxa"/>
          </w:tcPr>
          <w:p w14:paraId="10D56E90" w14:textId="77777777" w:rsidR="00E042E4" w:rsidRPr="00067325" w:rsidRDefault="00E042E4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E042E4" w:rsidRPr="00067325" w14:paraId="1DF9BA50" w14:textId="77777777" w:rsidTr="00794BCE">
        <w:trPr>
          <w:trHeight w:val="213"/>
        </w:trPr>
        <w:tc>
          <w:tcPr>
            <w:tcW w:w="1788" w:type="dxa"/>
          </w:tcPr>
          <w:p w14:paraId="6BEBFDC8" w14:textId="77777777" w:rsidR="00E042E4" w:rsidRPr="00067325" w:rsidRDefault="00E042E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exportAmountOfTax</w:t>
            </w:r>
          </w:p>
        </w:tc>
        <w:tc>
          <w:tcPr>
            <w:tcW w:w="3360" w:type="dxa"/>
          </w:tcPr>
          <w:p w14:paraId="5773CF80" w14:textId="77777777" w:rsidR="00E042E4" w:rsidRPr="00067325" w:rsidRDefault="00DC4900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cs="Arial"/>
                <w:sz w:val="20"/>
                <w:szCs w:val="20"/>
              </w:rPr>
              <w:t>Sprzedaż na eksport: Kwota podatku w zł.</w:t>
            </w:r>
          </w:p>
        </w:tc>
        <w:tc>
          <w:tcPr>
            <w:tcW w:w="840" w:type="dxa"/>
          </w:tcPr>
          <w:p w14:paraId="10EC466E" w14:textId="77777777" w:rsidR="00E042E4" w:rsidRPr="00067325" w:rsidRDefault="00E57F8A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274</w:t>
            </w:r>
          </w:p>
        </w:tc>
        <w:tc>
          <w:tcPr>
            <w:tcW w:w="2095" w:type="dxa"/>
          </w:tcPr>
          <w:p w14:paraId="5356B723" w14:textId="77777777" w:rsidR="00E042E4" w:rsidRPr="00067325" w:rsidRDefault="00E042E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C00787" w:rsidRPr="00067325">
              <w:rPr>
                <w:rStyle w:val="pole"/>
                <w:rFonts w:ascii="Lato" w:hAnsi="Lato"/>
                <w:sz w:val="20"/>
                <w:szCs w:val="20"/>
              </w:rPr>
              <w:t>T</w:t>
            </w:r>
          </w:p>
        </w:tc>
        <w:tc>
          <w:tcPr>
            <w:tcW w:w="1197" w:type="dxa"/>
          </w:tcPr>
          <w:p w14:paraId="40BC9700" w14:textId="77777777" w:rsidR="00E042E4" w:rsidRPr="00067325" w:rsidRDefault="00E042E4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E042E4" w:rsidRPr="00067325" w14:paraId="2032AB6E" w14:textId="77777777" w:rsidTr="00794BCE">
        <w:trPr>
          <w:trHeight w:val="213"/>
        </w:trPr>
        <w:tc>
          <w:tcPr>
            <w:tcW w:w="1788" w:type="dxa"/>
          </w:tcPr>
          <w:p w14:paraId="106D4457" w14:textId="77777777" w:rsidR="00E042E4" w:rsidRPr="00067325" w:rsidRDefault="00E042E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totalNumberOfGoods</w:t>
            </w:r>
          </w:p>
        </w:tc>
        <w:tc>
          <w:tcPr>
            <w:tcW w:w="3360" w:type="dxa"/>
          </w:tcPr>
          <w:p w14:paraId="4AE376B3" w14:textId="77777777" w:rsidR="00E042E4" w:rsidRPr="00067325" w:rsidRDefault="00DC4900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cs="Arial"/>
                <w:sz w:val="20"/>
                <w:szCs w:val="20"/>
              </w:rPr>
              <w:t>Razem: Ilość wyrobów w tysiącach kilogramów.</w:t>
            </w:r>
          </w:p>
        </w:tc>
        <w:tc>
          <w:tcPr>
            <w:tcW w:w="840" w:type="dxa"/>
          </w:tcPr>
          <w:p w14:paraId="134D9A9B" w14:textId="77777777" w:rsidR="00E042E4" w:rsidRPr="00067325" w:rsidRDefault="00E57F8A" w:rsidP="007A5C2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275</w:t>
            </w:r>
          </w:p>
        </w:tc>
        <w:tc>
          <w:tcPr>
            <w:tcW w:w="2095" w:type="dxa"/>
          </w:tcPr>
          <w:p w14:paraId="2330DD2A" w14:textId="77777777" w:rsidR="00E042E4" w:rsidRPr="00067325" w:rsidRDefault="00C73BCA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ZAmountE</w:t>
            </w:r>
          </w:p>
          <w:p w14:paraId="24A15838" w14:textId="4ADB0899" w:rsidR="00E042E4" w:rsidRPr="00067325" w:rsidRDefault="00107B7C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E042E4" w:rsidRPr="0006732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>j</w:instrText>
            </w:r>
            <w:r w:rsidR="00E042E4" w:rsidRPr="00067325">
              <w:rPr>
                <w:rFonts w:eastAsia="Times New Roman" w:cs="Arial"/>
                <w:sz w:val="20"/>
                <w:szCs w:val="20"/>
              </w:rPr>
              <w:instrText>8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67325" w:rsidRPr="0006732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67325">
              <w:rPr>
                <w:rFonts w:eastAsia="Times New Roman" w:cs="Arial"/>
                <w:sz w:val="20"/>
                <w:szCs w:val="20"/>
              </w:rPr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67325">
              <w:rPr>
                <w:rFonts w:eastAsia="Times New Roman" w:cs="Arial"/>
                <w:sz w:val="20"/>
                <w:szCs w:val="20"/>
              </w:rPr>
              <w:t>R8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CC22C84" w14:textId="77777777" w:rsidR="00E042E4" w:rsidRPr="00067325" w:rsidRDefault="00E042E4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E57F8A" w:rsidRPr="00067325" w14:paraId="50B41DF4" w14:textId="77777777" w:rsidTr="00794BCE">
        <w:trPr>
          <w:trHeight w:val="213"/>
        </w:trPr>
        <w:tc>
          <w:tcPr>
            <w:tcW w:w="1788" w:type="dxa"/>
          </w:tcPr>
          <w:p w14:paraId="52E76EE1" w14:textId="77777777" w:rsidR="00E57F8A" w:rsidRPr="00067325" w:rsidRDefault="00E57F8A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totalFuelValue</w:t>
            </w:r>
          </w:p>
        </w:tc>
        <w:tc>
          <w:tcPr>
            <w:tcW w:w="3360" w:type="dxa"/>
          </w:tcPr>
          <w:p w14:paraId="1395985D" w14:textId="77777777" w:rsidR="00E57F8A" w:rsidRPr="00067325" w:rsidRDefault="00DC4900" w:rsidP="00F64ACD">
            <w:pPr>
              <w:rPr>
                <w:rFonts w:cs="Arial"/>
                <w:sz w:val="20"/>
                <w:szCs w:val="20"/>
              </w:rPr>
            </w:pPr>
            <w:r w:rsidRPr="00067325">
              <w:rPr>
                <w:rFonts w:cs="Arial"/>
                <w:sz w:val="20"/>
                <w:szCs w:val="20"/>
              </w:rPr>
              <w:t>Razem: Ilość w GJ</w:t>
            </w:r>
          </w:p>
        </w:tc>
        <w:tc>
          <w:tcPr>
            <w:tcW w:w="840" w:type="dxa"/>
          </w:tcPr>
          <w:p w14:paraId="6D02ED77" w14:textId="77777777" w:rsidR="00E57F8A" w:rsidRPr="00067325" w:rsidRDefault="00E57F8A" w:rsidP="00F64ACD">
            <w:pPr>
              <w:rPr>
                <w:rFonts w:cs="Arial"/>
                <w:sz w:val="20"/>
                <w:szCs w:val="20"/>
              </w:rPr>
            </w:pPr>
            <w:r w:rsidRPr="00067325">
              <w:rPr>
                <w:rFonts w:cs="Arial"/>
                <w:sz w:val="20"/>
                <w:szCs w:val="20"/>
              </w:rPr>
              <w:t>276</w:t>
            </w:r>
          </w:p>
        </w:tc>
        <w:tc>
          <w:tcPr>
            <w:tcW w:w="2095" w:type="dxa"/>
          </w:tcPr>
          <w:p w14:paraId="245CEB96" w14:textId="77777777" w:rsidR="00E57F8A" w:rsidRPr="00067325" w:rsidRDefault="00C73BCA" w:rsidP="00F64ACD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ZAmountE</w:t>
            </w:r>
          </w:p>
          <w:p w14:paraId="1BC6AEFD" w14:textId="4FE5A934" w:rsidR="00E57F8A" w:rsidRPr="00067325" w:rsidRDefault="00107B7C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E57F8A" w:rsidRPr="0006732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>j</w:instrText>
            </w:r>
            <w:r w:rsidR="00E57F8A" w:rsidRPr="00067325">
              <w:rPr>
                <w:rFonts w:eastAsia="Times New Roman" w:cs="Arial"/>
                <w:sz w:val="20"/>
                <w:szCs w:val="20"/>
              </w:rPr>
              <w:instrText>9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67325" w:rsidRPr="0006732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67325">
              <w:rPr>
                <w:rFonts w:eastAsia="Times New Roman" w:cs="Arial"/>
                <w:sz w:val="20"/>
                <w:szCs w:val="20"/>
              </w:rPr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67325">
              <w:rPr>
                <w:rFonts w:eastAsia="Times New Roman" w:cs="Arial"/>
                <w:sz w:val="20"/>
                <w:szCs w:val="20"/>
              </w:rPr>
              <w:t>R9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033DD0E" w14:textId="77777777" w:rsidR="00E57F8A" w:rsidRPr="00067325" w:rsidRDefault="00E57F8A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E042E4" w:rsidRPr="00067325" w14:paraId="39325D58" w14:textId="77777777" w:rsidTr="00794BCE">
        <w:trPr>
          <w:trHeight w:val="213"/>
        </w:trPr>
        <w:tc>
          <w:tcPr>
            <w:tcW w:w="1788" w:type="dxa"/>
          </w:tcPr>
          <w:p w14:paraId="28EDF880" w14:textId="77777777" w:rsidR="00E042E4" w:rsidRPr="00067325" w:rsidRDefault="00E042E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totalAmountOfTax</w:t>
            </w:r>
          </w:p>
        </w:tc>
        <w:tc>
          <w:tcPr>
            <w:tcW w:w="3360" w:type="dxa"/>
          </w:tcPr>
          <w:p w14:paraId="4C631EB1" w14:textId="77777777" w:rsidR="00E042E4" w:rsidRPr="00067325" w:rsidRDefault="00DC4900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cs="Arial"/>
                <w:sz w:val="20"/>
                <w:szCs w:val="20"/>
              </w:rPr>
              <w:t>Razem: Kwota podatku w zł.</w:t>
            </w:r>
          </w:p>
        </w:tc>
        <w:tc>
          <w:tcPr>
            <w:tcW w:w="840" w:type="dxa"/>
          </w:tcPr>
          <w:p w14:paraId="119D3E20" w14:textId="77777777" w:rsidR="00E042E4" w:rsidRPr="00067325" w:rsidRDefault="00052E3A" w:rsidP="007A5C2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277</w:t>
            </w:r>
          </w:p>
        </w:tc>
        <w:tc>
          <w:tcPr>
            <w:tcW w:w="2095" w:type="dxa"/>
          </w:tcPr>
          <w:p w14:paraId="58651296" w14:textId="77777777" w:rsidR="00E042E4" w:rsidRPr="00067325" w:rsidRDefault="00C73BCA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ZAmountT</w:t>
            </w:r>
          </w:p>
          <w:p w14:paraId="3886F0D7" w14:textId="3898FEA4" w:rsidR="00E042E4" w:rsidRPr="00067325" w:rsidRDefault="00107B7C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E042E4" w:rsidRPr="0006732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>j</w:instrText>
            </w:r>
            <w:r w:rsidR="00E042E4" w:rsidRPr="00067325">
              <w:rPr>
                <w:rFonts w:eastAsia="Times New Roman" w:cs="Arial"/>
                <w:sz w:val="20"/>
                <w:szCs w:val="20"/>
              </w:rPr>
              <w:instrText>10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67325" w:rsidRPr="0006732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67325">
              <w:rPr>
                <w:rFonts w:eastAsia="Times New Roman" w:cs="Arial"/>
                <w:sz w:val="20"/>
                <w:szCs w:val="20"/>
              </w:rPr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67325">
              <w:rPr>
                <w:rFonts w:eastAsia="Times New Roman" w:cs="Arial"/>
                <w:sz w:val="20"/>
                <w:szCs w:val="20"/>
              </w:rPr>
              <w:t>R10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  <w:p w14:paraId="2BD2349C" w14:textId="77777777" w:rsidR="00E042E4" w:rsidRPr="00067325" w:rsidRDefault="00E042E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197" w:type="dxa"/>
          </w:tcPr>
          <w:p w14:paraId="3A39099B" w14:textId="77777777" w:rsidR="00E042E4" w:rsidRPr="00067325" w:rsidRDefault="00E042E4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E042E4" w:rsidRPr="00067325" w14:paraId="2F74A59C" w14:textId="77777777" w:rsidTr="00794BCE">
        <w:trPr>
          <w:trHeight w:val="213"/>
        </w:trPr>
        <w:tc>
          <w:tcPr>
            <w:tcW w:w="1788" w:type="dxa"/>
          </w:tcPr>
          <w:p w14:paraId="5C33D13C" w14:textId="77777777" w:rsidR="00E042E4" w:rsidRPr="00067325" w:rsidRDefault="00E042E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Item</w:t>
            </w:r>
          </w:p>
        </w:tc>
        <w:tc>
          <w:tcPr>
            <w:tcW w:w="3360" w:type="dxa"/>
          </w:tcPr>
          <w:p w14:paraId="4AEEC396" w14:textId="77777777" w:rsidR="00E042E4" w:rsidRPr="00067325" w:rsidRDefault="00DC4900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Obliczenie wysokości podatku akcyzowego od poszczególnych wyrobów</w:t>
            </w:r>
          </w:p>
        </w:tc>
        <w:tc>
          <w:tcPr>
            <w:tcW w:w="840" w:type="dxa"/>
          </w:tcPr>
          <w:p w14:paraId="44D234B3" w14:textId="77777777" w:rsidR="00E042E4" w:rsidRPr="00067325" w:rsidRDefault="00052E3A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F</w:t>
            </w:r>
          </w:p>
        </w:tc>
        <w:tc>
          <w:tcPr>
            <w:tcW w:w="2095" w:type="dxa"/>
          </w:tcPr>
          <w:p w14:paraId="4F3C7D62" w14:textId="77777777" w:rsidR="00E042E4" w:rsidRPr="00067325" w:rsidRDefault="002E0A29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instrText xml:space="preserve"> REF ItemType_j \h  \* MERGEFORMAT </w:instrTex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601F27">
              <w:rPr>
                <w:rStyle w:val="pole"/>
                <w:rFonts w:ascii="Lato" w:hAnsi="Lato"/>
                <w:sz w:val="20"/>
                <w:szCs w:val="20"/>
              </w:rPr>
              <w:t>ItemType</w: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EA307F2" w14:textId="77777777" w:rsidR="00E042E4" w:rsidRPr="00067325" w:rsidRDefault="00E042E4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0..*</w:t>
            </w:r>
          </w:p>
        </w:tc>
      </w:tr>
    </w:tbl>
    <w:p w14:paraId="220720EA" w14:textId="072185FC" w:rsidR="00BF293F" w:rsidRDefault="00BF293F" w:rsidP="00BF293F">
      <w:pPr>
        <w:pStyle w:val="Legenda"/>
        <w:keepNext/>
      </w:pPr>
      <w:bookmarkStart w:id="354" w:name="_Toc182566636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105</w:t>
      </w:r>
      <w:r w:rsidR="00715F4C">
        <w:rPr>
          <w:noProof/>
        </w:rPr>
        <w:fldChar w:fldCharType="end"/>
      </w:r>
      <w:r>
        <w:t xml:space="preserve">. </w:t>
      </w:r>
      <w:r w:rsidRPr="002E7AC8">
        <w:t>Struktura elementu ItemsType</w:t>
      </w:r>
      <w:bookmarkEnd w:id="354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E042E4" w:rsidRPr="00067325" w14:paraId="0CE39E52" w14:textId="77777777" w:rsidTr="00794B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48B465C4" w14:textId="77777777" w:rsidR="00E042E4" w:rsidRPr="00067325" w:rsidRDefault="00E042E4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4BB0F1AF" w14:textId="77777777" w:rsidR="00E042E4" w:rsidRPr="00067325" w:rsidRDefault="00E042E4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5E34AC7A" w14:textId="77777777" w:rsidR="00E042E4" w:rsidRPr="00067325" w:rsidRDefault="00E042E4" w:rsidP="00DE42E9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25C99F5C" w14:textId="77777777" w:rsidR="00E042E4" w:rsidRPr="00067325" w:rsidRDefault="00E042E4">
            <w:pPr>
              <w:rPr>
                <w:rFonts w:cs="Arial"/>
                <w:b/>
                <w:sz w:val="18"/>
                <w:szCs w:val="18"/>
              </w:rPr>
            </w:pPr>
            <w:r w:rsidRPr="00067325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42F35A7F" w14:textId="77777777" w:rsidR="00E042E4" w:rsidRPr="00067325" w:rsidRDefault="00E042E4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E042E4" w:rsidRPr="00067325" w14:paraId="485930F9" w14:textId="77777777" w:rsidTr="00794BCE">
        <w:trPr>
          <w:trHeight w:val="213"/>
        </w:trPr>
        <w:tc>
          <w:tcPr>
            <w:tcW w:w="1788" w:type="dxa"/>
          </w:tcPr>
          <w:p w14:paraId="133D5DA6" w14:textId="77777777" w:rsidR="00E042E4" w:rsidRPr="00067325" w:rsidRDefault="00E042E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id</w:t>
            </w:r>
          </w:p>
        </w:tc>
        <w:tc>
          <w:tcPr>
            <w:tcW w:w="3360" w:type="dxa"/>
          </w:tcPr>
          <w:p w14:paraId="343E6313" w14:textId="77777777" w:rsidR="00E042E4" w:rsidRPr="00067325" w:rsidRDefault="00E042E4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Liczba porządkowa.</w:t>
            </w:r>
          </w:p>
        </w:tc>
        <w:tc>
          <w:tcPr>
            <w:tcW w:w="840" w:type="dxa"/>
          </w:tcPr>
          <w:p w14:paraId="586BAB77" w14:textId="77777777" w:rsidR="00E042E4" w:rsidRPr="00067325" w:rsidRDefault="00065140" w:rsidP="007A5C2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F.a</w:t>
            </w:r>
          </w:p>
        </w:tc>
        <w:tc>
          <w:tcPr>
            <w:tcW w:w="2095" w:type="dxa"/>
          </w:tcPr>
          <w:p w14:paraId="359DCCB9" w14:textId="77777777" w:rsidR="00E042E4" w:rsidRPr="00067325" w:rsidRDefault="004B3BB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ZNumeric</w:t>
            </w:r>
          </w:p>
        </w:tc>
        <w:tc>
          <w:tcPr>
            <w:tcW w:w="1197" w:type="dxa"/>
          </w:tcPr>
          <w:p w14:paraId="01C39C8B" w14:textId="77777777" w:rsidR="00E042E4" w:rsidRPr="00067325" w:rsidRDefault="00E81087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</w:t>
            </w:r>
            <w:r w:rsidR="00E042E4" w:rsidRPr="00067325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E042E4" w:rsidRPr="00067325" w14:paraId="228752F8" w14:textId="77777777" w:rsidTr="00794BCE">
        <w:trPr>
          <w:trHeight w:val="213"/>
        </w:trPr>
        <w:tc>
          <w:tcPr>
            <w:tcW w:w="1788" w:type="dxa"/>
          </w:tcPr>
          <w:p w14:paraId="20B8AE4E" w14:textId="77777777" w:rsidR="00E042E4" w:rsidRPr="00067325" w:rsidRDefault="00E042E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groupOfGoodsName</w:t>
            </w:r>
          </w:p>
        </w:tc>
        <w:tc>
          <w:tcPr>
            <w:tcW w:w="3360" w:type="dxa"/>
          </w:tcPr>
          <w:p w14:paraId="6803BBC1" w14:textId="77777777" w:rsidR="00E042E4" w:rsidRPr="00067325" w:rsidRDefault="00E042E4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Nazwa grupy wyrobów, dla których ustalono odrębne stawki podatkowe</w:t>
            </w:r>
          </w:p>
        </w:tc>
        <w:tc>
          <w:tcPr>
            <w:tcW w:w="840" w:type="dxa"/>
          </w:tcPr>
          <w:p w14:paraId="7246B7A6" w14:textId="77777777" w:rsidR="00E042E4" w:rsidRPr="00067325" w:rsidRDefault="00065140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F.b</w:t>
            </w:r>
          </w:p>
        </w:tc>
        <w:tc>
          <w:tcPr>
            <w:tcW w:w="2095" w:type="dxa"/>
          </w:tcPr>
          <w:p w14:paraId="1E0041A9" w14:textId="77777777" w:rsidR="00E042E4" w:rsidRPr="00067325" w:rsidRDefault="004B3BB4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ZCharacter</w:t>
            </w:r>
          </w:p>
          <w:p w14:paraId="0AE3A8AB" w14:textId="606DAFBE" w:rsidR="00E042E4" w:rsidRPr="00067325" w:rsidRDefault="00107B7C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E042E4" w:rsidRPr="0006732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>j</w:instrText>
            </w:r>
            <w:r w:rsidR="00E042E4" w:rsidRPr="00067325">
              <w:rPr>
                <w:rFonts w:eastAsia="Times New Roman" w:cs="Arial"/>
                <w:sz w:val="20"/>
                <w:szCs w:val="20"/>
              </w:rPr>
              <w:instrText>11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67325" w:rsidRPr="0006732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67325">
              <w:rPr>
                <w:rFonts w:eastAsia="Times New Roman" w:cs="Arial"/>
                <w:sz w:val="20"/>
                <w:szCs w:val="20"/>
              </w:rPr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67325">
              <w:rPr>
                <w:rFonts w:eastAsia="Times New Roman" w:cs="Arial"/>
                <w:sz w:val="20"/>
                <w:szCs w:val="20"/>
              </w:rPr>
              <w:t>R11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ACA6B68" w14:textId="77777777" w:rsidR="00E042E4" w:rsidRPr="00067325" w:rsidRDefault="00E81087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</w:t>
            </w:r>
            <w:r w:rsidR="00E042E4" w:rsidRPr="00067325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E042E4" w:rsidRPr="00067325" w14:paraId="3859DEFD" w14:textId="77777777" w:rsidTr="00794BCE">
        <w:trPr>
          <w:trHeight w:val="213"/>
        </w:trPr>
        <w:tc>
          <w:tcPr>
            <w:tcW w:w="1788" w:type="dxa"/>
          </w:tcPr>
          <w:p w14:paraId="3C86B3EF" w14:textId="77777777" w:rsidR="00E042E4" w:rsidRPr="00067325" w:rsidRDefault="00E042E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shortages</w:t>
            </w:r>
          </w:p>
        </w:tc>
        <w:tc>
          <w:tcPr>
            <w:tcW w:w="3360" w:type="dxa"/>
          </w:tcPr>
          <w:p w14:paraId="16B1A860" w14:textId="77777777" w:rsidR="00E042E4" w:rsidRPr="00067325" w:rsidRDefault="00E042E4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Możliwość oznaczenia w przypadku wykazywania ubytków wyrobów akcyzowych (przekraczających normy dopuszczalnych ubytków) lub całkowitego zniszczenia wyrobów.</w:t>
            </w:r>
          </w:p>
        </w:tc>
        <w:tc>
          <w:tcPr>
            <w:tcW w:w="840" w:type="dxa"/>
          </w:tcPr>
          <w:p w14:paraId="38952878" w14:textId="77777777" w:rsidR="00E042E4" w:rsidRPr="00067325" w:rsidRDefault="00065140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4D3E42E8" w14:textId="77777777" w:rsidR="00E042E4" w:rsidRPr="00067325" w:rsidRDefault="0010046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ZShortages</w:t>
            </w:r>
          </w:p>
          <w:p w14:paraId="6899AAC6" w14:textId="6AFC07E1" w:rsidR="00E042E4" w:rsidRPr="00067325" w:rsidRDefault="00107B7C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E042E4" w:rsidRPr="0006732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>j</w:instrText>
            </w:r>
            <w:r w:rsidR="00E042E4" w:rsidRPr="00067325">
              <w:rPr>
                <w:rFonts w:eastAsia="Times New Roman" w:cs="Arial"/>
                <w:sz w:val="20"/>
                <w:szCs w:val="20"/>
              </w:rPr>
              <w:instrText>19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67325" w:rsidRPr="0006732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67325">
              <w:rPr>
                <w:rFonts w:eastAsia="Times New Roman" w:cs="Arial"/>
                <w:sz w:val="20"/>
                <w:szCs w:val="20"/>
              </w:rPr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67325">
              <w:rPr>
                <w:rFonts w:eastAsia="Times New Roman" w:cs="Arial"/>
                <w:sz w:val="20"/>
                <w:szCs w:val="20"/>
              </w:rPr>
              <w:t>R19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A396EBB" w14:textId="77777777" w:rsidR="00E042E4" w:rsidRPr="00067325" w:rsidRDefault="00E042E4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E042E4" w:rsidRPr="00067325" w14:paraId="5BCEE630" w14:textId="77777777" w:rsidTr="00794BCE">
        <w:trPr>
          <w:trHeight w:val="213"/>
        </w:trPr>
        <w:tc>
          <w:tcPr>
            <w:tcW w:w="1788" w:type="dxa"/>
          </w:tcPr>
          <w:p w14:paraId="6ACC6EB1" w14:textId="77777777" w:rsidR="00E042E4" w:rsidRPr="00067325" w:rsidRDefault="00E042E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codeCN</w:t>
            </w:r>
          </w:p>
        </w:tc>
        <w:tc>
          <w:tcPr>
            <w:tcW w:w="3360" w:type="dxa"/>
          </w:tcPr>
          <w:p w14:paraId="3FBF73E3" w14:textId="77777777" w:rsidR="00E042E4" w:rsidRPr="00067325" w:rsidRDefault="00DC4900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Ośmiocyfrowy kod CN.</w:t>
            </w:r>
          </w:p>
        </w:tc>
        <w:tc>
          <w:tcPr>
            <w:tcW w:w="840" w:type="dxa"/>
          </w:tcPr>
          <w:p w14:paraId="2ECDA169" w14:textId="77777777" w:rsidR="00E042E4" w:rsidRPr="00067325" w:rsidRDefault="00065140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F.c</w:t>
            </w:r>
          </w:p>
        </w:tc>
        <w:tc>
          <w:tcPr>
            <w:tcW w:w="2095" w:type="dxa"/>
          </w:tcPr>
          <w:p w14:paraId="21B5F9BC" w14:textId="77777777" w:rsidR="00E042E4" w:rsidRPr="00067325" w:rsidRDefault="004C0A94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ZCodeCN</w:t>
            </w:r>
          </w:p>
          <w:p w14:paraId="5D3A6ACD" w14:textId="61C7263E" w:rsidR="00E042E4" w:rsidRPr="00067325" w:rsidRDefault="00107B7C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E042E4" w:rsidRPr="0006732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>j</w:instrText>
            </w:r>
            <w:r w:rsidR="00E042E4" w:rsidRPr="00067325">
              <w:rPr>
                <w:rFonts w:eastAsia="Times New Roman" w:cs="Arial"/>
                <w:sz w:val="20"/>
                <w:szCs w:val="20"/>
              </w:rPr>
              <w:instrText>12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67325" w:rsidRPr="0006732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67325">
              <w:rPr>
                <w:rFonts w:eastAsia="Times New Roman" w:cs="Arial"/>
                <w:sz w:val="20"/>
                <w:szCs w:val="20"/>
              </w:rPr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67325">
              <w:rPr>
                <w:rFonts w:eastAsia="Times New Roman" w:cs="Arial"/>
                <w:sz w:val="20"/>
                <w:szCs w:val="20"/>
              </w:rPr>
              <w:t>R12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5201B95" w14:textId="77777777" w:rsidR="00E042E4" w:rsidRPr="00067325" w:rsidRDefault="00E81087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</w:t>
            </w:r>
            <w:r w:rsidR="00E042E4" w:rsidRPr="00067325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E042E4" w:rsidRPr="00067325" w14:paraId="535E1D20" w14:textId="77777777" w:rsidTr="00794BCE">
        <w:trPr>
          <w:trHeight w:val="213"/>
        </w:trPr>
        <w:tc>
          <w:tcPr>
            <w:tcW w:w="1788" w:type="dxa"/>
          </w:tcPr>
          <w:p w14:paraId="2B61AF15" w14:textId="77777777" w:rsidR="00E042E4" w:rsidRPr="00067325" w:rsidRDefault="00E042E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numberOfGoods</w:t>
            </w:r>
          </w:p>
        </w:tc>
        <w:tc>
          <w:tcPr>
            <w:tcW w:w="3360" w:type="dxa"/>
          </w:tcPr>
          <w:p w14:paraId="5D8684D4" w14:textId="77777777" w:rsidR="00E042E4" w:rsidRPr="00067325" w:rsidRDefault="00DC4900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cs="Arial"/>
                <w:sz w:val="20"/>
                <w:szCs w:val="20"/>
              </w:rPr>
              <w:t>Ilość wyrobów, w tysiącach kilogramów podana z dokładnością do trzech miejsc po przecinku.</w:t>
            </w:r>
          </w:p>
        </w:tc>
        <w:tc>
          <w:tcPr>
            <w:tcW w:w="840" w:type="dxa"/>
          </w:tcPr>
          <w:p w14:paraId="0CA2AECE" w14:textId="77777777" w:rsidR="00E042E4" w:rsidRPr="00067325" w:rsidRDefault="00065140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F.d</w:t>
            </w:r>
          </w:p>
        </w:tc>
        <w:tc>
          <w:tcPr>
            <w:tcW w:w="2095" w:type="dxa"/>
          </w:tcPr>
          <w:p w14:paraId="5818DCFE" w14:textId="77777777" w:rsidR="00E042E4" w:rsidRPr="00067325" w:rsidRDefault="00E042E4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ZAmountE</w:t>
            </w:r>
          </w:p>
          <w:p w14:paraId="4CE2D30A" w14:textId="3012FAC1" w:rsidR="00E042E4" w:rsidRPr="00067325" w:rsidRDefault="00107B7C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E042E4" w:rsidRPr="0006732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>j</w:instrText>
            </w:r>
            <w:r w:rsidR="00E042E4" w:rsidRPr="00067325">
              <w:rPr>
                <w:rFonts w:eastAsia="Times New Roman" w:cs="Arial"/>
                <w:sz w:val="20"/>
                <w:szCs w:val="20"/>
              </w:rPr>
              <w:instrText>13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67325" w:rsidRPr="0006732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67325">
              <w:rPr>
                <w:rFonts w:eastAsia="Times New Roman" w:cs="Arial"/>
                <w:sz w:val="20"/>
                <w:szCs w:val="20"/>
              </w:rPr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67325">
              <w:rPr>
                <w:rFonts w:eastAsia="Times New Roman" w:cs="Arial"/>
                <w:sz w:val="20"/>
                <w:szCs w:val="20"/>
              </w:rPr>
              <w:t>R13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4C70D83" w14:textId="77777777" w:rsidR="00E042E4" w:rsidRPr="00067325" w:rsidRDefault="00E042E4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E042E4" w:rsidRPr="00067325" w14:paraId="67CD5958" w14:textId="77777777" w:rsidTr="00794BCE">
        <w:trPr>
          <w:trHeight w:val="213"/>
        </w:trPr>
        <w:tc>
          <w:tcPr>
            <w:tcW w:w="1788" w:type="dxa"/>
          </w:tcPr>
          <w:p w14:paraId="5C9039DA" w14:textId="77777777" w:rsidR="00E042E4" w:rsidRPr="00067325" w:rsidRDefault="00E042E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lastRenderedPageBreak/>
              <w:t>fuelValue</w:t>
            </w:r>
          </w:p>
        </w:tc>
        <w:tc>
          <w:tcPr>
            <w:tcW w:w="3360" w:type="dxa"/>
          </w:tcPr>
          <w:p w14:paraId="2408493F" w14:textId="77777777" w:rsidR="00E042E4" w:rsidRPr="00067325" w:rsidRDefault="00DC4900">
            <w:pPr>
              <w:rPr>
                <w:rFonts w:cs="Arial"/>
                <w:sz w:val="20"/>
                <w:szCs w:val="20"/>
              </w:rPr>
            </w:pPr>
            <w:r w:rsidRPr="00067325">
              <w:rPr>
                <w:rFonts w:cs="Arial"/>
                <w:sz w:val="20"/>
                <w:szCs w:val="20"/>
              </w:rPr>
              <w:t>Ilość wyrobów w GJ</w:t>
            </w:r>
          </w:p>
        </w:tc>
        <w:tc>
          <w:tcPr>
            <w:tcW w:w="840" w:type="dxa"/>
          </w:tcPr>
          <w:p w14:paraId="6CEEC2B0" w14:textId="77777777" w:rsidR="00E042E4" w:rsidRPr="00067325" w:rsidRDefault="00065140">
            <w:pPr>
              <w:rPr>
                <w:rFonts w:cs="Arial"/>
                <w:sz w:val="20"/>
                <w:szCs w:val="20"/>
              </w:rPr>
            </w:pPr>
            <w:r w:rsidRPr="00067325">
              <w:rPr>
                <w:rFonts w:cs="Arial"/>
                <w:sz w:val="20"/>
                <w:szCs w:val="20"/>
              </w:rPr>
              <w:t>F.e</w:t>
            </w:r>
          </w:p>
        </w:tc>
        <w:tc>
          <w:tcPr>
            <w:tcW w:w="2095" w:type="dxa"/>
          </w:tcPr>
          <w:p w14:paraId="1EAFBABF" w14:textId="77777777" w:rsidR="00E042E4" w:rsidRPr="00067325" w:rsidRDefault="00E042E4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ZAmountE</w:t>
            </w:r>
          </w:p>
          <w:p w14:paraId="569BFEF0" w14:textId="632A9CF8" w:rsidR="00E042E4" w:rsidRPr="00067325" w:rsidRDefault="00107B7C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E042E4" w:rsidRPr="0006732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>j</w:instrText>
            </w:r>
            <w:r w:rsidR="00E042E4" w:rsidRPr="00067325">
              <w:rPr>
                <w:rFonts w:eastAsia="Times New Roman" w:cs="Arial"/>
                <w:sz w:val="20"/>
                <w:szCs w:val="20"/>
              </w:rPr>
              <w:instrText>14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67325" w:rsidRPr="0006732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67325">
              <w:rPr>
                <w:rFonts w:eastAsia="Times New Roman" w:cs="Arial"/>
                <w:sz w:val="20"/>
                <w:szCs w:val="20"/>
              </w:rPr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67325">
              <w:rPr>
                <w:rFonts w:eastAsia="Times New Roman" w:cs="Arial"/>
                <w:sz w:val="20"/>
                <w:szCs w:val="20"/>
              </w:rPr>
              <w:t>R14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99016F4" w14:textId="77777777" w:rsidR="00E042E4" w:rsidRPr="00067325" w:rsidRDefault="00E042E4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E042E4" w:rsidRPr="00067325" w14:paraId="7729421A" w14:textId="77777777" w:rsidTr="00794BCE">
        <w:trPr>
          <w:trHeight w:val="213"/>
        </w:trPr>
        <w:tc>
          <w:tcPr>
            <w:tcW w:w="1788" w:type="dxa"/>
          </w:tcPr>
          <w:p w14:paraId="4BE9627B" w14:textId="77777777" w:rsidR="00E042E4" w:rsidRPr="00067325" w:rsidRDefault="00E042E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taxRate</w:t>
            </w:r>
          </w:p>
        </w:tc>
        <w:tc>
          <w:tcPr>
            <w:tcW w:w="3360" w:type="dxa"/>
          </w:tcPr>
          <w:p w14:paraId="5373D689" w14:textId="77777777" w:rsidR="00E042E4" w:rsidRPr="00067325" w:rsidRDefault="00DC4900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Stawka podatku.</w:t>
            </w:r>
          </w:p>
        </w:tc>
        <w:tc>
          <w:tcPr>
            <w:tcW w:w="840" w:type="dxa"/>
          </w:tcPr>
          <w:p w14:paraId="1DFA150C" w14:textId="77777777" w:rsidR="00E042E4" w:rsidRPr="00067325" w:rsidRDefault="00065140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F.f</w:t>
            </w:r>
          </w:p>
        </w:tc>
        <w:tc>
          <w:tcPr>
            <w:tcW w:w="2095" w:type="dxa"/>
          </w:tcPr>
          <w:p w14:paraId="1E062795" w14:textId="77777777" w:rsidR="00E042E4" w:rsidRPr="00067325" w:rsidRDefault="00E042E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  <w:p w14:paraId="6D2937C6" w14:textId="77777777" w:rsidR="00E042E4" w:rsidRPr="00067325" w:rsidRDefault="00E042E4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197" w:type="dxa"/>
          </w:tcPr>
          <w:p w14:paraId="614D8D0E" w14:textId="77777777" w:rsidR="00E042E4" w:rsidRPr="00067325" w:rsidRDefault="00E81087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</w:t>
            </w:r>
            <w:r w:rsidR="00E042E4" w:rsidRPr="00067325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7F2CBE" w:rsidRPr="00067325" w14:paraId="4DEC9EB8" w14:textId="77777777" w:rsidTr="00794BCE">
        <w:trPr>
          <w:trHeight w:val="213"/>
        </w:trPr>
        <w:tc>
          <w:tcPr>
            <w:tcW w:w="1788" w:type="dxa"/>
          </w:tcPr>
          <w:p w14:paraId="04D9CE7E" w14:textId="77777777" w:rsidR="007F2CBE" w:rsidRPr="00067325" w:rsidRDefault="007F2CBE" w:rsidP="007F2CB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fro</w:t>
            </w:r>
            <w:r w:rsidR="008C6214" w:rsidRPr="00067325">
              <w:rPr>
                <w:rStyle w:val="pole"/>
                <w:rFonts w:ascii="Lato" w:hAnsi="Lato"/>
                <w:sz w:val="20"/>
                <w:szCs w:val="20"/>
              </w:rPr>
              <w:t>s</w:t>
            </w:r>
            <w:r w:rsidRPr="00067325">
              <w:rPr>
                <w:rStyle w:val="pole"/>
                <w:rFonts w:ascii="Lato" w:hAnsi="Lato"/>
                <w:sz w:val="20"/>
                <w:szCs w:val="20"/>
              </w:rPr>
              <w:t>mIsztar</w:t>
            </w:r>
          </w:p>
        </w:tc>
        <w:tc>
          <w:tcPr>
            <w:tcW w:w="3360" w:type="dxa"/>
          </w:tcPr>
          <w:p w14:paraId="32D372BE" w14:textId="77777777" w:rsidR="007F2CBE" w:rsidRPr="00067325" w:rsidRDefault="007F2CBE" w:rsidP="007F2CB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Czy stawka podatku akcyzowego jest pobrana z Systemu ISZTAR.</w:t>
            </w:r>
          </w:p>
        </w:tc>
        <w:tc>
          <w:tcPr>
            <w:tcW w:w="840" w:type="dxa"/>
          </w:tcPr>
          <w:p w14:paraId="74E5BAFD" w14:textId="77777777" w:rsidR="007F2CBE" w:rsidRPr="00067325" w:rsidRDefault="007F2CBE" w:rsidP="007F2CB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2C435F31" w14:textId="77777777" w:rsidR="007F2CBE" w:rsidRPr="00067325" w:rsidRDefault="007F2CBE" w:rsidP="007F2CBE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boolean</w:t>
            </w:r>
          </w:p>
        </w:tc>
        <w:tc>
          <w:tcPr>
            <w:tcW w:w="1197" w:type="dxa"/>
          </w:tcPr>
          <w:p w14:paraId="2FA7A834" w14:textId="77777777" w:rsidR="007F2CBE" w:rsidRPr="00067325" w:rsidRDefault="007F2CBE" w:rsidP="007F2CB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7F2CBE" w:rsidRPr="00067325" w14:paraId="43B4BD20" w14:textId="77777777" w:rsidTr="00794BCE">
        <w:trPr>
          <w:trHeight w:val="213"/>
        </w:trPr>
        <w:tc>
          <w:tcPr>
            <w:tcW w:w="1788" w:type="dxa"/>
          </w:tcPr>
          <w:p w14:paraId="0991CBCB" w14:textId="77777777" w:rsidR="007F2CBE" w:rsidRPr="00067325" w:rsidRDefault="007F2CBE" w:rsidP="007F2CB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amountOfTax</w:t>
            </w:r>
          </w:p>
        </w:tc>
        <w:tc>
          <w:tcPr>
            <w:tcW w:w="3360" w:type="dxa"/>
          </w:tcPr>
          <w:p w14:paraId="3943E125" w14:textId="77777777" w:rsidR="007F2CBE" w:rsidRPr="00067325" w:rsidRDefault="00DC4900" w:rsidP="007F2CB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cs="Arial"/>
                <w:sz w:val="20"/>
                <w:szCs w:val="20"/>
              </w:rPr>
              <w:t>Kwota podatku w zł.</w:t>
            </w:r>
          </w:p>
        </w:tc>
        <w:tc>
          <w:tcPr>
            <w:tcW w:w="840" w:type="dxa"/>
          </w:tcPr>
          <w:p w14:paraId="7C211D55" w14:textId="77777777" w:rsidR="007F2CBE" w:rsidRPr="00067325" w:rsidRDefault="007F2CBE" w:rsidP="007F2CB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F.g</w:t>
            </w:r>
          </w:p>
        </w:tc>
        <w:tc>
          <w:tcPr>
            <w:tcW w:w="2095" w:type="dxa"/>
          </w:tcPr>
          <w:p w14:paraId="1D6F3E5E" w14:textId="77777777" w:rsidR="007F2CBE" w:rsidRPr="00067325" w:rsidRDefault="007F2CBE" w:rsidP="007F2CBE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ZAmountT</w:t>
            </w:r>
          </w:p>
          <w:p w14:paraId="4FB8529F" w14:textId="74D4D4A5" w:rsidR="007F2CBE" w:rsidRPr="00067325" w:rsidRDefault="00107B7C" w:rsidP="007F2CBE">
            <w:pPr>
              <w:tabs>
                <w:tab w:val="right" w:pos="2511"/>
              </w:tabs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7F2CBE" w:rsidRPr="0006732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>j</w:instrText>
            </w:r>
            <w:r w:rsidR="007F2CBE" w:rsidRPr="00067325">
              <w:rPr>
                <w:rFonts w:eastAsia="Times New Roman" w:cs="Arial"/>
                <w:sz w:val="20"/>
                <w:szCs w:val="20"/>
              </w:rPr>
              <w:instrText>15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67325" w:rsidRPr="0006732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67325">
              <w:rPr>
                <w:rFonts w:eastAsia="Times New Roman" w:cs="Arial"/>
                <w:sz w:val="20"/>
                <w:szCs w:val="20"/>
              </w:rPr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67325">
              <w:rPr>
                <w:rFonts w:eastAsia="Times New Roman" w:cs="Arial"/>
                <w:sz w:val="20"/>
                <w:szCs w:val="20"/>
              </w:rPr>
              <w:t>R15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="007F2CBE" w:rsidRPr="00067325">
              <w:rPr>
                <w:rFonts w:eastAsia="Times New Roman" w:cs="Arial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6D46799F" w14:textId="77777777" w:rsidR="007F2CBE" w:rsidRPr="00067325" w:rsidRDefault="00E81087" w:rsidP="007F2CB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</w:t>
            </w:r>
            <w:r w:rsidR="007F2CBE" w:rsidRPr="00067325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</w:tbl>
    <w:p w14:paraId="6F151200" w14:textId="21F13C38" w:rsidR="00BF293F" w:rsidRDefault="00BF293F" w:rsidP="00BF293F">
      <w:pPr>
        <w:pStyle w:val="Legenda"/>
        <w:keepNext/>
      </w:pPr>
      <w:bookmarkStart w:id="355" w:name="_Toc182566637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106</w:t>
      </w:r>
      <w:r w:rsidR="00715F4C">
        <w:rPr>
          <w:noProof/>
        </w:rPr>
        <w:fldChar w:fldCharType="end"/>
      </w:r>
      <w:r>
        <w:t xml:space="preserve">. </w:t>
      </w:r>
      <w:r w:rsidRPr="00B77D52">
        <w:t>Struktura elementu DailyPaymentInformationType</w:t>
      </w:r>
      <w:bookmarkEnd w:id="355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E55519" w:rsidRPr="00067325" w14:paraId="4913681B" w14:textId="77777777" w:rsidTr="00794B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522F2540" w14:textId="77777777" w:rsidR="00E55519" w:rsidRPr="00067325" w:rsidRDefault="00E55519" w:rsidP="00F64ACD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75B4F1D3" w14:textId="77777777" w:rsidR="00E55519" w:rsidRPr="00067325" w:rsidRDefault="00E55519" w:rsidP="00F64ACD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39AE19DF" w14:textId="77777777" w:rsidR="00E55519" w:rsidRPr="00067325" w:rsidRDefault="00E55519" w:rsidP="00F64ACD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67236157" w14:textId="77777777" w:rsidR="00E55519" w:rsidRPr="00067325" w:rsidRDefault="00E55519" w:rsidP="00F64ACD">
            <w:pPr>
              <w:rPr>
                <w:rFonts w:cs="Arial"/>
                <w:b/>
                <w:sz w:val="18"/>
                <w:szCs w:val="18"/>
              </w:rPr>
            </w:pPr>
            <w:r w:rsidRPr="00067325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535A44EF" w14:textId="77777777" w:rsidR="00E55519" w:rsidRPr="00067325" w:rsidRDefault="00E55519" w:rsidP="00F64ACD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E55519" w:rsidRPr="00067325" w14:paraId="462A1163" w14:textId="77777777" w:rsidTr="00794BCE">
        <w:trPr>
          <w:trHeight w:val="213"/>
        </w:trPr>
        <w:tc>
          <w:tcPr>
            <w:tcW w:w="1788" w:type="dxa"/>
          </w:tcPr>
          <w:p w14:paraId="088DA123" w14:textId="77777777" w:rsidR="00E55519" w:rsidRPr="00067325" w:rsidRDefault="00E55519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totalDueAmountOfDailyPaym</w:t>
            </w:r>
          </w:p>
        </w:tc>
        <w:tc>
          <w:tcPr>
            <w:tcW w:w="3360" w:type="dxa"/>
          </w:tcPr>
          <w:p w14:paraId="3C6B8093" w14:textId="77777777" w:rsidR="00E55519" w:rsidRPr="00067325" w:rsidRDefault="00DC4900" w:rsidP="00F64ACD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67325">
              <w:rPr>
                <w:rFonts w:cs="Arial"/>
                <w:color w:val="000000"/>
                <w:sz w:val="20"/>
                <w:szCs w:val="20"/>
              </w:rPr>
              <w:t>Razem kwota należnych wpłat dziennych.(Suma kwot z kolumny c).</w:t>
            </w:r>
          </w:p>
        </w:tc>
        <w:tc>
          <w:tcPr>
            <w:tcW w:w="840" w:type="dxa"/>
          </w:tcPr>
          <w:p w14:paraId="03305E79" w14:textId="77777777" w:rsidR="00E55519" w:rsidRPr="00067325" w:rsidRDefault="00C41B9E" w:rsidP="00F64ACD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67325">
              <w:rPr>
                <w:rFonts w:eastAsia="Times New Roman" w:cs="Arial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2095" w:type="dxa"/>
          </w:tcPr>
          <w:p w14:paraId="71A4FDFA" w14:textId="77777777" w:rsidR="00E55519" w:rsidRPr="00067325" w:rsidRDefault="00E55519" w:rsidP="00F64ACD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  <w:r w:rsidRPr="00067325">
              <w:rPr>
                <w:rStyle w:val="pole"/>
                <w:rFonts w:ascii="Lato" w:hAnsi="Lato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61B05E99" w14:textId="77777777" w:rsidR="00E55519" w:rsidRPr="00067325" w:rsidRDefault="00E55519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E55519" w:rsidRPr="00067325" w14:paraId="46D741EF" w14:textId="77777777" w:rsidTr="00794BCE">
        <w:trPr>
          <w:trHeight w:val="213"/>
        </w:trPr>
        <w:tc>
          <w:tcPr>
            <w:tcW w:w="1788" w:type="dxa"/>
          </w:tcPr>
          <w:p w14:paraId="56E9DBD4" w14:textId="77777777" w:rsidR="00E55519" w:rsidRPr="00067325" w:rsidRDefault="00E55519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totalAmountOfExcessDailyPaymPrevDecl</w:t>
            </w:r>
          </w:p>
        </w:tc>
        <w:tc>
          <w:tcPr>
            <w:tcW w:w="3360" w:type="dxa"/>
          </w:tcPr>
          <w:p w14:paraId="64A33E30" w14:textId="77777777" w:rsidR="00E55519" w:rsidRPr="00067325" w:rsidRDefault="00DC4900" w:rsidP="00F64ACD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67325">
              <w:rPr>
                <w:rFonts w:cs="Arial"/>
                <w:color w:val="000000"/>
                <w:sz w:val="20"/>
                <w:szCs w:val="20"/>
              </w:rPr>
              <w:t>Razem kwota nadwyżki wpłat z poprzedniej deklaracji zaliczona na poczet wpłat dziennych.(Suma kwot z kolumny e).</w:t>
            </w:r>
          </w:p>
        </w:tc>
        <w:tc>
          <w:tcPr>
            <w:tcW w:w="840" w:type="dxa"/>
          </w:tcPr>
          <w:p w14:paraId="6595A009" w14:textId="77777777" w:rsidR="00E55519" w:rsidRPr="00067325" w:rsidRDefault="00C41B9E" w:rsidP="00F64ACD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67325">
              <w:rPr>
                <w:rFonts w:eastAsia="Times New Roman" w:cs="Arial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2095" w:type="dxa"/>
          </w:tcPr>
          <w:p w14:paraId="382968FD" w14:textId="77777777" w:rsidR="00E55519" w:rsidRPr="00067325" w:rsidRDefault="00E55519" w:rsidP="00F64ACD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  <w:r w:rsidRPr="00067325">
              <w:rPr>
                <w:rStyle w:val="pole"/>
                <w:rFonts w:ascii="Lato" w:hAnsi="Lato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27AD8515" w14:textId="77777777" w:rsidR="00E55519" w:rsidRPr="00067325" w:rsidRDefault="00E55519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E55519" w:rsidRPr="00067325" w14:paraId="30D9C600" w14:textId="77777777" w:rsidTr="00794BCE">
        <w:trPr>
          <w:trHeight w:val="213"/>
        </w:trPr>
        <w:tc>
          <w:tcPr>
            <w:tcW w:w="1788" w:type="dxa"/>
          </w:tcPr>
          <w:p w14:paraId="4B09365B" w14:textId="77777777" w:rsidR="00E55519" w:rsidRPr="00067325" w:rsidRDefault="00E55519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totalAmountOfDailyPaym</w:t>
            </w:r>
          </w:p>
        </w:tc>
        <w:tc>
          <w:tcPr>
            <w:tcW w:w="3360" w:type="dxa"/>
          </w:tcPr>
          <w:p w14:paraId="3B77144E" w14:textId="77777777" w:rsidR="00E55519" w:rsidRPr="00067325" w:rsidRDefault="00DC4900" w:rsidP="00F64ACD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67325">
              <w:rPr>
                <w:rFonts w:cs="Arial"/>
                <w:color w:val="000000"/>
                <w:sz w:val="20"/>
                <w:szCs w:val="20"/>
              </w:rPr>
              <w:t>Razem kwota dokonanych wpłat dziennych.(Suma kwot z kolumny f)</w:t>
            </w:r>
          </w:p>
        </w:tc>
        <w:tc>
          <w:tcPr>
            <w:tcW w:w="840" w:type="dxa"/>
          </w:tcPr>
          <w:p w14:paraId="6252C69B" w14:textId="77777777" w:rsidR="00E55519" w:rsidRPr="00067325" w:rsidRDefault="00C41B9E" w:rsidP="00F64ACD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67325">
              <w:rPr>
                <w:rFonts w:eastAsia="Times New Roman" w:cs="Arial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2095" w:type="dxa"/>
          </w:tcPr>
          <w:p w14:paraId="1C9A1315" w14:textId="77777777" w:rsidR="00E55519" w:rsidRPr="00067325" w:rsidRDefault="00E55519" w:rsidP="00F64ACD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  <w:r w:rsidRPr="00067325">
              <w:rPr>
                <w:rStyle w:val="pole"/>
                <w:rFonts w:ascii="Lato" w:hAnsi="Lato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5DDAE03F" w14:textId="77777777" w:rsidR="00E55519" w:rsidRPr="00067325" w:rsidRDefault="00E55519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E55519" w:rsidRPr="00067325" w14:paraId="37F1EC81" w14:textId="77777777" w:rsidTr="00794BCE">
        <w:trPr>
          <w:trHeight w:val="213"/>
        </w:trPr>
        <w:tc>
          <w:tcPr>
            <w:tcW w:w="1788" w:type="dxa"/>
          </w:tcPr>
          <w:p w14:paraId="2D8DC42B" w14:textId="77777777" w:rsidR="00E55519" w:rsidRPr="00067325" w:rsidRDefault="00E55519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DailyAmount</w:t>
            </w:r>
          </w:p>
        </w:tc>
        <w:tc>
          <w:tcPr>
            <w:tcW w:w="3360" w:type="dxa"/>
          </w:tcPr>
          <w:p w14:paraId="32AB7B1E" w14:textId="77777777" w:rsidR="00E55519" w:rsidRPr="00067325" w:rsidRDefault="00DC4900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Suma kwot</w:t>
            </w:r>
            <w:r w:rsidR="00E55519" w:rsidRPr="00067325">
              <w:rPr>
                <w:rFonts w:eastAsia="Times New Roman" w:cs="Arial"/>
                <w:sz w:val="20"/>
                <w:szCs w:val="20"/>
              </w:rPr>
              <w:t xml:space="preserve"> wpłatach dziennych</w:t>
            </w:r>
          </w:p>
        </w:tc>
        <w:tc>
          <w:tcPr>
            <w:tcW w:w="840" w:type="dxa"/>
          </w:tcPr>
          <w:p w14:paraId="779EEB09" w14:textId="77777777" w:rsidR="00E55519" w:rsidRPr="00067325" w:rsidRDefault="00C41B9E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E</w:t>
            </w:r>
          </w:p>
        </w:tc>
        <w:tc>
          <w:tcPr>
            <w:tcW w:w="2095" w:type="dxa"/>
          </w:tcPr>
          <w:p w14:paraId="26ABC0DE" w14:textId="77777777" w:rsidR="00E55519" w:rsidRPr="00067325" w:rsidRDefault="00E55519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ZDailyAmount</w:t>
            </w:r>
          </w:p>
        </w:tc>
        <w:tc>
          <w:tcPr>
            <w:tcW w:w="1197" w:type="dxa"/>
          </w:tcPr>
          <w:p w14:paraId="2612BD39" w14:textId="77777777" w:rsidR="00E55519" w:rsidRPr="00067325" w:rsidRDefault="00E55519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0..*</w:t>
            </w:r>
          </w:p>
        </w:tc>
      </w:tr>
    </w:tbl>
    <w:p w14:paraId="57092203" w14:textId="77777777" w:rsidR="0013767E" w:rsidRDefault="0013767E" w:rsidP="00C048E5">
      <w:pPr>
        <w:pStyle w:val="Nagwek3"/>
      </w:pPr>
      <w:bookmarkStart w:id="356" w:name="_Toc182566482"/>
      <w:r>
        <w:t>Reguły AKC4J</w:t>
      </w:r>
      <w:bookmarkEnd w:id="356"/>
    </w:p>
    <w:p w14:paraId="6CCFD7BE" w14:textId="48D771BE" w:rsidR="002B36E3" w:rsidRDefault="002B36E3" w:rsidP="002B36E3">
      <w:pPr>
        <w:pStyle w:val="Legenda"/>
        <w:keepNext/>
      </w:pPr>
      <w:bookmarkStart w:id="357" w:name="_Toc182566638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107</w:t>
      </w:r>
      <w:r w:rsidR="00715F4C">
        <w:rPr>
          <w:noProof/>
        </w:rPr>
        <w:fldChar w:fldCharType="end"/>
      </w:r>
      <w:r>
        <w:t xml:space="preserve">. </w:t>
      </w:r>
      <w:r w:rsidRPr="00042795">
        <w:t>Reguły dotyczące załącznika AKC-4/J</w:t>
      </w:r>
      <w:bookmarkEnd w:id="357"/>
    </w:p>
    <w:tbl>
      <w:tblPr>
        <w:tblStyle w:val="Siatkatabelijasna"/>
        <w:tblW w:w="0" w:type="auto"/>
        <w:tblLook w:val="01E0" w:firstRow="1" w:lastRow="1" w:firstColumn="1" w:lastColumn="1" w:noHBand="0" w:noVBand="0"/>
      </w:tblPr>
      <w:tblGrid>
        <w:gridCol w:w="943"/>
        <w:gridCol w:w="8105"/>
      </w:tblGrid>
      <w:tr w:rsidR="0013767E" w:rsidRPr="00D71458" w14:paraId="73640DDF" w14:textId="77777777" w:rsidTr="00794B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43" w:type="dxa"/>
          </w:tcPr>
          <w:p w14:paraId="146AB5EB" w14:textId="77777777" w:rsidR="0013767E" w:rsidRPr="00067325" w:rsidRDefault="0013767E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111" w:type="dxa"/>
          </w:tcPr>
          <w:p w14:paraId="5CD1B044" w14:textId="77777777" w:rsidR="0013767E" w:rsidRPr="00067325" w:rsidRDefault="0013767E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13767E" w:rsidRPr="00D71458" w14:paraId="0A578CA2" w14:textId="77777777" w:rsidTr="00794BCE">
        <w:trPr>
          <w:trHeight w:val="213"/>
        </w:trPr>
        <w:tc>
          <w:tcPr>
            <w:tcW w:w="943" w:type="dxa"/>
          </w:tcPr>
          <w:p w14:paraId="607516CD" w14:textId="77777777" w:rsidR="0013767E" w:rsidRPr="00067325" w:rsidRDefault="008C6214">
            <w:pPr>
              <w:rPr>
                <w:rFonts w:eastAsia="Times New Roman" w:cs="Arial"/>
                <w:sz w:val="20"/>
                <w:szCs w:val="20"/>
              </w:rPr>
            </w:pPr>
            <w:bookmarkStart w:id="358" w:name="Rj1"/>
            <w:r w:rsidRPr="00067325">
              <w:rPr>
                <w:rFonts w:eastAsia="Times New Roman" w:cs="Arial"/>
                <w:sz w:val="20"/>
                <w:szCs w:val="20"/>
              </w:rPr>
              <w:t>R1</w:t>
            </w:r>
            <w:bookmarkEnd w:id="358"/>
          </w:p>
        </w:tc>
        <w:tc>
          <w:tcPr>
            <w:tcW w:w="8111" w:type="dxa"/>
          </w:tcPr>
          <w:p w14:paraId="06F89ACE" w14:textId="77777777" w:rsidR="0013767E" w:rsidRPr="00067325" w:rsidRDefault="0013767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cs="Arial"/>
                <w:sz w:val="20"/>
                <w:szCs w:val="20"/>
              </w:rPr>
              <w:t>Pole wypełniane przez system zgodnie z wartością w analogicznym polu deklaracji AKC-4/AKC-4zo</w:t>
            </w:r>
          </w:p>
        </w:tc>
      </w:tr>
      <w:tr w:rsidR="0013767E" w:rsidRPr="00D71458" w14:paraId="254817AC" w14:textId="77777777" w:rsidTr="00794BCE">
        <w:trPr>
          <w:trHeight w:val="213"/>
        </w:trPr>
        <w:tc>
          <w:tcPr>
            <w:tcW w:w="943" w:type="dxa"/>
          </w:tcPr>
          <w:p w14:paraId="5BBAD461" w14:textId="77777777" w:rsidR="0013767E" w:rsidRPr="00067325" w:rsidRDefault="008C6214">
            <w:pPr>
              <w:rPr>
                <w:rFonts w:eastAsia="Times New Roman" w:cs="Arial"/>
                <w:sz w:val="20"/>
                <w:szCs w:val="20"/>
              </w:rPr>
            </w:pPr>
            <w:bookmarkStart w:id="359" w:name="Rj2"/>
            <w:r w:rsidRPr="00067325">
              <w:rPr>
                <w:rFonts w:eastAsia="Times New Roman" w:cs="Arial"/>
                <w:sz w:val="20"/>
                <w:szCs w:val="20"/>
              </w:rPr>
              <w:t>R2</w:t>
            </w:r>
            <w:bookmarkEnd w:id="359"/>
          </w:p>
        </w:tc>
        <w:tc>
          <w:tcPr>
            <w:tcW w:w="8111" w:type="dxa"/>
          </w:tcPr>
          <w:p w14:paraId="2972698D" w14:textId="77777777" w:rsidR="0013767E" w:rsidRPr="00067325" w:rsidRDefault="0013767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cs="Arial"/>
                <w:sz w:val="20"/>
                <w:szCs w:val="20"/>
              </w:rPr>
              <w:t>Wypełniane automatycznie na podstawie licznika kolejnego zapisanego załącznika danego typu.</w:t>
            </w:r>
          </w:p>
        </w:tc>
      </w:tr>
      <w:tr w:rsidR="00475CD4" w:rsidRPr="00D71458" w14:paraId="256F4534" w14:textId="77777777" w:rsidTr="00794BCE">
        <w:trPr>
          <w:trHeight w:val="213"/>
        </w:trPr>
        <w:tc>
          <w:tcPr>
            <w:tcW w:w="943" w:type="dxa"/>
          </w:tcPr>
          <w:p w14:paraId="59C0E5F8" w14:textId="77777777" w:rsidR="00475CD4" w:rsidRPr="00067325" w:rsidRDefault="00475CD4" w:rsidP="00475CD4">
            <w:pPr>
              <w:rPr>
                <w:rFonts w:eastAsia="Times New Roman" w:cs="Arial"/>
                <w:sz w:val="20"/>
                <w:szCs w:val="20"/>
              </w:rPr>
            </w:pPr>
            <w:bookmarkStart w:id="360" w:name="Rj3"/>
            <w:r w:rsidRPr="00067325">
              <w:rPr>
                <w:rFonts w:eastAsia="Times New Roman" w:cs="Arial"/>
                <w:sz w:val="20"/>
                <w:szCs w:val="20"/>
              </w:rPr>
              <w:t>R3</w:t>
            </w:r>
            <w:bookmarkEnd w:id="360"/>
          </w:p>
        </w:tc>
        <w:tc>
          <w:tcPr>
            <w:tcW w:w="8111" w:type="dxa"/>
          </w:tcPr>
          <w:p w14:paraId="584335AE" w14:textId="77777777" w:rsidR="00475CD4" w:rsidRPr="00067325" w:rsidRDefault="00475CD4" w:rsidP="00475CD4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Element może występować tylko jeśli w dokumencie nadrzędnym w polu formKind wybrano wartość AKC-4. </w:t>
            </w:r>
          </w:p>
        </w:tc>
      </w:tr>
      <w:tr w:rsidR="00475CD4" w:rsidRPr="00D71458" w14:paraId="6BE41754" w14:textId="77777777" w:rsidTr="00794BCE">
        <w:trPr>
          <w:trHeight w:val="213"/>
        </w:trPr>
        <w:tc>
          <w:tcPr>
            <w:tcW w:w="943" w:type="dxa"/>
          </w:tcPr>
          <w:p w14:paraId="38BEB26F" w14:textId="77777777" w:rsidR="00475CD4" w:rsidRPr="00067325" w:rsidRDefault="00475CD4" w:rsidP="00475CD4">
            <w:pPr>
              <w:rPr>
                <w:rFonts w:eastAsia="Times New Roman" w:cs="Arial"/>
                <w:sz w:val="20"/>
                <w:szCs w:val="20"/>
              </w:rPr>
            </w:pPr>
            <w:bookmarkStart w:id="361" w:name="Rj4"/>
            <w:r w:rsidRPr="00067325">
              <w:rPr>
                <w:rFonts w:eastAsia="Times New Roman" w:cs="Arial"/>
                <w:sz w:val="20"/>
                <w:szCs w:val="20"/>
              </w:rPr>
              <w:t>R4</w:t>
            </w:r>
            <w:bookmarkEnd w:id="361"/>
          </w:p>
        </w:tc>
        <w:tc>
          <w:tcPr>
            <w:tcW w:w="8111" w:type="dxa"/>
          </w:tcPr>
          <w:p w14:paraId="06D01E4D" w14:textId="77777777" w:rsidR="00475CD4" w:rsidRPr="00067325" w:rsidRDefault="00475CD4" w:rsidP="00475CD4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67325">
              <w:rPr>
                <w:rFonts w:ascii="Lato" w:hAnsi="Lato" w:cs="Arial"/>
                <w:sz w:val="20"/>
                <w:szCs w:val="20"/>
                <w:lang w:val="pl-PL" w:eastAsia="pl-PL"/>
              </w:rPr>
              <w:t>Walidacja 1: jeśli wybrano deklarację AKC4zo to pole musi być puste.</w:t>
            </w:r>
          </w:p>
          <w:p w14:paraId="79271881" w14:textId="77777777" w:rsidR="00475CD4" w:rsidRPr="00067325" w:rsidRDefault="00475CD4" w:rsidP="00475CD4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cs="Arial"/>
                <w:sz w:val="20"/>
                <w:szCs w:val="20"/>
              </w:rPr>
              <w:t xml:space="preserve">Walidacja 2: Wypełnione może być tylko jedno pole numeru akcyzowego – jeśli wskazany jest własny skład to nie obcy. </w:t>
            </w:r>
          </w:p>
        </w:tc>
      </w:tr>
      <w:tr w:rsidR="00475CD4" w:rsidRPr="00D71458" w14:paraId="33BE7C06" w14:textId="77777777" w:rsidTr="00794BCE">
        <w:trPr>
          <w:trHeight w:val="213"/>
        </w:trPr>
        <w:tc>
          <w:tcPr>
            <w:tcW w:w="943" w:type="dxa"/>
          </w:tcPr>
          <w:p w14:paraId="285FE522" w14:textId="77777777" w:rsidR="00475CD4" w:rsidRPr="00067325" w:rsidRDefault="00475CD4" w:rsidP="00475CD4">
            <w:pPr>
              <w:rPr>
                <w:rFonts w:eastAsia="Times New Roman" w:cs="Arial"/>
                <w:sz w:val="20"/>
                <w:szCs w:val="20"/>
              </w:rPr>
            </w:pPr>
            <w:bookmarkStart w:id="362" w:name="Rj5"/>
            <w:r w:rsidRPr="00067325">
              <w:rPr>
                <w:rFonts w:eastAsia="Times New Roman" w:cs="Arial"/>
                <w:sz w:val="20"/>
                <w:szCs w:val="20"/>
              </w:rPr>
              <w:t>R5</w:t>
            </w:r>
            <w:bookmarkEnd w:id="362"/>
          </w:p>
        </w:tc>
        <w:tc>
          <w:tcPr>
            <w:tcW w:w="8111" w:type="dxa"/>
          </w:tcPr>
          <w:p w14:paraId="01E60752" w14:textId="77777777" w:rsidR="00475CD4" w:rsidRPr="00067325" w:rsidRDefault="00475CD4" w:rsidP="00475CD4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67325">
              <w:rPr>
                <w:rFonts w:ascii="Lato" w:hAnsi="Lato" w:cs="Arial"/>
                <w:sz w:val="20"/>
                <w:szCs w:val="20"/>
                <w:lang w:val="pl-PL" w:eastAsia="pl-PL"/>
              </w:rPr>
              <w:t>Walidacja 1: jeśli wybrano deklarację AKC4zo to pole musi być puste.</w:t>
            </w:r>
          </w:p>
          <w:p w14:paraId="70B39094" w14:textId="77777777" w:rsidR="00475CD4" w:rsidRPr="00067325" w:rsidRDefault="00475CD4" w:rsidP="00475CD4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cs="Arial"/>
                <w:sz w:val="20"/>
                <w:szCs w:val="20"/>
              </w:rPr>
              <w:t xml:space="preserve">Walidacja 2: Wypełnione może być tylko jedno pole numeru akcyzowego – jeśli wskazany jest obcy skład to nie własny. </w:t>
            </w:r>
          </w:p>
        </w:tc>
      </w:tr>
      <w:tr w:rsidR="00475CD4" w:rsidRPr="00D71458" w14:paraId="0768489C" w14:textId="77777777" w:rsidTr="00794BCE">
        <w:trPr>
          <w:trHeight w:val="213"/>
        </w:trPr>
        <w:tc>
          <w:tcPr>
            <w:tcW w:w="943" w:type="dxa"/>
          </w:tcPr>
          <w:p w14:paraId="2DA8BF22" w14:textId="77777777" w:rsidR="00475CD4" w:rsidRPr="00067325" w:rsidRDefault="00475CD4" w:rsidP="00475CD4">
            <w:pPr>
              <w:rPr>
                <w:rFonts w:eastAsia="Times New Roman" w:cs="Arial"/>
                <w:sz w:val="20"/>
                <w:szCs w:val="20"/>
              </w:rPr>
            </w:pPr>
            <w:bookmarkStart w:id="363" w:name="Rj6"/>
            <w:r w:rsidRPr="00067325">
              <w:rPr>
                <w:rFonts w:eastAsia="Times New Roman" w:cs="Arial"/>
                <w:sz w:val="20"/>
                <w:szCs w:val="20"/>
              </w:rPr>
              <w:lastRenderedPageBreak/>
              <w:t>R6</w:t>
            </w:r>
            <w:bookmarkEnd w:id="363"/>
          </w:p>
        </w:tc>
        <w:tc>
          <w:tcPr>
            <w:tcW w:w="8111" w:type="dxa"/>
          </w:tcPr>
          <w:p w14:paraId="3DB943BC" w14:textId="77777777" w:rsidR="00475CD4" w:rsidRPr="00067325" w:rsidRDefault="00475CD4" w:rsidP="00475CD4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cs="Arial"/>
                <w:sz w:val="20"/>
                <w:szCs w:val="20"/>
              </w:rPr>
              <w:t>Pole wypełniane danymi z systemu PDR na podstawie numeru z pola numer akcyzowy składu. Funkcja wywoływana przyciskiem „POBIERZ ADRES”</w:t>
            </w:r>
          </w:p>
        </w:tc>
      </w:tr>
      <w:tr w:rsidR="00475CD4" w:rsidRPr="00D71458" w14:paraId="64258DB9" w14:textId="77777777" w:rsidTr="00794BCE">
        <w:trPr>
          <w:trHeight w:val="213"/>
        </w:trPr>
        <w:tc>
          <w:tcPr>
            <w:tcW w:w="943" w:type="dxa"/>
          </w:tcPr>
          <w:p w14:paraId="46B63CD2" w14:textId="77777777" w:rsidR="00475CD4" w:rsidRPr="00067325" w:rsidRDefault="00475CD4" w:rsidP="00475CD4">
            <w:pPr>
              <w:rPr>
                <w:rFonts w:eastAsia="Times New Roman" w:cs="Arial"/>
                <w:sz w:val="20"/>
                <w:szCs w:val="20"/>
              </w:rPr>
            </w:pPr>
            <w:bookmarkStart w:id="364" w:name="Rj7"/>
            <w:r w:rsidRPr="00067325">
              <w:rPr>
                <w:rFonts w:eastAsia="Times New Roman" w:cs="Arial"/>
                <w:sz w:val="20"/>
                <w:szCs w:val="20"/>
              </w:rPr>
              <w:t>R7</w:t>
            </w:r>
            <w:bookmarkEnd w:id="364"/>
          </w:p>
        </w:tc>
        <w:tc>
          <w:tcPr>
            <w:tcW w:w="8111" w:type="dxa"/>
          </w:tcPr>
          <w:p w14:paraId="58482E50" w14:textId="77777777" w:rsidR="00475CD4" w:rsidRPr="00067325" w:rsidRDefault="00475CD4" w:rsidP="00475CD4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cs="Arial"/>
                <w:sz w:val="20"/>
                <w:szCs w:val="20"/>
              </w:rPr>
              <w:t>Walidacja: Jeśli wybrano deklarację AKC-4zo, to pole musi być wypełnione</w:t>
            </w:r>
          </w:p>
        </w:tc>
      </w:tr>
      <w:tr w:rsidR="00475CD4" w:rsidRPr="00D71458" w14:paraId="2FFFEAD5" w14:textId="77777777" w:rsidTr="00794BCE">
        <w:trPr>
          <w:trHeight w:val="213"/>
        </w:trPr>
        <w:tc>
          <w:tcPr>
            <w:tcW w:w="943" w:type="dxa"/>
          </w:tcPr>
          <w:p w14:paraId="0FBAEA2C" w14:textId="77777777" w:rsidR="00475CD4" w:rsidRPr="00067325" w:rsidRDefault="00475CD4" w:rsidP="00475CD4">
            <w:pPr>
              <w:rPr>
                <w:rFonts w:eastAsia="Times New Roman" w:cs="Arial"/>
                <w:sz w:val="20"/>
                <w:szCs w:val="20"/>
              </w:rPr>
            </w:pPr>
            <w:bookmarkStart w:id="365" w:name="Rj8"/>
            <w:r w:rsidRPr="00067325">
              <w:rPr>
                <w:rFonts w:eastAsia="Times New Roman" w:cs="Arial"/>
                <w:sz w:val="20"/>
                <w:szCs w:val="20"/>
              </w:rPr>
              <w:t>R8</w:t>
            </w:r>
            <w:bookmarkEnd w:id="365"/>
          </w:p>
        </w:tc>
        <w:tc>
          <w:tcPr>
            <w:tcW w:w="8111" w:type="dxa"/>
          </w:tcPr>
          <w:p w14:paraId="10B6460C" w14:textId="77777777" w:rsidR="00475CD4" w:rsidRPr="00067325" w:rsidRDefault="00475CD4" w:rsidP="00475CD4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67325">
              <w:rPr>
                <w:rFonts w:ascii="Lato" w:hAnsi="Lato" w:cs="Arial"/>
                <w:sz w:val="20"/>
                <w:szCs w:val="20"/>
                <w:lang w:val="pl-PL" w:eastAsia="pl-PL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3BA9E658" w14:textId="77777777" w:rsidR="00475CD4" w:rsidRPr="00067325" w:rsidRDefault="00475CD4" w:rsidP="00475CD4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67325">
              <w:rPr>
                <w:rFonts w:ascii="Lato" w:hAnsi="Lato" w:cs="Arial"/>
                <w:sz w:val="20"/>
                <w:szCs w:val="20"/>
                <w:lang w:val="pl-PL" w:eastAsia="pl-PL"/>
              </w:rPr>
              <w:t>Pole wyliczane na podstawie sumy wartości wprowadzonych w polu „Ilość wyrobów w tysiącach kilogramów”. System wstawia wyliczoną wartość.</w:t>
            </w:r>
          </w:p>
          <w:p w14:paraId="7FF68958" w14:textId="77777777" w:rsidR="00475CD4" w:rsidRPr="00067325" w:rsidRDefault="00475CD4" w:rsidP="00475CD4">
            <w:pPr>
              <w:rPr>
                <w:rFonts w:cs="Arial"/>
                <w:sz w:val="20"/>
                <w:szCs w:val="20"/>
              </w:rPr>
            </w:pPr>
            <w:r w:rsidRPr="00067325">
              <w:rPr>
                <w:rFonts w:cs="Arial"/>
                <w:sz w:val="20"/>
                <w:szCs w:val="20"/>
              </w:rPr>
              <w:t xml:space="preserve">Walidacja: wprowadzona liczba powinna się równać sumie wartości wprowadzonych w polu „Ilość wyrobów w tysiącach kilogramów”. </w:t>
            </w:r>
          </w:p>
        </w:tc>
      </w:tr>
      <w:tr w:rsidR="00475CD4" w:rsidRPr="00D71458" w14:paraId="14C70506" w14:textId="77777777" w:rsidTr="00794BCE">
        <w:trPr>
          <w:trHeight w:val="213"/>
        </w:trPr>
        <w:tc>
          <w:tcPr>
            <w:tcW w:w="943" w:type="dxa"/>
          </w:tcPr>
          <w:p w14:paraId="07E0BC95" w14:textId="77777777" w:rsidR="00475CD4" w:rsidRPr="00067325" w:rsidRDefault="00475CD4" w:rsidP="00475CD4">
            <w:pPr>
              <w:rPr>
                <w:rFonts w:eastAsia="Times New Roman" w:cs="Arial"/>
                <w:sz w:val="20"/>
                <w:szCs w:val="20"/>
              </w:rPr>
            </w:pPr>
            <w:bookmarkStart w:id="366" w:name="Rj9"/>
            <w:r w:rsidRPr="00067325">
              <w:rPr>
                <w:rFonts w:eastAsia="Times New Roman" w:cs="Arial"/>
                <w:sz w:val="20"/>
                <w:szCs w:val="20"/>
              </w:rPr>
              <w:t>R9</w:t>
            </w:r>
            <w:bookmarkEnd w:id="366"/>
          </w:p>
        </w:tc>
        <w:tc>
          <w:tcPr>
            <w:tcW w:w="8111" w:type="dxa"/>
          </w:tcPr>
          <w:p w14:paraId="53AF5361" w14:textId="77777777" w:rsidR="00475CD4" w:rsidRPr="00067325" w:rsidRDefault="00475CD4" w:rsidP="00475CD4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67325">
              <w:rPr>
                <w:rFonts w:ascii="Lato" w:hAnsi="Lato" w:cs="Arial"/>
                <w:sz w:val="20"/>
                <w:szCs w:val="20"/>
                <w:lang w:val="pl-PL" w:eastAsia="pl-PL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081E935F" w14:textId="77777777" w:rsidR="00475CD4" w:rsidRPr="00067325" w:rsidRDefault="00475CD4" w:rsidP="00475CD4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67325">
              <w:rPr>
                <w:rFonts w:ascii="Lato" w:hAnsi="Lato" w:cs="Arial"/>
                <w:sz w:val="20"/>
                <w:szCs w:val="20"/>
                <w:lang w:val="pl-PL" w:eastAsia="pl-PL"/>
              </w:rPr>
              <w:t>Pole wyliczane na podstawie sumy wartości wprowadzonych w polu „Wartość opałowa w GJ”. System wstawia wyliczoną wartość.</w:t>
            </w:r>
          </w:p>
          <w:p w14:paraId="180862E7" w14:textId="77777777" w:rsidR="00475CD4" w:rsidRPr="00067325" w:rsidRDefault="00475CD4" w:rsidP="00475CD4">
            <w:pPr>
              <w:rPr>
                <w:rFonts w:cs="Arial"/>
                <w:sz w:val="20"/>
                <w:szCs w:val="20"/>
              </w:rPr>
            </w:pPr>
            <w:r w:rsidRPr="00067325">
              <w:rPr>
                <w:rFonts w:cs="Arial"/>
                <w:sz w:val="20"/>
                <w:szCs w:val="20"/>
              </w:rPr>
              <w:t xml:space="preserve">Walidacja: wprowadzona liczba powinna się równać sumie wartości wprowadzonych w polu „Wartość opałowa w GJ”. </w:t>
            </w:r>
          </w:p>
        </w:tc>
      </w:tr>
      <w:tr w:rsidR="00475CD4" w:rsidRPr="00D71458" w14:paraId="0AAB2F42" w14:textId="77777777" w:rsidTr="00794BCE">
        <w:trPr>
          <w:trHeight w:val="213"/>
        </w:trPr>
        <w:tc>
          <w:tcPr>
            <w:tcW w:w="943" w:type="dxa"/>
          </w:tcPr>
          <w:p w14:paraId="32186723" w14:textId="77777777" w:rsidR="00475CD4" w:rsidRPr="00067325" w:rsidRDefault="00475CD4" w:rsidP="00475CD4">
            <w:pPr>
              <w:rPr>
                <w:rFonts w:eastAsia="Times New Roman" w:cs="Arial"/>
                <w:sz w:val="20"/>
                <w:szCs w:val="20"/>
              </w:rPr>
            </w:pPr>
            <w:bookmarkStart w:id="367" w:name="Rj10"/>
            <w:r w:rsidRPr="00067325">
              <w:rPr>
                <w:rFonts w:eastAsia="Times New Roman" w:cs="Arial"/>
                <w:sz w:val="20"/>
                <w:szCs w:val="20"/>
              </w:rPr>
              <w:t>R10</w:t>
            </w:r>
            <w:bookmarkEnd w:id="367"/>
          </w:p>
        </w:tc>
        <w:tc>
          <w:tcPr>
            <w:tcW w:w="8111" w:type="dxa"/>
          </w:tcPr>
          <w:p w14:paraId="6D3966C7" w14:textId="77777777" w:rsidR="00475CD4" w:rsidRPr="00067325" w:rsidRDefault="00475CD4" w:rsidP="00475CD4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67325">
              <w:rPr>
                <w:rFonts w:ascii="Lato" w:hAnsi="Lato" w:cs="Arial"/>
                <w:sz w:val="20"/>
                <w:szCs w:val="20"/>
                <w:lang w:val="pl-PL" w:eastAsia="pl-PL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4E28E1EB" w14:textId="77777777" w:rsidR="00475CD4" w:rsidRPr="00067325" w:rsidRDefault="00475CD4" w:rsidP="00475CD4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67325">
              <w:rPr>
                <w:rFonts w:ascii="Lato" w:hAnsi="Lato" w:cs="Arial"/>
                <w:sz w:val="20"/>
                <w:szCs w:val="20"/>
                <w:lang w:val="pl-PL" w:eastAsia="pl-PL"/>
              </w:rPr>
              <w:t>Pole wyliczane na podstawie sumy wartości wprowadzonych w polu „Kwota podatku w zł”. System wstawia wyliczoną wartość.</w:t>
            </w:r>
          </w:p>
          <w:p w14:paraId="116FD781" w14:textId="77777777" w:rsidR="00475CD4" w:rsidRPr="00067325" w:rsidRDefault="00475CD4" w:rsidP="00475CD4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67325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Walidacja: wprowadzona liczba powinna się równać sumie wartości wprowadzonych w polu „Kwota podatku w zł”. </w:t>
            </w:r>
          </w:p>
        </w:tc>
      </w:tr>
      <w:tr w:rsidR="00475CD4" w:rsidRPr="00D71458" w14:paraId="0D89ED66" w14:textId="77777777" w:rsidTr="00794BCE">
        <w:trPr>
          <w:trHeight w:val="213"/>
        </w:trPr>
        <w:tc>
          <w:tcPr>
            <w:tcW w:w="943" w:type="dxa"/>
          </w:tcPr>
          <w:p w14:paraId="64409DB6" w14:textId="77777777" w:rsidR="00475CD4" w:rsidRPr="00067325" w:rsidRDefault="00475CD4" w:rsidP="00475CD4">
            <w:pPr>
              <w:rPr>
                <w:rFonts w:eastAsia="Times New Roman" w:cs="Arial"/>
                <w:sz w:val="20"/>
                <w:szCs w:val="20"/>
              </w:rPr>
            </w:pPr>
            <w:bookmarkStart w:id="368" w:name="Rj11"/>
            <w:r w:rsidRPr="00067325">
              <w:rPr>
                <w:rFonts w:eastAsia="Times New Roman" w:cs="Arial"/>
                <w:sz w:val="20"/>
                <w:szCs w:val="20"/>
              </w:rPr>
              <w:t>R11</w:t>
            </w:r>
            <w:bookmarkEnd w:id="368"/>
          </w:p>
        </w:tc>
        <w:tc>
          <w:tcPr>
            <w:tcW w:w="8111" w:type="dxa"/>
          </w:tcPr>
          <w:p w14:paraId="1DEF4BCD" w14:textId="77777777" w:rsidR="00475CD4" w:rsidRPr="00067325" w:rsidRDefault="00475CD4" w:rsidP="00475CD4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67325">
              <w:rPr>
                <w:rFonts w:ascii="Lato" w:hAnsi="Lato" w:cs="Arial"/>
                <w:sz w:val="20"/>
                <w:szCs w:val="20"/>
                <w:lang w:val="pl-PL" w:eastAsia="pl-PL"/>
              </w:rPr>
              <w:t>Wersja papierowa dokumentu: System wstawia nazwę pobraną ze słownika w ISZTAR.</w:t>
            </w:r>
          </w:p>
          <w:p w14:paraId="003BB48B" w14:textId="77777777" w:rsidR="00475CD4" w:rsidRPr="00067325" w:rsidRDefault="00475CD4" w:rsidP="00475CD4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67325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Walidacja dla wersji elektronicznej: porównanie wprowadzonej nazwy grupy wyrobów z wartością pobraną z systemu ISZTAR na podstawie kodu CN. </w:t>
            </w:r>
          </w:p>
        </w:tc>
      </w:tr>
      <w:tr w:rsidR="00475CD4" w:rsidRPr="00D71458" w14:paraId="16B0885F" w14:textId="77777777" w:rsidTr="00794BCE">
        <w:trPr>
          <w:trHeight w:val="213"/>
        </w:trPr>
        <w:tc>
          <w:tcPr>
            <w:tcW w:w="943" w:type="dxa"/>
          </w:tcPr>
          <w:p w14:paraId="7F651EAB" w14:textId="77777777" w:rsidR="00475CD4" w:rsidRPr="00067325" w:rsidRDefault="00475CD4" w:rsidP="00475CD4">
            <w:pPr>
              <w:rPr>
                <w:rFonts w:eastAsia="Times New Roman" w:cs="Arial"/>
                <w:sz w:val="20"/>
                <w:szCs w:val="20"/>
              </w:rPr>
            </w:pPr>
            <w:bookmarkStart w:id="369" w:name="Rj12"/>
            <w:r w:rsidRPr="00067325">
              <w:rPr>
                <w:rFonts w:eastAsia="Times New Roman" w:cs="Arial"/>
                <w:sz w:val="20"/>
                <w:szCs w:val="20"/>
              </w:rPr>
              <w:t>R12</w:t>
            </w:r>
            <w:bookmarkEnd w:id="369"/>
          </w:p>
        </w:tc>
        <w:tc>
          <w:tcPr>
            <w:tcW w:w="8111" w:type="dxa"/>
          </w:tcPr>
          <w:p w14:paraId="655692AA" w14:textId="77777777" w:rsidR="00475CD4" w:rsidRPr="00067325" w:rsidRDefault="00475CD4" w:rsidP="00475CD4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67325">
              <w:rPr>
                <w:rFonts w:ascii="Lato" w:hAnsi="Lato" w:cs="Arial"/>
                <w:sz w:val="20"/>
                <w:szCs w:val="20"/>
                <w:lang w:val="pl-PL" w:eastAsia="pl-PL"/>
              </w:rPr>
              <w:t>Wartość przekazywana dla wywołania usługi pobrania danych z ISZTAR dla pól „Nazwa grupy wyrobów” i „Stawka podatku”.</w:t>
            </w:r>
          </w:p>
          <w:p w14:paraId="4545829D" w14:textId="77777777" w:rsidR="00475CD4" w:rsidRPr="00067325" w:rsidRDefault="00475CD4" w:rsidP="00475CD4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67325">
              <w:rPr>
                <w:rFonts w:ascii="Lato" w:hAnsi="Lato" w:cs="Arial"/>
                <w:sz w:val="20"/>
                <w:szCs w:val="20"/>
                <w:lang w:val="pl-PL" w:eastAsia="pl-PL"/>
              </w:rPr>
              <w:t>Walidacja czy kod CN jest w zakresie obsługiwanym przez załącznik danego typu. Jeśli nie błąd typu 2.</w:t>
            </w:r>
          </w:p>
        </w:tc>
      </w:tr>
      <w:tr w:rsidR="00475CD4" w:rsidRPr="00D71458" w14:paraId="389DDFE5" w14:textId="77777777" w:rsidTr="00794BCE">
        <w:trPr>
          <w:trHeight w:val="213"/>
        </w:trPr>
        <w:tc>
          <w:tcPr>
            <w:tcW w:w="943" w:type="dxa"/>
          </w:tcPr>
          <w:p w14:paraId="0D6C54FE" w14:textId="77777777" w:rsidR="00475CD4" w:rsidRPr="00067325" w:rsidRDefault="00475CD4" w:rsidP="00475CD4">
            <w:pPr>
              <w:rPr>
                <w:rFonts w:eastAsia="Times New Roman" w:cs="Arial"/>
                <w:sz w:val="20"/>
                <w:szCs w:val="20"/>
              </w:rPr>
            </w:pPr>
            <w:bookmarkStart w:id="370" w:name="Rj13"/>
            <w:r w:rsidRPr="00067325">
              <w:rPr>
                <w:rFonts w:eastAsia="Times New Roman" w:cs="Arial"/>
                <w:sz w:val="20"/>
                <w:szCs w:val="20"/>
              </w:rPr>
              <w:t>R13</w:t>
            </w:r>
            <w:bookmarkEnd w:id="370"/>
          </w:p>
        </w:tc>
        <w:tc>
          <w:tcPr>
            <w:tcW w:w="8111" w:type="dxa"/>
          </w:tcPr>
          <w:p w14:paraId="10055BC2" w14:textId="77777777" w:rsidR="00475CD4" w:rsidRPr="00067325" w:rsidRDefault="00475CD4" w:rsidP="00475CD4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67325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Walidacja: Czy pole jest wypełnione zgodnie z typem stawki podatkowej. </w:t>
            </w:r>
          </w:p>
        </w:tc>
      </w:tr>
      <w:tr w:rsidR="00475CD4" w:rsidRPr="00D71458" w14:paraId="1642C1F9" w14:textId="77777777" w:rsidTr="00794BCE">
        <w:trPr>
          <w:trHeight w:val="213"/>
        </w:trPr>
        <w:tc>
          <w:tcPr>
            <w:tcW w:w="943" w:type="dxa"/>
          </w:tcPr>
          <w:p w14:paraId="1BA3136F" w14:textId="77777777" w:rsidR="00475CD4" w:rsidRPr="00067325" w:rsidRDefault="00475CD4" w:rsidP="00475CD4">
            <w:pPr>
              <w:rPr>
                <w:rFonts w:eastAsia="Times New Roman" w:cs="Arial"/>
                <w:sz w:val="20"/>
                <w:szCs w:val="20"/>
              </w:rPr>
            </w:pPr>
            <w:bookmarkStart w:id="371" w:name="Rj14"/>
            <w:r w:rsidRPr="00067325">
              <w:rPr>
                <w:rFonts w:eastAsia="Times New Roman" w:cs="Arial"/>
                <w:sz w:val="20"/>
                <w:szCs w:val="20"/>
              </w:rPr>
              <w:t>R14</w:t>
            </w:r>
            <w:bookmarkEnd w:id="371"/>
          </w:p>
        </w:tc>
        <w:tc>
          <w:tcPr>
            <w:tcW w:w="8111" w:type="dxa"/>
          </w:tcPr>
          <w:p w14:paraId="5A2D487D" w14:textId="77777777" w:rsidR="00475CD4" w:rsidRPr="00067325" w:rsidRDefault="00475CD4" w:rsidP="00475CD4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67325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Walidacja: Czy pole jest wypełnione zgodnie z typem stawki podatkowej. </w:t>
            </w:r>
          </w:p>
        </w:tc>
      </w:tr>
      <w:tr w:rsidR="00475CD4" w:rsidRPr="00D71458" w14:paraId="34DCAAA0" w14:textId="77777777" w:rsidTr="00794BCE">
        <w:trPr>
          <w:trHeight w:val="213"/>
        </w:trPr>
        <w:tc>
          <w:tcPr>
            <w:tcW w:w="943" w:type="dxa"/>
          </w:tcPr>
          <w:p w14:paraId="1A1829C7" w14:textId="77777777" w:rsidR="00475CD4" w:rsidRPr="00067325" w:rsidRDefault="00475CD4" w:rsidP="00475CD4">
            <w:pPr>
              <w:rPr>
                <w:rFonts w:eastAsia="Times New Roman" w:cs="Arial"/>
                <w:sz w:val="20"/>
                <w:szCs w:val="20"/>
              </w:rPr>
            </w:pPr>
            <w:bookmarkStart w:id="372" w:name="Rj15"/>
            <w:r w:rsidRPr="00067325">
              <w:rPr>
                <w:rFonts w:eastAsia="Times New Roman" w:cs="Arial"/>
                <w:sz w:val="20"/>
                <w:szCs w:val="20"/>
              </w:rPr>
              <w:t>R15</w:t>
            </w:r>
            <w:bookmarkEnd w:id="372"/>
          </w:p>
        </w:tc>
        <w:tc>
          <w:tcPr>
            <w:tcW w:w="8111" w:type="dxa"/>
          </w:tcPr>
          <w:p w14:paraId="2C07733D" w14:textId="77777777" w:rsidR="00475CD4" w:rsidRPr="00067325" w:rsidRDefault="00475CD4" w:rsidP="00475CD4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67325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Walidacja: wprowadzona wartość powinna być równa wyliczonej zgodnie ze wzorem: wartość w jednym z pól: „Ilość wyrobów, w tysiącach kilogramów” lub „Wartość opałowa w GJ” pomnożona przez wartość w polu „Stawka podatku”. </w:t>
            </w:r>
          </w:p>
        </w:tc>
      </w:tr>
      <w:tr w:rsidR="00475CD4" w:rsidRPr="00D71458" w14:paraId="2E76CD3A" w14:textId="77777777" w:rsidTr="00794BCE">
        <w:trPr>
          <w:trHeight w:val="213"/>
        </w:trPr>
        <w:tc>
          <w:tcPr>
            <w:tcW w:w="943" w:type="dxa"/>
          </w:tcPr>
          <w:p w14:paraId="108A9033" w14:textId="77777777" w:rsidR="00475CD4" w:rsidRPr="00067325" w:rsidRDefault="00475CD4" w:rsidP="00475CD4">
            <w:pPr>
              <w:rPr>
                <w:rFonts w:eastAsia="Times New Roman" w:cs="Arial"/>
                <w:sz w:val="20"/>
                <w:szCs w:val="20"/>
              </w:rPr>
            </w:pPr>
            <w:bookmarkStart w:id="373" w:name="Rj16"/>
            <w:r w:rsidRPr="00067325">
              <w:rPr>
                <w:rFonts w:eastAsia="Times New Roman" w:cs="Arial"/>
                <w:sz w:val="20"/>
                <w:szCs w:val="20"/>
              </w:rPr>
              <w:lastRenderedPageBreak/>
              <w:t>R16</w:t>
            </w:r>
            <w:bookmarkEnd w:id="373"/>
          </w:p>
        </w:tc>
        <w:tc>
          <w:tcPr>
            <w:tcW w:w="8111" w:type="dxa"/>
          </w:tcPr>
          <w:p w14:paraId="2ECAA05D" w14:textId="77777777" w:rsidR="00475CD4" w:rsidRPr="00067325" w:rsidRDefault="00475CD4" w:rsidP="00475CD4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67325">
              <w:rPr>
                <w:rFonts w:ascii="Lato" w:hAnsi="Lato" w:cs="Arial"/>
                <w:sz w:val="20"/>
                <w:szCs w:val="20"/>
                <w:lang w:val="pl-PL" w:eastAsia="pl-PL"/>
              </w:rPr>
              <w:t>Walidacja: sprawdzenie czy suma kwot z pozycji „Nadwyżka przedpłaty akcyzy” i „Przedpłata akcyzy do zapłaty” deklaracji AKC-PA (J) (za okres) jest równa wprowadzonej w polu wartości.</w:t>
            </w:r>
          </w:p>
        </w:tc>
      </w:tr>
      <w:tr w:rsidR="00475CD4" w:rsidRPr="00D71458" w14:paraId="51EA0EE0" w14:textId="77777777" w:rsidTr="00794BCE">
        <w:trPr>
          <w:trHeight w:val="213"/>
        </w:trPr>
        <w:tc>
          <w:tcPr>
            <w:tcW w:w="943" w:type="dxa"/>
          </w:tcPr>
          <w:p w14:paraId="1EAC01D0" w14:textId="77777777" w:rsidR="00475CD4" w:rsidRPr="00067325" w:rsidRDefault="00475CD4" w:rsidP="00475CD4">
            <w:pPr>
              <w:rPr>
                <w:rFonts w:eastAsia="Times New Roman" w:cs="Arial"/>
                <w:sz w:val="20"/>
                <w:szCs w:val="20"/>
              </w:rPr>
            </w:pPr>
            <w:bookmarkStart w:id="374" w:name="Rj17"/>
            <w:r w:rsidRPr="00067325">
              <w:rPr>
                <w:rFonts w:eastAsia="Times New Roman" w:cs="Arial"/>
                <w:sz w:val="20"/>
                <w:szCs w:val="20"/>
              </w:rPr>
              <w:t>R17</w:t>
            </w:r>
            <w:bookmarkEnd w:id="374"/>
          </w:p>
        </w:tc>
        <w:tc>
          <w:tcPr>
            <w:tcW w:w="8111" w:type="dxa"/>
          </w:tcPr>
          <w:p w14:paraId="47CE56F0" w14:textId="77777777" w:rsidR="00475CD4" w:rsidRPr="00067325" w:rsidRDefault="00475CD4" w:rsidP="00475CD4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67325">
              <w:rPr>
                <w:rFonts w:ascii="Lato" w:hAnsi="Lato" w:cs="Arial"/>
                <w:sz w:val="20"/>
                <w:szCs w:val="20"/>
                <w:lang w:val="pl-PL" w:eastAsia="pl-PL"/>
              </w:rPr>
              <w:t>Walidacja: jeśli wynik wyliczenia jest różny od wprowadzonej wartości, to jest Błąd typu 3. Jeśli wyliczona wartość jest ujemna, powinno być 0.</w:t>
            </w:r>
          </w:p>
        </w:tc>
      </w:tr>
      <w:tr w:rsidR="00475CD4" w:rsidRPr="00D71458" w14:paraId="2B94B5D3" w14:textId="77777777" w:rsidTr="00794BCE">
        <w:trPr>
          <w:trHeight w:val="213"/>
        </w:trPr>
        <w:tc>
          <w:tcPr>
            <w:tcW w:w="943" w:type="dxa"/>
          </w:tcPr>
          <w:p w14:paraId="1B49917A" w14:textId="77777777" w:rsidR="00475CD4" w:rsidRPr="00067325" w:rsidRDefault="00475CD4" w:rsidP="00475CD4">
            <w:pPr>
              <w:rPr>
                <w:rFonts w:eastAsia="Times New Roman" w:cs="Arial"/>
                <w:sz w:val="20"/>
                <w:szCs w:val="20"/>
              </w:rPr>
            </w:pPr>
            <w:bookmarkStart w:id="375" w:name="Rj18"/>
            <w:r w:rsidRPr="00067325">
              <w:rPr>
                <w:rFonts w:eastAsia="Times New Roman" w:cs="Arial"/>
                <w:sz w:val="20"/>
                <w:szCs w:val="20"/>
              </w:rPr>
              <w:t>R18</w:t>
            </w:r>
            <w:bookmarkEnd w:id="375"/>
          </w:p>
        </w:tc>
        <w:tc>
          <w:tcPr>
            <w:tcW w:w="8111" w:type="dxa"/>
          </w:tcPr>
          <w:p w14:paraId="705EB096" w14:textId="77777777" w:rsidR="00475CD4" w:rsidRPr="00067325" w:rsidRDefault="00475CD4" w:rsidP="00475CD4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67325">
              <w:rPr>
                <w:rFonts w:ascii="Lato" w:hAnsi="Lato" w:cs="Arial"/>
                <w:sz w:val="20"/>
                <w:szCs w:val="20"/>
                <w:lang w:val="pl-PL" w:eastAsia="pl-PL"/>
              </w:rPr>
              <w:t>Pole niewymagalne (puste) w przypadku, gdy nie złożono AKC-PA za ten sam okres rozliczeniowy.</w:t>
            </w:r>
          </w:p>
          <w:p w14:paraId="7BA95E54" w14:textId="77777777" w:rsidR="00475CD4" w:rsidRPr="00067325" w:rsidRDefault="00475CD4" w:rsidP="00475CD4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67325">
              <w:rPr>
                <w:rFonts w:ascii="Lato" w:hAnsi="Lato" w:cs="Arial"/>
                <w:sz w:val="20"/>
                <w:szCs w:val="20"/>
                <w:lang w:val="pl-PL" w:eastAsia="pl-PL"/>
              </w:rPr>
              <w:t>Walidacja: jeśli wynik wyliczenia jest różny od wprowadzonej wartości, to jest Błąd typu 3. Jeśli wyliczona wartość jest ujemna, powinno być 0.</w:t>
            </w:r>
          </w:p>
        </w:tc>
      </w:tr>
      <w:tr w:rsidR="00475CD4" w:rsidRPr="00D71458" w14:paraId="4E06426F" w14:textId="77777777" w:rsidTr="00794BCE">
        <w:trPr>
          <w:trHeight w:val="213"/>
        </w:trPr>
        <w:tc>
          <w:tcPr>
            <w:tcW w:w="943" w:type="dxa"/>
          </w:tcPr>
          <w:p w14:paraId="03103C7E" w14:textId="77777777" w:rsidR="00475CD4" w:rsidRPr="00067325" w:rsidRDefault="00475CD4" w:rsidP="00475CD4">
            <w:pPr>
              <w:rPr>
                <w:rFonts w:eastAsia="Times New Roman" w:cs="Arial"/>
                <w:sz w:val="20"/>
                <w:szCs w:val="20"/>
              </w:rPr>
            </w:pPr>
            <w:bookmarkStart w:id="376" w:name="Rj19"/>
            <w:r w:rsidRPr="00067325">
              <w:rPr>
                <w:rFonts w:eastAsia="Times New Roman" w:cs="Arial"/>
                <w:sz w:val="20"/>
                <w:szCs w:val="20"/>
              </w:rPr>
              <w:t>R19</w:t>
            </w:r>
            <w:bookmarkEnd w:id="376"/>
          </w:p>
        </w:tc>
        <w:tc>
          <w:tcPr>
            <w:tcW w:w="8111" w:type="dxa"/>
          </w:tcPr>
          <w:p w14:paraId="20ED6346" w14:textId="77777777" w:rsidR="00475CD4" w:rsidRPr="00067325" w:rsidRDefault="00475CD4" w:rsidP="00475CD4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67325">
              <w:rPr>
                <w:rFonts w:ascii="Lato" w:hAnsi="Lato" w:cs="Arial"/>
                <w:sz w:val="20"/>
                <w:szCs w:val="20"/>
              </w:rPr>
              <w:t>Wartość pola („ubytek” lub „ca</w:t>
            </w:r>
            <w:r w:rsidR="00DC4900" w:rsidRPr="00067325">
              <w:rPr>
                <w:rFonts w:ascii="Lato" w:hAnsi="Lato" w:cs="Arial"/>
                <w:sz w:val="20"/>
                <w:szCs w:val="20"/>
                <w:lang w:val="pl-PL"/>
              </w:rPr>
              <w:t>ł</w:t>
            </w:r>
            <w:r w:rsidRPr="00067325">
              <w:rPr>
                <w:rFonts w:ascii="Lato" w:hAnsi="Lato" w:cs="Arial"/>
                <w:sz w:val="20"/>
                <w:szCs w:val="20"/>
              </w:rPr>
              <w:t>kowite zniszczenie”)</w:t>
            </w:r>
          </w:p>
        </w:tc>
      </w:tr>
      <w:tr w:rsidR="00124A08" w:rsidRPr="00D71458" w14:paraId="3DA92758" w14:textId="77777777" w:rsidTr="00794BCE">
        <w:trPr>
          <w:trHeight w:val="213"/>
        </w:trPr>
        <w:tc>
          <w:tcPr>
            <w:tcW w:w="943" w:type="dxa"/>
          </w:tcPr>
          <w:p w14:paraId="612F6A2C" w14:textId="77777777" w:rsidR="00124A08" w:rsidRPr="00067325" w:rsidRDefault="00124A08" w:rsidP="00124A08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R20</w:t>
            </w:r>
          </w:p>
        </w:tc>
        <w:tc>
          <w:tcPr>
            <w:tcW w:w="8111" w:type="dxa"/>
          </w:tcPr>
          <w:p w14:paraId="73090F9E" w14:textId="77777777" w:rsidR="00124A08" w:rsidRPr="00067325" w:rsidRDefault="00124A08" w:rsidP="00124A08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Dopuszczalnym okresem (period) za który będzie mogła być złożona deklaracja: nie może być wcześniejszy niż luty 201</w:t>
            </w:r>
            <w:r w:rsidR="00DC4900" w:rsidRPr="00067325">
              <w:rPr>
                <w:rFonts w:eastAsia="Times New Roman" w:cs="Arial"/>
                <w:sz w:val="20"/>
                <w:szCs w:val="20"/>
              </w:rPr>
              <w:t>8</w:t>
            </w:r>
            <w:r w:rsidRPr="00067325">
              <w:rPr>
                <w:rFonts w:eastAsia="Times New Roman" w:cs="Arial"/>
                <w:sz w:val="20"/>
                <w:szCs w:val="20"/>
              </w:rPr>
              <w:t xml:space="preserve"> roku.</w:t>
            </w:r>
          </w:p>
        </w:tc>
      </w:tr>
    </w:tbl>
    <w:p w14:paraId="76F19FB5" w14:textId="77777777" w:rsidR="00F53FE2" w:rsidRDefault="00F53FE2">
      <w:r>
        <w:br w:type="page"/>
      </w:r>
    </w:p>
    <w:p w14:paraId="365AF1D2" w14:textId="77777777" w:rsidR="0013767E" w:rsidRDefault="0013767E" w:rsidP="00C048E5">
      <w:pPr>
        <w:pStyle w:val="Nagwek2"/>
      </w:pPr>
      <w:bookmarkStart w:id="377" w:name="_Toc362422417"/>
      <w:bookmarkStart w:id="378" w:name="_Toc182566483"/>
      <w:r>
        <w:lastRenderedPageBreak/>
        <w:t xml:space="preserve">Załącznik AKC-4/K do deklaracji </w:t>
      </w:r>
      <w:bookmarkEnd w:id="377"/>
      <w:r>
        <w:t>AKC4</w:t>
      </w:r>
      <w:bookmarkEnd w:id="378"/>
    </w:p>
    <w:p w14:paraId="59FBCABF" w14:textId="77777777" w:rsidR="0013767E" w:rsidRDefault="0013767E" w:rsidP="00C048E5">
      <w:pPr>
        <w:pStyle w:val="Nagwek3"/>
      </w:pPr>
      <w:bookmarkStart w:id="379" w:name="_Toc362422418"/>
      <w:bookmarkStart w:id="380" w:name="_Toc182566484"/>
      <w:r>
        <w:t>Komunik</w:t>
      </w:r>
      <w:r w:rsidR="00343B4A">
        <w:t>a</w:t>
      </w:r>
      <w:r>
        <w:t xml:space="preserve">t </w:t>
      </w:r>
      <w:bookmarkEnd w:id="379"/>
      <w:r>
        <w:t>AKC4K</w:t>
      </w:r>
      <w:bookmarkEnd w:id="380"/>
    </w:p>
    <w:p w14:paraId="2B9DE9D7" w14:textId="77777777" w:rsidR="0013767E" w:rsidRPr="00481FCB" w:rsidRDefault="0013767E" w:rsidP="00C07E2D">
      <w:pPr>
        <w:pStyle w:val="Schema-Description"/>
        <w:spacing w:before="0" w:beforeAutospacing="0" w:after="0" w:afterAutospacing="0"/>
        <w:rPr>
          <w:rFonts w:ascii="Lato" w:hAnsi="Lato" w:cs="Arial"/>
          <w:sz w:val="24"/>
          <w:szCs w:val="24"/>
        </w:rPr>
      </w:pPr>
      <w:r w:rsidRPr="00481FCB">
        <w:rPr>
          <w:rFonts w:ascii="Lato" w:hAnsi="Lato"/>
          <w:sz w:val="24"/>
          <w:szCs w:val="24"/>
        </w:rPr>
        <w:t>PODATEK AKCYZOWY OD OLEJÓW SMAROWYCH I POZOSTAŁYCH OLEJÓW</w:t>
      </w:r>
    </w:p>
    <w:p w14:paraId="64209886" w14:textId="77777777" w:rsidR="0013767E" w:rsidRDefault="0013767E" w:rsidP="00C048E5">
      <w:pPr>
        <w:pStyle w:val="Nagwek3"/>
      </w:pPr>
      <w:bookmarkStart w:id="381" w:name="_Toc362422419"/>
      <w:bookmarkStart w:id="382" w:name="_Toc182566485"/>
      <w:r>
        <w:t>Specyfikacja</w:t>
      </w:r>
      <w:bookmarkEnd w:id="381"/>
      <w:r w:rsidR="00CC1B30">
        <w:t xml:space="preserve"> </w:t>
      </w:r>
      <w:r>
        <w:t>AKC4K</w:t>
      </w:r>
      <w:bookmarkEnd w:id="382"/>
    </w:p>
    <w:p w14:paraId="51882817" w14:textId="77777777" w:rsidR="0013767E" w:rsidRPr="00481FCB" w:rsidRDefault="0013767E" w:rsidP="0013767E">
      <w:r w:rsidRPr="00481FCB">
        <w:t xml:space="preserve">Struktury typu </w:t>
      </w:r>
      <w:r w:rsidRPr="00481FCB">
        <w:rPr>
          <w:rFonts w:eastAsia="Times New Roman"/>
        </w:rPr>
        <w:t>ZDailyAmount, ZCalculOfAmountOfExciseDuty</w:t>
      </w:r>
      <w:r w:rsidRPr="00481FCB">
        <w:t xml:space="preserve"> zostały zdefiniowane w dokumencie </w:t>
      </w:r>
      <w:r w:rsidRPr="00481FCB">
        <w:fldChar w:fldCharType="begin"/>
      </w:r>
      <w:r w:rsidRPr="00481FCB">
        <w:instrText xml:space="preserve"> REF _Ref361653747 \r \h  \* MERGEFORMAT </w:instrText>
      </w:r>
      <w:r w:rsidRPr="00481FCB">
        <w:fldChar w:fldCharType="separate"/>
      </w:r>
      <w:r w:rsidR="00EC7AC0" w:rsidRPr="00481FCB">
        <w:t>A1</w:t>
      </w:r>
      <w:r w:rsidRPr="00481FCB">
        <w:fldChar w:fldCharType="end"/>
      </w:r>
      <w:r w:rsidRPr="00481FCB">
        <w:t xml:space="preserve"> i nie będą tutaj szczegółowo omawiane.</w:t>
      </w:r>
    </w:p>
    <w:p w14:paraId="3E0B5F59" w14:textId="4546CD7B" w:rsidR="005743F3" w:rsidRDefault="005743F3" w:rsidP="005743F3">
      <w:pPr>
        <w:pStyle w:val="Legenda"/>
        <w:keepNext/>
      </w:pPr>
      <w:bookmarkStart w:id="383" w:name="_Toc182566639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108</w:t>
      </w:r>
      <w:r w:rsidR="00715F4C">
        <w:rPr>
          <w:noProof/>
        </w:rPr>
        <w:fldChar w:fldCharType="end"/>
      </w:r>
      <w:r>
        <w:t xml:space="preserve">. </w:t>
      </w:r>
      <w:r w:rsidRPr="005714C0">
        <w:t>Dane ogólne w ramach struktury załącznika AKC-4/K</w:t>
      </w:r>
      <w:bookmarkEnd w:id="383"/>
    </w:p>
    <w:tbl>
      <w:tblPr>
        <w:tblStyle w:val="Siatkatabelijasn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794BCE" w:rsidRPr="00067325" w14:paraId="0E52AEC6" w14:textId="77777777" w:rsidTr="00794B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79A792AE" w14:textId="77777777" w:rsidR="00794BCE" w:rsidRPr="00067325" w:rsidRDefault="00794BCE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>Ogólne</w:t>
            </w:r>
          </w:p>
        </w:tc>
        <w:tc>
          <w:tcPr>
            <w:tcW w:w="6584" w:type="dxa"/>
          </w:tcPr>
          <w:p w14:paraId="0CCF789C" w14:textId="39AB3F48" w:rsidR="00794BCE" w:rsidRPr="00067325" w:rsidRDefault="00794BCE">
            <w:pPr>
              <w:rPr>
                <w:rFonts w:eastAsia="Times New Roman" w:cs="Arial"/>
                <w:b/>
                <w:sz w:val="18"/>
                <w:szCs w:val="18"/>
              </w:rPr>
            </w:pPr>
          </w:p>
        </w:tc>
      </w:tr>
      <w:tr w:rsidR="0013767E" w:rsidRPr="00067325" w14:paraId="53093F70" w14:textId="77777777" w:rsidTr="00794BCE">
        <w:tc>
          <w:tcPr>
            <w:tcW w:w="2738" w:type="dxa"/>
          </w:tcPr>
          <w:p w14:paraId="15079AF4" w14:textId="77777777" w:rsidR="0013767E" w:rsidRPr="00067325" w:rsidRDefault="0013767E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5FD03EE2" w14:textId="77777777" w:rsidR="0013767E" w:rsidRPr="00067325" w:rsidRDefault="0013767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Struktura załącznika do </w:t>
            </w:r>
            <w:r w:rsidRPr="00067325">
              <w:rPr>
                <w:rFonts w:cs="Arial"/>
                <w:sz w:val="20"/>
                <w:szCs w:val="20"/>
              </w:rPr>
              <w:t xml:space="preserve">deklaracji AKC4 </w:t>
            </w:r>
          </w:p>
        </w:tc>
      </w:tr>
      <w:tr w:rsidR="0013767E" w:rsidRPr="00067325" w14:paraId="4958FD5D" w14:textId="77777777" w:rsidTr="00794BCE">
        <w:tc>
          <w:tcPr>
            <w:tcW w:w="2738" w:type="dxa"/>
          </w:tcPr>
          <w:p w14:paraId="24D395A3" w14:textId="77777777" w:rsidR="0013767E" w:rsidRPr="00067325" w:rsidRDefault="0013767E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642061E8" w14:textId="77777777" w:rsidR="0013767E" w:rsidRPr="00067325" w:rsidRDefault="0013767E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13767E" w:rsidRPr="00067325" w14:paraId="21E1E806" w14:textId="77777777" w:rsidTr="00794BCE">
        <w:tc>
          <w:tcPr>
            <w:tcW w:w="2738" w:type="dxa"/>
          </w:tcPr>
          <w:p w14:paraId="75FCAAD4" w14:textId="77777777" w:rsidR="0013767E" w:rsidRPr="00067325" w:rsidRDefault="0013767E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7932833E" w14:textId="77777777" w:rsidR="0013767E" w:rsidRPr="00067325" w:rsidRDefault="00DC4900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4</w:t>
            </w:r>
            <w:r w:rsidR="009436A8" w:rsidRPr="00067325">
              <w:rPr>
                <w:rFonts w:eastAsia="Times New Roman" w:cs="Arial"/>
                <w:sz w:val="20"/>
                <w:szCs w:val="20"/>
              </w:rPr>
              <w:t>_0</w:t>
            </w:r>
          </w:p>
        </w:tc>
      </w:tr>
      <w:tr w:rsidR="0013767E" w:rsidRPr="00067325" w14:paraId="3F8EAF4E" w14:textId="77777777" w:rsidTr="00794BCE">
        <w:tc>
          <w:tcPr>
            <w:tcW w:w="2738" w:type="dxa"/>
          </w:tcPr>
          <w:p w14:paraId="728EE373" w14:textId="77777777" w:rsidR="0013767E" w:rsidRPr="00067325" w:rsidRDefault="0013767E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Zależności od innych deklaracji</w:t>
            </w:r>
          </w:p>
        </w:tc>
        <w:tc>
          <w:tcPr>
            <w:tcW w:w="6584" w:type="dxa"/>
          </w:tcPr>
          <w:p w14:paraId="6EB8B899" w14:textId="77777777" w:rsidR="0013767E" w:rsidRPr="00067325" w:rsidRDefault="0013767E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13767E" w:rsidRPr="00067325" w14:paraId="1FFF8D97" w14:textId="77777777" w:rsidTr="00794BCE">
        <w:tc>
          <w:tcPr>
            <w:tcW w:w="2738" w:type="dxa"/>
          </w:tcPr>
          <w:p w14:paraId="5FE82890" w14:textId="77777777" w:rsidR="0013767E" w:rsidRPr="00067325" w:rsidRDefault="0013767E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6869055C" w14:textId="77777777" w:rsidR="0013767E" w:rsidRPr="00067325" w:rsidRDefault="0013767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XML</w:t>
            </w:r>
          </w:p>
        </w:tc>
      </w:tr>
      <w:tr w:rsidR="0013767E" w:rsidRPr="00067325" w14:paraId="5AF9BD71" w14:textId="77777777" w:rsidTr="00794BCE">
        <w:tc>
          <w:tcPr>
            <w:tcW w:w="2738" w:type="dxa"/>
          </w:tcPr>
          <w:p w14:paraId="29E7944D" w14:textId="77777777" w:rsidR="0013767E" w:rsidRPr="00067325" w:rsidRDefault="0013767E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34311B86" w14:textId="77777777" w:rsidR="0013767E" w:rsidRPr="00067325" w:rsidRDefault="0013767E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13767E" w:rsidRPr="00067325" w14:paraId="267086FF" w14:textId="77777777" w:rsidTr="00794BCE">
        <w:tc>
          <w:tcPr>
            <w:tcW w:w="2738" w:type="dxa"/>
          </w:tcPr>
          <w:p w14:paraId="39E5891E" w14:textId="77777777" w:rsidR="0013767E" w:rsidRPr="00067325" w:rsidRDefault="0013767E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35CA2169" w14:textId="77777777" w:rsidR="0013767E" w:rsidRPr="00067325" w:rsidRDefault="0013767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XML</w:t>
            </w:r>
          </w:p>
        </w:tc>
      </w:tr>
      <w:tr w:rsidR="0013767E" w:rsidRPr="00067325" w14:paraId="6F36DA14" w14:textId="77777777" w:rsidTr="00794BCE">
        <w:tc>
          <w:tcPr>
            <w:tcW w:w="2738" w:type="dxa"/>
          </w:tcPr>
          <w:p w14:paraId="45F7B3E9" w14:textId="77777777" w:rsidR="0013767E" w:rsidRPr="00067325" w:rsidRDefault="0013767E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Namespaces</w:t>
            </w:r>
          </w:p>
        </w:tc>
        <w:tc>
          <w:tcPr>
            <w:tcW w:w="6584" w:type="dxa"/>
          </w:tcPr>
          <w:p w14:paraId="4ABDD23A" w14:textId="77777777" w:rsidR="0013767E" w:rsidRPr="00067325" w:rsidRDefault="009436A8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http://www.e-clo.pl/ZEFIR2/eZefir2/xsd/v3_0/Types.xsd</w:t>
            </w:r>
          </w:p>
        </w:tc>
      </w:tr>
      <w:tr w:rsidR="0013767E" w:rsidRPr="00067325" w14:paraId="2434EA04" w14:textId="77777777" w:rsidTr="00794BCE">
        <w:tc>
          <w:tcPr>
            <w:tcW w:w="2738" w:type="dxa"/>
          </w:tcPr>
          <w:p w14:paraId="26591765" w14:textId="77777777" w:rsidR="0013767E" w:rsidRPr="00067325" w:rsidRDefault="0013767E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42E34759" w14:textId="77777777" w:rsidR="0013767E" w:rsidRPr="00067325" w:rsidRDefault="0013767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akc_4k.xsd</w:t>
            </w:r>
          </w:p>
        </w:tc>
      </w:tr>
    </w:tbl>
    <w:p w14:paraId="2F2C6448" w14:textId="77777777" w:rsidR="0013767E" w:rsidRPr="00067325" w:rsidRDefault="0013767E" w:rsidP="00C048E5">
      <w:pPr>
        <w:pStyle w:val="Nagwek3"/>
      </w:pPr>
      <w:bookmarkStart w:id="384" w:name="_Toc182566486"/>
      <w:r w:rsidRPr="00067325">
        <w:t>Struktura AKC4K</w:t>
      </w:r>
      <w:bookmarkEnd w:id="384"/>
    </w:p>
    <w:p w14:paraId="225CAE23" w14:textId="77777777" w:rsidR="00794BCE" w:rsidRPr="00651126" w:rsidRDefault="00794BCE" w:rsidP="00794BCE">
      <w:pPr>
        <w:pStyle w:val="Akapitzlist"/>
        <w:numPr>
          <w:ilvl w:val="0"/>
          <w:numId w:val="22"/>
        </w:numPr>
        <w:rPr>
          <w:rFonts w:ascii="Consolas" w:hAnsi="Consolas"/>
          <w:lang w:val="en-GB"/>
        </w:rPr>
      </w:pPr>
      <w:r w:rsidRPr="00651126">
        <w:rPr>
          <w:rFonts w:ascii="Consolas" w:hAnsi="Consolas"/>
          <w:lang w:val="en-GB"/>
        </w:rPr>
        <w:t>(AKC4KType)</w:t>
      </w:r>
    </w:p>
    <w:p w14:paraId="58913B25" w14:textId="144D9CCF" w:rsidR="00794BCE" w:rsidRPr="00651126" w:rsidRDefault="00794BCE" w:rsidP="00794BCE">
      <w:pPr>
        <w:pStyle w:val="Akapitzlist"/>
        <w:numPr>
          <w:ilvl w:val="0"/>
          <w:numId w:val="22"/>
        </w:numPr>
        <w:rPr>
          <w:rFonts w:ascii="Consolas" w:hAnsi="Consolas"/>
          <w:lang w:val="en-GB"/>
        </w:rPr>
      </w:pPr>
      <w:r w:rsidRPr="00651126">
        <w:rPr>
          <w:rFonts w:ascii="Consolas" w:hAnsi="Consolas"/>
          <w:lang w:val="en-GB"/>
        </w:rPr>
        <w:t>(HeaderType)</w:t>
      </w:r>
    </w:p>
    <w:p w14:paraId="5696F0C1" w14:textId="5F2CF114" w:rsidR="00794BCE" w:rsidRPr="00651126" w:rsidRDefault="00794BCE" w:rsidP="00794BCE">
      <w:pPr>
        <w:pStyle w:val="Akapitzlist"/>
        <w:numPr>
          <w:ilvl w:val="0"/>
          <w:numId w:val="22"/>
        </w:numPr>
        <w:rPr>
          <w:rFonts w:ascii="Consolas" w:hAnsi="Consolas"/>
          <w:lang w:val="en-GB"/>
        </w:rPr>
      </w:pPr>
      <w:r w:rsidRPr="00651126">
        <w:rPr>
          <w:rFonts w:ascii="Consolas" w:hAnsi="Consolas"/>
          <w:lang w:val="en-GB"/>
        </w:rPr>
        <w:t>(WarehouseType)</w:t>
      </w:r>
    </w:p>
    <w:p w14:paraId="779EEEAE" w14:textId="123C549F" w:rsidR="00794BCE" w:rsidRPr="00651126" w:rsidRDefault="00794BCE" w:rsidP="00794BCE">
      <w:pPr>
        <w:pStyle w:val="Akapitzlist"/>
        <w:numPr>
          <w:ilvl w:val="0"/>
          <w:numId w:val="22"/>
        </w:numPr>
        <w:rPr>
          <w:rFonts w:ascii="Consolas" w:hAnsi="Consolas"/>
          <w:lang w:val="en-GB"/>
        </w:rPr>
      </w:pPr>
      <w:r w:rsidRPr="00651126">
        <w:rPr>
          <w:rFonts w:ascii="Consolas" w:hAnsi="Consolas"/>
          <w:lang w:val="en-GB"/>
        </w:rPr>
        <w:t>(ExciseDutyInformationType)</w:t>
      </w:r>
    </w:p>
    <w:p w14:paraId="27378FDC" w14:textId="24281A3D" w:rsidR="00794BCE" w:rsidRPr="00651126" w:rsidRDefault="00794BCE" w:rsidP="00794BCE">
      <w:pPr>
        <w:pStyle w:val="Akapitzlist"/>
        <w:numPr>
          <w:ilvl w:val="0"/>
          <w:numId w:val="22"/>
        </w:numPr>
        <w:rPr>
          <w:rFonts w:ascii="Consolas" w:hAnsi="Consolas"/>
          <w:lang w:val="en-GB"/>
        </w:rPr>
      </w:pPr>
      <w:r w:rsidRPr="00651126">
        <w:rPr>
          <w:rFonts w:ascii="Consolas" w:hAnsi="Consolas"/>
          <w:lang w:val="en-GB"/>
        </w:rPr>
        <w:t>(CalculOfAmountOfExciseDutyType)</w:t>
      </w:r>
    </w:p>
    <w:p w14:paraId="1996AE23" w14:textId="5A02E2D4" w:rsidR="00794BCE" w:rsidRPr="00651126" w:rsidRDefault="00794BCE" w:rsidP="00794BCE">
      <w:pPr>
        <w:pStyle w:val="Akapitzlist"/>
        <w:numPr>
          <w:ilvl w:val="0"/>
          <w:numId w:val="22"/>
        </w:numPr>
        <w:rPr>
          <w:rFonts w:ascii="Consolas" w:hAnsi="Consolas"/>
          <w:lang w:val="en-GB"/>
        </w:rPr>
      </w:pPr>
      <w:r w:rsidRPr="00651126">
        <w:rPr>
          <w:rFonts w:ascii="Consolas" w:hAnsi="Consolas"/>
          <w:lang w:val="en-GB"/>
        </w:rPr>
        <w:t>(CleareanceExciseDutyType)</w:t>
      </w:r>
    </w:p>
    <w:p w14:paraId="44A32591" w14:textId="5CAD108B" w:rsidR="00794BCE" w:rsidRPr="00651126" w:rsidRDefault="00794BCE" w:rsidP="00794BCE">
      <w:pPr>
        <w:pStyle w:val="Akapitzlist"/>
        <w:numPr>
          <w:ilvl w:val="0"/>
          <w:numId w:val="22"/>
        </w:numPr>
        <w:rPr>
          <w:rFonts w:ascii="Consolas" w:hAnsi="Consolas"/>
          <w:lang w:val="en-GB"/>
        </w:rPr>
      </w:pPr>
      <w:r w:rsidRPr="00651126">
        <w:rPr>
          <w:rFonts w:ascii="Consolas" w:hAnsi="Consolas"/>
          <w:lang w:val="en-GB"/>
        </w:rPr>
        <w:t>(ItemsType)</w:t>
      </w:r>
    </w:p>
    <w:p w14:paraId="41E51600" w14:textId="1C60E096" w:rsidR="00794BCE" w:rsidRPr="00651126" w:rsidRDefault="00794BCE" w:rsidP="00794BCE">
      <w:pPr>
        <w:pStyle w:val="Akapitzlist"/>
        <w:numPr>
          <w:ilvl w:val="0"/>
          <w:numId w:val="22"/>
        </w:numPr>
        <w:rPr>
          <w:rFonts w:ascii="Consolas" w:hAnsi="Consolas"/>
          <w:lang w:val="en-GB"/>
        </w:rPr>
      </w:pPr>
      <w:r w:rsidRPr="00651126">
        <w:rPr>
          <w:rFonts w:ascii="Consolas" w:hAnsi="Consolas"/>
          <w:lang w:val="en-GB"/>
        </w:rPr>
        <w:t>(ItemType)</w:t>
      </w:r>
    </w:p>
    <w:p w14:paraId="0C89CE2D" w14:textId="7469100F" w:rsidR="00794BCE" w:rsidRPr="00651126" w:rsidRDefault="00794BCE" w:rsidP="00794BCE">
      <w:pPr>
        <w:pStyle w:val="Akapitzlist"/>
        <w:numPr>
          <w:ilvl w:val="0"/>
          <w:numId w:val="22"/>
        </w:numPr>
        <w:rPr>
          <w:rFonts w:ascii="Consolas" w:hAnsi="Consolas"/>
          <w:lang w:val="en-GB"/>
        </w:rPr>
      </w:pPr>
      <w:r w:rsidRPr="00651126">
        <w:rPr>
          <w:rFonts w:ascii="Consolas" w:hAnsi="Consolas"/>
          <w:lang w:val="en-GB"/>
        </w:rPr>
        <w:t>(DailyPaymentInformationType)</w:t>
      </w:r>
    </w:p>
    <w:p w14:paraId="79CE9F48" w14:textId="4CCE817F" w:rsidR="00DC4900" w:rsidRPr="00651126" w:rsidRDefault="00794BCE" w:rsidP="00794BCE">
      <w:pPr>
        <w:pStyle w:val="Akapitzlist"/>
        <w:numPr>
          <w:ilvl w:val="0"/>
          <w:numId w:val="22"/>
        </w:numPr>
        <w:rPr>
          <w:rFonts w:ascii="Consolas" w:hAnsi="Consolas"/>
          <w:lang w:val="en-GB"/>
        </w:rPr>
      </w:pPr>
      <w:r w:rsidRPr="00651126">
        <w:rPr>
          <w:rFonts w:ascii="Consolas" w:hAnsi="Consolas"/>
          <w:lang w:val="en-GB"/>
        </w:rPr>
        <w:t>ZDailyAmount</w:t>
      </w:r>
    </w:p>
    <w:p w14:paraId="00E0CD93" w14:textId="7141BA75" w:rsidR="005743F3" w:rsidRDefault="005743F3" w:rsidP="005743F3">
      <w:pPr>
        <w:pStyle w:val="Legenda"/>
        <w:keepNext/>
      </w:pPr>
      <w:bookmarkStart w:id="385" w:name="_Toc182566640"/>
      <w:r>
        <w:lastRenderedPageBreak/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109</w:t>
      </w:r>
      <w:r w:rsidR="00715F4C">
        <w:rPr>
          <w:noProof/>
        </w:rPr>
        <w:fldChar w:fldCharType="end"/>
      </w:r>
      <w:r>
        <w:t xml:space="preserve">. </w:t>
      </w:r>
      <w:r w:rsidRPr="000633A9">
        <w:t>Struktura elementu AKC4KType</w:t>
      </w:r>
      <w:bookmarkEnd w:id="385"/>
    </w:p>
    <w:tbl>
      <w:tblPr>
        <w:tblStyle w:val="Siatkatabelijasna"/>
        <w:tblW w:w="0" w:type="auto"/>
        <w:tblLook w:val="01E0" w:firstRow="1" w:lastRow="1" w:firstColumn="1" w:lastColumn="1" w:noHBand="0" w:noVBand="0"/>
      </w:tblPr>
      <w:tblGrid>
        <w:gridCol w:w="1737"/>
        <w:gridCol w:w="3249"/>
        <w:gridCol w:w="818"/>
        <w:gridCol w:w="2052"/>
        <w:gridCol w:w="1192"/>
      </w:tblGrid>
      <w:tr w:rsidR="00341A45" w:rsidRPr="00067325" w14:paraId="18FCBB56" w14:textId="77777777" w:rsidTr="00794B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39" w:type="dxa"/>
          </w:tcPr>
          <w:p w14:paraId="358130C9" w14:textId="77777777" w:rsidR="00341A45" w:rsidRPr="00067325" w:rsidRDefault="00341A45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252" w:type="dxa"/>
          </w:tcPr>
          <w:p w14:paraId="3839656A" w14:textId="77777777" w:rsidR="00341A45" w:rsidRPr="00067325" w:rsidRDefault="00341A45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18" w:type="dxa"/>
          </w:tcPr>
          <w:p w14:paraId="0CF4578C" w14:textId="77777777" w:rsidR="00341A45" w:rsidRPr="00067325" w:rsidRDefault="002C3B08" w:rsidP="00341A45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53" w:type="dxa"/>
          </w:tcPr>
          <w:p w14:paraId="14CF46A4" w14:textId="77777777" w:rsidR="00341A45" w:rsidRPr="00067325" w:rsidRDefault="00341A45">
            <w:pPr>
              <w:rPr>
                <w:rFonts w:cs="Arial"/>
                <w:b/>
                <w:sz w:val="18"/>
                <w:szCs w:val="18"/>
              </w:rPr>
            </w:pPr>
            <w:r w:rsidRPr="00067325">
              <w:rPr>
                <w:rFonts w:cs="Arial"/>
                <w:b/>
                <w:sz w:val="18"/>
                <w:szCs w:val="18"/>
              </w:rPr>
              <w:t>Typ</w:t>
            </w:r>
          </w:p>
        </w:tc>
        <w:tc>
          <w:tcPr>
            <w:tcW w:w="1192" w:type="dxa"/>
          </w:tcPr>
          <w:p w14:paraId="6ED5BE91" w14:textId="77777777" w:rsidR="00341A45" w:rsidRPr="00067325" w:rsidRDefault="00341A45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341A45" w:rsidRPr="00067325" w14:paraId="1CCACFBD" w14:textId="77777777" w:rsidTr="00794BCE">
        <w:trPr>
          <w:trHeight w:val="213"/>
        </w:trPr>
        <w:tc>
          <w:tcPr>
            <w:tcW w:w="1739" w:type="dxa"/>
          </w:tcPr>
          <w:p w14:paraId="32AB930E" w14:textId="77777777" w:rsidR="00341A45" w:rsidRPr="00067325" w:rsidRDefault="00341A4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Header</w:t>
            </w:r>
          </w:p>
        </w:tc>
        <w:tc>
          <w:tcPr>
            <w:tcW w:w="3252" w:type="dxa"/>
          </w:tcPr>
          <w:p w14:paraId="7B355E7E" w14:textId="77777777" w:rsidR="00341A45" w:rsidRPr="00067325" w:rsidRDefault="00341A4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Nagłówek</w:t>
            </w:r>
            <w:r w:rsidR="00E72AF4" w:rsidRPr="00067325">
              <w:rPr>
                <w:rFonts w:eastAsia="Times New Roman" w:cs="Arial"/>
                <w:sz w:val="20"/>
                <w:szCs w:val="20"/>
              </w:rPr>
              <w:t xml:space="preserve"> deklaracji</w:t>
            </w:r>
          </w:p>
        </w:tc>
        <w:tc>
          <w:tcPr>
            <w:tcW w:w="818" w:type="dxa"/>
          </w:tcPr>
          <w:p w14:paraId="497702E1" w14:textId="77777777" w:rsidR="00341A45" w:rsidRPr="00067325" w:rsidRDefault="008E115D" w:rsidP="00341A4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53" w:type="dxa"/>
          </w:tcPr>
          <w:p w14:paraId="75B65C5C" w14:textId="77777777" w:rsidR="00341A45" w:rsidRPr="00601F27" w:rsidRDefault="009C497F" w:rsidP="009C497F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instrText xml:space="preserve"> REF HeaderType_k \h  \* MERGEFORMAT </w:instrTex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601F27">
              <w:rPr>
                <w:rStyle w:val="pole"/>
                <w:rFonts w:ascii="Lato" w:hAnsi="Lato"/>
                <w:sz w:val="20"/>
                <w:szCs w:val="20"/>
              </w:rPr>
              <w:t>HeaderType</w: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2" w:type="dxa"/>
          </w:tcPr>
          <w:p w14:paraId="70022177" w14:textId="77777777" w:rsidR="00341A45" w:rsidRPr="00067325" w:rsidRDefault="00116B69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E72AF4" w:rsidRPr="00067325" w14:paraId="07C2026F" w14:textId="77777777" w:rsidTr="00794BCE">
        <w:trPr>
          <w:trHeight w:val="213"/>
        </w:trPr>
        <w:tc>
          <w:tcPr>
            <w:tcW w:w="1739" w:type="dxa"/>
          </w:tcPr>
          <w:p w14:paraId="2B9042BA" w14:textId="77777777" w:rsidR="00E72AF4" w:rsidRPr="00067325" w:rsidRDefault="00E72AF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version</w:t>
            </w:r>
          </w:p>
        </w:tc>
        <w:tc>
          <w:tcPr>
            <w:tcW w:w="3252" w:type="dxa"/>
          </w:tcPr>
          <w:p w14:paraId="585CB4D5" w14:textId="77777777" w:rsidR="00E72AF4" w:rsidRPr="00067325" w:rsidRDefault="00E72AF4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Wersja schematu, z którą zgodny jest komunikat.</w:t>
            </w:r>
          </w:p>
        </w:tc>
        <w:tc>
          <w:tcPr>
            <w:tcW w:w="818" w:type="dxa"/>
          </w:tcPr>
          <w:p w14:paraId="7792325B" w14:textId="77777777" w:rsidR="00E72AF4" w:rsidRPr="00067325" w:rsidRDefault="00E72AF4" w:rsidP="00341A4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53" w:type="dxa"/>
          </w:tcPr>
          <w:p w14:paraId="3EA2CB3D" w14:textId="77777777" w:rsidR="00E72AF4" w:rsidRPr="00601F27" w:rsidRDefault="00E72AF4" w:rsidP="009C497F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</w:rPr>
              <w:t>ZVersion</w:t>
            </w:r>
          </w:p>
        </w:tc>
        <w:tc>
          <w:tcPr>
            <w:tcW w:w="1192" w:type="dxa"/>
          </w:tcPr>
          <w:p w14:paraId="065BB882" w14:textId="77777777" w:rsidR="00E72AF4" w:rsidRPr="00067325" w:rsidRDefault="00E72AF4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</w:tbl>
    <w:p w14:paraId="4B5344AC" w14:textId="4CE21853" w:rsidR="005743F3" w:rsidRDefault="005743F3" w:rsidP="005743F3">
      <w:pPr>
        <w:pStyle w:val="Legenda"/>
        <w:keepNext/>
      </w:pPr>
      <w:bookmarkStart w:id="386" w:name="_Toc182566641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110</w:t>
      </w:r>
      <w:r w:rsidR="00715F4C">
        <w:rPr>
          <w:noProof/>
        </w:rPr>
        <w:fldChar w:fldCharType="end"/>
      </w:r>
      <w:r>
        <w:t xml:space="preserve">. </w:t>
      </w:r>
      <w:r w:rsidRPr="008C1212">
        <w:t>Struktura elementu HeaderType</w:t>
      </w:r>
      <w:bookmarkEnd w:id="386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8"/>
        <w:gridCol w:w="832"/>
        <w:gridCol w:w="2095"/>
        <w:gridCol w:w="1197"/>
      </w:tblGrid>
      <w:tr w:rsidR="00341A45" w:rsidRPr="00067325" w14:paraId="14A1F379" w14:textId="77777777" w:rsidTr="00794B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1D1E3F9F" w14:textId="77777777" w:rsidR="00341A45" w:rsidRPr="00067325" w:rsidRDefault="00341A45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8" w:type="dxa"/>
          </w:tcPr>
          <w:p w14:paraId="2C7B73FB" w14:textId="77777777" w:rsidR="00341A45" w:rsidRPr="00067325" w:rsidRDefault="00341A45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32" w:type="dxa"/>
          </w:tcPr>
          <w:p w14:paraId="171D2706" w14:textId="77777777" w:rsidR="00341A45" w:rsidRPr="00067325" w:rsidRDefault="002C3B08" w:rsidP="00341A45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546EC58E" w14:textId="77777777" w:rsidR="00341A45" w:rsidRPr="00067325" w:rsidRDefault="00341A45">
            <w:pPr>
              <w:rPr>
                <w:rFonts w:cs="Arial"/>
                <w:b/>
                <w:sz w:val="18"/>
                <w:szCs w:val="18"/>
              </w:rPr>
            </w:pPr>
            <w:r w:rsidRPr="00067325">
              <w:rPr>
                <w:rFonts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389DB127" w14:textId="77777777" w:rsidR="00341A45" w:rsidRPr="00067325" w:rsidRDefault="00341A45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341A45" w:rsidRPr="00067325" w14:paraId="5864F7A7" w14:textId="77777777" w:rsidTr="00794BCE">
        <w:trPr>
          <w:trHeight w:val="213"/>
        </w:trPr>
        <w:tc>
          <w:tcPr>
            <w:tcW w:w="1788" w:type="dxa"/>
          </w:tcPr>
          <w:p w14:paraId="24061551" w14:textId="77777777" w:rsidR="00341A45" w:rsidRPr="00067325" w:rsidRDefault="00341A4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identifier</w:t>
            </w:r>
          </w:p>
        </w:tc>
        <w:tc>
          <w:tcPr>
            <w:tcW w:w="3368" w:type="dxa"/>
          </w:tcPr>
          <w:p w14:paraId="186C8C49" w14:textId="77777777" w:rsidR="00341A45" w:rsidRPr="00067325" w:rsidRDefault="00E72AF4">
            <w:pPr>
              <w:rPr>
                <w:rFonts w:cs="Arial"/>
                <w:sz w:val="20"/>
                <w:szCs w:val="20"/>
              </w:rPr>
            </w:pPr>
            <w:r w:rsidRPr="00067325">
              <w:rPr>
                <w:rFonts w:cs="Arial"/>
                <w:sz w:val="20"/>
                <w:szCs w:val="20"/>
              </w:rPr>
              <w:t>Identyfikator podatkowy NIP/ numer PESEL.</w:t>
            </w:r>
          </w:p>
        </w:tc>
        <w:tc>
          <w:tcPr>
            <w:tcW w:w="832" w:type="dxa"/>
          </w:tcPr>
          <w:p w14:paraId="174E876A" w14:textId="77777777" w:rsidR="00341A45" w:rsidRPr="00067325" w:rsidRDefault="008E115D">
            <w:pPr>
              <w:rPr>
                <w:rFonts w:cs="Arial"/>
                <w:sz w:val="20"/>
                <w:szCs w:val="20"/>
              </w:rPr>
            </w:pPr>
            <w:r w:rsidRPr="00067325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095" w:type="dxa"/>
          </w:tcPr>
          <w:p w14:paraId="3AADBE82" w14:textId="77777777" w:rsidR="00341A45" w:rsidRPr="00067325" w:rsidRDefault="00341A4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ZIdentification</w:t>
            </w:r>
          </w:p>
        </w:tc>
        <w:tc>
          <w:tcPr>
            <w:tcW w:w="1197" w:type="dxa"/>
          </w:tcPr>
          <w:p w14:paraId="36724244" w14:textId="77777777" w:rsidR="00341A45" w:rsidRPr="00067325" w:rsidRDefault="00341A4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341A45" w:rsidRPr="00067325" w14:paraId="60984308" w14:textId="77777777" w:rsidTr="00794BCE">
        <w:trPr>
          <w:trHeight w:val="213"/>
        </w:trPr>
        <w:tc>
          <w:tcPr>
            <w:tcW w:w="1788" w:type="dxa"/>
          </w:tcPr>
          <w:p w14:paraId="347DB06A" w14:textId="77777777" w:rsidR="00341A45" w:rsidRPr="00067325" w:rsidRDefault="00341A4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period</w:t>
            </w:r>
          </w:p>
        </w:tc>
        <w:tc>
          <w:tcPr>
            <w:tcW w:w="3368" w:type="dxa"/>
          </w:tcPr>
          <w:p w14:paraId="54E597D1" w14:textId="77777777" w:rsidR="00341A45" w:rsidRPr="00067325" w:rsidRDefault="00E72AF4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Data w formacie miesiąc i rok za jaki została złożona deklaracja.</w:t>
            </w:r>
          </w:p>
        </w:tc>
        <w:tc>
          <w:tcPr>
            <w:tcW w:w="832" w:type="dxa"/>
          </w:tcPr>
          <w:p w14:paraId="06FE0771" w14:textId="77777777" w:rsidR="00341A45" w:rsidRPr="00067325" w:rsidRDefault="008E115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2, 3</w:t>
            </w:r>
          </w:p>
        </w:tc>
        <w:tc>
          <w:tcPr>
            <w:tcW w:w="2095" w:type="dxa"/>
          </w:tcPr>
          <w:p w14:paraId="5A703DB6" w14:textId="77777777" w:rsidR="00341A45" w:rsidRPr="00067325" w:rsidRDefault="00341A45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ZPeriod</w:t>
            </w:r>
          </w:p>
          <w:p w14:paraId="1EFC49C8" w14:textId="62804EF5" w:rsidR="00341A45" w:rsidRPr="00067325" w:rsidRDefault="00107B7C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712ABE" w:rsidRPr="0006732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>k</w:instrText>
            </w:r>
            <w:r w:rsidR="00712ABE" w:rsidRPr="00067325">
              <w:rPr>
                <w:rFonts w:eastAsia="Times New Roman" w:cs="Arial"/>
                <w:sz w:val="20"/>
                <w:szCs w:val="20"/>
              </w:rPr>
              <w:instrText>1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67325" w:rsidRPr="0006732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67325">
              <w:rPr>
                <w:rFonts w:eastAsia="Times New Roman" w:cs="Arial"/>
                <w:sz w:val="20"/>
                <w:szCs w:val="20"/>
              </w:rPr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67325">
              <w:rPr>
                <w:rFonts w:eastAsia="Times New Roman" w:cs="Arial"/>
                <w:sz w:val="20"/>
                <w:szCs w:val="20"/>
              </w:rPr>
              <w:t>R1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="002E739F" w:rsidRPr="00067325">
              <w:rPr>
                <w:rFonts w:eastAsia="Times New Roman" w:cs="Arial"/>
                <w:sz w:val="20"/>
                <w:szCs w:val="20"/>
              </w:rPr>
              <w:t>,R21</w:t>
            </w:r>
          </w:p>
        </w:tc>
        <w:tc>
          <w:tcPr>
            <w:tcW w:w="1197" w:type="dxa"/>
          </w:tcPr>
          <w:p w14:paraId="4FA74F41" w14:textId="77777777" w:rsidR="00341A45" w:rsidRPr="00067325" w:rsidRDefault="00341A4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341A45" w:rsidRPr="00067325" w14:paraId="0C58358A" w14:textId="77777777" w:rsidTr="00794BCE">
        <w:trPr>
          <w:trHeight w:val="213"/>
        </w:trPr>
        <w:tc>
          <w:tcPr>
            <w:tcW w:w="1788" w:type="dxa"/>
          </w:tcPr>
          <w:p w14:paraId="4C50829E" w14:textId="77777777" w:rsidR="00341A45" w:rsidRPr="00067325" w:rsidRDefault="00341A4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formNo</w:t>
            </w:r>
          </w:p>
        </w:tc>
        <w:tc>
          <w:tcPr>
            <w:tcW w:w="3368" w:type="dxa"/>
          </w:tcPr>
          <w:p w14:paraId="47AFB2C7" w14:textId="77777777" w:rsidR="00341A45" w:rsidRPr="00067325" w:rsidRDefault="00E72AF4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Numer załącznika. Podatnik może załączyć wiele formularzy załącznika tego samego typu.</w:t>
            </w:r>
          </w:p>
        </w:tc>
        <w:tc>
          <w:tcPr>
            <w:tcW w:w="832" w:type="dxa"/>
          </w:tcPr>
          <w:p w14:paraId="3A6A4BCB" w14:textId="77777777" w:rsidR="00341A45" w:rsidRPr="00067325" w:rsidRDefault="008E115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4</w:t>
            </w:r>
          </w:p>
        </w:tc>
        <w:tc>
          <w:tcPr>
            <w:tcW w:w="2095" w:type="dxa"/>
          </w:tcPr>
          <w:p w14:paraId="1AEA79DF" w14:textId="77777777" w:rsidR="00341A45" w:rsidRPr="00067325" w:rsidRDefault="003D5320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ZFormNo</w:t>
            </w:r>
          </w:p>
          <w:p w14:paraId="305232A9" w14:textId="6F61F31F" w:rsidR="00341A45" w:rsidRPr="00067325" w:rsidRDefault="00107B7C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712ABE" w:rsidRPr="0006732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>k</w:instrText>
            </w:r>
            <w:r w:rsidR="00712ABE" w:rsidRPr="00067325">
              <w:rPr>
                <w:rFonts w:eastAsia="Times New Roman" w:cs="Arial"/>
                <w:sz w:val="20"/>
                <w:szCs w:val="20"/>
              </w:rPr>
              <w:instrText>2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67325" w:rsidRPr="0006732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67325">
              <w:rPr>
                <w:rFonts w:eastAsia="Times New Roman" w:cs="Arial"/>
                <w:sz w:val="20"/>
                <w:szCs w:val="20"/>
              </w:rPr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67325">
              <w:rPr>
                <w:rFonts w:eastAsia="Times New Roman" w:cs="Arial"/>
                <w:sz w:val="20"/>
                <w:szCs w:val="20"/>
              </w:rPr>
              <w:t>R2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C6E3E48" w14:textId="77777777" w:rsidR="00341A45" w:rsidRPr="00067325" w:rsidRDefault="00341A4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9078BC" w:rsidRPr="00067325" w14:paraId="128500F1" w14:textId="77777777" w:rsidTr="00794BCE">
        <w:trPr>
          <w:trHeight w:val="213"/>
        </w:trPr>
        <w:tc>
          <w:tcPr>
            <w:tcW w:w="1788" w:type="dxa"/>
          </w:tcPr>
          <w:p w14:paraId="2F0A9965" w14:textId="77777777" w:rsidR="009078BC" w:rsidRPr="00067325" w:rsidRDefault="009078B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Warehouse</w:t>
            </w:r>
          </w:p>
        </w:tc>
        <w:tc>
          <w:tcPr>
            <w:tcW w:w="3368" w:type="dxa"/>
          </w:tcPr>
          <w:p w14:paraId="44AB7C40" w14:textId="77777777" w:rsidR="009078BC" w:rsidRPr="00067325" w:rsidRDefault="009078BC" w:rsidP="00D05D5C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Dane o składzie podatkowym</w:t>
            </w:r>
            <w:r w:rsidR="00E72AF4" w:rsidRPr="00067325">
              <w:rPr>
                <w:rFonts w:eastAsia="Times New Roman" w:cs="Arial"/>
                <w:sz w:val="20"/>
                <w:szCs w:val="20"/>
              </w:rPr>
              <w:t>.</w:t>
            </w:r>
          </w:p>
        </w:tc>
        <w:tc>
          <w:tcPr>
            <w:tcW w:w="832" w:type="dxa"/>
          </w:tcPr>
          <w:p w14:paraId="01CA84D0" w14:textId="77777777" w:rsidR="009078BC" w:rsidRPr="00067325" w:rsidRDefault="009078BC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B</w:t>
            </w:r>
          </w:p>
        </w:tc>
        <w:tc>
          <w:tcPr>
            <w:tcW w:w="2095" w:type="dxa"/>
          </w:tcPr>
          <w:p w14:paraId="5155BFB5" w14:textId="77777777" w:rsidR="009078BC" w:rsidRPr="00601F27" w:rsidRDefault="002E0A2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instrText xml:space="preserve"> REF WarehouseType_k\h  \* MERGEFORMAT </w:instrTex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601F27">
              <w:rPr>
                <w:rStyle w:val="pole"/>
                <w:rFonts w:ascii="Lato" w:hAnsi="Lato"/>
                <w:sz w:val="20"/>
                <w:szCs w:val="20"/>
              </w:rPr>
              <w:t>WarehouseType</w: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1A859AC" w14:textId="77777777" w:rsidR="009078BC" w:rsidRPr="00067325" w:rsidRDefault="009078BC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9078BC" w:rsidRPr="00067325" w14:paraId="0E182F30" w14:textId="77777777" w:rsidTr="00794BCE">
        <w:trPr>
          <w:trHeight w:val="213"/>
        </w:trPr>
        <w:tc>
          <w:tcPr>
            <w:tcW w:w="1788" w:type="dxa"/>
          </w:tcPr>
          <w:p w14:paraId="1381CEC8" w14:textId="77777777" w:rsidR="009078BC" w:rsidRPr="00067325" w:rsidRDefault="009078BC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ExciseDutyInformation</w:t>
            </w:r>
          </w:p>
        </w:tc>
        <w:tc>
          <w:tcPr>
            <w:tcW w:w="3368" w:type="dxa"/>
          </w:tcPr>
          <w:p w14:paraId="75E68F17" w14:textId="77777777" w:rsidR="009078BC" w:rsidRPr="00067325" w:rsidRDefault="00E72AF4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Dane o składzie podatkowym, obliczeniach i rozliczeniach kwot podatku akcyzowego</w:t>
            </w:r>
          </w:p>
        </w:tc>
        <w:tc>
          <w:tcPr>
            <w:tcW w:w="832" w:type="dxa"/>
          </w:tcPr>
          <w:p w14:paraId="290C6DA7" w14:textId="77777777" w:rsidR="009078BC" w:rsidRPr="00067325" w:rsidRDefault="009078BC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C, D, F</w:t>
            </w:r>
          </w:p>
        </w:tc>
        <w:tc>
          <w:tcPr>
            <w:tcW w:w="2095" w:type="dxa"/>
          </w:tcPr>
          <w:p w14:paraId="5CD762BA" w14:textId="77777777" w:rsidR="009078BC" w:rsidRPr="00601F27" w:rsidRDefault="002E0A29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instrText xml:space="preserve"> REF ExciseDutyInformationType_k\h  \* MERGEFORMAT </w:instrTex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601F27">
              <w:rPr>
                <w:rStyle w:val="pole"/>
                <w:rFonts w:ascii="Lato" w:hAnsi="Lato"/>
                <w:sz w:val="20"/>
                <w:szCs w:val="20"/>
              </w:rPr>
              <w:t>ExciseDutyInformationType</w: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DF36937" w14:textId="77777777" w:rsidR="009078BC" w:rsidRPr="00067325" w:rsidRDefault="00C6122F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0</w:t>
            </w:r>
            <w:r w:rsidR="009078BC" w:rsidRPr="00067325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9078BC" w:rsidRPr="00067325" w14:paraId="2A8D08A1" w14:textId="77777777" w:rsidTr="00794BCE">
        <w:trPr>
          <w:trHeight w:val="213"/>
        </w:trPr>
        <w:tc>
          <w:tcPr>
            <w:tcW w:w="1788" w:type="dxa"/>
          </w:tcPr>
          <w:p w14:paraId="50D6ED7F" w14:textId="77777777" w:rsidR="009078BC" w:rsidRPr="00067325" w:rsidRDefault="009078B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DailyPaymentInformation</w:t>
            </w:r>
          </w:p>
        </w:tc>
        <w:tc>
          <w:tcPr>
            <w:tcW w:w="3368" w:type="dxa"/>
          </w:tcPr>
          <w:p w14:paraId="60620FA7" w14:textId="77777777" w:rsidR="009078BC" w:rsidRPr="00067325" w:rsidRDefault="00E72AF4" w:rsidP="00D05D5C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Suma kwot wpł</w:t>
            </w:r>
            <w:r w:rsidR="003F2C55" w:rsidRPr="00067325">
              <w:rPr>
                <w:rFonts w:eastAsia="Times New Roman" w:cs="Arial"/>
                <w:sz w:val="20"/>
                <w:szCs w:val="20"/>
              </w:rPr>
              <w:t>a</w:t>
            </w:r>
            <w:r w:rsidRPr="00067325">
              <w:rPr>
                <w:rFonts w:eastAsia="Times New Roman" w:cs="Arial"/>
                <w:sz w:val="20"/>
                <w:szCs w:val="20"/>
              </w:rPr>
              <w:t>t dziennych</w:t>
            </w:r>
          </w:p>
        </w:tc>
        <w:tc>
          <w:tcPr>
            <w:tcW w:w="832" w:type="dxa"/>
          </w:tcPr>
          <w:p w14:paraId="2CFF76CD" w14:textId="77777777" w:rsidR="009078BC" w:rsidRPr="00067325" w:rsidRDefault="009078BC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E</w:t>
            </w:r>
          </w:p>
        </w:tc>
        <w:tc>
          <w:tcPr>
            <w:tcW w:w="2095" w:type="dxa"/>
          </w:tcPr>
          <w:p w14:paraId="5F7D56FC" w14:textId="77777777" w:rsidR="009078BC" w:rsidRPr="00067325" w:rsidRDefault="009078B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DailyPaymentInformationType</w:t>
            </w:r>
          </w:p>
          <w:p w14:paraId="667EEA72" w14:textId="1BB8CCEC" w:rsidR="00712ABE" w:rsidRPr="00067325" w:rsidRDefault="00107B7C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712ABE" w:rsidRPr="0006732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>k</w:instrText>
            </w:r>
            <w:r w:rsidR="00712ABE" w:rsidRPr="00067325">
              <w:rPr>
                <w:rFonts w:eastAsia="Times New Roman" w:cs="Arial"/>
                <w:sz w:val="20"/>
                <w:szCs w:val="20"/>
              </w:rPr>
              <w:instrText>3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67325" w:rsidRPr="0006732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67325">
              <w:rPr>
                <w:rFonts w:eastAsia="Times New Roman" w:cs="Arial"/>
                <w:sz w:val="20"/>
                <w:szCs w:val="20"/>
              </w:rPr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67325">
              <w:rPr>
                <w:rFonts w:eastAsia="Times New Roman" w:cs="Arial"/>
                <w:sz w:val="20"/>
                <w:szCs w:val="20"/>
              </w:rPr>
              <w:t>R3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DF4FCA5" w14:textId="77777777" w:rsidR="009078BC" w:rsidRPr="00067325" w:rsidRDefault="00410190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0</w:t>
            </w:r>
            <w:r w:rsidR="009078BC" w:rsidRPr="00067325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</w:tbl>
    <w:p w14:paraId="4684945A" w14:textId="11BA1A10" w:rsidR="005743F3" w:rsidRDefault="005743F3" w:rsidP="005743F3">
      <w:pPr>
        <w:pStyle w:val="Legenda"/>
        <w:keepNext/>
      </w:pPr>
      <w:bookmarkStart w:id="387" w:name="_Toc182566642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111</w:t>
      </w:r>
      <w:r w:rsidR="00715F4C">
        <w:rPr>
          <w:noProof/>
        </w:rPr>
        <w:fldChar w:fldCharType="end"/>
      </w:r>
      <w:r>
        <w:t xml:space="preserve">. </w:t>
      </w:r>
      <w:r w:rsidRPr="00AE10CA">
        <w:t>Struktura elementu WarehouseType</w:t>
      </w:r>
      <w:bookmarkEnd w:id="387"/>
    </w:p>
    <w:tbl>
      <w:tblPr>
        <w:tblStyle w:val="Siatkatabelijasna"/>
        <w:tblW w:w="9225" w:type="dxa"/>
        <w:tblLook w:val="01E0" w:firstRow="1" w:lastRow="1" w:firstColumn="1" w:lastColumn="1" w:noHBand="0" w:noVBand="0"/>
      </w:tblPr>
      <w:tblGrid>
        <w:gridCol w:w="1788"/>
        <w:gridCol w:w="3368"/>
        <w:gridCol w:w="828"/>
        <w:gridCol w:w="2044"/>
        <w:gridCol w:w="1197"/>
      </w:tblGrid>
      <w:tr w:rsidR="00341A45" w:rsidRPr="00067325" w14:paraId="701A3B95" w14:textId="77777777" w:rsidTr="00794B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4230C409" w14:textId="77777777" w:rsidR="00341A45" w:rsidRPr="00067325" w:rsidRDefault="00341A45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8" w:type="dxa"/>
          </w:tcPr>
          <w:p w14:paraId="63DD5EF1" w14:textId="77777777" w:rsidR="00341A45" w:rsidRPr="00067325" w:rsidRDefault="00341A45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28" w:type="dxa"/>
          </w:tcPr>
          <w:p w14:paraId="3E9033F2" w14:textId="77777777" w:rsidR="00341A45" w:rsidRPr="00067325" w:rsidRDefault="002C3B08" w:rsidP="00341A45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44" w:type="dxa"/>
          </w:tcPr>
          <w:p w14:paraId="3D259013" w14:textId="77777777" w:rsidR="00341A45" w:rsidRPr="00067325" w:rsidRDefault="00341A45">
            <w:pPr>
              <w:rPr>
                <w:rFonts w:cs="Arial"/>
                <w:b/>
                <w:sz w:val="18"/>
                <w:szCs w:val="18"/>
              </w:rPr>
            </w:pPr>
            <w:r w:rsidRPr="00067325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6514F57A" w14:textId="77777777" w:rsidR="00341A45" w:rsidRPr="00067325" w:rsidRDefault="00341A45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341A45" w:rsidRPr="00067325" w14:paraId="5864EBB3" w14:textId="77777777" w:rsidTr="00794BCE">
        <w:trPr>
          <w:trHeight w:val="213"/>
        </w:trPr>
        <w:tc>
          <w:tcPr>
            <w:tcW w:w="1788" w:type="dxa"/>
          </w:tcPr>
          <w:p w14:paraId="396CC368" w14:textId="77777777" w:rsidR="00341A45" w:rsidRPr="00067325" w:rsidRDefault="00341A4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operatorNo</w:t>
            </w:r>
          </w:p>
        </w:tc>
        <w:tc>
          <w:tcPr>
            <w:tcW w:w="3368" w:type="dxa"/>
          </w:tcPr>
          <w:p w14:paraId="1C91456D" w14:textId="77777777" w:rsidR="00341A45" w:rsidRPr="00067325" w:rsidRDefault="00E72AF4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Numer akcyzowy składu(pole 7 wypełnia podatnik prowadzący skład)</w:t>
            </w:r>
          </w:p>
        </w:tc>
        <w:tc>
          <w:tcPr>
            <w:tcW w:w="828" w:type="dxa"/>
          </w:tcPr>
          <w:p w14:paraId="0C211582" w14:textId="77777777" w:rsidR="00341A45" w:rsidRPr="00067325" w:rsidRDefault="00DE1127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2044" w:type="dxa"/>
          </w:tcPr>
          <w:p w14:paraId="6C42C476" w14:textId="77777777" w:rsidR="00341A45" w:rsidRPr="00067325" w:rsidRDefault="004D02D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  <w:r w:rsidR="00341A45" w:rsidRPr="00067325">
              <w:rPr>
                <w:rStyle w:val="pole"/>
                <w:rFonts w:ascii="Lato" w:hAnsi="Lato"/>
                <w:sz w:val="20"/>
                <w:szCs w:val="20"/>
              </w:rPr>
              <w:t>(13)</w:t>
            </w:r>
          </w:p>
          <w:p w14:paraId="5877D176" w14:textId="1B9A3980" w:rsidR="00341A45" w:rsidRPr="00067325" w:rsidRDefault="00107B7C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341A45" w:rsidRPr="0006732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>k</w:instrText>
            </w:r>
            <w:r w:rsidR="00341A45" w:rsidRPr="00067325">
              <w:rPr>
                <w:rFonts w:eastAsia="Times New Roman" w:cs="Arial"/>
                <w:sz w:val="20"/>
                <w:szCs w:val="20"/>
              </w:rPr>
              <w:instrText>4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67325" w:rsidRPr="0006732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67325">
              <w:rPr>
                <w:rFonts w:eastAsia="Times New Roman" w:cs="Arial"/>
                <w:sz w:val="20"/>
                <w:szCs w:val="20"/>
              </w:rPr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67325">
              <w:rPr>
                <w:rFonts w:eastAsia="Times New Roman" w:cs="Arial"/>
                <w:sz w:val="20"/>
                <w:szCs w:val="20"/>
              </w:rPr>
              <w:t>R4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7AB799B" w14:textId="77777777" w:rsidR="00341A45" w:rsidRPr="00067325" w:rsidRDefault="00341A4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341A45" w:rsidRPr="00067325" w14:paraId="35FC30BF" w14:textId="77777777" w:rsidTr="00794BCE">
        <w:trPr>
          <w:trHeight w:val="213"/>
        </w:trPr>
        <w:tc>
          <w:tcPr>
            <w:tcW w:w="1788" w:type="dxa"/>
          </w:tcPr>
          <w:p w14:paraId="32B31B4D" w14:textId="77777777" w:rsidR="00341A45" w:rsidRPr="00067325" w:rsidRDefault="00341A4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userNo</w:t>
            </w:r>
          </w:p>
        </w:tc>
        <w:tc>
          <w:tcPr>
            <w:tcW w:w="3368" w:type="dxa"/>
          </w:tcPr>
          <w:p w14:paraId="1C2B3AAF" w14:textId="77777777" w:rsidR="00341A45" w:rsidRPr="00067325" w:rsidRDefault="00E72AF4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Numer akcyzowy składu (pole 8 wypełnia podatnik będący właścicielem wyrobów akcyzowych, korzystający z cudzego składu)</w:t>
            </w:r>
          </w:p>
        </w:tc>
        <w:tc>
          <w:tcPr>
            <w:tcW w:w="828" w:type="dxa"/>
          </w:tcPr>
          <w:p w14:paraId="4176F9A8" w14:textId="77777777" w:rsidR="00341A45" w:rsidRPr="00067325" w:rsidRDefault="00DE1127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8</w:t>
            </w:r>
          </w:p>
        </w:tc>
        <w:tc>
          <w:tcPr>
            <w:tcW w:w="2044" w:type="dxa"/>
          </w:tcPr>
          <w:p w14:paraId="0C5470B6" w14:textId="77777777" w:rsidR="00341A45" w:rsidRPr="00067325" w:rsidRDefault="004D02D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  <w:r w:rsidR="00341A45" w:rsidRPr="00067325">
              <w:rPr>
                <w:rStyle w:val="pole"/>
                <w:rFonts w:ascii="Lato" w:hAnsi="Lato"/>
                <w:sz w:val="20"/>
                <w:szCs w:val="20"/>
              </w:rPr>
              <w:t>(13)</w:t>
            </w:r>
          </w:p>
          <w:p w14:paraId="1E749EF5" w14:textId="069CAD15" w:rsidR="00341A45" w:rsidRPr="00067325" w:rsidRDefault="00107B7C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341A45" w:rsidRPr="0006732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>k</w:instrText>
            </w:r>
            <w:r w:rsidR="00341A45" w:rsidRPr="00067325">
              <w:rPr>
                <w:rFonts w:eastAsia="Times New Roman" w:cs="Arial"/>
                <w:sz w:val="20"/>
                <w:szCs w:val="20"/>
              </w:rPr>
              <w:instrText>5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67325" w:rsidRPr="0006732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67325">
              <w:rPr>
                <w:rFonts w:eastAsia="Times New Roman" w:cs="Arial"/>
                <w:sz w:val="20"/>
                <w:szCs w:val="20"/>
              </w:rPr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67325">
              <w:rPr>
                <w:rFonts w:eastAsia="Times New Roman" w:cs="Arial"/>
                <w:sz w:val="20"/>
                <w:szCs w:val="20"/>
              </w:rPr>
              <w:t>R5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B02D040" w14:textId="77777777" w:rsidR="00341A45" w:rsidRPr="00067325" w:rsidRDefault="00341A4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341A45" w:rsidRPr="00067325" w14:paraId="3FC508BE" w14:textId="77777777" w:rsidTr="00794BCE">
        <w:trPr>
          <w:trHeight w:val="213"/>
        </w:trPr>
        <w:tc>
          <w:tcPr>
            <w:tcW w:w="1788" w:type="dxa"/>
          </w:tcPr>
          <w:p w14:paraId="26E6CEDA" w14:textId="77777777" w:rsidR="00341A45" w:rsidRPr="00067325" w:rsidRDefault="00341A4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address</w:t>
            </w:r>
          </w:p>
        </w:tc>
        <w:tc>
          <w:tcPr>
            <w:tcW w:w="3368" w:type="dxa"/>
          </w:tcPr>
          <w:p w14:paraId="7F9A5543" w14:textId="77777777" w:rsidR="00341A45" w:rsidRPr="00067325" w:rsidRDefault="00341A4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Adres składu</w:t>
            </w:r>
            <w:r w:rsidR="00E72AF4" w:rsidRPr="00067325">
              <w:rPr>
                <w:rFonts w:eastAsia="Times New Roman" w:cs="Arial"/>
                <w:sz w:val="20"/>
                <w:szCs w:val="20"/>
              </w:rPr>
              <w:t>.</w:t>
            </w:r>
          </w:p>
        </w:tc>
        <w:tc>
          <w:tcPr>
            <w:tcW w:w="828" w:type="dxa"/>
          </w:tcPr>
          <w:p w14:paraId="5EC5E3E6" w14:textId="77777777" w:rsidR="00341A45" w:rsidRPr="00067325" w:rsidRDefault="00DE1127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9</w:t>
            </w:r>
          </w:p>
        </w:tc>
        <w:tc>
          <w:tcPr>
            <w:tcW w:w="2044" w:type="dxa"/>
          </w:tcPr>
          <w:p w14:paraId="68C4D26F" w14:textId="77777777" w:rsidR="00341A45" w:rsidRPr="00067325" w:rsidRDefault="004D02D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  <w:r w:rsidR="00694290" w:rsidRPr="00067325">
              <w:rPr>
                <w:rStyle w:val="pole"/>
                <w:rFonts w:ascii="Lato" w:hAnsi="Lato"/>
                <w:sz w:val="20"/>
                <w:szCs w:val="20"/>
              </w:rPr>
              <w:t>(</w:t>
            </w:r>
            <w:r w:rsidR="00D561DA" w:rsidRPr="00067325">
              <w:rPr>
                <w:rStyle w:val="pole"/>
                <w:rFonts w:ascii="Lato" w:hAnsi="Lato"/>
                <w:sz w:val="20"/>
                <w:szCs w:val="20"/>
              </w:rPr>
              <w:t>512</w:t>
            </w:r>
            <w:r w:rsidR="00341A45" w:rsidRPr="00067325">
              <w:rPr>
                <w:rStyle w:val="pole"/>
                <w:rFonts w:ascii="Lato" w:hAnsi="Lato"/>
                <w:sz w:val="20"/>
                <w:szCs w:val="20"/>
              </w:rPr>
              <w:t>)</w:t>
            </w:r>
          </w:p>
          <w:p w14:paraId="61C9CB08" w14:textId="43A8C057" w:rsidR="00341A45" w:rsidRPr="00067325" w:rsidRDefault="00107B7C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341A45" w:rsidRPr="0006732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>k</w:instrText>
            </w:r>
            <w:r w:rsidR="00341A45" w:rsidRPr="00067325">
              <w:rPr>
                <w:rFonts w:eastAsia="Times New Roman" w:cs="Arial"/>
                <w:sz w:val="20"/>
                <w:szCs w:val="20"/>
              </w:rPr>
              <w:instrText>6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67325" w:rsidRPr="0006732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67325">
              <w:rPr>
                <w:rFonts w:eastAsia="Times New Roman" w:cs="Arial"/>
                <w:sz w:val="20"/>
                <w:szCs w:val="20"/>
              </w:rPr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67325">
              <w:rPr>
                <w:rFonts w:eastAsia="Times New Roman" w:cs="Arial"/>
                <w:sz w:val="20"/>
                <w:szCs w:val="20"/>
              </w:rPr>
              <w:t>R6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57EE287" w14:textId="77777777" w:rsidR="00341A45" w:rsidRPr="00067325" w:rsidRDefault="00341A4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341A45" w:rsidRPr="00067325" w14:paraId="5369F216" w14:textId="77777777" w:rsidTr="00794BCE">
        <w:trPr>
          <w:trHeight w:val="213"/>
        </w:trPr>
        <w:tc>
          <w:tcPr>
            <w:tcW w:w="1788" w:type="dxa"/>
          </w:tcPr>
          <w:p w14:paraId="04ED479B" w14:textId="77777777" w:rsidR="00341A45" w:rsidRPr="00067325" w:rsidRDefault="00341A4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consumerNo</w:t>
            </w:r>
          </w:p>
        </w:tc>
        <w:tc>
          <w:tcPr>
            <w:tcW w:w="3368" w:type="dxa"/>
          </w:tcPr>
          <w:p w14:paraId="1DE0ABF9" w14:textId="77777777" w:rsidR="00341A45" w:rsidRPr="00067325" w:rsidRDefault="00341A4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Numer akcyzowy zarejestrowanego odbiorcy, wypełniany tylko w przypadku formularza AKC-4zo</w:t>
            </w:r>
          </w:p>
        </w:tc>
        <w:tc>
          <w:tcPr>
            <w:tcW w:w="828" w:type="dxa"/>
          </w:tcPr>
          <w:p w14:paraId="4F323ECE" w14:textId="77777777" w:rsidR="00341A45" w:rsidRPr="00067325" w:rsidRDefault="00DE1127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10</w:t>
            </w:r>
          </w:p>
        </w:tc>
        <w:tc>
          <w:tcPr>
            <w:tcW w:w="2044" w:type="dxa"/>
          </w:tcPr>
          <w:p w14:paraId="55A04C63" w14:textId="77777777" w:rsidR="00341A45" w:rsidRPr="00067325" w:rsidRDefault="004D02D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  <w:r w:rsidR="00341A45" w:rsidRPr="00067325">
              <w:rPr>
                <w:rStyle w:val="pole"/>
                <w:rFonts w:ascii="Lato" w:hAnsi="Lato"/>
                <w:sz w:val="20"/>
                <w:szCs w:val="20"/>
              </w:rPr>
              <w:t>(13)</w:t>
            </w:r>
          </w:p>
          <w:p w14:paraId="019F4CDB" w14:textId="3BE7AEE9" w:rsidR="00341A45" w:rsidRPr="00067325" w:rsidRDefault="00107B7C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341A45" w:rsidRPr="0006732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>k</w:instrText>
            </w:r>
            <w:r w:rsidR="00341A45" w:rsidRPr="00067325">
              <w:rPr>
                <w:rFonts w:eastAsia="Times New Roman" w:cs="Arial"/>
                <w:sz w:val="20"/>
                <w:szCs w:val="20"/>
              </w:rPr>
              <w:instrText>7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67325" w:rsidRPr="0006732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67325">
              <w:rPr>
                <w:rFonts w:eastAsia="Times New Roman" w:cs="Arial"/>
                <w:sz w:val="20"/>
                <w:szCs w:val="20"/>
              </w:rPr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67325">
              <w:rPr>
                <w:rFonts w:eastAsia="Times New Roman" w:cs="Arial"/>
                <w:sz w:val="20"/>
                <w:szCs w:val="20"/>
              </w:rPr>
              <w:t>R7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7542DB2" w14:textId="77777777" w:rsidR="00341A45" w:rsidRPr="00067325" w:rsidRDefault="00341A4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B75F66" w:rsidRPr="00067325" w14:paraId="41FFCEE9" w14:textId="77777777" w:rsidTr="00794BCE">
        <w:trPr>
          <w:trHeight w:val="213"/>
        </w:trPr>
        <w:tc>
          <w:tcPr>
            <w:tcW w:w="1788" w:type="dxa"/>
          </w:tcPr>
          <w:p w14:paraId="227914EE" w14:textId="77777777" w:rsidR="00B75F66" w:rsidRPr="00067325" w:rsidRDefault="00B75F66" w:rsidP="00B75F6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oneTime</w:t>
            </w:r>
          </w:p>
        </w:tc>
        <w:tc>
          <w:tcPr>
            <w:tcW w:w="3368" w:type="dxa"/>
          </w:tcPr>
          <w:p w14:paraId="1A24A742" w14:textId="77777777" w:rsidR="00B75F66" w:rsidRPr="00067325" w:rsidRDefault="00B75F66" w:rsidP="00B75F66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Jednorazowe</w:t>
            </w:r>
          </w:p>
        </w:tc>
        <w:tc>
          <w:tcPr>
            <w:tcW w:w="828" w:type="dxa"/>
          </w:tcPr>
          <w:p w14:paraId="0B315CAE" w14:textId="77777777" w:rsidR="00B75F66" w:rsidRPr="00067325" w:rsidRDefault="00B75F66" w:rsidP="00B75F66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44" w:type="dxa"/>
          </w:tcPr>
          <w:p w14:paraId="7FBD408B" w14:textId="77777777" w:rsidR="00B75F66" w:rsidRPr="00067325" w:rsidRDefault="00B75F66" w:rsidP="00B75F6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boolean</w:t>
            </w:r>
          </w:p>
        </w:tc>
        <w:tc>
          <w:tcPr>
            <w:tcW w:w="1197" w:type="dxa"/>
          </w:tcPr>
          <w:p w14:paraId="1A6223B0" w14:textId="77777777" w:rsidR="00B75F66" w:rsidRPr="00067325" w:rsidRDefault="00B75F66" w:rsidP="00B75F66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</w:tbl>
    <w:p w14:paraId="1370D27D" w14:textId="4B4F4F66" w:rsidR="005743F3" w:rsidRDefault="005743F3" w:rsidP="005743F3">
      <w:pPr>
        <w:pStyle w:val="Legenda"/>
        <w:keepNext/>
      </w:pPr>
      <w:bookmarkStart w:id="388" w:name="_Toc182566643"/>
      <w:r>
        <w:lastRenderedPageBreak/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112</w:t>
      </w:r>
      <w:r w:rsidR="00715F4C">
        <w:rPr>
          <w:noProof/>
        </w:rPr>
        <w:fldChar w:fldCharType="end"/>
      </w:r>
      <w:r>
        <w:t xml:space="preserve">. </w:t>
      </w:r>
      <w:r w:rsidRPr="005118CF">
        <w:t>Struktura elementu ExciseDutyInformationType</w:t>
      </w:r>
      <w:bookmarkEnd w:id="388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8"/>
        <w:gridCol w:w="832"/>
        <w:gridCol w:w="2095"/>
        <w:gridCol w:w="1197"/>
      </w:tblGrid>
      <w:tr w:rsidR="00D83EF3" w:rsidRPr="00067325" w14:paraId="5263672E" w14:textId="77777777" w:rsidTr="00794B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6C8BAF60" w14:textId="77777777" w:rsidR="00D83EF3" w:rsidRPr="00067325" w:rsidRDefault="00D83EF3" w:rsidP="00F64ACD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8" w:type="dxa"/>
          </w:tcPr>
          <w:p w14:paraId="45D3DF86" w14:textId="77777777" w:rsidR="00D83EF3" w:rsidRPr="00067325" w:rsidRDefault="00D83EF3" w:rsidP="00F64ACD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32" w:type="dxa"/>
          </w:tcPr>
          <w:p w14:paraId="6C32F603" w14:textId="77777777" w:rsidR="00D83EF3" w:rsidRPr="00067325" w:rsidRDefault="002C3B08" w:rsidP="00F64ACD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7A14C53A" w14:textId="77777777" w:rsidR="00D83EF3" w:rsidRPr="00067325" w:rsidRDefault="00D83EF3" w:rsidP="00F64ACD">
            <w:pPr>
              <w:rPr>
                <w:rFonts w:cs="Arial"/>
                <w:b/>
                <w:sz w:val="18"/>
                <w:szCs w:val="18"/>
              </w:rPr>
            </w:pPr>
            <w:r w:rsidRPr="00067325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09DF30E5" w14:textId="77777777" w:rsidR="00D83EF3" w:rsidRPr="00067325" w:rsidRDefault="00D83EF3" w:rsidP="00F64ACD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A87A5E" w:rsidRPr="00067325" w14:paraId="5C944CA5" w14:textId="77777777" w:rsidTr="00794BCE">
        <w:trPr>
          <w:trHeight w:val="213"/>
        </w:trPr>
        <w:tc>
          <w:tcPr>
            <w:tcW w:w="1788" w:type="dxa"/>
          </w:tcPr>
          <w:p w14:paraId="4A7A2D12" w14:textId="77777777" w:rsidR="00A87A5E" w:rsidRPr="00067325" w:rsidRDefault="00A87A5E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CalculOfAmountOfExciseDuty</w:t>
            </w:r>
          </w:p>
        </w:tc>
        <w:tc>
          <w:tcPr>
            <w:tcW w:w="3368" w:type="dxa"/>
          </w:tcPr>
          <w:p w14:paraId="4C1FF1D1" w14:textId="77777777" w:rsidR="00A87A5E" w:rsidRPr="00067325" w:rsidRDefault="00A87A5E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Obliczenie </w:t>
            </w:r>
            <w:r w:rsidR="00E72AF4" w:rsidRPr="00067325">
              <w:rPr>
                <w:rFonts w:eastAsia="Times New Roman" w:cs="Arial"/>
                <w:sz w:val="20"/>
                <w:szCs w:val="20"/>
              </w:rPr>
              <w:t xml:space="preserve">wysokości </w:t>
            </w:r>
            <w:r w:rsidRPr="00067325">
              <w:rPr>
                <w:rFonts w:eastAsia="Times New Roman" w:cs="Arial"/>
                <w:sz w:val="20"/>
                <w:szCs w:val="20"/>
              </w:rPr>
              <w:t>podatku akcyzowego</w:t>
            </w:r>
          </w:p>
        </w:tc>
        <w:tc>
          <w:tcPr>
            <w:tcW w:w="832" w:type="dxa"/>
          </w:tcPr>
          <w:p w14:paraId="008CB672" w14:textId="77777777" w:rsidR="00A87A5E" w:rsidRPr="00067325" w:rsidRDefault="00A87A5E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C</w:t>
            </w:r>
          </w:p>
        </w:tc>
        <w:tc>
          <w:tcPr>
            <w:tcW w:w="2095" w:type="dxa"/>
          </w:tcPr>
          <w:p w14:paraId="313FECE3" w14:textId="77777777" w:rsidR="00A87A5E" w:rsidRPr="00067325" w:rsidRDefault="00A87A5E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CalculOfAmountOfExciseDuty</w:t>
            </w:r>
            <w:r w:rsidR="003F2C55" w:rsidRPr="00067325">
              <w:rPr>
                <w:rStyle w:val="pole"/>
                <w:rFonts w:ascii="Lato" w:hAnsi="Lato"/>
                <w:sz w:val="20"/>
                <w:szCs w:val="20"/>
              </w:rPr>
              <w:t>Type</w:t>
            </w:r>
          </w:p>
        </w:tc>
        <w:tc>
          <w:tcPr>
            <w:tcW w:w="1197" w:type="dxa"/>
          </w:tcPr>
          <w:p w14:paraId="7C6F8027" w14:textId="77777777" w:rsidR="00A87A5E" w:rsidRPr="00067325" w:rsidRDefault="00A87A5E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A87A5E" w:rsidRPr="00067325" w14:paraId="78282F99" w14:textId="77777777" w:rsidTr="00794BCE">
        <w:trPr>
          <w:trHeight w:val="213"/>
        </w:trPr>
        <w:tc>
          <w:tcPr>
            <w:tcW w:w="1788" w:type="dxa"/>
          </w:tcPr>
          <w:p w14:paraId="404D2A89" w14:textId="77777777" w:rsidR="00A87A5E" w:rsidRPr="00067325" w:rsidRDefault="00A87A5E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CleareanceExciseDuty</w:t>
            </w:r>
          </w:p>
        </w:tc>
        <w:tc>
          <w:tcPr>
            <w:tcW w:w="3368" w:type="dxa"/>
          </w:tcPr>
          <w:p w14:paraId="6B65A661" w14:textId="77777777" w:rsidR="00A87A5E" w:rsidRPr="00067325" w:rsidRDefault="00A87A5E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Rozliczenie podatku akcyzowego</w:t>
            </w:r>
          </w:p>
        </w:tc>
        <w:tc>
          <w:tcPr>
            <w:tcW w:w="832" w:type="dxa"/>
          </w:tcPr>
          <w:p w14:paraId="35ACC48F" w14:textId="77777777" w:rsidR="00A87A5E" w:rsidRPr="00067325" w:rsidRDefault="00A87A5E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D</w:t>
            </w:r>
          </w:p>
        </w:tc>
        <w:tc>
          <w:tcPr>
            <w:tcW w:w="2095" w:type="dxa"/>
          </w:tcPr>
          <w:p w14:paraId="3FFD7C63" w14:textId="77777777" w:rsidR="00A87A5E" w:rsidRPr="00601F27" w:rsidRDefault="002E0A29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instrText xml:space="preserve"> REF CleareanceExciseDutyType_L \h  \* MERGEFORMAT </w:instrTex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601F27">
              <w:rPr>
                <w:rStyle w:val="pole"/>
                <w:rFonts w:ascii="Lato" w:hAnsi="Lato"/>
                <w:sz w:val="20"/>
                <w:szCs w:val="20"/>
              </w:rPr>
              <w:t>CleareanceExciseDutyType</w: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A99C504" w14:textId="77777777" w:rsidR="00A87A5E" w:rsidRPr="00067325" w:rsidRDefault="00A87A5E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A87A5E" w:rsidRPr="00067325" w14:paraId="1E105746" w14:textId="77777777" w:rsidTr="00794BCE">
        <w:trPr>
          <w:trHeight w:val="213"/>
        </w:trPr>
        <w:tc>
          <w:tcPr>
            <w:tcW w:w="1788" w:type="dxa"/>
          </w:tcPr>
          <w:p w14:paraId="38B6F83E" w14:textId="77777777" w:rsidR="00A87A5E" w:rsidRPr="00067325" w:rsidRDefault="00A87A5E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Items</w:t>
            </w:r>
          </w:p>
        </w:tc>
        <w:tc>
          <w:tcPr>
            <w:tcW w:w="3368" w:type="dxa"/>
          </w:tcPr>
          <w:p w14:paraId="5E5E3F82" w14:textId="77777777" w:rsidR="00A87A5E" w:rsidRPr="00067325" w:rsidRDefault="00A87A5E" w:rsidP="00130986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Obliczenie </w:t>
            </w:r>
            <w:r w:rsidR="00E72AF4" w:rsidRPr="00067325">
              <w:rPr>
                <w:rFonts w:eastAsia="Times New Roman" w:cs="Arial"/>
                <w:sz w:val="20"/>
                <w:szCs w:val="20"/>
              </w:rPr>
              <w:t xml:space="preserve">wysokości </w:t>
            </w:r>
            <w:r w:rsidRPr="00067325">
              <w:rPr>
                <w:rFonts w:eastAsia="Times New Roman" w:cs="Arial"/>
                <w:sz w:val="20"/>
                <w:szCs w:val="20"/>
              </w:rPr>
              <w:t>podatku akcyzowego od</w:t>
            </w:r>
            <w:r w:rsidR="00E72AF4" w:rsidRPr="00067325">
              <w:rPr>
                <w:rFonts w:eastAsia="Times New Roman" w:cs="Arial"/>
                <w:sz w:val="20"/>
                <w:szCs w:val="20"/>
              </w:rPr>
              <w:t xml:space="preserve"> </w:t>
            </w:r>
            <w:r w:rsidRPr="00067325">
              <w:rPr>
                <w:rFonts w:eastAsia="Times New Roman" w:cs="Arial"/>
                <w:sz w:val="20"/>
                <w:szCs w:val="20"/>
              </w:rPr>
              <w:t>poszczególnych wyrobów</w:t>
            </w:r>
          </w:p>
        </w:tc>
        <w:tc>
          <w:tcPr>
            <w:tcW w:w="832" w:type="dxa"/>
          </w:tcPr>
          <w:p w14:paraId="60B74806" w14:textId="77777777" w:rsidR="00A87A5E" w:rsidRPr="00067325" w:rsidRDefault="00A87A5E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F</w:t>
            </w:r>
          </w:p>
        </w:tc>
        <w:tc>
          <w:tcPr>
            <w:tcW w:w="2095" w:type="dxa"/>
          </w:tcPr>
          <w:p w14:paraId="7252FA4C" w14:textId="77777777" w:rsidR="00A87A5E" w:rsidRPr="00601F27" w:rsidRDefault="002E0A29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instrText xml:space="preserve"> REF ItemsType_k \h  \* MERGEFORMAT </w:instrTex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601F27">
              <w:rPr>
                <w:rStyle w:val="pole"/>
                <w:rFonts w:ascii="Lato" w:hAnsi="Lato"/>
                <w:sz w:val="20"/>
                <w:szCs w:val="20"/>
              </w:rPr>
              <w:t>ItemsType</w: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45939EE" w14:textId="77777777" w:rsidR="00A87A5E" w:rsidRPr="00067325" w:rsidRDefault="00A87A5E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</w:tbl>
    <w:p w14:paraId="6A8C3372" w14:textId="5B63442B" w:rsidR="005743F3" w:rsidRDefault="005743F3" w:rsidP="005743F3">
      <w:pPr>
        <w:pStyle w:val="Legenda"/>
        <w:keepNext/>
      </w:pPr>
      <w:bookmarkStart w:id="389" w:name="_Toc182566644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113</w:t>
      </w:r>
      <w:r w:rsidR="00715F4C">
        <w:rPr>
          <w:noProof/>
        </w:rPr>
        <w:fldChar w:fldCharType="end"/>
      </w:r>
      <w:r>
        <w:t xml:space="preserve">. </w:t>
      </w:r>
      <w:r w:rsidRPr="00721C0C">
        <w:t>Struktura elementu CalculOdAmountOfExciseDutyType</w:t>
      </w:r>
      <w:bookmarkEnd w:id="389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3F2C55" w:rsidRPr="00067325" w14:paraId="717B2E73" w14:textId="77777777" w:rsidTr="00794B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1963A52E" w14:textId="77777777" w:rsidR="003F2C55" w:rsidRPr="00067325" w:rsidRDefault="003F2C55" w:rsidP="00855336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1EC4A2E4" w14:textId="77777777" w:rsidR="003F2C55" w:rsidRPr="00067325" w:rsidRDefault="003F2C55" w:rsidP="00855336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78A9BBBF" w14:textId="77777777" w:rsidR="003F2C55" w:rsidRPr="00067325" w:rsidRDefault="003F2C55" w:rsidP="00855336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22949410" w14:textId="77777777" w:rsidR="003F2C55" w:rsidRPr="00067325" w:rsidRDefault="003F2C55" w:rsidP="00855336">
            <w:pPr>
              <w:rPr>
                <w:rFonts w:cs="Arial"/>
                <w:b/>
                <w:sz w:val="18"/>
                <w:szCs w:val="18"/>
              </w:rPr>
            </w:pPr>
            <w:r w:rsidRPr="00067325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3900DF16" w14:textId="77777777" w:rsidR="003F2C55" w:rsidRPr="00067325" w:rsidRDefault="003F2C55" w:rsidP="00855336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3F2C55" w:rsidRPr="00067325" w14:paraId="5A653800" w14:textId="77777777" w:rsidTr="00794BCE">
        <w:trPr>
          <w:trHeight w:val="213"/>
        </w:trPr>
        <w:tc>
          <w:tcPr>
            <w:tcW w:w="1788" w:type="dxa"/>
          </w:tcPr>
          <w:p w14:paraId="1DB1DB5B" w14:textId="77777777" w:rsidR="003F2C55" w:rsidRPr="00067325" w:rsidRDefault="003F2C55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totalAmountOfTax</w:t>
            </w:r>
          </w:p>
        </w:tc>
        <w:tc>
          <w:tcPr>
            <w:tcW w:w="3360" w:type="dxa"/>
          </w:tcPr>
          <w:p w14:paraId="4B38E2FD" w14:textId="77777777" w:rsidR="003F2C55" w:rsidRPr="00067325" w:rsidRDefault="003F2C55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Razem obliczony podatek. Suma kwot z poz. 258 formularzy AKC-4/K.</w:t>
            </w:r>
          </w:p>
        </w:tc>
        <w:tc>
          <w:tcPr>
            <w:tcW w:w="840" w:type="dxa"/>
          </w:tcPr>
          <w:p w14:paraId="6068CED6" w14:textId="77777777" w:rsidR="003F2C55" w:rsidRPr="00067325" w:rsidRDefault="003F2C55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10</w:t>
            </w:r>
          </w:p>
        </w:tc>
        <w:tc>
          <w:tcPr>
            <w:tcW w:w="2095" w:type="dxa"/>
          </w:tcPr>
          <w:p w14:paraId="2FD3DA29" w14:textId="77777777" w:rsidR="003F2C55" w:rsidRPr="00067325" w:rsidRDefault="003F2C55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</w:tc>
        <w:tc>
          <w:tcPr>
            <w:tcW w:w="1197" w:type="dxa"/>
          </w:tcPr>
          <w:p w14:paraId="6D651861" w14:textId="77777777" w:rsidR="003F2C55" w:rsidRPr="00067325" w:rsidRDefault="003F2C55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3F2C55" w:rsidRPr="00067325" w14:paraId="04C6EBBB" w14:textId="77777777" w:rsidTr="00794BCE">
        <w:trPr>
          <w:trHeight w:val="213"/>
        </w:trPr>
        <w:tc>
          <w:tcPr>
            <w:tcW w:w="1788" w:type="dxa"/>
          </w:tcPr>
          <w:p w14:paraId="78222E17" w14:textId="77777777" w:rsidR="003F2C55" w:rsidRPr="00067325" w:rsidRDefault="003F2C55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reductions</w:t>
            </w:r>
          </w:p>
        </w:tc>
        <w:tc>
          <w:tcPr>
            <w:tcW w:w="3360" w:type="dxa"/>
          </w:tcPr>
          <w:p w14:paraId="524F1D3E" w14:textId="77777777" w:rsidR="003F2C55" w:rsidRPr="00067325" w:rsidRDefault="003F2C55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Zwolnienia i obniżenia. Wykazana kwota nie może przekroczyć kwoty z poz. 10.</w:t>
            </w:r>
          </w:p>
        </w:tc>
        <w:tc>
          <w:tcPr>
            <w:tcW w:w="840" w:type="dxa"/>
          </w:tcPr>
          <w:p w14:paraId="4021BB26" w14:textId="77777777" w:rsidR="003F2C55" w:rsidRPr="00067325" w:rsidRDefault="003F2C55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11</w:t>
            </w:r>
          </w:p>
        </w:tc>
        <w:tc>
          <w:tcPr>
            <w:tcW w:w="2095" w:type="dxa"/>
          </w:tcPr>
          <w:p w14:paraId="691582A9" w14:textId="77777777" w:rsidR="003F2C55" w:rsidRPr="00601F27" w:rsidRDefault="003F2C55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</w:tc>
        <w:tc>
          <w:tcPr>
            <w:tcW w:w="1197" w:type="dxa"/>
          </w:tcPr>
          <w:p w14:paraId="79426FC6" w14:textId="77777777" w:rsidR="003F2C55" w:rsidRPr="00067325" w:rsidRDefault="003F2C55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3F2C55" w:rsidRPr="00067325" w14:paraId="5F827452" w14:textId="77777777" w:rsidTr="00794BCE">
        <w:trPr>
          <w:trHeight w:val="213"/>
        </w:trPr>
        <w:tc>
          <w:tcPr>
            <w:tcW w:w="1788" w:type="dxa"/>
          </w:tcPr>
          <w:p w14:paraId="5E4E0E84" w14:textId="77777777" w:rsidR="003F2C55" w:rsidRPr="00067325" w:rsidRDefault="003F2C55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totalOfTax</w:t>
            </w:r>
          </w:p>
        </w:tc>
        <w:tc>
          <w:tcPr>
            <w:tcW w:w="3360" w:type="dxa"/>
          </w:tcPr>
          <w:p w14:paraId="738FD6E2" w14:textId="77777777" w:rsidR="003F2C55" w:rsidRPr="00067325" w:rsidRDefault="003F2C55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Ogółem podatek. Od kwoty z poz. 10 należy odjąć kwotę z poz. 11.</w:t>
            </w:r>
          </w:p>
        </w:tc>
        <w:tc>
          <w:tcPr>
            <w:tcW w:w="840" w:type="dxa"/>
          </w:tcPr>
          <w:p w14:paraId="7033A2BF" w14:textId="77777777" w:rsidR="003F2C55" w:rsidRPr="00067325" w:rsidRDefault="003F2C55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12</w:t>
            </w:r>
          </w:p>
        </w:tc>
        <w:tc>
          <w:tcPr>
            <w:tcW w:w="2095" w:type="dxa"/>
          </w:tcPr>
          <w:p w14:paraId="07F762F7" w14:textId="77777777" w:rsidR="003F2C55" w:rsidRPr="00601F27" w:rsidRDefault="003F2C55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</w:tc>
        <w:tc>
          <w:tcPr>
            <w:tcW w:w="1197" w:type="dxa"/>
          </w:tcPr>
          <w:p w14:paraId="389C4EA9" w14:textId="77777777" w:rsidR="003F2C55" w:rsidRPr="00067325" w:rsidRDefault="003F2C55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</w:tbl>
    <w:p w14:paraId="0491B4A8" w14:textId="037A9CD1" w:rsidR="005743F3" w:rsidRDefault="005743F3" w:rsidP="005743F3">
      <w:pPr>
        <w:pStyle w:val="Legenda"/>
        <w:keepNext/>
      </w:pPr>
      <w:bookmarkStart w:id="390" w:name="_Toc182566645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114</w:t>
      </w:r>
      <w:r w:rsidR="00715F4C">
        <w:rPr>
          <w:noProof/>
        </w:rPr>
        <w:fldChar w:fldCharType="end"/>
      </w:r>
      <w:r>
        <w:t xml:space="preserve">. </w:t>
      </w:r>
      <w:r w:rsidRPr="00E05C8B">
        <w:t>Struktura elementu CleareanceExciseDutyType</w:t>
      </w:r>
      <w:bookmarkEnd w:id="390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8"/>
        <w:gridCol w:w="832"/>
        <w:gridCol w:w="2095"/>
        <w:gridCol w:w="1197"/>
      </w:tblGrid>
      <w:tr w:rsidR="00341A45" w:rsidRPr="00067325" w14:paraId="4272E239" w14:textId="77777777" w:rsidTr="00794B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48D9812B" w14:textId="77777777" w:rsidR="00341A45" w:rsidRPr="00067325" w:rsidRDefault="00341A45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8" w:type="dxa"/>
          </w:tcPr>
          <w:p w14:paraId="5B3D3A5E" w14:textId="77777777" w:rsidR="00341A45" w:rsidRPr="00067325" w:rsidRDefault="00341A45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32" w:type="dxa"/>
          </w:tcPr>
          <w:p w14:paraId="56F509A1" w14:textId="77777777" w:rsidR="00341A45" w:rsidRPr="00067325" w:rsidRDefault="002C3B08" w:rsidP="00341A45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117F4B65" w14:textId="77777777" w:rsidR="00341A45" w:rsidRPr="00067325" w:rsidRDefault="00341A45">
            <w:pPr>
              <w:rPr>
                <w:rFonts w:cs="Arial"/>
                <w:b/>
                <w:sz w:val="18"/>
                <w:szCs w:val="18"/>
              </w:rPr>
            </w:pPr>
            <w:r w:rsidRPr="00067325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5B7C165D" w14:textId="77777777" w:rsidR="00341A45" w:rsidRPr="00067325" w:rsidRDefault="00341A45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A87A5E" w:rsidRPr="00067325" w14:paraId="3FB1B93C" w14:textId="77777777" w:rsidTr="00794BCE">
        <w:trPr>
          <w:trHeight w:val="213"/>
        </w:trPr>
        <w:tc>
          <w:tcPr>
            <w:tcW w:w="1788" w:type="dxa"/>
          </w:tcPr>
          <w:p w14:paraId="4C5D88E3" w14:textId="77777777" w:rsidR="00A87A5E" w:rsidRPr="00067325" w:rsidRDefault="00A87A5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amountOfPrePayment</w:t>
            </w:r>
          </w:p>
        </w:tc>
        <w:tc>
          <w:tcPr>
            <w:tcW w:w="3368" w:type="dxa"/>
          </w:tcPr>
          <w:p w14:paraId="3B5940AF" w14:textId="77777777" w:rsidR="00A87A5E" w:rsidRPr="00067325" w:rsidRDefault="00E72AF4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cs="Arial"/>
                <w:sz w:val="20"/>
                <w:szCs w:val="20"/>
              </w:rPr>
              <w:t>Kwota przedpłaty akcyzy. Suma kwot z pozycji 21 i 22 deklaracji AKC-PA(K) złożonej za miesiąc, którego niniejsza deklaracja dotyczy</w:t>
            </w:r>
          </w:p>
        </w:tc>
        <w:tc>
          <w:tcPr>
            <w:tcW w:w="832" w:type="dxa"/>
          </w:tcPr>
          <w:p w14:paraId="6A1359B4" w14:textId="77777777" w:rsidR="00A87A5E" w:rsidRPr="00067325" w:rsidRDefault="00A87A5E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</w:t>
            </w:r>
            <w:r w:rsidR="003F2C55" w:rsidRPr="00067325">
              <w:rPr>
                <w:rFonts w:eastAsia="Times New Roman" w:cs="Arial"/>
                <w:sz w:val="20"/>
                <w:szCs w:val="20"/>
              </w:rPr>
              <w:t>3</w:t>
            </w:r>
          </w:p>
        </w:tc>
        <w:tc>
          <w:tcPr>
            <w:tcW w:w="2095" w:type="dxa"/>
          </w:tcPr>
          <w:p w14:paraId="03655052" w14:textId="77777777" w:rsidR="00A87A5E" w:rsidRPr="00067325" w:rsidRDefault="00315E3D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</w:t>
            </w:r>
            <w:r w:rsidR="003F2C55" w:rsidRPr="00067325">
              <w:rPr>
                <w:rStyle w:val="pole"/>
                <w:rFonts w:ascii="Lato" w:hAnsi="Lato"/>
                <w:sz w:val="20"/>
                <w:szCs w:val="20"/>
                <w:lang w:val="pl-PL"/>
              </w:rPr>
              <w:t>T</w:t>
            </w:r>
          </w:p>
          <w:p w14:paraId="60C70BEA" w14:textId="422DEA4D" w:rsidR="00A87A5E" w:rsidRPr="00067325" w:rsidRDefault="00107B7C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A87A5E" w:rsidRPr="0006732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>k</w:instrText>
            </w:r>
            <w:r w:rsidR="00A87A5E" w:rsidRPr="00067325">
              <w:rPr>
                <w:rFonts w:eastAsia="Times New Roman" w:cs="Arial"/>
                <w:sz w:val="20"/>
                <w:szCs w:val="20"/>
              </w:rPr>
              <w:instrText>8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67325" w:rsidRPr="0006732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67325">
              <w:rPr>
                <w:rFonts w:eastAsia="Times New Roman" w:cs="Arial"/>
                <w:sz w:val="20"/>
                <w:szCs w:val="20"/>
              </w:rPr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67325">
              <w:rPr>
                <w:rFonts w:eastAsia="Times New Roman" w:cs="Arial"/>
                <w:sz w:val="20"/>
                <w:szCs w:val="20"/>
              </w:rPr>
              <w:t>R8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F20FDB4" w14:textId="77777777" w:rsidR="00A87A5E" w:rsidRPr="00067325" w:rsidRDefault="00A87A5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A87A5E" w:rsidRPr="00067325" w14:paraId="42A7CE66" w14:textId="77777777" w:rsidTr="00794BCE">
        <w:trPr>
          <w:trHeight w:val="213"/>
        </w:trPr>
        <w:tc>
          <w:tcPr>
            <w:tcW w:w="1788" w:type="dxa"/>
          </w:tcPr>
          <w:p w14:paraId="201BFA48" w14:textId="77777777" w:rsidR="00A87A5E" w:rsidRPr="00067325" w:rsidRDefault="00A87A5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taxChargeable</w:t>
            </w:r>
          </w:p>
        </w:tc>
        <w:tc>
          <w:tcPr>
            <w:tcW w:w="3368" w:type="dxa"/>
          </w:tcPr>
          <w:p w14:paraId="6C5D5A92" w14:textId="77777777" w:rsidR="00A87A5E" w:rsidRPr="00067325" w:rsidRDefault="00E72AF4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Podatek należny. Od kwoty z poz. 12 należy odjąć kwotę z poz. 13, jeżeli różnica jest liczbą ujemną, należy wpisać 0.</w:t>
            </w:r>
          </w:p>
        </w:tc>
        <w:tc>
          <w:tcPr>
            <w:tcW w:w="832" w:type="dxa"/>
          </w:tcPr>
          <w:p w14:paraId="546878A4" w14:textId="77777777" w:rsidR="00A87A5E" w:rsidRPr="00067325" w:rsidRDefault="00A87A5E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</w:t>
            </w:r>
            <w:r w:rsidR="003F2C55" w:rsidRPr="00067325">
              <w:rPr>
                <w:rFonts w:eastAsia="Times New Roman" w:cs="Arial"/>
                <w:sz w:val="20"/>
                <w:szCs w:val="20"/>
              </w:rPr>
              <w:t>4</w:t>
            </w:r>
          </w:p>
        </w:tc>
        <w:tc>
          <w:tcPr>
            <w:tcW w:w="2095" w:type="dxa"/>
          </w:tcPr>
          <w:p w14:paraId="46E9111B" w14:textId="77777777" w:rsidR="00A87A5E" w:rsidRPr="00067325" w:rsidRDefault="00315E3D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ZAmountP</w:t>
            </w:r>
          </w:p>
          <w:p w14:paraId="7642175D" w14:textId="768254A6" w:rsidR="00A87A5E" w:rsidRPr="00067325" w:rsidRDefault="00107B7C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A87A5E" w:rsidRPr="0006732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>k</w:instrText>
            </w:r>
            <w:r w:rsidR="00A87A5E" w:rsidRPr="00067325">
              <w:rPr>
                <w:rFonts w:eastAsia="Times New Roman" w:cs="Arial"/>
                <w:sz w:val="20"/>
                <w:szCs w:val="20"/>
              </w:rPr>
              <w:instrText>9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67325" w:rsidRPr="0006732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67325">
              <w:rPr>
                <w:rFonts w:eastAsia="Times New Roman" w:cs="Arial"/>
                <w:sz w:val="20"/>
                <w:szCs w:val="20"/>
              </w:rPr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67325">
              <w:rPr>
                <w:rFonts w:eastAsia="Times New Roman" w:cs="Arial"/>
                <w:sz w:val="20"/>
                <w:szCs w:val="20"/>
              </w:rPr>
              <w:t>R9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08753D4" w14:textId="77777777" w:rsidR="00A87A5E" w:rsidRPr="00067325" w:rsidRDefault="00A87A5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A87A5E" w:rsidRPr="00067325" w14:paraId="053CFE9C" w14:textId="77777777" w:rsidTr="00794BCE">
        <w:trPr>
          <w:trHeight w:val="213"/>
        </w:trPr>
        <w:tc>
          <w:tcPr>
            <w:tcW w:w="1788" w:type="dxa"/>
          </w:tcPr>
          <w:p w14:paraId="3AA5E57D" w14:textId="77777777" w:rsidR="00A87A5E" w:rsidRPr="00067325" w:rsidRDefault="00A87A5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surplusExcessPayment</w:t>
            </w:r>
          </w:p>
        </w:tc>
        <w:tc>
          <w:tcPr>
            <w:tcW w:w="3368" w:type="dxa"/>
          </w:tcPr>
          <w:p w14:paraId="0961BC5D" w14:textId="77777777" w:rsidR="00A87A5E" w:rsidRPr="00067325" w:rsidRDefault="00E72AF4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cs="Arial"/>
                <w:sz w:val="20"/>
                <w:szCs w:val="20"/>
              </w:rPr>
              <w:t>Nadwyżka przedpłaty. Od kwoty z poz. 13 należy odjąć kwotę z poz. 12, jeżeli różnica jest liczbą ujemną, należy wpisać 0.</w:t>
            </w:r>
          </w:p>
        </w:tc>
        <w:tc>
          <w:tcPr>
            <w:tcW w:w="832" w:type="dxa"/>
          </w:tcPr>
          <w:p w14:paraId="0583E7FF" w14:textId="77777777" w:rsidR="00A87A5E" w:rsidRPr="00067325" w:rsidRDefault="00A87A5E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</w:t>
            </w:r>
            <w:r w:rsidR="003F2C55" w:rsidRPr="00067325">
              <w:rPr>
                <w:rFonts w:eastAsia="Times New Roman" w:cs="Arial"/>
                <w:sz w:val="20"/>
                <w:szCs w:val="20"/>
              </w:rPr>
              <w:t>5</w:t>
            </w:r>
          </w:p>
        </w:tc>
        <w:tc>
          <w:tcPr>
            <w:tcW w:w="2095" w:type="dxa"/>
          </w:tcPr>
          <w:p w14:paraId="3067DB8F" w14:textId="77777777" w:rsidR="00A87A5E" w:rsidRPr="00067325" w:rsidRDefault="00315E3D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ZAmountP</w:t>
            </w:r>
          </w:p>
          <w:p w14:paraId="1B5EC016" w14:textId="00F66BDB" w:rsidR="00A87A5E" w:rsidRPr="00067325" w:rsidRDefault="00107B7C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A87A5E" w:rsidRPr="0006732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>k</w:instrText>
            </w:r>
            <w:r w:rsidR="00A87A5E" w:rsidRPr="00067325">
              <w:rPr>
                <w:rFonts w:eastAsia="Times New Roman" w:cs="Arial"/>
                <w:sz w:val="20"/>
                <w:szCs w:val="20"/>
              </w:rPr>
              <w:instrText>10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67325" w:rsidRPr="0006732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67325">
              <w:rPr>
                <w:rFonts w:eastAsia="Times New Roman" w:cs="Arial"/>
                <w:sz w:val="20"/>
                <w:szCs w:val="20"/>
              </w:rPr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67325">
              <w:rPr>
                <w:rFonts w:eastAsia="Times New Roman" w:cs="Arial"/>
                <w:sz w:val="20"/>
                <w:szCs w:val="20"/>
              </w:rPr>
              <w:t>R10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CFBDC3E" w14:textId="77777777" w:rsidR="00A87A5E" w:rsidRPr="00067325" w:rsidRDefault="00A87A5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</w:tbl>
    <w:p w14:paraId="7EB4C383" w14:textId="16497867" w:rsidR="005743F3" w:rsidRDefault="005743F3" w:rsidP="005743F3">
      <w:pPr>
        <w:pStyle w:val="Legenda"/>
        <w:keepNext/>
      </w:pPr>
      <w:bookmarkStart w:id="391" w:name="_Toc182566646"/>
      <w:r>
        <w:lastRenderedPageBreak/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115</w:t>
      </w:r>
      <w:r w:rsidR="00715F4C">
        <w:rPr>
          <w:noProof/>
        </w:rPr>
        <w:fldChar w:fldCharType="end"/>
      </w:r>
      <w:r>
        <w:t xml:space="preserve">. </w:t>
      </w:r>
      <w:r w:rsidRPr="006D6750">
        <w:t>Struktura elementu ItemsType</w:t>
      </w:r>
      <w:bookmarkEnd w:id="391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8"/>
        <w:gridCol w:w="832"/>
        <w:gridCol w:w="2095"/>
        <w:gridCol w:w="1197"/>
      </w:tblGrid>
      <w:tr w:rsidR="00341A45" w:rsidRPr="00067325" w14:paraId="49F057B0" w14:textId="77777777" w:rsidTr="00794B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47FCB33F" w14:textId="77777777" w:rsidR="00341A45" w:rsidRPr="00067325" w:rsidRDefault="00341A45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8" w:type="dxa"/>
          </w:tcPr>
          <w:p w14:paraId="44755639" w14:textId="77777777" w:rsidR="00341A45" w:rsidRPr="00067325" w:rsidRDefault="00341A45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32" w:type="dxa"/>
          </w:tcPr>
          <w:p w14:paraId="6479967B" w14:textId="77777777" w:rsidR="00341A45" w:rsidRPr="00067325" w:rsidRDefault="002C3B08" w:rsidP="00341A45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278EDB5B" w14:textId="77777777" w:rsidR="00341A45" w:rsidRPr="00067325" w:rsidRDefault="00341A45">
            <w:pPr>
              <w:rPr>
                <w:rFonts w:cs="Arial"/>
                <w:b/>
                <w:sz w:val="18"/>
                <w:szCs w:val="18"/>
              </w:rPr>
            </w:pPr>
            <w:r w:rsidRPr="00067325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2E81F066" w14:textId="77777777" w:rsidR="00341A45" w:rsidRPr="00067325" w:rsidRDefault="00341A45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387459" w:rsidRPr="00067325" w14:paraId="79CE3A7E" w14:textId="77777777" w:rsidTr="00794BCE">
        <w:trPr>
          <w:trHeight w:val="213"/>
        </w:trPr>
        <w:tc>
          <w:tcPr>
            <w:tcW w:w="1788" w:type="dxa"/>
          </w:tcPr>
          <w:p w14:paraId="2460E497" w14:textId="77777777" w:rsidR="00387459" w:rsidRPr="00067325" w:rsidRDefault="0038745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exportNumberOfGoods</w:t>
            </w:r>
          </w:p>
        </w:tc>
        <w:tc>
          <w:tcPr>
            <w:tcW w:w="3368" w:type="dxa"/>
          </w:tcPr>
          <w:p w14:paraId="342E2CAE" w14:textId="77777777" w:rsidR="00387459" w:rsidRPr="00067325" w:rsidRDefault="00E72AF4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cs="Arial"/>
                <w:sz w:val="20"/>
                <w:szCs w:val="20"/>
              </w:rPr>
              <w:t>Sprzedaż na eksport: Ilość wyrobów na eksport w tysiącach litrów.</w:t>
            </w:r>
          </w:p>
        </w:tc>
        <w:tc>
          <w:tcPr>
            <w:tcW w:w="832" w:type="dxa"/>
          </w:tcPr>
          <w:p w14:paraId="6A74CF0C" w14:textId="77777777" w:rsidR="00387459" w:rsidRPr="00067325" w:rsidRDefault="00387459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25</w:t>
            </w:r>
            <w:r w:rsidR="00E72AF4" w:rsidRPr="00067325">
              <w:rPr>
                <w:rFonts w:eastAsia="Times New Roman" w:cs="Arial"/>
                <w:sz w:val="20"/>
                <w:szCs w:val="20"/>
              </w:rPr>
              <w:t>4</w:t>
            </w:r>
          </w:p>
        </w:tc>
        <w:tc>
          <w:tcPr>
            <w:tcW w:w="2095" w:type="dxa"/>
          </w:tcPr>
          <w:p w14:paraId="1E37F646" w14:textId="77777777" w:rsidR="00387459" w:rsidRPr="00067325" w:rsidRDefault="0038745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10074F" w:rsidRPr="00067325">
              <w:rPr>
                <w:rStyle w:val="pole"/>
                <w:rFonts w:ascii="Lato" w:hAnsi="Lato"/>
                <w:sz w:val="20"/>
                <w:szCs w:val="20"/>
              </w:rPr>
              <w:t>E</w:t>
            </w:r>
          </w:p>
        </w:tc>
        <w:tc>
          <w:tcPr>
            <w:tcW w:w="1197" w:type="dxa"/>
          </w:tcPr>
          <w:p w14:paraId="63EF9905" w14:textId="77777777" w:rsidR="00387459" w:rsidRPr="00067325" w:rsidRDefault="00387459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387459" w:rsidRPr="00067325" w14:paraId="2E40FF43" w14:textId="77777777" w:rsidTr="00794BCE">
        <w:trPr>
          <w:trHeight w:val="213"/>
        </w:trPr>
        <w:tc>
          <w:tcPr>
            <w:tcW w:w="1788" w:type="dxa"/>
          </w:tcPr>
          <w:p w14:paraId="77A6E044" w14:textId="77777777" w:rsidR="00387459" w:rsidRPr="00067325" w:rsidRDefault="0038745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exportTaxRate</w:t>
            </w:r>
          </w:p>
        </w:tc>
        <w:tc>
          <w:tcPr>
            <w:tcW w:w="3368" w:type="dxa"/>
          </w:tcPr>
          <w:p w14:paraId="57F69181" w14:textId="77777777" w:rsidR="00387459" w:rsidRPr="00067325" w:rsidRDefault="00E72AF4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cs="Arial"/>
                <w:sz w:val="20"/>
                <w:szCs w:val="20"/>
              </w:rPr>
              <w:t>Sprzedaż na eksport: Stawka podatku.</w:t>
            </w:r>
          </w:p>
        </w:tc>
        <w:tc>
          <w:tcPr>
            <w:tcW w:w="832" w:type="dxa"/>
          </w:tcPr>
          <w:p w14:paraId="2938E4FF" w14:textId="77777777" w:rsidR="00387459" w:rsidRPr="00067325" w:rsidRDefault="00387459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25</w:t>
            </w:r>
            <w:r w:rsidR="00E72AF4" w:rsidRPr="00067325">
              <w:rPr>
                <w:rFonts w:eastAsia="Times New Roman" w:cs="Arial"/>
                <w:sz w:val="20"/>
                <w:szCs w:val="20"/>
              </w:rPr>
              <w:t>5</w:t>
            </w:r>
          </w:p>
        </w:tc>
        <w:tc>
          <w:tcPr>
            <w:tcW w:w="2095" w:type="dxa"/>
          </w:tcPr>
          <w:p w14:paraId="06B5CA08" w14:textId="77777777" w:rsidR="00387459" w:rsidRPr="00067325" w:rsidRDefault="0038745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</w:tc>
        <w:tc>
          <w:tcPr>
            <w:tcW w:w="1197" w:type="dxa"/>
          </w:tcPr>
          <w:p w14:paraId="07143BA6" w14:textId="77777777" w:rsidR="00387459" w:rsidRPr="00067325" w:rsidRDefault="00387459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387459" w:rsidRPr="00067325" w14:paraId="3B878685" w14:textId="77777777" w:rsidTr="00794BCE">
        <w:trPr>
          <w:trHeight w:val="213"/>
        </w:trPr>
        <w:tc>
          <w:tcPr>
            <w:tcW w:w="1788" w:type="dxa"/>
          </w:tcPr>
          <w:p w14:paraId="0E8D6A69" w14:textId="77777777" w:rsidR="00387459" w:rsidRPr="00067325" w:rsidRDefault="0038745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exportAmountOfTax</w:t>
            </w:r>
          </w:p>
        </w:tc>
        <w:tc>
          <w:tcPr>
            <w:tcW w:w="3368" w:type="dxa"/>
          </w:tcPr>
          <w:p w14:paraId="6237F30B" w14:textId="77777777" w:rsidR="00387459" w:rsidRPr="00067325" w:rsidRDefault="00C30210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cs="Arial"/>
                <w:sz w:val="20"/>
                <w:szCs w:val="20"/>
              </w:rPr>
              <w:t>Sprzedaż na eksport: Kwota podatku.</w:t>
            </w:r>
          </w:p>
        </w:tc>
        <w:tc>
          <w:tcPr>
            <w:tcW w:w="832" w:type="dxa"/>
          </w:tcPr>
          <w:p w14:paraId="1773CFFB" w14:textId="77777777" w:rsidR="00387459" w:rsidRPr="00067325" w:rsidRDefault="00387459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25</w:t>
            </w:r>
            <w:r w:rsidR="00C30210" w:rsidRPr="00067325">
              <w:rPr>
                <w:rFonts w:eastAsia="Times New Roman" w:cs="Arial"/>
                <w:sz w:val="20"/>
                <w:szCs w:val="20"/>
              </w:rPr>
              <w:t>6</w:t>
            </w:r>
          </w:p>
        </w:tc>
        <w:tc>
          <w:tcPr>
            <w:tcW w:w="2095" w:type="dxa"/>
          </w:tcPr>
          <w:p w14:paraId="50FE81A3" w14:textId="77777777" w:rsidR="00387459" w:rsidRPr="00067325" w:rsidRDefault="0038745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0D0B89" w:rsidRPr="00067325">
              <w:rPr>
                <w:rStyle w:val="pole"/>
                <w:rFonts w:ascii="Lato" w:hAnsi="Lato"/>
                <w:sz w:val="20"/>
                <w:szCs w:val="20"/>
              </w:rPr>
              <w:t>T</w:t>
            </w:r>
          </w:p>
        </w:tc>
        <w:tc>
          <w:tcPr>
            <w:tcW w:w="1197" w:type="dxa"/>
          </w:tcPr>
          <w:p w14:paraId="4EC01F8F" w14:textId="77777777" w:rsidR="00387459" w:rsidRPr="00067325" w:rsidRDefault="00387459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387459" w:rsidRPr="00067325" w14:paraId="1868453C" w14:textId="77777777" w:rsidTr="00794BCE">
        <w:trPr>
          <w:trHeight w:val="213"/>
        </w:trPr>
        <w:tc>
          <w:tcPr>
            <w:tcW w:w="1788" w:type="dxa"/>
          </w:tcPr>
          <w:p w14:paraId="5940606D" w14:textId="77777777" w:rsidR="00387459" w:rsidRPr="00067325" w:rsidRDefault="0038745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totalNumberOfGoods</w:t>
            </w:r>
          </w:p>
        </w:tc>
        <w:tc>
          <w:tcPr>
            <w:tcW w:w="3368" w:type="dxa"/>
          </w:tcPr>
          <w:p w14:paraId="15C013B6" w14:textId="77777777" w:rsidR="00387459" w:rsidRPr="00067325" w:rsidRDefault="00C30210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Razem: Ilość wyrobów w tysiącach litrów.</w:t>
            </w:r>
          </w:p>
        </w:tc>
        <w:tc>
          <w:tcPr>
            <w:tcW w:w="832" w:type="dxa"/>
          </w:tcPr>
          <w:p w14:paraId="04C0E5FE" w14:textId="77777777" w:rsidR="00387459" w:rsidRPr="00067325" w:rsidRDefault="00387459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25</w:t>
            </w:r>
            <w:r w:rsidR="00C30210" w:rsidRPr="00067325"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2095" w:type="dxa"/>
          </w:tcPr>
          <w:p w14:paraId="7743EF93" w14:textId="77777777" w:rsidR="00387459" w:rsidRPr="00067325" w:rsidRDefault="00484A7F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ZAmountE</w:t>
            </w:r>
          </w:p>
          <w:p w14:paraId="044AE459" w14:textId="0894544E" w:rsidR="00387459" w:rsidRPr="00067325" w:rsidRDefault="00107B7C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387459" w:rsidRPr="0006732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>k</w:instrText>
            </w:r>
            <w:r w:rsidR="00387459" w:rsidRPr="00067325">
              <w:rPr>
                <w:rFonts w:eastAsia="Times New Roman" w:cs="Arial"/>
                <w:sz w:val="20"/>
                <w:szCs w:val="20"/>
              </w:rPr>
              <w:instrText>11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67325" w:rsidRPr="0006732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67325">
              <w:rPr>
                <w:rFonts w:eastAsia="Times New Roman" w:cs="Arial"/>
                <w:sz w:val="20"/>
                <w:szCs w:val="20"/>
              </w:rPr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67325">
              <w:rPr>
                <w:rFonts w:eastAsia="Times New Roman" w:cs="Arial"/>
                <w:sz w:val="20"/>
                <w:szCs w:val="20"/>
              </w:rPr>
              <w:t>R11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826ED3E" w14:textId="77777777" w:rsidR="00387459" w:rsidRPr="00067325" w:rsidRDefault="00387459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387459" w:rsidRPr="00067325" w14:paraId="6F9C84B2" w14:textId="77777777" w:rsidTr="00794BCE">
        <w:trPr>
          <w:trHeight w:val="213"/>
        </w:trPr>
        <w:tc>
          <w:tcPr>
            <w:tcW w:w="1788" w:type="dxa"/>
          </w:tcPr>
          <w:p w14:paraId="7334BCE0" w14:textId="77777777" w:rsidR="00387459" w:rsidRPr="00067325" w:rsidRDefault="0038745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totalAmountOfTax</w:t>
            </w:r>
          </w:p>
        </w:tc>
        <w:tc>
          <w:tcPr>
            <w:tcW w:w="3368" w:type="dxa"/>
          </w:tcPr>
          <w:p w14:paraId="493ED26A" w14:textId="77777777" w:rsidR="00387459" w:rsidRPr="00067325" w:rsidRDefault="00C30210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Razem: Kwota podatku w zł.</w:t>
            </w:r>
          </w:p>
        </w:tc>
        <w:tc>
          <w:tcPr>
            <w:tcW w:w="832" w:type="dxa"/>
          </w:tcPr>
          <w:p w14:paraId="0A1AFBDC" w14:textId="77777777" w:rsidR="00387459" w:rsidRPr="00067325" w:rsidRDefault="00387459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25</w:t>
            </w:r>
            <w:r w:rsidR="00C30210" w:rsidRPr="00067325">
              <w:rPr>
                <w:rFonts w:eastAsia="Times New Roman" w:cs="Arial"/>
                <w:sz w:val="20"/>
                <w:szCs w:val="20"/>
              </w:rPr>
              <w:t>8</w:t>
            </w:r>
          </w:p>
        </w:tc>
        <w:tc>
          <w:tcPr>
            <w:tcW w:w="2095" w:type="dxa"/>
          </w:tcPr>
          <w:p w14:paraId="483CE81C" w14:textId="77777777" w:rsidR="00387459" w:rsidRPr="00067325" w:rsidRDefault="000D0B89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ZAmountT</w:t>
            </w:r>
          </w:p>
          <w:p w14:paraId="63A1550F" w14:textId="3D72DA1A" w:rsidR="00387459" w:rsidRPr="00067325" w:rsidRDefault="00107B7C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387459" w:rsidRPr="0006732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>k</w:instrText>
            </w:r>
            <w:r w:rsidR="00387459" w:rsidRPr="00067325">
              <w:rPr>
                <w:rFonts w:eastAsia="Times New Roman" w:cs="Arial"/>
                <w:sz w:val="20"/>
                <w:szCs w:val="20"/>
              </w:rPr>
              <w:instrText>12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67325" w:rsidRPr="0006732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67325">
              <w:rPr>
                <w:rFonts w:eastAsia="Times New Roman" w:cs="Arial"/>
                <w:sz w:val="20"/>
                <w:szCs w:val="20"/>
              </w:rPr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67325">
              <w:rPr>
                <w:rFonts w:eastAsia="Times New Roman" w:cs="Arial"/>
                <w:sz w:val="20"/>
                <w:szCs w:val="20"/>
              </w:rPr>
              <w:t>R12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F4906F4" w14:textId="77777777" w:rsidR="00387459" w:rsidRPr="00067325" w:rsidRDefault="00387459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387459" w:rsidRPr="00067325" w14:paraId="29C46238" w14:textId="77777777" w:rsidTr="00794BCE">
        <w:trPr>
          <w:trHeight w:val="213"/>
        </w:trPr>
        <w:tc>
          <w:tcPr>
            <w:tcW w:w="1788" w:type="dxa"/>
          </w:tcPr>
          <w:p w14:paraId="629B9A7F" w14:textId="77777777" w:rsidR="00387459" w:rsidRPr="00067325" w:rsidRDefault="00387459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Item</w:t>
            </w:r>
          </w:p>
        </w:tc>
        <w:tc>
          <w:tcPr>
            <w:tcW w:w="3368" w:type="dxa"/>
          </w:tcPr>
          <w:p w14:paraId="0682E177" w14:textId="77777777" w:rsidR="00387459" w:rsidRPr="00067325" w:rsidRDefault="00C30210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Obliczenie wysokości </w:t>
            </w:r>
            <w:r w:rsidR="00387459" w:rsidRPr="00067325">
              <w:rPr>
                <w:rFonts w:eastAsia="Times New Roman" w:cs="Arial"/>
                <w:sz w:val="20"/>
                <w:szCs w:val="20"/>
              </w:rPr>
              <w:t>podatku akcyzowego od poszczególnych wyrobów</w:t>
            </w:r>
          </w:p>
        </w:tc>
        <w:tc>
          <w:tcPr>
            <w:tcW w:w="832" w:type="dxa"/>
          </w:tcPr>
          <w:p w14:paraId="66105836" w14:textId="77777777" w:rsidR="00387459" w:rsidRPr="00067325" w:rsidRDefault="00387459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F</w:t>
            </w:r>
          </w:p>
        </w:tc>
        <w:tc>
          <w:tcPr>
            <w:tcW w:w="2095" w:type="dxa"/>
          </w:tcPr>
          <w:p w14:paraId="1C15027C" w14:textId="77777777" w:rsidR="00387459" w:rsidRPr="00067325" w:rsidRDefault="002E0A29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instrText xml:space="preserve"> REF ItemType_k \h  \* MERGEFORMAT </w:instrTex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EC7AC0" w:rsidRPr="00601F27">
              <w:rPr>
                <w:rStyle w:val="pole"/>
                <w:rFonts w:ascii="Lato" w:hAnsi="Lato"/>
                <w:sz w:val="20"/>
                <w:szCs w:val="20"/>
              </w:rPr>
              <w:t>ItemType</w: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D0D13FA" w14:textId="77777777" w:rsidR="00387459" w:rsidRPr="00067325" w:rsidRDefault="00387459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0..*</w:t>
            </w:r>
          </w:p>
        </w:tc>
      </w:tr>
    </w:tbl>
    <w:p w14:paraId="11F23054" w14:textId="2C9D72A1" w:rsidR="005743F3" w:rsidRDefault="005743F3" w:rsidP="005743F3">
      <w:pPr>
        <w:pStyle w:val="Legenda"/>
        <w:keepNext/>
      </w:pPr>
      <w:bookmarkStart w:id="392" w:name="_Toc182566647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116</w:t>
      </w:r>
      <w:r w:rsidR="00715F4C">
        <w:rPr>
          <w:noProof/>
        </w:rPr>
        <w:fldChar w:fldCharType="end"/>
      </w:r>
      <w:r>
        <w:t xml:space="preserve">. </w:t>
      </w:r>
      <w:r w:rsidRPr="003437B3">
        <w:t>Struktura elementu ItemsType</w:t>
      </w:r>
      <w:bookmarkEnd w:id="392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8"/>
        <w:gridCol w:w="832"/>
        <w:gridCol w:w="2095"/>
        <w:gridCol w:w="1197"/>
      </w:tblGrid>
      <w:tr w:rsidR="00341A45" w:rsidRPr="00067325" w14:paraId="4538089C" w14:textId="77777777" w:rsidTr="00794B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05BAA848" w14:textId="77777777" w:rsidR="00341A45" w:rsidRPr="00067325" w:rsidRDefault="00341A45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8" w:type="dxa"/>
          </w:tcPr>
          <w:p w14:paraId="64D6966A" w14:textId="77777777" w:rsidR="00341A45" w:rsidRPr="00067325" w:rsidRDefault="00341A45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32" w:type="dxa"/>
          </w:tcPr>
          <w:p w14:paraId="17554C8F" w14:textId="77777777" w:rsidR="00341A45" w:rsidRPr="00067325" w:rsidRDefault="002C3B08" w:rsidP="00341A45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3E66BA94" w14:textId="77777777" w:rsidR="00341A45" w:rsidRPr="00067325" w:rsidRDefault="00341A45">
            <w:pPr>
              <w:rPr>
                <w:rFonts w:cs="Arial"/>
                <w:b/>
                <w:sz w:val="18"/>
                <w:szCs w:val="18"/>
              </w:rPr>
            </w:pPr>
            <w:r w:rsidRPr="00067325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06109530" w14:textId="77777777" w:rsidR="00341A45" w:rsidRPr="00067325" w:rsidRDefault="00341A45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341A45" w:rsidRPr="00067325" w14:paraId="4C96C1A8" w14:textId="77777777" w:rsidTr="00794BCE">
        <w:trPr>
          <w:trHeight w:val="213"/>
        </w:trPr>
        <w:tc>
          <w:tcPr>
            <w:tcW w:w="1788" w:type="dxa"/>
          </w:tcPr>
          <w:p w14:paraId="11AF2F07" w14:textId="77777777" w:rsidR="00341A45" w:rsidRPr="00067325" w:rsidRDefault="00341A4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id</w:t>
            </w:r>
          </w:p>
        </w:tc>
        <w:tc>
          <w:tcPr>
            <w:tcW w:w="3368" w:type="dxa"/>
          </w:tcPr>
          <w:p w14:paraId="08ABD7AB" w14:textId="77777777" w:rsidR="00341A45" w:rsidRPr="00067325" w:rsidRDefault="00341A4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Liczba porządkowa.</w:t>
            </w:r>
          </w:p>
        </w:tc>
        <w:tc>
          <w:tcPr>
            <w:tcW w:w="832" w:type="dxa"/>
          </w:tcPr>
          <w:p w14:paraId="437D7078" w14:textId="77777777" w:rsidR="00341A45" w:rsidRPr="00067325" w:rsidRDefault="0037716E" w:rsidP="00341A4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F.a</w:t>
            </w:r>
          </w:p>
        </w:tc>
        <w:tc>
          <w:tcPr>
            <w:tcW w:w="2095" w:type="dxa"/>
          </w:tcPr>
          <w:p w14:paraId="3E509205" w14:textId="77777777" w:rsidR="00341A45" w:rsidRPr="00067325" w:rsidRDefault="0055002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ZNumeric</w:t>
            </w:r>
          </w:p>
        </w:tc>
        <w:tc>
          <w:tcPr>
            <w:tcW w:w="1197" w:type="dxa"/>
          </w:tcPr>
          <w:p w14:paraId="33FEAF45" w14:textId="77777777" w:rsidR="00341A45" w:rsidRPr="00067325" w:rsidRDefault="003F2C5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</w:t>
            </w:r>
            <w:r w:rsidR="00341A45" w:rsidRPr="00067325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341A45" w:rsidRPr="00067325" w14:paraId="78EC93BE" w14:textId="77777777" w:rsidTr="00794BCE">
        <w:trPr>
          <w:trHeight w:val="213"/>
        </w:trPr>
        <w:tc>
          <w:tcPr>
            <w:tcW w:w="1788" w:type="dxa"/>
          </w:tcPr>
          <w:p w14:paraId="4E9030D5" w14:textId="77777777" w:rsidR="00341A45" w:rsidRPr="00067325" w:rsidRDefault="00341A4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groupOfGoodsName</w:t>
            </w:r>
          </w:p>
        </w:tc>
        <w:tc>
          <w:tcPr>
            <w:tcW w:w="3368" w:type="dxa"/>
          </w:tcPr>
          <w:p w14:paraId="0CAE3D50" w14:textId="77777777" w:rsidR="00341A45" w:rsidRPr="00067325" w:rsidRDefault="00341A4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Nazwa grupy wyrobów, dla których ustalono odrębne stawki podatkowe</w:t>
            </w:r>
          </w:p>
        </w:tc>
        <w:tc>
          <w:tcPr>
            <w:tcW w:w="832" w:type="dxa"/>
          </w:tcPr>
          <w:p w14:paraId="1372E90D" w14:textId="77777777" w:rsidR="00341A45" w:rsidRPr="00067325" w:rsidRDefault="0037716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F.b</w:t>
            </w:r>
          </w:p>
        </w:tc>
        <w:tc>
          <w:tcPr>
            <w:tcW w:w="2095" w:type="dxa"/>
          </w:tcPr>
          <w:p w14:paraId="3A635A09" w14:textId="77777777" w:rsidR="00341A45" w:rsidRPr="00067325" w:rsidRDefault="0055002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ZCharacter</w:t>
            </w:r>
          </w:p>
          <w:p w14:paraId="1081DB99" w14:textId="7A25EB66" w:rsidR="00341A45" w:rsidRPr="00067325" w:rsidRDefault="00107B7C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341A45" w:rsidRPr="0006732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>k</w:instrText>
            </w:r>
            <w:r w:rsidR="00341A45" w:rsidRPr="00067325">
              <w:rPr>
                <w:rFonts w:eastAsia="Times New Roman" w:cs="Arial"/>
                <w:sz w:val="20"/>
                <w:szCs w:val="20"/>
              </w:rPr>
              <w:instrText>13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67325" w:rsidRPr="0006732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67325">
              <w:rPr>
                <w:rFonts w:eastAsia="Times New Roman" w:cs="Arial"/>
                <w:sz w:val="20"/>
                <w:szCs w:val="20"/>
              </w:rPr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67325">
              <w:rPr>
                <w:rFonts w:eastAsia="Times New Roman" w:cs="Arial"/>
                <w:sz w:val="20"/>
                <w:szCs w:val="20"/>
              </w:rPr>
              <w:t>R13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0D22544" w14:textId="77777777" w:rsidR="00341A45" w:rsidRPr="00067325" w:rsidRDefault="003F2C5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</w:t>
            </w:r>
            <w:r w:rsidR="00341A45" w:rsidRPr="00067325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341A45" w:rsidRPr="00067325" w14:paraId="336A0FC5" w14:textId="77777777" w:rsidTr="00794BCE">
        <w:trPr>
          <w:trHeight w:val="213"/>
        </w:trPr>
        <w:tc>
          <w:tcPr>
            <w:tcW w:w="1788" w:type="dxa"/>
          </w:tcPr>
          <w:p w14:paraId="26ECCB66" w14:textId="77777777" w:rsidR="00341A45" w:rsidRPr="00067325" w:rsidRDefault="00341A4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shortages</w:t>
            </w:r>
          </w:p>
        </w:tc>
        <w:tc>
          <w:tcPr>
            <w:tcW w:w="3368" w:type="dxa"/>
          </w:tcPr>
          <w:p w14:paraId="6543C6C5" w14:textId="77777777" w:rsidR="00341A45" w:rsidRPr="00067325" w:rsidRDefault="00341A4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Możliwość oznaczenia w przypadku wykazywania ubytków wyrobów akcyzowych (przekraczających normy dopuszczalnych ubytków) lub całkowitego zniszczenia wyrobów.</w:t>
            </w:r>
          </w:p>
        </w:tc>
        <w:tc>
          <w:tcPr>
            <w:tcW w:w="832" w:type="dxa"/>
          </w:tcPr>
          <w:p w14:paraId="742D4EAD" w14:textId="77777777" w:rsidR="00341A45" w:rsidRPr="00067325" w:rsidRDefault="0037716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09303E42" w14:textId="77777777" w:rsidR="00341A45" w:rsidRPr="00067325" w:rsidRDefault="00100460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ZShortages</w:t>
            </w:r>
          </w:p>
          <w:p w14:paraId="1AD123C0" w14:textId="1BC4A962" w:rsidR="00341A45" w:rsidRPr="00067325" w:rsidRDefault="00107B7C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341A45" w:rsidRPr="0006732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>k</w:instrText>
            </w:r>
            <w:r w:rsidR="00341A45" w:rsidRPr="00067325">
              <w:rPr>
                <w:rFonts w:eastAsia="Times New Roman" w:cs="Arial"/>
                <w:sz w:val="20"/>
                <w:szCs w:val="20"/>
              </w:rPr>
              <w:instrText>20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67325" w:rsidRPr="0006732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67325">
              <w:rPr>
                <w:rFonts w:eastAsia="Times New Roman" w:cs="Arial"/>
                <w:sz w:val="20"/>
                <w:szCs w:val="20"/>
              </w:rPr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67325">
              <w:rPr>
                <w:rFonts w:eastAsia="Times New Roman" w:cs="Arial"/>
                <w:sz w:val="20"/>
                <w:szCs w:val="20"/>
              </w:rPr>
              <w:t>R20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45531F2" w14:textId="77777777" w:rsidR="00341A45" w:rsidRPr="00067325" w:rsidRDefault="00341A4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341A45" w:rsidRPr="00067325" w14:paraId="51181824" w14:textId="77777777" w:rsidTr="00794BCE">
        <w:trPr>
          <w:trHeight w:val="213"/>
        </w:trPr>
        <w:tc>
          <w:tcPr>
            <w:tcW w:w="1788" w:type="dxa"/>
          </w:tcPr>
          <w:p w14:paraId="06EBBFE7" w14:textId="77777777" w:rsidR="00341A45" w:rsidRPr="00067325" w:rsidRDefault="00341A4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codeCN</w:t>
            </w:r>
          </w:p>
        </w:tc>
        <w:tc>
          <w:tcPr>
            <w:tcW w:w="3368" w:type="dxa"/>
          </w:tcPr>
          <w:p w14:paraId="1D2DB166" w14:textId="77777777" w:rsidR="00341A45" w:rsidRPr="00067325" w:rsidRDefault="00C30210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Ośmiocyfrowy kod CN.</w:t>
            </w:r>
          </w:p>
        </w:tc>
        <w:tc>
          <w:tcPr>
            <w:tcW w:w="832" w:type="dxa"/>
          </w:tcPr>
          <w:p w14:paraId="7CFB5D88" w14:textId="77777777" w:rsidR="00341A45" w:rsidRPr="00067325" w:rsidRDefault="0037716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F.c</w:t>
            </w:r>
          </w:p>
        </w:tc>
        <w:tc>
          <w:tcPr>
            <w:tcW w:w="2095" w:type="dxa"/>
          </w:tcPr>
          <w:p w14:paraId="5240358C" w14:textId="77777777" w:rsidR="00341A45" w:rsidRPr="00067325" w:rsidRDefault="004C0A94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ZCodeCN</w:t>
            </w:r>
          </w:p>
          <w:p w14:paraId="0453218B" w14:textId="62A2DBDB" w:rsidR="00341A45" w:rsidRPr="00067325" w:rsidRDefault="00107B7C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341A45" w:rsidRPr="0006732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>k</w:instrText>
            </w:r>
            <w:r w:rsidR="00341A45" w:rsidRPr="00067325">
              <w:rPr>
                <w:rFonts w:eastAsia="Times New Roman" w:cs="Arial"/>
                <w:sz w:val="20"/>
                <w:szCs w:val="20"/>
              </w:rPr>
              <w:instrText>14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67325" w:rsidRPr="0006732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67325">
              <w:rPr>
                <w:rFonts w:eastAsia="Times New Roman" w:cs="Arial"/>
                <w:sz w:val="20"/>
                <w:szCs w:val="20"/>
              </w:rPr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67325">
              <w:rPr>
                <w:rFonts w:eastAsia="Times New Roman" w:cs="Arial"/>
                <w:sz w:val="20"/>
                <w:szCs w:val="20"/>
              </w:rPr>
              <w:t>R14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43A7145" w14:textId="77777777" w:rsidR="00341A45" w:rsidRPr="00067325" w:rsidRDefault="003F2C5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</w:t>
            </w:r>
            <w:r w:rsidR="00341A45" w:rsidRPr="00067325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341A45" w:rsidRPr="00067325" w14:paraId="513127EF" w14:textId="77777777" w:rsidTr="00794BCE">
        <w:trPr>
          <w:trHeight w:val="213"/>
        </w:trPr>
        <w:tc>
          <w:tcPr>
            <w:tcW w:w="1788" w:type="dxa"/>
          </w:tcPr>
          <w:p w14:paraId="24630023" w14:textId="77777777" w:rsidR="00341A45" w:rsidRPr="00067325" w:rsidRDefault="00341A4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numberOfGoods</w:t>
            </w:r>
          </w:p>
        </w:tc>
        <w:tc>
          <w:tcPr>
            <w:tcW w:w="3368" w:type="dxa"/>
          </w:tcPr>
          <w:p w14:paraId="0508F724" w14:textId="77777777" w:rsidR="00341A45" w:rsidRPr="00067325" w:rsidRDefault="00C30210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Ilość wyrobów w tysiącach litrów. Z dokładnością do trzech miejsc po przecinku.</w:t>
            </w:r>
          </w:p>
        </w:tc>
        <w:tc>
          <w:tcPr>
            <w:tcW w:w="832" w:type="dxa"/>
          </w:tcPr>
          <w:p w14:paraId="43FDCAF0" w14:textId="77777777" w:rsidR="00341A45" w:rsidRPr="00067325" w:rsidRDefault="0037716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F.d</w:t>
            </w:r>
          </w:p>
        </w:tc>
        <w:tc>
          <w:tcPr>
            <w:tcW w:w="2095" w:type="dxa"/>
          </w:tcPr>
          <w:p w14:paraId="7A5F2F21" w14:textId="77777777" w:rsidR="00341A45" w:rsidRPr="00067325" w:rsidRDefault="0010074F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ZAmountE</w:t>
            </w:r>
          </w:p>
          <w:p w14:paraId="309FEBF1" w14:textId="1CD956CC" w:rsidR="00341A45" w:rsidRPr="00067325" w:rsidRDefault="00107B7C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341A45" w:rsidRPr="0006732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>k</w:instrText>
            </w:r>
            <w:r w:rsidR="00341A45" w:rsidRPr="00067325">
              <w:rPr>
                <w:rFonts w:eastAsia="Times New Roman" w:cs="Arial"/>
                <w:sz w:val="20"/>
                <w:szCs w:val="20"/>
              </w:rPr>
              <w:instrText>15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67325" w:rsidRPr="0006732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67325">
              <w:rPr>
                <w:rFonts w:eastAsia="Times New Roman" w:cs="Arial"/>
                <w:sz w:val="20"/>
                <w:szCs w:val="20"/>
              </w:rPr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67325">
              <w:rPr>
                <w:rFonts w:eastAsia="Times New Roman" w:cs="Arial"/>
                <w:sz w:val="20"/>
                <w:szCs w:val="20"/>
              </w:rPr>
              <w:t>R15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22B4636" w14:textId="77777777" w:rsidR="00341A45" w:rsidRPr="00067325" w:rsidRDefault="003F2C5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</w:t>
            </w:r>
            <w:r w:rsidR="00341A45" w:rsidRPr="00067325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341A45" w:rsidRPr="00067325" w14:paraId="4534D143" w14:textId="77777777" w:rsidTr="00794BCE">
        <w:trPr>
          <w:trHeight w:val="213"/>
        </w:trPr>
        <w:tc>
          <w:tcPr>
            <w:tcW w:w="1788" w:type="dxa"/>
          </w:tcPr>
          <w:p w14:paraId="65D5DD02" w14:textId="77777777" w:rsidR="00341A45" w:rsidRPr="00067325" w:rsidRDefault="00341A4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taxRate</w:t>
            </w:r>
          </w:p>
        </w:tc>
        <w:tc>
          <w:tcPr>
            <w:tcW w:w="3368" w:type="dxa"/>
          </w:tcPr>
          <w:p w14:paraId="588C76C2" w14:textId="77777777" w:rsidR="00341A45" w:rsidRPr="00067325" w:rsidRDefault="00C30210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Stawka podatku.</w:t>
            </w:r>
          </w:p>
        </w:tc>
        <w:tc>
          <w:tcPr>
            <w:tcW w:w="832" w:type="dxa"/>
          </w:tcPr>
          <w:p w14:paraId="1FB4D2EF" w14:textId="77777777" w:rsidR="00341A45" w:rsidRPr="00067325" w:rsidRDefault="0037716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F.e</w:t>
            </w:r>
          </w:p>
        </w:tc>
        <w:tc>
          <w:tcPr>
            <w:tcW w:w="2095" w:type="dxa"/>
          </w:tcPr>
          <w:p w14:paraId="770CE839" w14:textId="77777777" w:rsidR="00341A45" w:rsidRPr="00067325" w:rsidRDefault="00341A4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  <w:p w14:paraId="4535C4E6" w14:textId="77777777" w:rsidR="00341A45" w:rsidRPr="00067325" w:rsidRDefault="00341A45">
            <w:pPr>
              <w:rPr>
                <w:rStyle w:val="pole"/>
                <w:rFonts w:ascii="Lato" w:hAnsi="Lato"/>
                <w:sz w:val="20"/>
                <w:szCs w:val="20"/>
              </w:rPr>
            </w:pPr>
          </w:p>
        </w:tc>
        <w:tc>
          <w:tcPr>
            <w:tcW w:w="1197" w:type="dxa"/>
          </w:tcPr>
          <w:p w14:paraId="3ACF7E80" w14:textId="77777777" w:rsidR="00341A45" w:rsidRPr="00067325" w:rsidRDefault="003F2C5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</w:t>
            </w:r>
            <w:r w:rsidR="00341A45" w:rsidRPr="00067325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7F2CBE" w:rsidRPr="00067325" w14:paraId="1CFE24C5" w14:textId="77777777" w:rsidTr="00794BCE">
        <w:trPr>
          <w:trHeight w:val="213"/>
        </w:trPr>
        <w:tc>
          <w:tcPr>
            <w:tcW w:w="1788" w:type="dxa"/>
          </w:tcPr>
          <w:p w14:paraId="164CCC3D" w14:textId="77777777" w:rsidR="007F2CBE" w:rsidRPr="00067325" w:rsidRDefault="007F2CBE" w:rsidP="007F2CB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fromIsztar</w:t>
            </w:r>
          </w:p>
        </w:tc>
        <w:tc>
          <w:tcPr>
            <w:tcW w:w="3368" w:type="dxa"/>
          </w:tcPr>
          <w:p w14:paraId="1B43EBEC" w14:textId="77777777" w:rsidR="007F2CBE" w:rsidRPr="00067325" w:rsidRDefault="007F2CBE" w:rsidP="007F2CB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Czy stawka podatku akcyzowego jest pobrana z Systemu ISZTAR.</w:t>
            </w:r>
          </w:p>
        </w:tc>
        <w:tc>
          <w:tcPr>
            <w:tcW w:w="832" w:type="dxa"/>
          </w:tcPr>
          <w:p w14:paraId="17BE7336" w14:textId="77777777" w:rsidR="007F2CBE" w:rsidRPr="00067325" w:rsidRDefault="007F2CBE" w:rsidP="007F2CB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0056941F" w14:textId="77777777" w:rsidR="007F2CBE" w:rsidRPr="00067325" w:rsidRDefault="007F2CBE" w:rsidP="007F2CBE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boolean</w:t>
            </w:r>
          </w:p>
        </w:tc>
        <w:tc>
          <w:tcPr>
            <w:tcW w:w="1197" w:type="dxa"/>
          </w:tcPr>
          <w:p w14:paraId="147D10E7" w14:textId="77777777" w:rsidR="007F2CBE" w:rsidRPr="00067325" w:rsidRDefault="007F2CBE" w:rsidP="007F2CB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7F2CBE" w:rsidRPr="00067325" w14:paraId="41D5A572" w14:textId="77777777" w:rsidTr="00794BCE">
        <w:trPr>
          <w:trHeight w:val="213"/>
        </w:trPr>
        <w:tc>
          <w:tcPr>
            <w:tcW w:w="1788" w:type="dxa"/>
          </w:tcPr>
          <w:p w14:paraId="5CD559E9" w14:textId="77777777" w:rsidR="007F2CBE" w:rsidRPr="00067325" w:rsidRDefault="007F2CBE" w:rsidP="007F2CB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amountOfTax</w:t>
            </w:r>
          </w:p>
        </w:tc>
        <w:tc>
          <w:tcPr>
            <w:tcW w:w="3368" w:type="dxa"/>
          </w:tcPr>
          <w:p w14:paraId="7FE72279" w14:textId="77777777" w:rsidR="007F2CBE" w:rsidRPr="00067325" w:rsidRDefault="00C30210" w:rsidP="007F2CB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Kwota podatku w zł.</w:t>
            </w:r>
          </w:p>
        </w:tc>
        <w:tc>
          <w:tcPr>
            <w:tcW w:w="832" w:type="dxa"/>
          </w:tcPr>
          <w:p w14:paraId="61226C33" w14:textId="77777777" w:rsidR="007F2CBE" w:rsidRPr="00067325" w:rsidRDefault="007F2CBE" w:rsidP="007F2CB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F.f</w:t>
            </w:r>
          </w:p>
        </w:tc>
        <w:tc>
          <w:tcPr>
            <w:tcW w:w="2095" w:type="dxa"/>
          </w:tcPr>
          <w:p w14:paraId="009DBE44" w14:textId="77777777" w:rsidR="007F2CBE" w:rsidRPr="00067325" w:rsidRDefault="007F2CBE" w:rsidP="007F2CBE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ZAmountT</w:t>
            </w:r>
          </w:p>
          <w:p w14:paraId="3E98F319" w14:textId="58E39BB6" w:rsidR="007F2CBE" w:rsidRPr="00067325" w:rsidRDefault="00107B7C" w:rsidP="007F2CBE">
            <w:pPr>
              <w:tabs>
                <w:tab w:val="right" w:pos="2511"/>
              </w:tabs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lastRenderedPageBreak/>
              <w:t xml:space="preserve">Patrz reguła 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7F2CBE" w:rsidRPr="0006732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>k</w:instrText>
            </w:r>
            <w:r w:rsidR="007F2CBE" w:rsidRPr="00067325">
              <w:rPr>
                <w:rFonts w:eastAsia="Times New Roman" w:cs="Arial"/>
                <w:sz w:val="20"/>
                <w:szCs w:val="20"/>
              </w:rPr>
              <w:instrText>16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67325" w:rsidRPr="0006732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67325">
              <w:rPr>
                <w:rFonts w:eastAsia="Times New Roman" w:cs="Arial"/>
                <w:sz w:val="20"/>
                <w:szCs w:val="20"/>
              </w:rPr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67325">
              <w:rPr>
                <w:rFonts w:eastAsia="Times New Roman" w:cs="Arial"/>
                <w:sz w:val="20"/>
                <w:szCs w:val="20"/>
              </w:rPr>
              <w:t>R16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="007F2CBE" w:rsidRPr="00067325">
              <w:rPr>
                <w:rFonts w:eastAsia="Times New Roman" w:cs="Arial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0CB2C8FF" w14:textId="77777777" w:rsidR="007F2CBE" w:rsidRPr="00067325" w:rsidRDefault="003F2C55" w:rsidP="007F2CB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lastRenderedPageBreak/>
              <w:t>1</w:t>
            </w:r>
            <w:r w:rsidR="007F2CBE" w:rsidRPr="00067325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</w:tbl>
    <w:p w14:paraId="390755AA" w14:textId="3F3745D0" w:rsidR="005743F3" w:rsidRDefault="005743F3" w:rsidP="005743F3">
      <w:pPr>
        <w:pStyle w:val="Legenda"/>
        <w:keepNext/>
      </w:pPr>
      <w:bookmarkStart w:id="393" w:name="_Toc182566648"/>
      <w:bookmarkStart w:id="394" w:name="_Toc362422420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117</w:t>
      </w:r>
      <w:r w:rsidR="00715F4C">
        <w:rPr>
          <w:noProof/>
        </w:rPr>
        <w:fldChar w:fldCharType="end"/>
      </w:r>
      <w:r>
        <w:t xml:space="preserve">. </w:t>
      </w:r>
      <w:r w:rsidRPr="00BE0219">
        <w:t>Struktura elementu DailyPaymentInformationType</w:t>
      </w:r>
      <w:bookmarkEnd w:id="393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8"/>
        <w:gridCol w:w="832"/>
        <w:gridCol w:w="2095"/>
        <w:gridCol w:w="1197"/>
      </w:tblGrid>
      <w:tr w:rsidR="00D83EF3" w:rsidRPr="00067325" w14:paraId="28777D4E" w14:textId="77777777" w:rsidTr="00794B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05B350BA" w14:textId="77777777" w:rsidR="00D83EF3" w:rsidRPr="00067325" w:rsidRDefault="00D83EF3" w:rsidP="00F64ACD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8" w:type="dxa"/>
          </w:tcPr>
          <w:p w14:paraId="4B2CB374" w14:textId="77777777" w:rsidR="00D83EF3" w:rsidRPr="00067325" w:rsidRDefault="00D83EF3" w:rsidP="00F64ACD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32" w:type="dxa"/>
          </w:tcPr>
          <w:p w14:paraId="0CED58B6" w14:textId="77777777" w:rsidR="00D83EF3" w:rsidRPr="00067325" w:rsidRDefault="002C3B08" w:rsidP="00F64ACD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0871035B" w14:textId="77777777" w:rsidR="00D83EF3" w:rsidRPr="00067325" w:rsidRDefault="00D83EF3" w:rsidP="00F64ACD">
            <w:pPr>
              <w:rPr>
                <w:rFonts w:cs="Arial"/>
                <w:b/>
                <w:sz w:val="18"/>
                <w:szCs w:val="18"/>
              </w:rPr>
            </w:pPr>
            <w:r w:rsidRPr="00067325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729A673D" w14:textId="77777777" w:rsidR="00D83EF3" w:rsidRPr="00067325" w:rsidRDefault="00D83EF3" w:rsidP="00F64ACD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D83EF3" w:rsidRPr="00067325" w14:paraId="0D9038EB" w14:textId="77777777" w:rsidTr="00794BCE">
        <w:trPr>
          <w:trHeight w:val="213"/>
        </w:trPr>
        <w:tc>
          <w:tcPr>
            <w:tcW w:w="1788" w:type="dxa"/>
          </w:tcPr>
          <w:p w14:paraId="0B0EF3C7" w14:textId="77777777" w:rsidR="00D83EF3" w:rsidRPr="00067325" w:rsidRDefault="00D83EF3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totalDueAmountOfDailyPaym</w:t>
            </w:r>
          </w:p>
        </w:tc>
        <w:tc>
          <w:tcPr>
            <w:tcW w:w="3368" w:type="dxa"/>
          </w:tcPr>
          <w:p w14:paraId="57AAD5FC" w14:textId="77777777" w:rsidR="00D83EF3" w:rsidRPr="00067325" w:rsidRDefault="00C30210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cs="Arial"/>
                <w:sz w:val="20"/>
                <w:szCs w:val="20"/>
              </w:rPr>
              <w:t>Razem kwota należnych wpłat dziennych.(suma kwot z kolumny c)</w:t>
            </w:r>
          </w:p>
        </w:tc>
        <w:tc>
          <w:tcPr>
            <w:tcW w:w="832" w:type="dxa"/>
          </w:tcPr>
          <w:p w14:paraId="4FE00355" w14:textId="77777777" w:rsidR="00D83EF3" w:rsidRPr="00067325" w:rsidRDefault="00C51130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17</w:t>
            </w:r>
            <w:r w:rsidR="00C30210" w:rsidRPr="00067325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2095" w:type="dxa"/>
          </w:tcPr>
          <w:p w14:paraId="5FECA519" w14:textId="77777777" w:rsidR="00D83EF3" w:rsidRPr="00067325" w:rsidRDefault="00D83EF3" w:rsidP="00F64ACD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3F2C55" w:rsidRPr="00067325">
              <w:rPr>
                <w:rStyle w:val="pole"/>
                <w:rFonts w:ascii="Lato" w:hAnsi="Lato"/>
                <w:sz w:val="20"/>
                <w:szCs w:val="20"/>
              </w:rPr>
              <w:t>T</w:t>
            </w:r>
            <w:r w:rsidRPr="00067325">
              <w:rPr>
                <w:rStyle w:val="pole"/>
                <w:rFonts w:ascii="Lato" w:hAnsi="Lato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1486AC64" w14:textId="77777777" w:rsidR="00D83EF3" w:rsidRPr="00067325" w:rsidRDefault="00D83EF3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D83EF3" w:rsidRPr="00067325" w14:paraId="332682B1" w14:textId="77777777" w:rsidTr="00794BCE">
        <w:trPr>
          <w:trHeight w:val="213"/>
        </w:trPr>
        <w:tc>
          <w:tcPr>
            <w:tcW w:w="1788" w:type="dxa"/>
          </w:tcPr>
          <w:p w14:paraId="70E458E0" w14:textId="77777777" w:rsidR="00D83EF3" w:rsidRPr="00067325" w:rsidRDefault="00D83EF3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totalAmountOfExcessDailyPaymPrevDecl</w:t>
            </w:r>
          </w:p>
        </w:tc>
        <w:tc>
          <w:tcPr>
            <w:tcW w:w="3368" w:type="dxa"/>
          </w:tcPr>
          <w:p w14:paraId="03326A7C" w14:textId="77777777" w:rsidR="00D83EF3" w:rsidRPr="00067325" w:rsidRDefault="00C30210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cs="Arial"/>
                <w:sz w:val="20"/>
                <w:szCs w:val="20"/>
              </w:rPr>
              <w:t>Razem kwota nadwyżki wpłat z poprzedniej deklaracji zaliczona na poczet wpłat dziennych.(suma kwot z kolumny e)</w:t>
            </w:r>
          </w:p>
        </w:tc>
        <w:tc>
          <w:tcPr>
            <w:tcW w:w="832" w:type="dxa"/>
          </w:tcPr>
          <w:p w14:paraId="402BDA1C" w14:textId="77777777" w:rsidR="00D83EF3" w:rsidRPr="00067325" w:rsidRDefault="00C51130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17</w:t>
            </w:r>
            <w:r w:rsidR="00C30210" w:rsidRPr="00067325">
              <w:rPr>
                <w:rFonts w:eastAsia="Times New Roman" w:cs="Arial"/>
                <w:sz w:val="20"/>
                <w:szCs w:val="20"/>
              </w:rPr>
              <w:t>2</w:t>
            </w:r>
          </w:p>
        </w:tc>
        <w:tc>
          <w:tcPr>
            <w:tcW w:w="2095" w:type="dxa"/>
          </w:tcPr>
          <w:p w14:paraId="6D5B2D74" w14:textId="77777777" w:rsidR="00D83EF3" w:rsidRPr="00067325" w:rsidRDefault="00D83EF3" w:rsidP="00F64ACD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3F2C55" w:rsidRPr="00067325">
              <w:rPr>
                <w:rStyle w:val="pole"/>
                <w:rFonts w:ascii="Lato" w:hAnsi="Lato"/>
                <w:sz w:val="20"/>
                <w:szCs w:val="20"/>
              </w:rPr>
              <w:t>T</w:t>
            </w:r>
            <w:r w:rsidRPr="00067325">
              <w:rPr>
                <w:rStyle w:val="pole"/>
                <w:rFonts w:ascii="Lato" w:hAnsi="Lato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5DEB9E58" w14:textId="77777777" w:rsidR="00D83EF3" w:rsidRPr="00067325" w:rsidRDefault="00D83EF3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D83EF3" w:rsidRPr="00067325" w14:paraId="18672A42" w14:textId="77777777" w:rsidTr="00794BCE">
        <w:trPr>
          <w:trHeight w:val="213"/>
        </w:trPr>
        <w:tc>
          <w:tcPr>
            <w:tcW w:w="1788" w:type="dxa"/>
          </w:tcPr>
          <w:p w14:paraId="67708947" w14:textId="77777777" w:rsidR="00D83EF3" w:rsidRPr="00067325" w:rsidRDefault="00D83EF3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totalAmountOfDailyPaym</w:t>
            </w:r>
          </w:p>
        </w:tc>
        <w:tc>
          <w:tcPr>
            <w:tcW w:w="3368" w:type="dxa"/>
          </w:tcPr>
          <w:p w14:paraId="634F65D9" w14:textId="77777777" w:rsidR="00D83EF3" w:rsidRPr="00067325" w:rsidRDefault="00C30210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cs="Arial"/>
                <w:sz w:val="20"/>
                <w:szCs w:val="20"/>
              </w:rPr>
              <w:t>Razem kwota dokonanych wpłat dziennych.(suma kwot z kolumny f)</w:t>
            </w:r>
          </w:p>
        </w:tc>
        <w:tc>
          <w:tcPr>
            <w:tcW w:w="832" w:type="dxa"/>
          </w:tcPr>
          <w:p w14:paraId="780315BD" w14:textId="77777777" w:rsidR="00D83EF3" w:rsidRPr="00067325" w:rsidRDefault="00C51130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17</w:t>
            </w:r>
            <w:r w:rsidR="00C30210" w:rsidRPr="00067325">
              <w:rPr>
                <w:rFonts w:eastAsia="Times New Roman" w:cs="Arial"/>
                <w:sz w:val="20"/>
                <w:szCs w:val="20"/>
              </w:rPr>
              <w:t>3</w:t>
            </w:r>
          </w:p>
        </w:tc>
        <w:tc>
          <w:tcPr>
            <w:tcW w:w="2095" w:type="dxa"/>
          </w:tcPr>
          <w:p w14:paraId="2965E0AF" w14:textId="77777777" w:rsidR="00D83EF3" w:rsidRPr="00067325" w:rsidRDefault="00D83EF3" w:rsidP="00F64ACD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3F2C55" w:rsidRPr="00067325">
              <w:rPr>
                <w:rStyle w:val="pole"/>
                <w:rFonts w:ascii="Lato" w:hAnsi="Lato"/>
                <w:sz w:val="20"/>
                <w:szCs w:val="20"/>
              </w:rPr>
              <w:t>T</w:t>
            </w:r>
            <w:r w:rsidRPr="00067325">
              <w:rPr>
                <w:rStyle w:val="pole"/>
                <w:rFonts w:ascii="Lato" w:hAnsi="Lato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44695824" w14:textId="77777777" w:rsidR="00D83EF3" w:rsidRPr="00067325" w:rsidRDefault="00D83EF3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D83EF3" w:rsidRPr="00067325" w14:paraId="6430E4FB" w14:textId="77777777" w:rsidTr="00794BCE">
        <w:trPr>
          <w:trHeight w:val="213"/>
        </w:trPr>
        <w:tc>
          <w:tcPr>
            <w:tcW w:w="1788" w:type="dxa"/>
          </w:tcPr>
          <w:p w14:paraId="48CCDCE6" w14:textId="77777777" w:rsidR="00D83EF3" w:rsidRPr="00067325" w:rsidRDefault="00D83EF3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DailyAmount</w:t>
            </w:r>
          </w:p>
        </w:tc>
        <w:tc>
          <w:tcPr>
            <w:tcW w:w="3368" w:type="dxa"/>
          </w:tcPr>
          <w:p w14:paraId="764342DC" w14:textId="77777777" w:rsidR="00D83EF3" w:rsidRPr="00067325" w:rsidRDefault="00C30210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Suma kwot wpłat dziennych</w:t>
            </w:r>
          </w:p>
        </w:tc>
        <w:tc>
          <w:tcPr>
            <w:tcW w:w="832" w:type="dxa"/>
          </w:tcPr>
          <w:p w14:paraId="0D68F3ED" w14:textId="77777777" w:rsidR="00D83EF3" w:rsidRPr="00067325" w:rsidRDefault="00C51130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E</w:t>
            </w:r>
          </w:p>
        </w:tc>
        <w:tc>
          <w:tcPr>
            <w:tcW w:w="2095" w:type="dxa"/>
          </w:tcPr>
          <w:p w14:paraId="0E628445" w14:textId="77777777" w:rsidR="00D83EF3" w:rsidRPr="00067325" w:rsidRDefault="00D83EF3" w:rsidP="00F64AC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ZDailyAmount</w:t>
            </w:r>
          </w:p>
        </w:tc>
        <w:tc>
          <w:tcPr>
            <w:tcW w:w="1197" w:type="dxa"/>
          </w:tcPr>
          <w:p w14:paraId="7479153E" w14:textId="77777777" w:rsidR="00D83EF3" w:rsidRPr="00067325" w:rsidRDefault="00D83EF3" w:rsidP="00F64ACD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0..*</w:t>
            </w:r>
          </w:p>
        </w:tc>
      </w:tr>
    </w:tbl>
    <w:p w14:paraId="5B4D999F" w14:textId="77777777" w:rsidR="0013767E" w:rsidRDefault="0013767E" w:rsidP="00C048E5">
      <w:pPr>
        <w:pStyle w:val="Nagwek3"/>
      </w:pPr>
      <w:bookmarkStart w:id="395" w:name="_Toc182566487"/>
      <w:r>
        <w:t>Reguły</w:t>
      </w:r>
      <w:bookmarkEnd w:id="394"/>
      <w:r>
        <w:t xml:space="preserve"> AKC4K</w:t>
      </w:r>
      <w:bookmarkEnd w:id="395"/>
    </w:p>
    <w:p w14:paraId="16B5E4DA" w14:textId="62122735" w:rsidR="005743F3" w:rsidRDefault="005743F3" w:rsidP="005743F3">
      <w:pPr>
        <w:pStyle w:val="Legenda"/>
        <w:keepNext/>
      </w:pPr>
      <w:bookmarkStart w:id="396" w:name="_Toc182566649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118</w:t>
      </w:r>
      <w:r w:rsidR="00715F4C">
        <w:rPr>
          <w:noProof/>
        </w:rPr>
        <w:fldChar w:fldCharType="end"/>
      </w:r>
      <w:r>
        <w:t xml:space="preserve">. </w:t>
      </w:r>
      <w:r w:rsidRPr="001E408A">
        <w:t>Reguły dotyczące załącznika AKC-4/K</w:t>
      </w:r>
      <w:bookmarkEnd w:id="396"/>
    </w:p>
    <w:tbl>
      <w:tblPr>
        <w:tblStyle w:val="Siatkatabelijasna"/>
        <w:tblW w:w="0" w:type="auto"/>
        <w:tblLook w:val="01E0" w:firstRow="1" w:lastRow="1" w:firstColumn="1" w:lastColumn="1" w:noHBand="0" w:noVBand="0"/>
      </w:tblPr>
      <w:tblGrid>
        <w:gridCol w:w="943"/>
        <w:gridCol w:w="8105"/>
      </w:tblGrid>
      <w:tr w:rsidR="0013767E" w14:paraId="66DDE26A" w14:textId="77777777" w:rsidTr="00C776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43" w:type="dxa"/>
          </w:tcPr>
          <w:p w14:paraId="0E1D308C" w14:textId="77777777" w:rsidR="0013767E" w:rsidRPr="00067325" w:rsidRDefault="0013767E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111" w:type="dxa"/>
          </w:tcPr>
          <w:p w14:paraId="10DC19FE" w14:textId="77777777" w:rsidR="0013767E" w:rsidRPr="00067325" w:rsidRDefault="0013767E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13767E" w14:paraId="798CE181" w14:textId="77777777" w:rsidTr="00C77651">
        <w:trPr>
          <w:trHeight w:val="213"/>
        </w:trPr>
        <w:tc>
          <w:tcPr>
            <w:tcW w:w="943" w:type="dxa"/>
          </w:tcPr>
          <w:p w14:paraId="6943DEBD" w14:textId="77777777" w:rsidR="0013767E" w:rsidRPr="00067325" w:rsidRDefault="00CB4D81">
            <w:pPr>
              <w:rPr>
                <w:rFonts w:eastAsia="Times New Roman" w:cs="Arial"/>
                <w:sz w:val="20"/>
                <w:szCs w:val="20"/>
              </w:rPr>
            </w:pPr>
            <w:bookmarkStart w:id="397" w:name="Rk1"/>
            <w:r w:rsidRPr="00067325">
              <w:rPr>
                <w:rFonts w:eastAsia="Times New Roman" w:cs="Arial"/>
                <w:sz w:val="20"/>
                <w:szCs w:val="20"/>
              </w:rPr>
              <w:t>R1</w:t>
            </w:r>
            <w:bookmarkEnd w:id="397"/>
          </w:p>
        </w:tc>
        <w:tc>
          <w:tcPr>
            <w:tcW w:w="8111" w:type="dxa"/>
          </w:tcPr>
          <w:p w14:paraId="6BC4D784" w14:textId="77777777" w:rsidR="0013767E" w:rsidRPr="00067325" w:rsidRDefault="0013767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Pole wypełniane przez system zgodnie z wartością w analogicznym polu deklaracji AKC-4/AKC-4zo</w:t>
            </w:r>
          </w:p>
        </w:tc>
      </w:tr>
      <w:tr w:rsidR="0013767E" w14:paraId="071750B0" w14:textId="77777777" w:rsidTr="00C77651">
        <w:trPr>
          <w:trHeight w:val="213"/>
        </w:trPr>
        <w:tc>
          <w:tcPr>
            <w:tcW w:w="943" w:type="dxa"/>
          </w:tcPr>
          <w:p w14:paraId="2CB40A20" w14:textId="77777777" w:rsidR="0013767E" w:rsidRPr="00067325" w:rsidRDefault="00CB4D81">
            <w:pPr>
              <w:rPr>
                <w:rFonts w:eastAsia="Times New Roman" w:cs="Arial"/>
                <w:sz w:val="20"/>
                <w:szCs w:val="20"/>
              </w:rPr>
            </w:pPr>
            <w:bookmarkStart w:id="398" w:name="Rk2"/>
            <w:r w:rsidRPr="00067325">
              <w:rPr>
                <w:rFonts w:eastAsia="Times New Roman" w:cs="Arial"/>
                <w:sz w:val="20"/>
                <w:szCs w:val="20"/>
              </w:rPr>
              <w:t>R2</w:t>
            </w:r>
            <w:bookmarkEnd w:id="398"/>
          </w:p>
        </w:tc>
        <w:tc>
          <w:tcPr>
            <w:tcW w:w="8111" w:type="dxa"/>
          </w:tcPr>
          <w:p w14:paraId="11F535A2" w14:textId="77777777" w:rsidR="0013767E" w:rsidRPr="00067325" w:rsidRDefault="0013767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Wypełniane automatycznie na podstawie licznika kolejnego zapisanego załącznika danego typu..</w:t>
            </w:r>
          </w:p>
        </w:tc>
      </w:tr>
      <w:tr w:rsidR="00CB4D81" w14:paraId="222C4E08" w14:textId="77777777" w:rsidTr="00C77651">
        <w:trPr>
          <w:trHeight w:val="213"/>
        </w:trPr>
        <w:tc>
          <w:tcPr>
            <w:tcW w:w="943" w:type="dxa"/>
          </w:tcPr>
          <w:p w14:paraId="247F1255" w14:textId="77777777" w:rsidR="00CB4D81" w:rsidRPr="00067325" w:rsidRDefault="00CB4D81" w:rsidP="00CB4D81">
            <w:pPr>
              <w:rPr>
                <w:rFonts w:eastAsia="Times New Roman" w:cs="Arial"/>
                <w:sz w:val="20"/>
                <w:szCs w:val="20"/>
              </w:rPr>
            </w:pPr>
            <w:bookmarkStart w:id="399" w:name="Rk3"/>
            <w:r w:rsidRPr="00067325">
              <w:rPr>
                <w:rFonts w:eastAsia="Times New Roman" w:cs="Arial"/>
                <w:sz w:val="20"/>
                <w:szCs w:val="20"/>
              </w:rPr>
              <w:t>R3</w:t>
            </w:r>
            <w:bookmarkEnd w:id="399"/>
          </w:p>
        </w:tc>
        <w:tc>
          <w:tcPr>
            <w:tcW w:w="8111" w:type="dxa"/>
          </w:tcPr>
          <w:p w14:paraId="39EF08AB" w14:textId="77777777" w:rsidR="00CB4D81" w:rsidRPr="00067325" w:rsidRDefault="00CB4D81" w:rsidP="00CB4D81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Element może występować tylko jeśli w dokumencie nadrzędnym w polu formKind wybrano wartość AKC-4. </w:t>
            </w:r>
          </w:p>
        </w:tc>
      </w:tr>
      <w:tr w:rsidR="00CB4D81" w14:paraId="489A7A61" w14:textId="77777777" w:rsidTr="00C77651">
        <w:trPr>
          <w:trHeight w:val="213"/>
        </w:trPr>
        <w:tc>
          <w:tcPr>
            <w:tcW w:w="943" w:type="dxa"/>
          </w:tcPr>
          <w:p w14:paraId="18BA4E71" w14:textId="77777777" w:rsidR="00CB4D81" w:rsidRPr="00067325" w:rsidRDefault="00CB4D81" w:rsidP="00CB4D81">
            <w:pPr>
              <w:rPr>
                <w:rFonts w:eastAsia="Times New Roman" w:cs="Arial"/>
                <w:sz w:val="20"/>
                <w:szCs w:val="20"/>
              </w:rPr>
            </w:pPr>
            <w:bookmarkStart w:id="400" w:name="Rk4"/>
            <w:r w:rsidRPr="00067325">
              <w:rPr>
                <w:rFonts w:eastAsia="Times New Roman" w:cs="Arial"/>
                <w:sz w:val="20"/>
                <w:szCs w:val="20"/>
              </w:rPr>
              <w:t>R4</w:t>
            </w:r>
            <w:bookmarkEnd w:id="400"/>
          </w:p>
        </w:tc>
        <w:tc>
          <w:tcPr>
            <w:tcW w:w="8111" w:type="dxa"/>
          </w:tcPr>
          <w:p w14:paraId="3E600E1B" w14:textId="77777777" w:rsidR="00CB4D81" w:rsidRPr="00067325" w:rsidRDefault="00CB4D81" w:rsidP="00CB4D81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Walidacja 1: jeśli wybrano deklarację AKC4zo to pole musi być puste.</w:t>
            </w:r>
          </w:p>
          <w:p w14:paraId="0609FF79" w14:textId="77777777" w:rsidR="00CB4D81" w:rsidRPr="00067325" w:rsidRDefault="00CB4D81" w:rsidP="00CB4D81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Walidacja 2: Wypełnione może być tylko jedno pole numeru akcyzowego – jeśli wskazany jest własny skład, to nie obcy. </w:t>
            </w:r>
          </w:p>
        </w:tc>
      </w:tr>
      <w:tr w:rsidR="00CB4D81" w14:paraId="669B29E9" w14:textId="77777777" w:rsidTr="00C77651">
        <w:trPr>
          <w:trHeight w:val="213"/>
        </w:trPr>
        <w:tc>
          <w:tcPr>
            <w:tcW w:w="943" w:type="dxa"/>
          </w:tcPr>
          <w:p w14:paraId="6955C8A2" w14:textId="77777777" w:rsidR="00CB4D81" w:rsidRPr="00067325" w:rsidRDefault="00CB4D81" w:rsidP="00CB4D81">
            <w:pPr>
              <w:rPr>
                <w:rFonts w:eastAsia="Times New Roman" w:cs="Arial"/>
                <w:sz w:val="20"/>
                <w:szCs w:val="20"/>
              </w:rPr>
            </w:pPr>
            <w:bookmarkStart w:id="401" w:name="Rk5"/>
            <w:r w:rsidRPr="00067325">
              <w:rPr>
                <w:rFonts w:eastAsia="Times New Roman" w:cs="Arial"/>
                <w:sz w:val="20"/>
                <w:szCs w:val="20"/>
              </w:rPr>
              <w:t>R5</w:t>
            </w:r>
            <w:bookmarkEnd w:id="401"/>
          </w:p>
        </w:tc>
        <w:tc>
          <w:tcPr>
            <w:tcW w:w="8111" w:type="dxa"/>
          </w:tcPr>
          <w:p w14:paraId="1AFED030" w14:textId="77777777" w:rsidR="00CB4D81" w:rsidRPr="00067325" w:rsidRDefault="00CB4D81" w:rsidP="00CB4D81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Walidacja 1: jeśli wybrano deklarację AKC4zo to pole musi być puste.</w:t>
            </w:r>
          </w:p>
          <w:p w14:paraId="3C85730A" w14:textId="77777777" w:rsidR="00CB4D81" w:rsidRPr="00067325" w:rsidRDefault="00CB4D81" w:rsidP="00CB4D81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Walidacja 2: Wypełnione może być tylko jedno pole numeru akcyzowego – jeśli wskazany jest obcy skład, to nie własny. </w:t>
            </w:r>
          </w:p>
        </w:tc>
      </w:tr>
      <w:tr w:rsidR="00CB4D81" w14:paraId="17DDDF84" w14:textId="77777777" w:rsidTr="00C77651">
        <w:trPr>
          <w:trHeight w:val="213"/>
        </w:trPr>
        <w:tc>
          <w:tcPr>
            <w:tcW w:w="943" w:type="dxa"/>
          </w:tcPr>
          <w:p w14:paraId="69A3C355" w14:textId="77777777" w:rsidR="00CB4D81" w:rsidRPr="00067325" w:rsidRDefault="00CB4D81" w:rsidP="00CB4D81">
            <w:pPr>
              <w:rPr>
                <w:rFonts w:eastAsia="Times New Roman" w:cs="Arial"/>
                <w:sz w:val="20"/>
                <w:szCs w:val="20"/>
              </w:rPr>
            </w:pPr>
            <w:bookmarkStart w:id="402" w:name="Rk6"/>
            <w:r w:rsidRPr="00067325">
              <w:rPr>
                <w:rFonts w:eastAsia="Times New Roman" w:cs="Arial"/>
                <w:sz w:val="20"/>
                <w:szCs w:val="20"/>
              </w:rPr>
              <w:t>R6</w:t>
            </w:r>
            <w:bookmarkEnd w:id="402"/>
          </w:p>
        </w:tc>
        <w:tc>
          <w:tcPr>
            <w:tcW w:w="8111" w:type="dxa"/>
          </w:tcPr>
          <w:p w14:paraId="4A897F1A" w14:textId="77777777" w:rsidR="00CB4D81" w:rsidRPr="00067325" w:rsidRDefault="00CB4D81" w:rsidP="00CB4D81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Pole wypełniane danymi z systemu PDR na podstawie numeru z pola numer akcyzowy składu. Funkcja wywoływana przyciskiem „POBIERZ ADRES”</w:t>
            </w:r>
          </w:p>
        </w:tc>
      </w:tr>
      <w:tr w:rsidR="00CB4D81" w14:paraId="1A6F1787" w14:textId="77777777" w:rsidTr="00C77651">
        <w:trPr>
          <w:trHeight w:val="213"/>
        </w:trPr>
        <w:tc>
          <w:tcPr>
            <w:tcW w:w="943" w:type="dxa"/>
          </w:tcPr>
          <w:p w14:paraId="35D480FA" w14:textId="77777777" w:rsidR="00CB4D81" w:rsidRPr="00067325" w:rsidRDefault="00CB4D81" w:rsidP="00CB4D81">
            <w:pPr>
              <w:rPr>
                <w:rFonts w:eastAsia="Times New Roman" w:cs="Arial"/>
                <w:sz w:val="20"/>
                <w:szCs w:val="20"/>
              </w:rPr>
            </w:pPr>
            <w:bookmarkStart w:id="403" w:name="Rk7"/>
            <w:r w:rsidRPr="00067325">
              <w:rPr>
                <w:rFonts w:eastAsia="Times New Roman" w:cs="Arial"/>
                <w:sz w:val="20"/>
                <w:szCs w:val="20"/>
              </w:rPr>
              <w:t>R7</w:t>
            </w:r>
            <w:bookmarkEnd w:id="403"/>
          </w:p>
        </w:tc>
        <w:tc>
          <w:tcPr>
            <w:tcW w:w="8111" w:type="dxa"/>
          </w:tcPr>
          <w:p w14:paraId="3464CF3D" w14:textId="77777777" w:rsidR="00CB4D81" w:rsidRPr="00067325" w:rsidRDefault="00CB4D81" w:rsidP="00CB4D81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Walidacja: Jeśli wybrano deklarację AKC-4zo, to pole musi być wypełnione.</w:t>
            </w:r>
          </w:p>
        </w:tc>
      </w:tr>
      <w:tr w:rsidR="00CB4D81" w14:paraId="3A46ABA9" w14:textId="77777777" w:rsidTr="00C77651">
        <w:trPr>
          <w:trHeight w:val="213"/>
        </w:trPr>
        <w:tc>
          <w:tcPr>
            <w:tcW w:w="943" w:type="dxa"/>
          </w:tcPr>
          <w:p w14:paraId="32E64AA5" w14:textId="77777777" w:rsidR="00CB4D81" w:rsidRPr="00067325" w:rsidRDefault="00CB4D81" w:rsidP="00CB4D81">
            <w:pPr>
              <w:rPr>
                <w:rFonts w:eastAsia="Times New Roman" w:cs="Arial"/>
                <w:sz w:val="20"/>
                <w:szCs w:val="20"/>
              </w:rPr>
            </w:pPr>
            <w:bookmarkStart w:id="404" w:name="Rk8"/>
            <w:r w:rsidRPr="00067325">
              <w:rPr>
                <w:rFonts w:eastAsia="Times New Roman" w:cs="Arial"/>
                <w:sz w:val="20"/>
                <w:szCs w:val="20"/>
              </w:rPr>
              <w:t>R8</w:t>
            </w:r>
            <w:bookmarkEnd w:id="404"/>
          </w:p>
        </w:tc>
        <w:tc>
          <w:tcPr>
            <w:tcW w:w="8111" w:type="dxa"/>
          </w:tcPr>
          <w:p w14:paraId="47CA630C" w14:textId="77777777" w:rsidR="00CB4D81" w:rsidRPr="00067325" w:rsidRDefault="00CB4D81" w:rsidP="00CB4D81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cs="Arial"/>
                <w:sz w:val="20"/>
                <w:szCs w:val="20"/>
              </w:rPr>
              <w:t>Walidacja: sprawdzenie czy suma kwot z pozycji „Nadwyżka przedpłaty akcyzy” i „Przedpłata akcyzy do zapłaty” deklaracji AKC-PA (K) (za okres) jest równa wprowadzonej w polu wartości.</w:t>
            </w:r>
          </w:p>
        </w:tc>
      </w:tr>
      <w:tr w:rsidR="00CB4D81" w14:paraId="15EF9CBC" w14:textId="77777777" w:rsidTr="00C77651">
        <w:trPr>
          <w:trHeight w:val="213"/>
        </w:trPr>
        <w:tc>
          <w:tcPr>
            <w:tcW w:w="943" w:type="dxa"/>
          </w:tcPr>
          <w:p w14:paraId="4434463D" w14:textId="77777777" w:rsidR="00CB4D81" w:rsidRPr="00067325" w:rsidRDefault="00CB4D81" w:rsidP="00CB4D81">
            <w:pPr>
              <w:rPr>
                <w:rFonts w:eastAsia="Times New Roman" w:cs="Arial"/>
                <w:sz w:val="20"/>
                <w:szCs w:val="20"/>
              </w:rPr>
            </w:pPr>
            <w:bookmarkStart w:id="405" w:name="Rk9"/>
            <w:r w:rsidRPr="00067325">
              <w:rPr>
                <w:rFonts w:eastAsia="Times New Roman" w:cs="Arial"/>
                <w:sz w:val="20"/>
                <w:szCs w:val="20"/>
              </w:rPr>
              <w:t>R9</w:t>
            </w:r>
            <w:bookmarkEnd w:id="405"/>
          </w:p>
        </w:tc>
        <w:tc>
          <w:tcPr>
            <w:tcW w:w="8111" w:type="dxa"/>
          </w:tcPr>
          <w:p w14:paraId="247775D1" w14:textId="77777777" w:rsidR="00CB4D81" w:rsidRPr="00067325" w:rsidRDefault="00CB4D81" w:rsidP="00CB4D81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cs="Arial"/>
                <w:sz w:val="20"/>
                <w:szCs w:val="20"/>
              </w:rPr>
              <w:t>Walidacja: jeśli wynik wyliczenia jest różny od wprowadzonej wartości, to jest Błąd. Jeśli wyliczona wartość jest ujemna, powinno być 0.</w:t>
            </w:r>
          </w:p>
        </w:tc>
      </w:tr>
      <w:tr w:rsidR="00CB4D81" w14:paraId="478F2DC0" w14:textId="77777777" w:rsidTr="00C77651">
        <w:trPr>
          <w:trHeight w:val="213"/>
        </w:trPr>
        <w:tc>
          <w:tcPr>
            <w:tcW w:w="943" w:type="dxa"/>
          </w:tcPr>
          <w:p w14:paraId="245C888D" w14:textId="77777777" w:rsidR="00CB4D81" w:rsidRPr="00067325" w:rsidRDefault="00CB4D81" w:rsidP="00CB4D81">
            <w:pPr>
              <w:rPr>
                <w:rFonts w:eastAsia="Times New Roman" w:cs="Arial"/>
                <w:sz w:val="20"/>
                <w:szCs w:val="20"/>
              </w:rPr>
            </w:pPr>
            <w:bookmarkStart w:id="406" w:name="Rk10"/>
            <w:r w:rsidRPr="00067325">
              <w:rPr>
                <w:rFonts w:eastAsia="Times New Roman" w:cs="Arial"/>
                <w:sz w:val="20"/>
                <w:szCs w:val="20"/>
              </w:rPr>
              <w:lastRenderedPageBreak/>
              <w:t>R10</w:t>
            </w:r>
            <w:bookmarkEnd w:id="406"/>
          </w:p>
        </w:tc>
        <w:tc>
          <w:tcPr>
            <w:tcW w:w="8111" w:type="dxa"/>
          </w:tcPr>
          <w:p w14:paraId="0CEF622A" w14:textId="77777777" w:rsidR="00CB4D81" w:rsidRPr="00067325" w:rsidRDefault="00CB4D81" w:rsidP="00CB4D81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67325">
              <w:rPr>
                <w:rFonts w:ascii="Lato" w:hAnsi="Lato" w:cs="Arial"/>
                <w:sz w:val="20"/>
                <w:szCs w:val="20"/>
                <w:lang w:val="pl-PL" w:eastAsia="pl-PL"/>
              </w:rPr>
              <w:t>Pole niewymagalne (puste) w przypadku, gdy nie złożono AKC-PA za ten sam okres rozliczeniowy.</w:t>
            </w:r>
          </w:p>
          <w:p w14:paraId="5695B009" w14:textId="77777777" w:rsidR="00CB4D81" w:rsidRPr="00067325" w:rsidRDefault="00CB4D81" w:rsidP="00CB4D81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cs="Arial"/>
                <w:sz w:val="20"/>
                <w:szCs w:val="20"/>
              </w:rPr>
              <w:t>Walidacja: jeśli wynik wyliczenia jest różny od wprowadzonej wartości, to jest Błąd. Jeśli wyliczona wartość jest ujemna, powinno być 0.</w:t>
            </w:r>
          </w:p>
        </w:tc>
      </w:tr>
      <w:tr w:rsidR="00CB4D81" w14:paraId="5C6922A4" w14:textId="77777777" w:rsidTr="00C77651">
        <w:trPr>
          <w:trHeight w:val="213"/>
        </w:trPr>
        <w:tc>
          <w:tcPr>
            <w:tcW w:w="943" w:type="dxa"/>
          </w:tcPr>
          <w:p w14:paraId="5ADAE87A" w14:textId="77777777" w:rsidR="00CB4D81" w:rsidRPr="00067325" w:rsidRDefault="00CB4D81" w:rsidP="00CB4D81">
            <w:pPr>
              <w:rPr>
                <w:rFonts w:eastAsia="Times New Roman" w:cs="Arial"/>
                <w:sz w:val="20"/>
                <w:szCs w:val="20"/>
              </w:rPr>
            </w:pPr>
            <w:bookmarkStart w:id="407" w:name="Rk11"/>
            <w:r w:rsidRPr="00067325">
              <w:rPr>
                <w:rFonts w:eastAsia="Times New Roman" w:cs="Arial"/>
                <w:sz w:val="20"/>
                <w:szCs w:val="20"/>
              </w:rPr>
              <w:t>R11</w:t>
            </w:r>
            <w:bookmarkEnd w:id="407"/>
          </w:p>
        </w:tc>
        <w:tc>
          <w:tcPr>
            <w:tcW w:w="8111" w:type="dxa"/>
          </w:tcPr>
          <w:p w14:paraId="1B158656" w14:textId="77777777" w:rsidR="00CB4D81" w:rsidRPr="00067325" w:rsidRDefault="00CB4D81" w:rsidP="00CB4D81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67325">
              <w:rPr>
                <w:rFonts w:ascii="Lato" w:hAnsi="Lato" w:cs="Arial"/>
                <w:sz w:val="20"/>
                <w:szCs w:val="20"/>
                <w:lang w:val="pl-PL" w:eastAsia="pl-PL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23CF47F1" w14:textId="77777777" w:rsidR="00CB4D81" w:rsidRPr="00067325" w:rsidRDefault="00CB4D81" w:rsidP="00CB4D81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67325">
              <w:rPr>
                <w:rFonts w:ascii="Lato" w:hAnsi="Lato" w:cs="Arial"/>
                <w:sz w:val="20"/>
                <w:szCs w:val="20"/>
                <w:lang w:val="pl-PL" w:eastAsia="pl-PL"/>
              </w:rPr>
              <w:t>Pole wyliczane na podstawie sumy wartości wprowadzonych w polu „Ilość wyrobów w tysiącach litrów”. System wstawia wyliczoną wartość.</w:t>
            </w:r>
          </w:p>
          <w:p w14:paraId="6207B2F4" w14:textId="77777777" w:rsidR="00CB4D81" w:rsidRPr="00067325" w:rsidRDefault="00CB4D81" w:rsidP="00CB4D81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cs="Arial"/>
                <w:sz w:val="20"/>
                <w:szCs w:val="20"/>
              </w:rPr>
              <w:t xml:space="preserve">Walidacja: wprowadzona liczba powinna się równać sumie wartości wprowadzonych w polu „Ilość wyrobów w tysiącach litrów”. </w:t>
            </w:r>
          </w:p>
        </w:tc>
      </w:tr>
      <w:tr w:rsidR="00CB4D81" w14:paraId="2FC7A432" w14:textId="77777777" w:rsidTr="00C77651">
        <w:trPr>
          <w:trHeight w:val="213"/>
        </w:trPr>
        <w:tc>
          <w:tcPr>
            <w:tcW w:w="943" w:type="dxa"/>
          </w:tcPr>
          <w:p w14:paraId="4862CBEA" w14:textId="77777777" w:rsidR="00CB4D81" w:rsidRPr="00067325" w:rsidRDefault="00CB4D81" w:rsidP="00CB4D81">
            <w:pPr>
              <w:rPr>
                <w:rFonts w:eastAsia="Times New Roman" w:cs="Arial"/>
                <w:sz w:val="20"/>
                <w:szCs w:val="20"/>
              </w:rPr>
            </w:pPr>
            <w:bookmarkStart w:id="408" w:name="Rk12"/>
            <w:r w:rsidRPr="00067325">
              <w:rPr>
                <w:rFonts w:eastAsia="Times New Roman" w:cs="Arial"/>
                <w:sz w:val="20"/>
                <w:szCs w:val="20"/>
              </w:rPr>
              <w:t>R12</w:t>
            </w:r>
            <w:bookmarkEnd w:id="408"/>
          </w:p>
        </w:tc>
        <w:tc>
          <w:tcPr>
            <w:tcW w:w="8111" w:type="dxa"/>
          </w:tcPr>
          <w:p w14:paraId="11359DC9" w14:textId="77777777" w:rsidR="00CB4D81" w:rsidRPr="00067325" w:rsidRDefault="00CB4D81" w:rsidP="00CB4D81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67325">
              <w:rPr>
                <w:rFonts w:ascii="Lato" w:hAnsi="Lato" w:cs="Arial"/>
                <w:sz w:val="20"/>
                <w:szCs w:val="20"/>
                <w:lang w:val="pl-PL" w:eastAsia="pl-PL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50F2F053" w14:textId="77777777" w:rsidR="00CB4D81" w:rsidRPr="00067325" w:rsidRDefault="00CB4D81" w:rsidP="00CB4D81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67325">
              <w:rPr>
                <w:rFonts w:ascii="Lato" w:hAnsi="Lato" w:cs="Arial"/>
                <w:sz w:val="20"/>
                <w:szCs w:val="20"/>
                <w:lang w:val="pl-PL" w:eastAsia="pl-PL"/>
              </w:rPr>
              <w:t>Pole wyliczane na podstawie sumy wartości wprowadzonych w polu „Kwota podatku w zł”. System wstawia wyliczoną wartość.</w:t>
            </w:r>
          </w:p>
          <w:p w14:paraId="12FA84DC" w14:textId="77777777" w:rsidR="00CB4D81" w:rsidRPr="00067325" w:rsidRDefault="00CB4D81" w:rsidP="00CB4D81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cs="Arial"/>
                <w:sz w:val="20"/>
                <w:szCs w:val="20"/>
              </w:rPr>
              <w:t xml:space="preserve">Walidacja: wprowadzona liczba powinna się równać sumie wartości wprowadzonych w polu „Kwota podatku w zł”. </w:t>
            </w:r>
          </w:p>
        </w:tc>
      </w:tr>
      <w:tr w:rsidR="00CB4D81" w14:paraId="4B655296" w14:textId="77777777" w:rsidTr="00C77651">
        <w:trPr>
          <w:trHeight w:val="213"/>
        </w:trPr>
        <w:tc>
          <w:tcPr>
            <w:tcW w:w="943" w:type="dxa"/>
          </w:tcPr>
          <w:p w14:paraId="18F2D574" w14:textId="77777777" w:rsidR="00CB4D81" w:rsidRPr="00067325" w:rsidRDefault="00CB4D81" w:rsidP="00CB4D81">
            <w:pPr>
              <w:rPr>
                <w:rFonts w:eastAsia="Times New Roman" w:cs="Arial"/>
                <w:sz w:val="20"/>
                <w:szCs w:val="20"/>
              </w:rPr>
            </w:pPr>
            <w:bookmarkStart w:id="409" w:name="Rk13"/>
            <w:r w:rsidRPr="00067325">
              <w:rPr>
                <w:rFonts w:eastAsia="Times New Roman" w:cs="Arial"/>
                <w:sz w:val="20"/>
                <w:szCs w:val="20"/>
              </w:rPr>
              <w:t>R13</w:t>
            </w:r>
            <w:bookmarkEnd w:id="409"/>
          </w:p>
        </w:tc>
        <w:tc>
          <w:tcPr>
            <w:tcW w:w="8111" w:type="dxa"/>
          </w:tcPr>
          <w:p w14:paraId="36F37AF7" w14:textId="77777777" w:rsidR="00CB4D81" w:rsidRPr="00067325" w:rsidRDefault="00CB4D81" w:rsidP="00CB4D81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67325">
              <w:rPr>
                <w:rFonts w:ascii="Lato" w:hAnsi="Lato" w:cs="Arial"/>
                <w:sz w:val="20"/>
                <w:szCs w:val="20"/>
                <w:lang w:val="pl-PL" w:eastAsia="pl-PL"/>
              </w:rPr>
              <w:t>Wersja papierowa dokumentu: System wstawia nazwę pobraną ze słownika w ISZTAR.</w:t>
            </w:r>
          </w:p>
          <w:p w14:paraId="35C11592" w14:textId="77777777" w:rsidR="00CB4D81" w:rsidRPr="00067325" w:rsidRDefault="00CB4D81" w:rsidP="00CB4D81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cs="Arial"/>
                <w:sz w:val="20"/>
                <w:szCs w:val="20"/>
              </w:rPr>
              <w:t xml:space="preserve">Walidacja dla wersji elektronicznej: porównanie wprowadzonej nazwy grupy wyrobów z wartością pobraną z systemu ISZTAR na podstawie kodu CN. </w:t>
            </w:r>
          </w:p>
        </w:tc>
      </w:tr>
      <w:tr w:rsidR="00CB4D81" w14:paraId="44C386A2" w14:textId="77777777" w:rsidTr="00C77651">
        <w:trPr>
          <w:trHeight w:val="213"/>
        </w:trPr>
        <w:tc>
          <w:tcPr>
            <w:tcW w:w="943" w:type="dxa"/>
          </w:tcPr>
          <w:p w14:paraId="091E2873" w14:textId="77777777" w:rsidR="00CB4D81" w:rsidRPr="00067325" w:rsidRDefault="00CB4D81" w:rsidP="00CB4D81">
            <w:pPr>
              <w:rPr>
                <w:rFonts w:eastAsia="Times New Roman" w:cs="Arial"/>
                <w:sz w:val="20"/>
                <w:szCs w:val="20"/>
              </w:rPr>
            </w:pPr>
            <w:bookmarkStart w:id="410" w:name="Rk14"/>
            <w:r w:rsidRPr="00067325">
              <w:rPr>
                <w:rFonts w:eastAsia="Times New Roman" w:cs="Arial"/>
                <w:sz w:val="20"/>
                <w:szCs w:val="20"/>
              </w:rPr>
              <w:t>R14</w:t>
            </w:r>
            <w:bookmarkEnd w:id="410"/>
          </w:p>
        </w:tc>
        <w:tc>
          <w:tcPr>
            <w:tcW w:w="8111" w:type="dxa"/>
          </w:tcPr>
          <w:p w14:paraId="65028317" w14:textId="77777777" w:rsidR="00CB4D81" w:rsidRPr="00067325" w:rsidRDefault="00CB4D81" w:rsidP="00CB4D81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067325">
              <w:rPr>
                <w:rFonts w:ascii="Lato" w:hAnsi="Lato"/>
                <w:sz w:val="20"/>
                <w:szCs w:val="20"/>
                <w:lang w:val="pl-PL" w:eastAsia="pl-PL"/>
              </w:rPr>
              <w:t>Wartość przekazywana dla wywołania usługi pobrania danych z ISZTAR dla pól „Nazwa grupy wyrobów” i „Stawka podatku”.</w:t>
            </w:r>
          </w:p>
          <w:p w14:paraId="2C6BF5DA" w14:textId="77777777" w:rsidR="00CB4D81" w:rsidRPr="00067325" w:rsidRDefault="00CB4D81" w:rsidP="00CB4D81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67325">
              <w:rPr>
                <w:rFonts w:ascii="Lato" w:hAnsi="Lato"/>
                <w:sz w:val="20"/>
                <w:szCs w:val="20"/>
                <w:lang w:val="pl-PL" w:eastAsia="pl-PL"/>
              </w:rPr>
              <w:t>Walidacja czy kod CN jest w zakresie obsługiwanym przez załącznik danego typu. Jeśli nie błąd typu 2.</w:t>
            </w:r>
          </w:p>
        </w:tc>
      </w:tr>
      <w:tr w:rsidR="00CB4D81" w14:paraId="6E836365" w14:textId="77777777" w:rsidTr="00C77651">
        <w:trPr>
          <w:trHeight w:val="213"/>
        </w:trPr>
        <w:tc>
          <w:tcPr>
            <w:tcW w:w="943" w:type="dxa"/>
          </w:tcPr>
          <w:p w14:paraId="1C10D7E9" w14:textId="77777777" w:rsidR="00CB4D81" w:rsidRPr="00067325" w:rsidRDefault="00CB4D81" w:rsidP="00CB4D81">
            <w:pPr>
              <w:rPr>
                <w:rFonts w:eastAsia="Times New Roman" w:cs="Arial"/>
                <w:sz w:val="20"/>
                <w:szCs w:val="20"/>
              </w:rPr>
            </w:pPr>
            <w:bookmarkStart w:id="411" w:name="Rk15"/>
            <w:r w:rsidRPr="00067325">
              <w:rPr>
                <w:rFonts w:eastAsia="Times New Roman" w:cs="Arial"/>
                <w:sz w:val="20"/>
                <w:szCs w:val="20"/>
              </w:rPr>
              <w:t>R15</w:t>
            </w:r>
            <w:bookmarkEnd w:id="411"/>
          </w:p>
        </w:tc>
        <w:tc>
          <w:tcPr>
            <w:tcW w:w="8111" w:type="dxa"/>
          </w:tcPr>
          <w:p w14:paraId="4D37BE11" w14:textId="77777777" w:rsidR="00CB4D81" w:rsidRPr="00067325" w:rsidRDefault="00CB4D81" w:rsidP="00CB4D81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67325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Walidacja: Czy pole jest wypełnione zgodnie z typem stawki podatkowej. </w:t>
            </w:r>
          </w:p>
        </w:tc>
      </w:tr>
      <w:tr w:rsidR="00CB4D81" w14:paraId="6728503B" w14:textId="77777777" w:rsidTr="00C77651">
        <w:trPr>
          <w:trHeight w:val="213"/>
        </w:trPr>
        <w:tc>
          <w:tcPr>
            <w:tcW w:w="943" w:type="dxa"/>
          </w:tcPr>
          <w:p w14:paraId="418915FF" w14:textId="77777777" w:rsidR="00CB4D81" w:rsidRPr="00067325" w:rsidRDefault="00CB4D81" w:rsidP="00CB4D81">
            <w:pPr>
              <w:rPr>
                <w:rFonts w:eastAsia="Times New Roman" w:cs="Arial"/>
                <w:sz w:val="20"/>
                <w:szCs w:val="20"/>
              </w:rPr>
            </w:pPr>
            <w:bookmarkStart w:id="412" w:name="Rk16"/>
            <w:r w:rsidRPr="00067325">
              <w:rPr>
                <w:rFonts w:eastAsia="Times New Roman" w:cs="Arial"/>
                <w:sz w:val="20"/>
                <w:szCs w:val="20"/>
              </w:rPr>
              <w:t>R16</w:t>
            </w:r>
            <w:bookmarkEnd w:id="412"/>
          </w:p>
        </w:tc>
        <w:tc>
          <w:tcPr>
            <w:tcW w:w="8111" w:type="dxa"/>
          </w:tcPr>
          <w:p w14:paraId="431DBEAA" w14:textId="77777777" w:rsidR="00CB4D81" w:rsidRPr="00067325" w:rsidRDefault="00CB4D81" w:rsidP="00CB4D81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67325">
              <w:rPr>
                <w:rFonts w:ascii="Lato" w:hAnsi="Lato" w:cs="Arial"/>
                <w:sz w:val="20"/>
                <w:szCs w:val="20"/>
                <w:lang w:val="pl-PL" w:eastAsia="pl-PL"/>
              </w:rPr>
              <w:t>Walidacja: wprowadzona wartość powinna być równa wyliczonej zgodnie ze wzorem: wartość w polu: „Ilość wyrobów, w tysiącach litrów” pomnożona przez wartość w polu „Stawka podatku”. Błąd typu 3</w:t>
            </w:r>
          </w:p>
        </w:tc>
      </w:tr>
      <w:tr w:rsidR="00CB4D81" w14:paraId="64929858" w14:textId="77777777" w:rsidTr="00C77651">
        <w:trPr>
          <w:trHeight w:val="213"/>
        </w:trPr>
        <w:tc>
          <w:tcPr>
            <w:tcW w:w="943" w:type="dxa"/>
          </w:tcPr>
          <w:p w14:paraId="109AC46C" w14:textId="77777777" w:rsidR="00CB4D81" w:rsidRPr="00067325" w:rsidRDefault="00CB4D81" w:rsidP="00CB4D81">
            <w:pPr>
              <w:rPr>
                <w:rFonts w:eastAsia="Times New Roman" w:cs="Arial"/>
                <w:sz w:val="20"/>
                <w:szCs w:val="20"/>
              </w:rPr>
            </w:pPr>
            <w:bookmarkStart w:id="413" w:name="Rk17"/>
            <w:r w:rsidRPr="00067325">
              <w:rPr>
                <w:rFonts w:eastAsia="Times New Roman" w:cs="Arial"/>
                <w:sz w:val="20"/>
                <w:szCs w:val="20"/>
              </w:rPr>
              <w:t>R17</w:t>
            </w:r>
            <w:bookmarkEnd w:id="413"/>
          </w:p>
        </w:tc>
        <w:tc>
          <w:tcPr>
            <w:tcW w:w="8111" w:type="dxa"/>
          </w:tcPr>
          <w:p w14:paraId="1C6E26AC" w14:textId="77777777" w:rsidR="00CB4D81" w:rsidRPr="00067325" w:rsidRDefault="00CB4D81" w:rsidP="00CB4D81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067325">
              <w:rPr>
                <w:rFonts w:ascii="Lato" w:hAnsi="Lato"/>
                <w:sz w:val="20"/>
                <w:szCs w:val="20"/>
                <w:lang w:val="pl-PL" w:eastAsia="pl-PL"/>
              </w:rPr>
              <w:t>Pole nie jest wymagalne w przypadku, gdy nie wypełniono żadnej pozycji w części „Informacja o kwotach wpłat dziennych” deklaracji.</w:t>
            </w:r>
          </w:p>
          <w:p w14:paraId="48CE5A3E" w14:textId="77777777" w:rsidR="00CB4D81" w:rsidRPr="00067325" w:rsidRDefault="00CB4D81" w:rsidP="00CB4D81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067325">
              <w:rPr>
                <w:rFonts w:ascii="Lato" w:hAnsi="Lato"/>
                <w:sz w:val="20"/>
                <w:szCs w:val="20"/>
                <w:lang w:val="pl-PL" w:eastAsia="pl-PL"/>
              </w:rPr>
              <w:t xml:space="preserve">Walidacja 1: Część „Informacja o kwotach wpłat dziennych” powinna mieć co najmniej jedną pozycję jeżeli jest wypełnione przynajmniej jedno z 3-ch pól załącznika AKC-4/K: pole „Numer akcyzowy składu (podatnik prowadzący skład)”, „Numer akcyzowy składu (podatnik korzystający z obcego składu)” lub „Numer akcyzowy zarejestrowanego odbiorcy” oraz </w:t>
            </w:r>
            <w:r w:rsidRPr="00067325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wskazano chociaż jeden wyrób akcyzowy w części „obliczenie kwoty podatku akcyzowego od poszczególnych wyrobów”.</w:t>
            </w:r>
          </w:p>
          <w:p w14:paraId="2F68DA7C" w14:textId="77777777" w:rsidR="00CB4D81" w:rsidRPr="00067325" w:rsidRDefault="00CB4D81" w:rsidP="00CB4D81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67325">
              <w:rPr>
                <w:rFonts w:ascii="Lato" w:hAnsi="Lato"/>
                <w:sz w:val="20"/>
                <w:szCs w:val="20"/>
                <w:lang w:val="pl-PL" w:eastAsia="pl-PL"/>
              </w:rPr>
              <w:t xml:space="preserve">Walidacja 2: Czy wprowadzona wartość równa się sumie wartości z pól „Kwota podatku akcyzowego z dnia powstania obowiązku podatkowego” dla kolejnych dat. </w:t>
            </w:r>
          </w:p>
        </w:tc>
      </w:tr>
      <w:tr w:rsidR="00CB4D81" w14:paraId="6701CFD2" w14:textId="77777777" w:rsidTr="00C77651">
        <w:trPr>
          <w:trHeight w:val="213"/>
        </w:trPr>
        <w:tc>
          <w:tcPr>
            <w:tcW w:w="943" w:type="dxa"/>
          </w:tcPr>
          <w:p w14:paraId="66EB44E1" w14:textId="77777777" w:rsidR="00CB4D81" w:rsidRPr="00067325" w:rsidRDefault="00CB4D81" w:rsidP="00CB4D81">
            <w:pPr>
              <w:rPr>
                <w:rFonts w:eastAsia="Times New Roman" w:cs="Arial"/>
                <w:sz w:val="20"/>
                <w:szCs w:val="20"/>
              </w:rPr>
            </w:pPr>
            <w:bookmarkStart w:id="414" w:name="Rk18"/>
            <w:r w:rsidRPr="00067325">
              <w:rPr>
                <w:rFonts w:eastAsia="Times New Roman" w:cs="Arial"/>
                <w:sz w:val="20"/>
                <w:szCs w:val="20"/>
              </w:rPr>
              <w:lastRenderedPageBreak/>
              <w:t>R18</w:t>
            </w:r>
            <w:bookmarkEnd w:id="414"/>
          </w:p>
        </w:tc>
        <w:tc>
          <w:tcPr>
            <w:tcW w:w="8111" w:type="dxa"/>
          </w:tcPr>
          <w:p w14:paraId="6ABE4E91" w14:textId="77777777" w:rsidR="00CB4D81" w:rsidRPr="00067325" w:rsidRDefault="00CB4D81" w:rsidP="00CB4D81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067325">
              <w:rPr>
                <w:rFonts w:ascii="Lato" w:hAnsi="Lato"/>
                <w:sz w:val="20"/>
                <w:szCs w:val="20"/>
                <w:lang w:val="pl-PL" w:eastAsia="pl-PL"/>
              </w:rPr>
              <w:t>Pole nie jest wymagalne w przypadku, gdy nie wypełniono żadnej pozycji w części „Informacja o kwotach wpłat dziennych” deklaracji.</w:t>
            </w:r>
          </w:p>
          <w:p w14:paraId="21D900EC" w14:textId="77777777" w:rsidR="00CB4D81" w:rsidRPr="00067325" w:rsidRDefault="00CB4D81" w:rsidP="00CB4D81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067325">
              <w:rPr>
                <w:rFonts w:ascii="Lato" w:hAnsi="Lato"/>
                <w:sz w:val="20"/>
                <w:szCs w:val="20"/>
                <w:lang w:val="pl-PL" w:eastAsia="pl-PL"/>
              </w:rPr>
              <w:t>Walidacja 1: Część „Informacja o kwotach wpłat dziennych” powinna mieć co najmniej jedną pozycję jeżeli jest wypełnione przynajmniej jedno z 3-ch pól załącznika AKC-4/K: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wyrobów”.</w:t>
            </w:r>
          </w:p>
          <w:p w14:paraId="1D0514F6" w14:textId="77777777" w:rsidR="00CB4D81" w:rsidRPr="00067325" w:rsidRDefault="00CB4D81" w:rsidP="00CB4D81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67325">
              <w:rPr>
                <w:rFonts w:ascii="Lato" w:hAnsi="Lato"/>
                <w:sz w:val="20"/>
                <w:szCs w:val="20"/>
                <w:lang w:val="pl-PL" w:eastAsia="pl-PL"/>
              </w:rPr>
              <w:t xml:space="preserve">Walidacja 2: Czy wprowadzona wartość równa się sumie wartości z pól „Kwota nadwyżki wpłat z poprzedniej deklaracji zaliczona na poczet wpłat dziennych” dla kolejnych dat. </w:t>
            </w:r>
          </w:p>
        </w:tc>
      </w:tr>
      <w:tr w:rsidR="00CB4D81" w14:paraId="22691E3E" w14:textId="77777777" w:rsidTr="00C77651">
        <w:trPr>
          <w:trHeight w:val="213"/>
        </w:trPr>
        <w:tc>
          <w:tcPr>
            <w:tcW w:w="943" w:type="dxa"/>
          </w:tcPr>
          <w:p w14:paraId="4B8E9CCE" w14:textId="77777777" w:rsidR="00CB4D81" w:rsidRPr="00067325" w:rsidRDefault="00CB4D81" w:rsidP="00CB4D81">
            <w:pPr>
              <w:rPr>
                <w:rFonts w:eastAsia="Times New Roman" w:cs="Arial"/>
                <w:sz w:val="20"/>
                <w:szCs w:val="20"/>
              </w:rPr>
            </w:pPr>
            <w:bookmarkStart w:id="415" w:name="Rk19"/>
            <w:r w:rsidRPr="00067325">
              <w:rPr>
                <w:rFonts w:eastAsia="Times New Roman" w:cs="Arial"/>
                <w:sz w:val="20"/>
                <w:szCs w:val="20"/>
              </w:rPr>
              <w:t>R19</w:t>
            </w:r>
            <w:bookmarkEnd w:id="415"/>
          </w:p>
        </w:tc>
        <w:tc>
          <w:tcPr>
            <w:tcW w:w="8111" w:type="dxa"/>
          </w:tcPr>
          <w:p w14:paraId="39226BCB" w14:textId="77777777" w:rsidR="00CB4D81" w:rsidRPr="00067325" w:rsidRDefault="00CB4D81" w:rsidP="00CB4D81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067325">
              <w:rPr>
                <w:rFonts w:ascii="Lato" w:hAnsi="Lato"/>
                <w:sz w:val="20"/>
                <w:szCs w:val="20"/>
                <w:lang w:val="pl-PL" w:eastAsia="pl-PL"/>
              </w:rPr>
              <w:t>Pole nie jest wymagalne w przypadku, gdy nie wypełniono żadnej pozycji w części „Informacja o kwotach wpłat dziennych” deklaracji.</w:t>
            </w:r>
          </w:p>
          <w:p w14:paraId="788E263B" w14:textId="77777777" w:rsidR="00CB4D81" w:rsidRPr="00067325" w:rsidRDefault="00CB4D81" w:rsidP="00CB4D81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067325">
              <w:rPr>
                <w:rFonts w:ascii="Lato" w:hAnsi="Lato"/>
                <w:sz w:val="20"/>
                <w:szCs w:val="20"/>
                <w:lang w:val="pl-PL" w:eastAsia="pl-PL"/>
              </w:rPr>
              <w:t>Walidacja 1: Część „Informacja o kwotach wpłat dziennych” powinna mieć co najmniej jedną pozycję jeżeli jest wypełnione przynajmniej jedno z 3-ch pól załącznika AKC-4/K: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wyrobów”.</w:t>
            </w:r>
          </w:p>
          <w:p w14:paraId="005D9D53" w14:textId="77777777" w:rsidR="00CB4D81" w:rsidRPr="00067325" w:rsidRDefault="00CB4D81" w:rsidP="00CB4D81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67325">
              <w:rPr>
                <w:rFonts w:ascii="Lato" w:hAnsi="Lato"/>
                <w:sz w:val="20"/>
                <w:szCs w:val="20"/>
                <w:lang w:val="pl-PL" w:eastAsia="pl-PL"/>
              </w:rPr>
              <w:t xml:space="preserve">Walidacja 2: Czy wprowadzona wartość równa się sumie wartości z pól „Kwota dokonanej wpłaty dziennej” dla kolejnych dat. </w:t>
            </w:r>
          </w:p>
        </w:tc>
      </w:tr>
      <w:tr w:rsidR="00CB4D81" w14:paraId="0AB7A2FD" w14:textId="77777777" w:rsidTr="00C77651">
        <w:trPr>
          <w:trHeight w:val="213"/>
        </w:trPr>
        <w:tc>
          <w:tcPr>
            <w:tcW w:w="943" w:type="dxa"/>
          </w:tcPr>
          <w:p w14:paraId="35BA06FE" w14:textId="77777777" w:rsidR="00CB4D81" w:rsidRPr="00067325" w:rsidRDefault="00CB4D81" w:rsidP="00CB4D81">
            <w:pPr>
              <w:rPr>
                <w:rFonts w:eastAsia="Times New Roman" w:cs="Arial"/>
                <w:sz w:val="20"/>
                <w:szCs w:val="20"/>
              </w:rPr>
            </w:pPr>
            <w:bookmarkStart w:id="416" w:name="Rk20"/>
            <w:r w:rsidRPr="00067325">
              <w:rPr>
                <w:rFonts w:eastAsia="Times New Roman" w:cs="Arial"/>
                <w:sz w:val="20"/>
                <w:szCs w:val="20"/>
              </w:rPr>
              <w:t>R20</w:t>
            </w:r>
            <w:bookmarkEnd w:id="416"/>
          </w:p>
        </w:tc>
        <w:tc>
          <w:tcPr>
            <w:tcW w:w="8111" w:type="dxa"/>
          </w:tcPr>
          <w:p w14:paraId="3CAB17AA" w14:textId="77777777" w:rsidR="00CB4D81" w:rsidRPr="00067325" w:rsidRDefault="00CB4D81" w:rsidP="00CB4D81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067325">
              <w:rPr>
                <w:rFonts w:ascii="Lato" w:hAnsi="Lato" w:cs="Arial"/>
                <w:sz w:val="20"/>
                <w:szCs w:val="20"/>
              </w:rPr>
              <w:t>Wartość pola („ubytek” lub „calkowite zniszczenie”)</w:t>
            </w:r>
          </w:p>
        </w:tc>
      </w:tr>
      <w:tr w:rsidR="00124A08" w14:paraId="21119D29" w14:textId="77777777" w:rsidTr="00C77651">
        <w:trPr>
          <w:trHeight w:val="213"/>
        </w:trPr>
        <w:tc>
          <w:tcPr>
            <w:tcW w:w="943" w:type="dxa"/>
          </w:tcPr>
          <w:p w14:paraId="41F4694D" w14:textId="77777777" w:rsidR="00124A08" w:rsidRPr="00067325" w:rsidRDefault="00124A08" w:rsidP="00124A08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R21</w:t>
            </w:r>
          </w:p>
        </w:tc>
        <w:tc>
          <w:tcPr>
            <w:tcW w:w="8111" w:type="dxa"/>
          </w:tcPr>
          <w:p w14:paraId="58787AF3" w14:textId="77777777" w:rsidR="00124A08" w:rsidRPr="00067325" w:rsidRDefault="00124A08" w:rsidP="00124A08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Dopuszczalnym okresem (period) za który będzie mogła być złożona deklaracja: nie może być wcześniejszy niż luty 201</w:t>
            </w:r>
            <w:r w:rsidR="00C30210" w:rsidRPr="00067325">
              <w:rPr>
                <w:rFonts w:eastAsia="Times New Roman" w:cs="Arial"/>
                <w:sz w:val="20"/>
                <w:szCs w:val="20"/>
              </w:rPr>
              <w:t>8</w:t>
            </w:r>
            <w:r w:rsidRPr="00067325">
              <w:rPr>
                <w:rFonts w:eastAsia="Times New Roman" w:cs="Arial"/>
                <w:sz w:val="20"/>
                <w:szCs w:val="20"/>
              </w:rPr>
              <w:t xml:space="preserve"> roku.</w:t>
            </w:r>
          </w:p>
        </w:tc>
      </w:tr>
    </w:tbl>
    <w:p w14:paraId="118C0D40" w14:textId="77777777" w:rsidR="003F2657" w:rsidRDefault="0026332E" w:rsidP="00C048E5">
      <w:pPr>
        <w:pStyle w:val="Nagwek2"/>
      </w:pPr>
      <w:bookmarkStart w:id="417" w:name="_Toc182566488"/>
      <w:r>
        <w:t>Załącznik AKC-4/L</w:t>
      </w:r>
      <w:r w:rsidR="003F2657">
        <w:t xml:space="preserve"> do deklaracji AKC4</w:t>
      </w:r>
      <w:bookmarkEnd w:id="417"/>
    </w:p>
    <w:p w14:paraId="44E503E0" w14:textId="77777777" w:rsidR="003F2657" w:rsidRDefault="003F2657" w:rsidP="00C048E5">
      <w:pPr>
        <w:pStyle w:val="Nagwek3"/>
      </w:pPr>
      <w:bookmarkStart w:id="418" w:name="_Toc182566489"/>
      <w:r>
        <w:t>Komunika</w:t>
      </w:r>
      <w:r w:rsidR="0026332E">
        <w:t>t AKC4L</w:t>
      </w:r>
      <w:bookmarkEnd w:id="418"/>
    </w:p>
    <w:p w14:paraId="20D287FC" w14:textId="77777777" w:rsidR="003F2657" w:rsidRPr="00481FCB" w:rsidRDefault="00D87DE3" w:rsidP="00D87DE3">
      <w:pPr>
        <w:rPr>
          <w:rFonts w:eastAsia="Times New Roman"/>
          <w:lang w:eastAsia="pl-PL"/>
        </w:rPr>
      </w:pPr>
      <w:r w:rsidRPr="00481FCB">
        <w:rPr>
          <w:rFonts w:eastAsia="Times New Roman"/>
          <w:lang w:eastAsia="pl-PL"/>
        </w:rPr>
        <w:t>PODATEK AKCYZOWY OD WYROBÓW GAZOWYCH (z wyłączeniem gazu do napędu silników spalinowych)</w:t>
      </w:r>
    </w:p>
    <w:p w14:paraId="47B79FB2" w14:textId="77777777" w:rsidR="003F2657" w:rsidRDefault="00CC1B30" w:rsidP="00C048E5">
      <w:pPr>
        <w:pStyle w:val="Nagwek3"/>
      </w:pPr>
      <w:bookmarkStart w:id="419" w:name="_Toc182566490"/>
      <w:r>
        <w:lastRenderedPageBreak/>
        <w:t xml:space="preserve">Specyfikacja </w:t>
      </w:r>
      <w:r w:rsidR="003F2657">
        <w:t>AKC4L</w:t>
      </w:r>
      <w:bookmarkEnd w:id="419"/>
    </w:p>
    <w:p w14:paraId="6A763EA3" w14:textId="77777777" w:rsidR="003F2657" w:rsidRPr="00481FCB" w:rsidRDefault="003F2657" w:rsidP="003F2657">
      <w:r w:rsidRPr="00481FCB">
        <w:t xml:space="preserve">Struktury typu zostały zdefiniowane w dokumencie </w:t>
      </w:r>
      <w:r w:rsidRPr="00481FCB">
        <w:fldChar w:fldCharType="begin"/>
      </w:r>
      <w:r w:rsidRPr="00481FCB">
        <w:instrText xml:space="preserve"> REF _Ref361653747 \r \h  \* MERGEFORMAT </w:instrText>
      </w:r>
      <w:r w:rsidRPr="00481FCB">
        <w:fldChar w:fldCharType="separate"/>
      </w:r>
      <w:r w:rsidR="00EC7AC0" w:rsidRPr="00481FCB">
        <w:t>A1</w:t>
      </w:r>
      <w:r w:rsidRPr="00481FCB">
        <w:fldChar w:fldCharType="end"/>
      </w:r>
      <w:r w:rsidRPr="00481FCB">
        <w:t xml:space="preserve"> i nie będą tutaj szczegółowo omawiane.</w:t>
      </w:r>
    </w:p>
    <w:p w14:paraId="23421E46" w14:textId="085EFC52" w:rsidR="00837C52" w:rsidRDefault="00837C52" w:rsidP="00837C52">
      <w:pPr>
        <w:pStyle w:val="Legenda"/>
        <w:keepNext/>
      </w:pPr>
      <w:bookmarkStart w:id="420" w:name="_Toc182566650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119</w:t>
      </w:r>
      <w:r w:rsidR="00715F4C">
        <w:rPr>
          <w:noProof/>
        </w:rPr>
        <w:fldChar w:fldCharType="end"/>
      </w:r>
      <w:r>
        <w:t xml:space="preserve">. </w:t>
      </w:r>
      <w:r w:rsidRPr="009F39B5">
        <w:t>Dane ogólne w ramach struktury załącznika AKC-4/L</w:t>
      </w:r>
      <w:bookmarkEnd w:id="420"/>
    </w:p>
    <w:tbl>
      <w:tblPr>
        <w:tblStyle w:val="Siatkatabelijasn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7425F0" w:rsidRPr="00067325" w14:paraId="170305B9" w14:textId="77777777" w:rsidTr="007425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73795CA9" w14:textId="77777777" w:rsidR="007425F0" w:rsidRPr="00067325" w:rsidRDefault="007425F0" w:rsidP="00212FC5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>Ogólne</w:t>
            </w:r>
          </w:p>
        </w:tc>
        <w:tc>
          <w:tcPr>
            <w:tcW w:w="6584" w:type="dxa"/>
          </w:tcPr>
          <w:p w14:paraId="27558604" w14:textId="07055ACF" w:rsidR="007425F0" w:rsidRPr="00067325" w:rsidRDefault="007425F0" w:rsidP="00212FC5">
            <w:pPr>
              <w:rPr>
                <w:rFonts w:eastAsia="Times New Roman" w:cs="Arial"/>
                <w:b/>
                <w:sz w:val="18"/>
                <w:szCs w:val="18"/>
              </w:rPr>
            </w:pPr>
          </w:p>
        </w:tc>
      </w:tr>
      <w:tr w:rsidR="003F2657" w:rsidRPr="00067325" w14:paraId="725D2F72" w14:textId="77777777" w:rsidTr="00C77651">
        <w:tc>
          <w:tcPr>
            <w:tcW w:w="2738" w:type="dxa"/>
          </w:tcPr>
          <w:p w14:paraId="69FF3B82" w14:textId="77777777" w:rsidR="003F2657" w:rsidRPr="00067325" w:rsidRDefault="003F2657" w:rsidP="00212FC5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7F9AD7FE" w14:textId="77777777" w:rsidR="003F2657" w:rsidRPr="00067325" w:rsidRDefault="003F2657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Struktura załącznika do </w:t>
            </w:r>
            <w:r w:rsidRPr="00067325">
              <w:rPr>
                <w:rFonts w:cs="Arial"/>
                <w:sz w:val="20"/>
                <w:szCs w:val="20"/>
              </w:rPr>
              <w:t xml:space="preserve">deklaracji AKC4 </w:t>
            </w:r>
          </w:p>
        </w:tc>
      </w:tr>
      <w:tr w:rsidR="003F2657" w:rsidRPr="00067325" w14:paraId="1853DFAE" w14:textId="77777777" w:rsidTr="00C77651">
        <w:tc>
          <w:tcPr>
            <w:tcW w:w="2738" w:type="dxa"/>
          </w:tcPr>
          <w:p w14:paraId="7BF21222" w14:textId="77777777" w:rsidR="003F2657" w:rsidRPr="00067325" w:rsidRDefault="003F2657" w:rsidP="00212FC5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10AEADF2" w14:textId="77777777" w:rsidR="003F2657" w:rsidRPr="00067325" w:rsidRDefault="003F2657" w:rsidP="00212FC5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3F2657" w:rsidRPr="00067325" w14:paraId="5DDA56EB" w14:textId="77777777" w:rsidTr="00C77651">
        <w:tc>
          <w:tcPr>
            <w:tcW w:w="2738" w:type="dxa"/>
          </w:tcPr>
          <w:p w14:paraId="64B8C39E" w14:textId="77777777" w:rsidR="003F2657" w:rsidRPr="00067325" w:rsidRDefault="003F2657" w:rsidP="00212FC5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1F356116" w14:textId="77777777" w:rsidR="003F2657" w:rsidRPr="00067325" w:rsidRDefault="005E4ADE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4</w:t>
            </w:r>
            <w:r w:rsidR="009436A8" w:rsidRPr="00067325">
              <w:rPr>
                <w:rFonts w:eastAsia="Times New Roman" w:cs="Arial"/>
                <w:sz w:val="20"/>
                <w:szCs w:val="20"/>
              </w:rPr>
              <w:t>_0</w:t>
            </w:r>
          </w:p>
        </w:tc>
      </w:tr>
      <w:tr w:rsidR="003F2657" w:rsidRPr="00067325" w14:paraId="2DD0C186" w14:textId="77777777" w:rsidTr="00C77651">
        <w:tc>
          <w:tcPr>
            <w:tcW w:w="2738" w:type="dxa"/>
          </w:tcPr>
          <w:p w14:paraId="1C454B9E" w14:textId="77777777" w:rsidR="003F2657" w:rsidRPr="00067325" w:rsidRDefault="003F2657" w:rsidP="00212FC5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Zależności od innych deklaracji</w:t>
            </w:r>
          </w:p>
        </w:tc>
        <w:tc>
          <w:tcPr>
            <w:tcW w:w="6584" w:type="dxa"/>
          </w:tcPr>
          <w:p w14:paraId="2972A280" w14:textId="77777777" w:rsidR="003F2657" w:rsidRPr="00067325" w:rsidRDefault="003F2657" w:rsidP="00212FC5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3F2657" w:rsidRPr="00067325" w14:paraId="6939667C" w14:textId="77777777" w:rsidTr="00C77651">
        <w:tc>
          <w:tcPr>
            <w:tcW w:w="2738" w:type="dxa"/>
          </w:tcPr>
          <w:p w14:paraId="3C9CEDEC" w14:textId="77777777" w:rsidR="003F2657" w:rsidRPr="00067325" w:rsidRDefault="003F2657" w:rsidP="00212FC5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6B605212" w14:textId="77777777" w:rsidR="003F2657" w:rsidRPr="00067325" w:rsidRDefault="003F2657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XML</w:t>
            </w:r>
          </w:p>
        </w:tc>
      </w:tr>
      <w:tr w:rsidR="003F2657" w:rsidRPr="00067325" w14:paraId="0F5EE2E0" w14:textId="77777777" w:rsidTr="00C77651">
        <w:tc>
          <w:tcPr>
            <w:tcW w:w="2738" w:type="dxa"/>
          </w:tcPr>
          <w:p w14:paraId="5A1D9D41" w14:textId="77777777" w:rsidR="003F2657" w:rsidRPr="00067325" w:rsidRDefault="003F2657" w:rsidP="00212FC5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3D26AA45" w14:textId="77777777" w:rsidR="003F2657" w:rsidRPr="00067325" w:rsidRDefault="003F2657" w:rsidP="00212FC5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3F2657" w:rsidRPr="00067325" w14:paraId="243A2EBE" w14:textId="77777777" w:rsidTr="00C77651">
        <w:tc>
          <w:tcPr>
            <w:tcW w:w="2738" w:type="dxa"/>
          </w:tcPr>
          <w:p w14:paraId="46325BA1" w14:textId="77777777" w:rsidR="003F2657" w:rsidRPr="00067325" w:rsidRDefault="003F2657" w:rsidP="00212FC5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14F2086E" w14:textId="77777777" w:rsidR="003F2657" w:rsidRPr="00067325" w:rsidRDefault="003F2657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XML</w:t>
            </w:r>
          </w:p>
        </w:tc>
      </w:tr>
      <w:tr w:rsidR="003F2657" w:rsidRPr="00067325" w14:paraId="00A49FDA" w14:textId="77777777" w:rsidTr="00C77651">
        <w:tc>
          <w:tcPr>
            <w:tcW w:w="2738" w:type="dxa"/>
          </w:tcPr>
          <w:p w14:paraId="671FED23" w14:textId="77777777" w:rsidR="003F2657" w:rsidRPr="00067325" w:rsidRDefault="003F2657" w:rsidP="00212FC5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Namespaces</w:t>
            </w:r>
          </w:p>
        </w:tc>
        <w:tc>
          <w:tcPr>
            <w:tcW w:w="6584" w:type="dxa"/>
          </w:tcPr>
          <w:p w14:paraId="4ED947CF" w14:textId="77777777" w:rsidR="003F2657" w:rsidRPr="00067325" w:rsidRDefault="009436A8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http://www.e-clo.pl/ZEFIR2/eZefir2/xsd/v3_0/Types.xsd</w:t>
            </w:r>
          </w:p>
        </w:tc>
      </w:tr>
      <w:tr w:rsidR="003F2657" w:rsidRPr="00067325" w14:paraId="5BEFCDAF" w14:textId="77777777" w:rsidTr="00C77651">
        <w:tc>
          <w:tcPr>
            <w:tcW w:w="2738" w:type="dxa"/>
          </w:tcPr>
          <w:p w14:paraId="469524E5" w14:textId="77777777" w:rsidR="003F2657" w:rsidRPr="00067325" w:rsidRDefault="003F2657" w:rsidP="00212FC5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62B52F98" w14:textId="77777777" w:rsidR="003F2657" w:rsidRPr="00067325" w:rsidRDefault="003F2657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akc_4l.xsd</w:t>
            </w:r>
          </w:p>
        </w:tc>
      </w:tr>
    </w:tbl>
    <w:p w14:paraId="78C8D464" w14:textId="77777777" w:rsidR="003F2657" w:rsidRPr="00067325" w:rsidRDefault="00F34085" w:rsidP="00C048E5">
      <w:pPr>
        <w:pStyle w:val="Nagwek3"/>
      </w:pPr>
      <w:bookmarkStart w:id="421" w:name="_Toc182566491"/>
      <w:r w:rsidRPr="00067325">
        <w:t>Struktura AKC4L</w:t>
      </w:r>
      <w:bookmarkEnd w:id="421"/>
    </w:p>
    <w:p w14:paraId="60DED9D5" w14:textId="77777777" w:rsidR="00C77651" w:rsidRPr="00651126" w:rsidRDefault="00C77651" w:rsidP="00C77651">
      <w:pPr>
        <w:pStyle w:val="Akapitzlist"/>
        <w:numPr>
          <w:ilvl w:val="0"/>
          <w:numId w:val="24"/>
        </w:numPr>
        <w:rPr>
          <w:rFonts w:ascii="Consolas" w:hAnsi="Consolas"/>
          <w:bCs/>
          <w:lang w:val="en-GB"/>
        </w:rPr>
      </w:pPr>
      <w:r w:rsidRPr="00651126">
        <w:rPr>
          <w:rFonts w:ascii="Consolas" w:hAnsi="Consolas"/>
          <w:bCs/>
          <w:lang w:val="en-GB"/>
        </w:rPr>
        <w:t>(AKC4LType)</w:t>
      </w:r>
    </w:p>
    <w:p w14:paraId="60579F9C" w14:textId="1E9CA2D6" w:rsidR="00C77651" w:rsidRPr="00651126" w:rsidRDefault="00C77651" w:rsidP="00C77651">
      <w:pPr>
        <w:pStyle w:val="Akapitzlist"/>
        <w:numPr>
          <w:ilvl w:val="0"/>
          <w:numId w:val="24"/>
        </w:numPr>
        <w:rPr>
          <w:rFonts w:ascii="Consolas" w:hAnsi="Consolas"/>
          <w:bCs/>
          <w:lang w:val="en-GB"/>
        </w:rPr>
      </w:pPr>
      <w:r w:rsidRPr="00651126">
        <w:rPr>
          <w:rFonts w:ascii="Consolas" w:hAnsi="Consolas"/>
          <w:bCs/>
          <w:lang w:val="en-GB"/>
        </w:rPr>
        <w:t>(HeaderType)</w:t>
      </w:r>
    </w:p>
    <w:p w14:paraId="1C931EB5" w14:textId="27A89C1F" w:rsidR="00C77651" w:rsidRPr="00651126" w:rsidRDefault="00C77651" w:rsidP="00C77651">
      <w:pPr>
        <w:pStyle w:val="Akapitzlist"/>
        <w:numPr>
          <w:ilvl w:val="0"/>
          <w:numId w:val="24"/>
        </w:numPr>
        <w:rPr>
          <w:rFonts w:ascii="Consolas" w:hAnsi="Consolas"/>
          <w:bCs/>
          <w:lang w:val="en-GB"/>
        </w:rPr>
      </w:pPr>
      <w:r w:rsidRPr="00651126">
        <w:rPr>
          <w:rFonts w:ascii="Consolas" w:hAnsi="Consolas"/>
          <w:bCs/>
          <w:lang w:val="en-GB"/>
        </w:rPr>
        <w:t>(ExciseDutyInformationType)</w:t>
      </w:r>
    </w:p>
    <w:p w14:paraId="530DC2F8" w14:textId="03981231" w:rsidR="00C77651" w:rsidRPr="00651126" w:rsidRDefault="00C77651" w:rsidP="00C77651">
      <w:pPr>
        <w:pStyle w:val="Akapitzlist"/>
        <w:numPr>
          <w:ilvl w:val="0"/>
          <w:numId w:val="24"/>
        </w:numPr>
        <w:rPr>
          <w:rFonts w:ascii="Consolas" w:hAnsi="Consolas"/>
          <w:bCs/>
          <w:lang w:val="en-GB"/>
        </w:rPr>
      </w:pPr>
      <w:r w:rsidRPr="00651126">
        <w:rPr>
          <w:rFonts w:ascii="Consolas" w:hAnsi="Consolas"/>
          <w:bCs/>
          <w:lang w:val="en-GB"/>
        </w:rPr>
        <w:t>(CalculExciseDutyType)</w:t>
      </w:r>
    </w:p>
    <w:p w14:paraId="51FD8D4B" w14:textId="348529D0" w:rsidR="00C77651" w:rsidRPr="00651126" w:rsidRDefault="00C77651" w:rsidP="00C77651">
      <w:pPr>
        <w:pStyle w:val="Akapitzlist"/>
        <w:numPr>
          <w:ilvl w:val="0"/>
          <w:numId w:val="24"/>
        </w:numPr>
        <w:rPr>
          <w:rFonts w:ascii="Consolas" w:hAnsi="Consolas"/>
          <w:bCs/>
          <w:lang w:val="en-GB"/>
        </w:rPr>
      </w:pPr>
      <w:r w:rsidRPr="00651126">
        <w:rPr>
          <w:rFonts w:ascii="Consolas" w:hAnsi="Consolas"/>
          <w:bCs/>
          <w:lang w:val="en-GB"/>
        </w:rPr>
        <w:t>(ItemsType)</w:t>
      </w:r>
    </w:p>
    <w:p w14:paraId="4B88FEBB" w14:textId="09DB9A89" w:rsidR="003F2657" w:rsidRPr="00651126" w:rsidRDefault="00C77651" w:rsidP="00C77651">
      <w:pPr>
        <w:pStyle w:val="Akapitzlist"/>
        <w:numPr>
          <w:ilvl w:val="0"/>
          <w:numId w:val="24"/>
        </w:numPr>
        <w:rPr>
          <w:rFonts w:ascii="Consolas" w:hAnsi="Consolas"/>
          <w:bCs/>
          <w:lang w:val="en-GB"/>
        </w:rPr>
      </w:pPr>
      <w:r w:rsidRPr="00651126">
        <w:rPr>
          <w:rFonts w:ascii="Consolas" w:hAnsi="Consolas"/>
          <w:bCs/>
          <w:lang w:val="en-GB"/>
        </w:rPr>
        <w:t>(ItemType)</w:t>
      </w:r>
    </w:p>
    <w:p w14:paraId="410C7107" w14:textId="58BF30DC" w:rsidR="00837C52" w:rsidRDefault="00837C52" w:rsidP="00837C52">
      <w:pPr>
        <w:pStyle w:val="Legenda"/>
        <w:keepNext/>
      </w:pPr>
      <w:bookmarkStart w:id="422" w:name="_Toc182566651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120</w:t>
      </w:r>
      <w:r w:rsidR="00715F4C">
        <w:rPr>
          <w:noProof/>
        </w:rPr>
        <w:fldChar w:fldCharType="end"/>
      </w:r>
      <w:r>
        <w:t xml:space="preserve">. </w:t>
      </w:r>
      <w:r w:rsidRPr="00FB0879">
        <w:t>Struktura elementu AKC4LType</w:t>
      </w:r>
      <w:bookmarkEnd w:id="422"/>
    </w:p>
    <w:tbl>
      <w:tblPr>
        <w:tblStyle w:val="Siatkatabelijasna"/>
        <w:tblW w:w="0" w:type="auto"/>
        <w:tblLook w:val="01E0" w:firstRow="1" w:lastRow="1" w:firstColumn="1" w:lastColumn="1" w:noHBand="0" w:noVBand="0"/>
      </w:tblPr>
      <w:tblGrid>
        <w:gridCol w:w="1737"/>
        <w:gridCol w:w="3249"/>
        <w:gridCol w:w="818"/>
        <w:gridCol w:w="2052"/>
        <w:gridCol w:w="1192"/>
      </w:tblGrid>
      <w:tr w:rsidR="003F2657" w:rsidRPr="00067325" w14:paraId="53E3C733" w14:textId="77777777" w:rsidTr="00C776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39" w:type="dxa"/>
          </w:tcPr>
          <w:p w14:paraId="4A008933" w14:textId="77777777" w:rsidR="003F2657" w:rsidRPr="00067325" w:rsidRDefault="003F2657" w:rsidP="00212FC5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252" w:type="dxa"/>
          </w:tcPr>
          <w:p w14:paraId="119C465E" w14:textId="77777777" w:rsidR="003F2657" w:rsidRPr="00067325" w:rsidRDefault="003F2657" w:rsidP="00212FC5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18" w:type="dxa"/>
          </w:tcPr>
          <w:p w14:paraId="334439A6" w14:textId="77777777" w:rsidR="003F2657" w:rsidRPr="00067325" w:rsidRDefault="002C3B08" w:rsidP="00212FC5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53" w:type="dxa"/>
          </w:tcPr>
          <w:p w14:paraId="5B64634E" w14:textId="77777777" w:rsidR="003F2657" w:rsidRPr="00067325" w:rsidRDefault="003F2657" w:rsidP="00212FC5">
            <w:pPr>
              <w:rPr>
                <w:rFonts w:cs="Arial"/>
                <w:b/>
                <w:sz w:val="18"/>
                <w:szCs w:val="18"/>
              </w:rPr>
            </w:pPr>
            <w:r w:rsidRPr="00067325">
              <w:rPr>
                <w:rFonts w:cs="Arial"/>
                <w:b/>
                <w:sz w:val="18"/>
                <w:szCs w:val="18"/>
              </w:rPr>
              <w:t>Typ</w:t>
            </w:r>
          </w:p>
        </w:tc>
        <w:tc>
          <w:tcPr>
            <w:tcW w:w="1192" w:type="dxa"/>
          </w:tcPr>
          <w:p w14:paraId="3542848C" w14:textId="77777777" w:rsidR="003F2657" w:rsidRPr="00067325" w:rsidRDefault="003F2657" w:rsidP="00212FC5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3F2657" w:rsidRPr="00067325" w14:paraId="3B85EE95" w14:textId="77777777" w:rsidTr="00C77651">
        <w:trPr>
          <w:trHeight w:val="213"/>
        </w:trPr>
        <w:tc>
          <w:tcPr>
            <w:tcW w:w="1739" w:type="dxa"/>
          </w:tcPr>
          <w:p w14:paraId="645DCF49" w14:textId="77777777" w:rsidR="003F2657" w:rsidRPr="00067325" w:rsidRDefault="003F2657" w:rsidP="00212FC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Header</w:t>
            </w:r>
          </w:p>
        </w:tc>
        <w:tc>
          <w:tcPr>
            <w:tcW w:w="3252" w:type="dxa"/>
          </w:tcPr>
          <w:p w14:paraId="7DE6029A" w14:textId="77777777" w:rsidR="003F2657" w:rsidRPr="00067325" w:rsidRDefault="003F2657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Nagłówek</w:t>
            </w:r>
            <w:r w:rsidR="005E4ADE" w:rsidRPr="00067325">
              <w:rPr>
                <w:rFonts w:eastAsia="Times New Roman" w:cs="Arial"/>
                <w:sz w:val="20"/>
                <w:szCs w:val="20"/>
              </w:rPr>
              <w:t xml:space="preserve"> deklaracji</w:t>
            </w:r>
          </w:p>
        </w:tc>
        <w:tc>
          <w:tcPr>
            <w:tcW w:w="818" w:type="dxa"/>
          </w:tcPr>
          <w:p w14:paraId="7BFEBB0A" w14:textId="77777777" w:rsidR="003F2657" w:rsidRPr="00067325" w:rsidRDefault="003F2657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53" w:type="dxa"/>
          </w:tcPr>
          <w:p w14:paraId="765A5A74" w14:textId="77777777" w:rsidR="003F2657" w:rsidRPr="00601F27" w:rsidRDefault="009C497F" w:rsidP="009C497F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  <w:lang w:val="pl-PL"/>
              </w:rPr>
              <w:fldChar w:fldCharType="begin"/>
            </w:r>
            <w:r w:rsidRPr="00601F27">
              <w:rPr>
                <w:rStyle w:val="pole"/>
                <w:rFonts w:ascii="Lato" w:hAnsi="Lato"/>
                <w:sz w:val="20"/>
                <w:szCs w:val="20"/>
                <w:lang w:val="pl-PL"/>
              </w:rPr>
              <w:instrText xml:space="preserve"> REF HeaderType_L \h  \* MERGEFORMAT </w:instrText>
            </w:r>
            <w:r w:rsidRPr="00601F27">
              <w:rPr>
                <w:rStyle w:val="pole"/>
                <w:rFonts w:ascii="Lato" w:hAnsi="Lato"/>
                <w:sz w:val="20"/>
                <w:szCs w:val="20"/>
                <w:lang w:val="pl-PL"/>
              </w:rPr>
            </w:r>
            <w:r w:rsidRPr="00601F27">
              <w:rPr>
                <w:rStyle w:val="pole"/>
                <w:rFonts w:ascii="Lato" w:hAnsi="Lato"/>
                <w:sz w:val="20"/>
                <w:szCs w:val="20"/>
                <w:lang w:val="pl-PL"/>
              </w:rPr>
              <w:fldChar w:fldCharType="separate"/>
            </w:r>
            <w:r w:rsidR="00EC7AC0" w:rsidRPr="00601F27">
              <w:rPr>
                <w:rStyle w:val="pole"/>
                <w:rFonts w:ascii="Lato" w:hAnsi="Lato"/>
                <w:sz w:val="20"/>
                <w:szCs w:val="20"/>
                <w:lang w:val="pl-PL"/>
              </w:rPr>
              <w:t>HeaderType</w:t>
            </w:r>
            <w:r w:rsidRPr="00601F27">
              <w:rPr>
                <w:rStyle w:val="pole"/>
                <w:rFonts w:ascii="Lato" w:hAnsi="Lato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2" w:type="dxa"/>
          </w:tcPr>
          <w:p w14:paraId="034CFCAB" w14:textId="77777777" w:rsidR="003F2657" w:rsidRPr="00067325" w:rsidRDefault="00116B69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5E4ADE" w:rsidRPr="00067325" w14:paraId="7327935B" w14:textId="77777777" w:rsidTr="00C77651">
        <w:trPr>
          <w:trHeight w:val="213"/>
        </w:trPr>
        <w:tc>
          <w:tcPr>
            <w:tcW w:w="1739" w:type="dxa"/>
          </w:tcPr>
          <w:p w14:paraId="1C1EA865" w14:textId="77777777" w:rsidR="005E4ADE" w:rsidRPr="00067325" w:rsidRDefault="005E4ADE" w:rsidP="00212FC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version</w:t>
            </w:r>
          </w:p>
        </w:tc>
        <w:tc>
          <w:tcPr>
            <w:tcW w:w="3252" w:type="dxa"/>
          </w:tcPr>
          <w:p w14:paraId="5F2EE223" w14:textId="77777777" w:rsidR="005E4ADE" w:rsidRPr="00067325" w:rsidRDefault="005E4ADE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Wersja schematu, z którą zgodny jest komunikat.</w:t>
            </w:r>
          </w:p>
        </w:tc>
        <w:tc>
          <w:tcPr>
            <w:tcW w:w="818" w:type="dxa"/>
          </w:tcPr>
          <w:p w14:paraId="24A64271" w14:textId="77777777" w:rsidR="005E4ADE" w:rsidRPr="00067325" w:rsidRDefault="005E4ADE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53" w:type="dxa"/>
          </w:tcPr>
          <w:p w14:paraId="194FA7D8" w14:textId="77777777" w:rsidR="005E4ADE" w:rsidRPr="00601F27" w:rsidRDefault="005E4ADE" w:rsidP="009C497F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  <w:lang w:val="pl-PL"/>
              </w:rPr>
              <w:t>ZVersion</w:t>
            </w:r>
          </w:p>
        </w:tc>
        <w:tc>
          <w:tcPr>
            <w:tcW w:w="1192" w:type="dxa"/>
          </w:tcPr>
          <w:p w14:paraId="1FE6C530" w14:textId="77777777" w:rsidR="005E4ADE" w:rsidRPr="00067325" w:rsidRDefault="005E4ADE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</w:tbl>
    <w:p w14:paraId="215C0A18" w14:textId="1F431D4C" w:rsidR="00837C52" w:rsidRDefault="00837C52" w:rsidP="00837C52">
      <w:pPr>
        <w:pStyle w:val="Legenda"/>
        <w:keepNext/>
      </w:pPr>
      <w:bookmarkStart w:id="423" w:name="_Toc182566652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121</w:t>
      </w:r>
      <w:r w:rsidR="00715F4C">
        <w:rPr>
          <w:noProof/>
        </w:rPr>
        <w:fldChar w:fldCharType="end"/>
      </w:r>
      <w:r>
        <w:t xml:space="preserve">. </w:t>
      </w:r>
      <w:r w:rsidRPr="00A14403">
        <w:t>Struktura elementu HeaderType</w:t>
      </w:r>
      <w:bookmarkEnd w:id="423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8"/>
        <w:gridCol w:w="832"/>
        <w:gridCol w:w="2095"/>
        <w:gridCol w:w="1197"/>
      </w:tblGrid>
      <w:tr w:rsidR="003F2657" w:rsidRPr="00067325" w14:paraId="48706BC5" w14:textId="77777777" w:rsidTr="00C776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416DC2A5" w14:textId="77777777" w:rsidR="003F2657" w:rsidRPr="00067325" w:rsidRDefault="003F2657" w:rsidP="00212FC5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8" w:type="dxa"/>
          </w:tcPr>
          <w:p w14:paraId="2AD0FD13" w14:textId="77777777" w:rsidR="003F2657" w:rsidRPr="00067325" w:rsidRDefault="003F2657" w:rsidP="00212FC5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32" w:type="dxa"/>
          </w:tcPr>
          <w:p w14:paraId="2E89802B" w14:textId="77777777" w:rsidR="003F2657" w:rsidRPr="00067325" w:rsidRDefault="002C3B08" w:rsidP="00212FC5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6C06C949" w14:textId="77777777" w:rsidR="003F2657" w:rsidRPr="00067325" w:rsidRDefault="003F2657" w:rsidP="00212FC5">
            <w:pPr>
              <w:rPr>
                <w:rFonts w:cs="Arial"/>
                <w:b/>
                <w:sz w:val="18"/>
                <w:szCs w:val="18"/>
              </w:rPr>
            </w:pPr>
            <w:r w:rsidRPr="00067325">
              <w:rPr>
                <w:rFonts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5B64E34A" w14:textId="77777777" w:rsidR="003F2657" w:rsidRPr="00067325" w:rsidRDefault="003F2657" w:rsidP="00212FC5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3F2657" w:rsidRPr="00067325" w14:paraId="42D84ABA" w14:textId="77777777" w:rsidTr="00C77651">
        <w:trPr>
          <w:trHeight w:val="213"/>
        </w:trPr>
        <w:tc>
          <w:tcPr>
            <w:tcW w:w="1788" w:type="dxa"/>
          </w:tcPr>
          <w:p w14:paraId="1BE32EE6" w14:textId="77777777" w:rsidR="003F2657" w:rsidRPr="00067325" w:rsidRDefault="003F2657" w:rsidP="00212FC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identifier</w:t>
            </w:r>
          </w:p>
        </w:tc>
        <w:tc>
          <w:tcPr>
            <w:tcW w:w="3368" w:type="dxa"/>
          </w:tcPr>
          <w:p w14:paraId="758AE838" w14:textId="77777777" w:rsidR="003F2657" w:rsidRPr="00067325" w:rsidRDefault="005E4ADE" w:rsidP="00212FC5">
            <w:pPr>
              <w:rPr>
                <w:rFonts w:cs="Arial"/>
                <w:sz w:val="20"/>
                <w:szCs w:val="20"/>
              </w:rPr>
            </w:pPr>
            <w:r w:rsidRPr="00067325">
              <w:rPr>
                <w:rFonts w:cs="Arial"/>
                <w:sz w:val="20"/>
                <w:szCs w:val="20"/>
              </w:rPr>
              <w:t>Identyfikator podatkowy NIP/ numer PESEL podatnika.</w:t>
            </w:r>
          </w:p>
        </w:tc>
        <w:tc>
          <w:tcPr>
            <w:tcW w:w="832" w:type="dxa"/>
          </w:tcPr>
          <w:p w14:paraId="6CFBB529" w14:textId="77777777" w:rsidR="003F2657" w:rsidRPr="00067325" w:rsidRDefault="003F2657" w:rsidP="00212FC5">
            <w:pPr>
              <w:rPr>
                <w:rFonts w:cs="Arial"/>
                <w:sz w:val="20"/>
                <w:szCs w:val="20"/>
              </w:rPr>
            </w:pPr>
            <w:r w:rsidRPr="00067325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095" w:type="dxa"/>
          </w:tcPr>
          <w:p w14:paraId="0F61D9D0" w14:textId="77777777" w:rsidR="003F2657" w:rsidRPr="00067325" w:rsidRDefault="003F2657" w:rsidP="00212FC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ZIdentification</w:t>
            </w:r>
          </w:p>
          <w:p w14:paraId="37EDB40A" w14:textId="5C6E3A19" w:rsidR="00A849B6" w:rsidRPr="00067325" w:rsidRDefault="00107B7C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A849B6" w:rsidRPr="0006732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>L</w:instrText>
            </w:r>
            <w:r w:rsidR="00A849B6" w:rsidRPr="00067325">
              <w:rPr>
                <w:rFonts w:eastAsia="Times New Roman" w:cs="Arial"/>
                <w:sz w:val="20"/>
                <w:szCs w:val="20"/>
              </w:rPr>
              <w:instrText>1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67325" w:rsidRPr="0006732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67325">
              <w:rPr>
                <w:rFonts w:eastAsia="Times New Roman" w:cs="Arial"/>
                <w:sz w:val="20"/>
                <w:szCs w:val="20"/>
              </w:rPr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67325">
              <w:rPr>
                <w:rFonts w:eastAsia="Times New Roman" w:cs="Arial"/>
                <w:sz w:val="20"/>
                <w:szCs w:val="20"/>
                <w:lang w:val="en-US"/>
              </w:rPr>
              <w:t>R1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520B54E" w14:textId="77777777" w:rsidR="003F2657" w:rsidRPr="00067325" w:rsidRDefault="003F2657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3F2657" w:rsidRPr="00067325" w14:paraId="24A404EE" w14:textId="77777777" w:rsidTr="00C77651">
        <w:trPr>
          <w:trHeight w:val="213"/>
        </w:trPr>
        <w:tc>
          <w:tcPr>
            <w:tcW w:w="1788" w:type="dxa"/>
          </w:tcPr>
          <w:p w14:paraId="7EB78FCB" w14:textId="77777777" w:rsidR="003F2657" w:rsidRPr="00067325" w:rsidRDefault="003F2657" w:rsidP="00212FC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period</w:t>
            </w:r>
          </w:p>
        </w:tc>
        <w:tc>
          <w:tcPr>
            <w:tcW w:w="3368" w:type="dxa"/>
          </w:tcPr>
          <w:p w14:paraId="631450DC" w14:textId="77777777" w:rsidR="003F2657" w:rsidRPr="00067325" w:rsidRDefault="005E4ADE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Data w formacie miesiąc i rok za jaki została złożona deklaracja.</w:t>
            </w:r>
          </w:p>
        </w:tc>
        <w:tc>
          <w:tcPr>
            <w:tcW w:w="832" w:type="dxa"/>
          </w:tcPr>
          <w:p w14:paraId="1D6EFA57" w14:textId="77777777" w:rsidR="003F2657" w:rsidRPr="00067325" w:rsidRDefault="003F2657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2, 3</w:t>
            </w:r>
          </w:p>
        </w:tc>
        <w:tc>
          <w:tcPr>
            <w:tcW w:w="2095" w:type="dxa"/>
          </w:tcPr>
          <w:p w14:paraId="45869D18" w14:textId="77777777" w:rsidR="003F2657" w:rsidRPr="00067325" w:rsidRDefault="003F2657" w:rsidP="00212FC5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ZPeriod</w:t>
            </w:r>
          </w:p>
          <w:p w14:paraId="5845721E" w14:textId="0BB7C36D" w:rsidR="003F2657" w:rsidRPr="00067325" w:rsidRDefault="00107B7C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3F2657" w:rsidRPr="0006732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>L</w:instrText>
            </w:r>
            <w:r w:rsidR="003F2657" w:rsidRPr="00067325">
              <w:rPr>
                <w:rFonts w:eastAsia="Times New Roman" w:cs="Arial"/>
                <w:sz w:val="20"/>
                <w:szCs w:val="20"/>
              </w:rPr>
              <w:instrText>2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67325" w:rsidRPr="0006732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67325">
              <w:rPr>
                <w:rFonts w:eastAsia="Times New Roman" w:cs="Arial"/>
                <w:sz w:val="20"/>
                <w:szCs w:val="20"/>
              </w:rPr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67325">
              <w:rPr>
                <w:rFonts w:eastAsia="Times New Roman" w:cs="Arial"/>
                <w:sz w:val="20"/>
                <w:szCs w:val="20"/>
              </w:rPr>
              <w:t>R2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="002E739F" w:rsidRPr="00067325">
              <w:rPr>
                <w:rFonts w:eastAsia="Times New Roman" w:cs="Arial"/>
                <w:sz w:val="20"/>
                <w:szCs w:val="20"/>
              </w:rPr>
              <w:t>,R11</w:t>
            </w:r>
          </w:p>
        </w:tc>
        <w:tc>
          <w:tcPr>
            <w:tcW w:w="1197" w:type="dxa"/>
          </w:tcPr>
          <w:p w14:paraId="7B37BEEA" w14:textId="77777777" w:rsidR="003F2657" w:rsidRPr="00067325" w:rsidRDefault="003F2657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3F2657" w:rsidRPr="00067325" w14:paraId="2FB3ADC1" w14:textId="77777777" w:rsidTr="00C77651">
        <w:trPr>
          <w:trHeight w:val="213"/>
        </w:trPr>
        <w:tc>
          <w:tcPr>
            <w:tcW w:w="1788" w:type="dxa"/>
          </w:tcPr>
          <w:p w14:paraId="435DE3EB" w14:textId="77777777" w:rsidR="003F2657" w:rsidRPr="00067325" w:rsidRDefault="003F2657" w:rsidP="00212FC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lastRenderedPageBreak/>
              <w:t>formNo</w:t>
            </w:r>
          </w:p>
        </w:tc>
        <w:tc>
          <w:tcPr>
            <w:tcW w:w="3368" w:type="dxa"/>
          </w:tcPr>
          <w:p w14:paraId="03FD96D3" w14:textId="77777777" w:rsidR="003F2657" w:rsidRPr="00067325" w:rsidRDefault="005E4ADE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Numer załącznika. Podatnik może załączyć wiele formularzy załącznika tego samego typu.</w:t>
            </w:r>
          </w:p>
        </w:tc>
        <w:tc>
          <w:tcPr>
            <w:tcW w:w="832" w:type="dxa"/>
          </w:tcPr>
          <w:p w14:paraId="328FD812" w14:textId="77777777" w:rsidR="003F2657" w:rsidRPr="00067325" w:rsidRDefault="003F2657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4</w:t>
            </w:r>
          </w:p>
        </w:tc>
        <w:tc>
          <w:tcPr>
            <w:tcW w:w="2095" w:type="dxa"/>
          </w:tcPr>
          <w:p w14:paraId="536105F3" w14:textId="77777777" w:rsidR="003F2657" w:rsidRPr="00067325" w:rsidRDefault="003D5320" w:rsidP="00212FC5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ZFormNo</w:t>
            </w:r>
          </w:p>
          <w:p w14:paraId="4C2E2C32" w14:textId="23D0E71E" w:rsidR="003F2657" w:rsidRPr="00067325" w:rsidRDefault="00107B7C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3F2657" w:rsidRPr="0006732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>L</w:instrText>
            </w:r>
            <w:r w:rsidR="003F2657" w:rsidRPr="00067325">
              <w:rPr>
                <w:rFonts w:eastAsia="Times New Roman" w:cs="Arial"/>
                <w:sz w:val="20"/>
                <w:szCs w:val="20"/>
              </w:rPr>
              <w:instrText>3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67325" w:rsidRPr="0006732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67325">
              <w:rPr>
                <w:rFonts w:eastAsia="Times New Roman" w:cs="Arial"/>
                <w:sz w:val="20"/>
                <w:szCs w:val="20"/>
              </w:rPr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67325">
              <w:rPr>
                <w:rFonts w:eastAsia="Times New Roman" w:cs="Arial"/>
                <w:sz w:val="20"/>
                <w:szCs w:val="20"/>
              </w:rPr>
              <w:t>R3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26249BD" w14:textId="77777777" w:rsidR="003F2657" w:rsidRPr="00067325" w:rsidRDefault="003F2657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3F2657" w:rsidRPr="00067325" w14:paraId="4E648DC1" w14:textId="77777777" w:rsidTr="00C77651">
        <w:trPr>
          <w:trHeight w:val="213"/>
        </w:trPr>
        <w:tc>
          <w:tcPr>
            <w:tcW w:w="1788" w:type="dxa"/>
          </w:tcPr>
          <w:p w14:paraId="1B1D93A4" w14:textId="77777777" w:rsidR="003F2657" w:rsidRPr="00067325" w:rsidRDefault="003F2657" w:rsidP="00212FC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ExciseDutyInformation</w:t>
            </w:r>
          </w:p>
        </w:tc>
        <w:tc>
          <w:tcPr>
            <w:tcW w:w="3368" w:type="dxa"/>
          </w:tcPr>
          <w:p w14:paraId="58B5BBD7" w14:textId="77777777" w:rsidR="003F2657" w:rsidRPr="00067325" w:rsidRDefault="005E4ADE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Dane o obliczeniach wysokości podatku akcyzowego</w:t>
            </w:r>
          </w:p>
        </w:tc>
        <w:tc>
          <w:tcPr>
            <w:tcW w:w="832" w:type="dxa"/>
          </w:tcPr>
          <w:p w14:paraId="4EF408F6" w14:textId="77777777" w:rsidR="003F2657" w:rsidRPr="00067325" w:rsidRDefault="00D9370A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B, </w:t>
            </w:r>
            <w:r w:rsidR="003F2657" w:rsidRPr="00067325">
              <w:rPr>
                <w:rFonts w:eastAsia="Times New Roman" w:cs="Arial"/>
                <w:sz w:val="20"/>
                <w:szCs w:val="20"/>
              </w:rPr>
              <w:t>C</w:t>
            </w:r>
          </w:p>
        </w:tc>
        <w:tc>
          <w:tcPr>
            <w:tcW w:w="2095" w:type="dxa"/>
          </w:tcPr>
          <w:p w14:paraId="0308A7C1" w14:textId="77777777" w:rsidR="003F2657" w:rsidRPr="00601F27" w:rsidRDefault="002E0A29" w:rsidP="00212FC5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  <w:lang w:val="pl-PL"/>
              </w:rPr>
              <w:fldChar w:fldCharType="begin"/>
            </w:r>
            <w:r w:rsidRPr="00601F27">
              <w:rPr>
                <w:rStyle w:val="pole"/>
                <w:rFonts w:ascii="Lato" w:hAnsi="Lato"/>
                <w:sz w:val="20"/>
                <w:szCs w:val="20"/>
                <w:lang w:val="pl-PL"/>
              </w:rPr>
              <w:instrText xml:space="preserve"> REF ExciseDutyInformationType_L \h  \* MERGEFORMAT </w:instrText>
            </w:r>
            <w:r w:rsidRPr="00601F27">
              <w:rPr>
                <w:rStyle w:val="pole"/>
                <w:rFonts w:ascii="Lato" w:hAnsi="Lato"/>
                <w:sz w:val="20"/>
                <w:szCs w:val="20"/>
                <w:lang w:val="pl-PL"/>
              </w:rPr>
            </w:r>
            <w:r w:rsidRPr="00601F27">
              <w:rPr>
                <w:rStyle w:val="pole"/>
                <w:rFonts w:ascii="Lato" w:hAnsi="Lato"/>
                <w:sz w:val="20"/>
                <w:szCs w:val="20"/>
                <w:lang w:val="pl-PL"/>
              </w:rPr>
              <w:fldChar w:fldCharType="separate"/>
            </w:r>
            <w:r w:rsidR="00EC7AC0" w:rsidRPr="00601F27">
              <w:rPr>
                <w:rStyle w:val="pole"/>
                <w:rFonts w:ascii="Lato" w:hAnsi="Lato"/>
                <w:sz w:val="20"/>
                <w:szCs w:val="20"/>
                <w:lang w:val="pl-PL"/>
              </w:rPr>
              <w:t>ExciseDutyInformationType</w:t>
            </w:r>
            <w:r w:rsidRPr="00601F27">
              <w:rPr>
                <w:rStyle w:val="pole"/>
                <w:rFonts w:ascii="Lato" w:hAnsi="Lato"/>
                <w:sz w:val="20"/>
                <w:szCs w:val="20"/>
                <w:lang w:val="pl-PL"/>
              </w:rPr>
              <w:fldChar w:fldCharType="end"/>
            </w:r>
          </w:p>
          <w:p w14:paraId="7E18372E" w14:textId="203F3E6B" w:rsidR="008E0AC3" w:rsidRPr="00067325" w:rsidRDefault="00107B7C" w:rsidP="00212FC5">
            <w:pPr>
              <w:rPr>
                <w:rFonts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8E0AC3" w:rsidRPr="00067325">
              <w:rPr>
                <w:rFonts w:eastAsia="Times New Roman" w:cs="Arial"/>
                <w:sz w:val="20"/>
                <w:szCs w:val="20"/>
                <w:lang w:val="en-US"/>
              </w:rPr>
              <w:instrText>R</w:instrText>
            </w:r>
            <w:r w:rsidRPr="00067325">
              <w:rPr>
                <w:rFonts w:eastAsia="Times New Roman" w:cs="Arial"/>
                <w:sz w:val="20"/>
                <w:szCs w:val="20"/>
                <w:lang w:val="en-US"/>
              </w:rPr>
              <w:instrText>L</w:instrText>
            </w:r>
            <w:r w:rsidR="008E0AC3" w:rsidRPr="00067325">
              <w:rPr>
                <w:rFonts w:eastAsia="Times New Roman" w:cs="Arial"/>
                <w:sz w:val="20"/>
                <w:szCs w:val="20"/>
                <w:lang w:val="en-US"/>
              </w:rPr>
              <w:instrText>4</w:instrText>
            </w:r>
            <w:r w:rsidRPr="00067325">
              <w:rPr>
                <w:rFonts w:eastAsia="Times New Roman" w:cs="Arial"/>
                <w:sz w:val="20"/>
                <w:szCs w:val="20"/>
                <w:lang w:val="en-US"/>
              </w:rPr>
              <w:instrText xml:space="preserve"> \H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</w:instrText>
            </w:r>
            <w:r w:rsidR="00067325" w:rsidRPr="0006732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67325">
              <w:rPr>
                <w:rFonts w:eastAsia="Times New Roman" w:cs="Arial"/>
                <w:sz w:val="20"/>
                <w:szCs w:val="20"/>
              </w:rPr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67325">
              <w:rPr>
                <w:rFonts w:eastAsia="Times New Roman" w:cs="Arial"/>
                <w:sz w:val="20"/>
                <w:szCs w:val="20"/>
              </w:rPr>
              <w:t>R4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209D607" w14:textId="77777777" w:rsidR="003F2657" w:rsidRPr="00067325" w:rsidRDefault="00C6122F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0</w:t>
            </w:r>
            <w:r w:rsidR="003F2657" w:rsidRPr="00067325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</w:tbl>
    <w:p w14:paraId="0A0D7B76" w14:textId="588D2A55" w:rsidR="00837C52" w:rsidRDefault="00837C52" w:rsidP="00837C52">
      <w:pPr>
        <w:pStyle w:val="Legenda"/>
        <w:keepNext/>
      </w:pPr>
      <w:bookmarkStart w:id="424" w:name="_Toc182566653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122</w:t>
      </w:r>
      <w:r w:rsidR="00715F4C">
        <w:rPr>
          <w:noProof/>
        </w:rPr>
        <w:fldChar w:fldCharType="end"/>
      </w:r>
      <w:r>
        <w:t xml:space="preserve">. </w:t>
      </w:r>
      <w:r w:rsidRPr="00BE65D1">
        <w:t>Struktura elementu ExciseDutyInformationType</w:t>
      </w:r>
      <w:bookmarkEnd w:id="424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8"/>
        <w:gridCol w:w="832"/>
        <w:gridCol w:w="2095"/>
        <w:gridCol w:w="1197"/>
      </w:tblGrid>
      <w:tr w:rsidR="00967E6D" w:rsidRPr="00067325" w14:paraId="541F4F23" w14:textId="77777777" w:rsidTr="00C776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052FD489" w14:textId="77777777" w:rsidR="00967E6D" w:rsidRPr="00067325" w:rsidRDefault="00967E6D" w:rsidP="00212FC5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8" w:type="dxa"/>
          </w:tcPr>
          <w:p w14:paraId="16F94A0A" w14:textId="77777777" w:rsidR="00967E6D" w:rsidRPr="00067325" w:rsidRDefault="00967E6D" w:rsidP="00212FC5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32" w:type="dxa"/>
          </w:tcPr>
          <w:p w14:paraId="749A12EF" w14:textId="77777777" w:rsidR="00967E6D" w:rsidRPr="00067325" w:rsidRDefault="002C3B08" w:rsidP="00212FC5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55D54898" w14:textId="77777777" w:rsidR="00967E6D" w:rsidRPr="00067325" w:rsidRDefault="00967E6D" w:rsidP="00212FC5">
            <w:pPr>
              <w:rPr>
                <w:rFonts w:cs="Arial"/>
                <w:b/>
                <w:sz w:val="18"/>
                <w:szCs w:val="18"/>
              </w:rPr>
            </w:pPr>
            <w:r w:rsidRPr="00067325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724ECD1A" w14:textId="77777777" w:rsidR="00967E6D" w:rsidRPr="00067325" w:rsidRDefault="00967E6D" w:rsidP="00212FC5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967E6D" w:rsidRPr="00067325" w14:paraId="4E40C67C" w14:textId="77777777" w:rsidTr="00C77651">
        <w:trPr>
          <w:trHeight w:val="213"/>
        </w:trPr>
        <w:tc>
          <w:tcPr>
            <w:tcW w:w="1788" w:type="dxa"/>
          </w:tcPr>
          <w:p w14:paraId="502BD2BF" w14:textId="77777777" w:rsidR="00967E6D" w:rsidRPr="00067325" w:rsidRDefault="00B76482" w:rsidP="00212FC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C</w:t>
            </w:r>
            <w:r w:rsidR="0008149D" w:rsidRPr="00067325">
              <w:rPr>
                <w:rStyle w:val="pole"/>
                <w:rFonts w:ascii="Lato" w:hAnsi="Lato"/>
                <w:sz w:val="20"/>
                <w:szCs w:val="20"/>
              </w:rPr>
              <w:t>alcul</w:t>
            </w:r>
            <w:r w:rsidRPr="00067325">
              <w:rPr>
                <w:rStyle w:val="pole"/>
                <w:rFonts w:ascii="Lato" w:hAnsi="Lato"/>
                <w:sz w:val="20"/>
                <w:szCs w:val="20"/>
              </w:rPr>
              <w:t>ExciseDuty</w:t>
            </w:r>
          </w:p>
        </w:tc>
        <w:tc>
          <w:tcPr>
            <w:tcW w:w="3368" w:type="dxa"/>
          </w:tcPr>
          <w:p w14:paraId="3C40CBD8" w14:textId="77777777" w:rsidR="00967E6D" w:rsidRPr="00067325" w:rsidRDefault="00967E6D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Obliczenie </w:t>
            </w:r>
            <w:r w:rsidR="005E4ADE" w:rsidRPr="00067325">
              <w:rPr>
                <w:rFonts w:eastAsia="Times New Roman" w:cs="Arial"/>
                <w:sz w:val="20"/>
                <w:szCs w:val="20"/>
              </w:rPr>
              <w:t xml:space="preserve">wysokości </w:t>
            </w:r>
            <w:r w:rsidRPr="00067325">
              <w:rPr>
                <w:rFonts w:eastAsia="Times New Roman" w:cs="Arial"/>
                <w:sz w:val="20"/>
                <w:szCs w:val="20"/>
              </w:rPr>
              <w:t>podatku akcyzowego</w:t>
            </w:r>
          </w:p>
        </w:tc>
        <w:tc>
          <w:tcPr>
            <w:tcW w:w="832" w:type="dxa"/>
          </w:tcPr>
          <w:p w14:paraId="1CD8EADF" w14:textId="77777777" w:rsidR="00967E6D" w:rsidRPr="00067325" w:rsidRDefault="00D9370A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B</w:t>
            </w:r>
          </w:p>
        </w:tc>
        <w:tc>
          <w:tcPr>
            <w:tcW w:w="2095" w:type="dxa"/>
          </w:tcPr>
          <w:p w14:paraId="48B738D7" w14:textId="77777777" w:rsidR="00967E6D" w:rsidRPr="00601F27" w:rsidRDefault="002E0A29" w:rsidP="00212FC5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  <w:lang w:val="pl-PL"/>
              </w:rPr>
              <w:fldChar w:fldCharType="begin"/>
            </w:r>
            <w:r w:rsidRPr="00601F27">
              <w:rPr>
                <w:rStyle w:val="pole"/>
                <w:rFonts w:ascii="Lato" w:hAnsi="Lato"/>
                <w:sz w:val="20"/>
                <w:szCs w:val="20"/>
                <w:lang w:val="pl-PL"/>
              </w:rPr>
              <w:instrText xml:space="preserve"> REF CalculExciseDutyType_L \h  \* MERGEFORMAT </w:instrText>
            </w:r>
            <w:r w:rsidRPr="00601F27">
              <w:rPr>
                <w:rStyle w:val="pole"/>
                <w:rFonts w:ascii="Lato" w:hAnsi="Lato"/>
                <w:sz w:val="20"/>
                <w:szCs w:val="20"/>
                <w:lang w:val="pl-PL"/>
              </w:rPr>
            </w:r>
            <w:r w:rsidRPr="00601F27">
              <w:rPr>
                <w:rStyle w:val="pole"/>
                <w:rFonts w:ascii="Lato" w:hAnsi="Lato"/>
                <w:sz w:val="20"/>
                <w:szCs w:val="20"/>
                <w:lang w:val="pl-PL"/>
              </w:rPr>
              <w:fldChar w:fldCharType="separate"/>
            </w:r>
            <w:r w:rsidR="00EC7AC0" w:rsidRPr="00601F27">
              <w:rPr>
                <w:rStyle w:val="pole"/>
                <w:rFonts w:ascii="Lato" w:hAnsi="Lato"/>
                <w:sz w:val="20"/>
                <w:szCs w:val="20"/>
                <w:lang w:val="pl-PL"/>
              </w:rPr>
              <w:t>CalculExciseDutyType</w:t>
            </w:r>
            <w:r w:rsidRPr="00601F27">
              <w:rPr>
                <w:rStyle w:val="pole"/>
                <w:rFonts w:ascii="Lato" w:hAnsi="Lato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380C630D" w14:textId="77777777" w:rsidR="00967E6D" w:rsidRPr="00067325" w:rsidRDefault="00967E6D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967E6D" w:rsidRPr="00067325" w14:paraId="09046756" w14:textId="77777777" w:rsidTr="00C77651">
        <w:trPr>
          <w:trHeight w:val="213"/>
        </w:trPr>
        <w:tc>
          <w:tcPr>
            <w:tcW w:w="1788" w:type="dxa"/>
          </w:tcPr>
          <w:p w14:paraId="260B57F1" w14:textId="77777777" w:rsidR="00967E6D" w:rsidRPr="00067325" w:rsidRDefault="00967E6D" w:rsidP="00212FC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Items</w:t>
            </w:r>
          </w:p>
        </w:tc>
        <w:tc>
          <w:tcPr>
            <w:tcW w:w="3368" w:type="dxa"/>
          </w:tcPr>
          <w:p w14:paraId="1C398AAD" w14:textId="77777777" w:rsidR="00967E6D" w:rsidRPr="00067325" w:rsidRDefault="00967E6D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Obliczenie </w:t>
            </w:r>
            <w:r w:rsidR="005E4ADE" w:rsidRPr="00067325">
              <w:rPr>
                <w:rFonts w:eastAsia="Times New Roman" w:cs="Arial"/>
                <w:sz w:val="20"/>
                <w:szCs w:val="20"/>
              </w:rPr>
              <w:t xml:space="preserve">wysokości </w:t>
            </w:r>
            <w:r w:rsidRPr="00067325">
              <w:rPr>
                <w:rFonts w:eastAsia="Times New Roman" w:cs="Arial"/>
                <w:sz w:val="20"/>
                <w:szCs w:val="20"/>
              </w:rPr>
              <w:t>podatku akcyzowego od</w:t>
            </w:r>
            <w:r w:rsidR="002C6C81" w:rsidRPr="00067325">
              <w:rPr>
                <w:rFonts w:eastAsia="Times New Roman" w:cs="Arial"/>
                <w:sz w:val="20"/>
                <w:szCs w:val="20"/>
              </w:rPr>
              <w:t xml:space="preserve"> </w:t>
            </w:r>
            <w:r w:rsidRPr="00067325">
              <w:rPr>
                <w:rFonts w:eastAsia="Times New Roman" w:cs="Arial"/>
                <w:sz w:val="20"/>
                <w:szCs w:val="20"/>
              </w:rPr>
              <w:t>poszczególnych wyrobów</w:t>
            </w:r>
          </w:p>
        </w:tc>
        <w:tc>
          <w:tcPr>
            <w:tcW w:w="832" w:type="dxa"/>
          </w:tcPr>
          <w:p w14:paraId="6689C552" w14:textId="77777777" w:rsidR="00967E6D" w:rsidRPr="00067325" w:rsidRDefault="00D9370A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C</w:t>
            </w:r>
          </w:p>
        </w:tc>
        <w:tc>
          <w:tcPr>
            <w:tcW w:w="2095" w:type="dxa"/>
          </w:tcPr>
          <w:p w14:paraId="4E63B6A7" w14:textId="77777777" w:rsidR="00967E6D" w:rsidRPr="00601F27" w:rsidRDefault="002E0A29" w:rsidP="00212FC5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  <w:lang w:val="pl-PL"/>
              </w:rPr>
              <w:fldChar w:fldCharType="begin"/>
            </w:r>
            <w:r w:rsidRPr="00601F27">
              <w:rPr>
                <w:rStyle w:val="pole"/>
                <w:rFonts w:ascii="Lato" w:hAnsi="Lato"/>
                <w:sz w:val="20"/>
                <w:szCs w:val="20"/>
                <w:lang w:val="pl-PL"/>
              </w:rPr>
              <w:instrText xml:space="preserve"> REF ItemsType_L \h  \* MERGEFORMAT </w:instrText>
            </w:r>
            <w:r w:rsidRPr="00601F27">
              <w:rPr>
                <w:rStyle w:val="pole"/>
                <w:rFonts w:ascii="Lato" w:hAnsi="Lato"/>
                <w:sz w:val="20"/>
                <w:szCs w:val="20"/>
                <w:lang w:val="pl-PL"/>
              </w:rPr>
            </w:r>
            <w:r w:rsidRPr="00601F27">
              <w:rPr>
                <w:rStyle w:val="pole"/>
                <w:rFonts w:ascii="Lato" w:hAnsi="Lato"/>
                <w:sz w:val="20"/>
                <w:szCs w:val="20"/>
                <w:lang w:val="pl-PL"/>
              </w:rPr>
              <w:fldChar w:fldCharType="separate"/>
            </w:r>
            <w:r w:rsidR="00EC7AC0" w:rsidRPr="00601F27">
              <w:rPr>
                <w:rStyle w:val="pole"/>
                <w:rFonts w:ascii="Lato" w:hAnsi="Lato"/>
                <w:sz w:val="20"/>
                <w:szCs w:val="20"/>
                <w:lang w:val="pl-PL"/>
              </w:rPr>
              <w:t>ItemsType</w:t>
            </w:r>
            <w:r w:rsidRPr="00601F27">
              <w:rPr>
                <w:rStyle w:val="pole"/>
                <w:rFonts w:ascii="Lato" w:hAnsi="Lato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6262F2AB" w14:textId="77777777" w:rsidR="00967E6D" w:rsidRPr="00067325" w:rsidRDefault="00967E6D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</w:tbl>
    <w:p w14:paraId="14DEC063" w14:textId="5F230B82" w:rsidR="00837C52" w:rsidRDefault="00837C52" w:rsidP="00837C52">
      <w:pPr>
        <w:pStyle w:val="Legenda"/>
        <w:keepNext/>
      </w:pPr>
      <w:bookmarkStart w:id="425" w:name="_Toc182566654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123</w:t>
      </w:r>
      <w:r w:rsidR="00715F4C">
        <w:rPr>
          <w:noProof/>
        </w:rPr>
        <w:fldChar w:fldCharType="end"/>
      </w:r>
      <w:r>
        <w:t xml:space="preserve">. </w:t>
      </w:r>
      <w:r w:rsidRPr="00BA152F">
        <w:t>Struktura elementu CalculExciseDutyType</w:t>
      </w:r>
      <w:bookmarkEnd w:id="425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8"/>
        <w:gridCol w:w="832"/>
        <w:gridCol w:w="2095"/>
        <w:gridCol w:w="1197"/>
      </w:tblGrid>
      <w:tr w:rsidR="00967E6D" w:rsidRPr="00067325" w14:paraId="5AA58FBD" w14:textId="77777777" w:rsidTr="00C776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7527C036" w14:textId="77777777" w:rsidR="00967E6D" w:rsidRPr="00067325" w:rsidRDefault="00967E6D" w:rsidP="00212FC5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8" w:type="dxa"/>
          </w:tcPr>
          <w:p w14:paraId="1105CA7C" w14:textId="77777777" w:rsidR="00967E6D" w:rsidRPr="00067325" w:rsidRDefault="00967E6D" w:rsidP="00212FC5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32" w:type="dxa"/>
          </w:tcPr>
          <w:p w14:paraId="2635BC0F" w14:textId="77777777" w:rsidR="00967E6D" w:rsidRPr="00067325" w:rsidRDefault="002C3B08" w:rsidP="00212FC5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767C4A16" w14:textId="77777777" w:rsidR="00967E6D" w:rsidRPr="00067325" w:rsidRDefault="00967E6D" w:rsidP="00212FC5">
            <w:pPr>
              <w:rPr>
                <w:rFonts w:cs="Arial"/>
                <w:b/>
                <w:sz w:val="18"/>
                <w:szCs w:val="18"/>
              </w:rPr>
            </w:pPr>
            <w:r w:rsidRPr="00067325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19332881" w14:textId="77777777" w:rsidR="00967E6D" w:rsidRPr="00067325" w:rsidRDefault="00967E6D" w:rsidP="00212FC5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967E6D" w:rsidRPr="00067325" w14:paraId="23127629" w14:textId="77777777" w:rsidTr="00C77651">
        <w:trPr>
          <w:trHeight w:val="213"/>
        </w:trPr>
        <w:tc>
          <w:tcPr>
            <w:tcW w:w="1788" w:type="dxa"/>
          </w:tcPr>
          <w:p w14:paraId="1C882C50" w14:textId="77777777" w:rsidR="00967E6D" w:rsidRPr="00067325" w:rsidRDefault="00F87A54" w:rsidP="00212FC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totalAmo</w:t>
            </w:r>
            <w:r w:rsidR="00260606" w:rsidRPr="00067325">
              <w:rPr>
                <w:rStyle w:val="pole"/>
                <w:rFonts w:ascii="Lato" w:hAnsi="Lato"/>
                <w:sz w:val="20"/>
                <w:szCs w:val="20"/>
              </w:rPr>
              <w:t>unt</w:t>
            </w:r>
            <w:r w:rsidR="00F40E5A" w:rsidRPr="00067325">
              <w:rPr>
                <w:rStyle w:val="pole"/>
                <w:rFonts w:ascii="Lato" w:hAnsi="Lato"/>
                <w:sz w:val="20"/>
                <w:szCs w:val="20"/>
              </w:rPr>
              <w:t>Of</w:t>
            </w:r>
            <w:r w:rsidRPr="00067325">
              <w:rPr>
                <w:rStyle w:val="pole"/>
                <w:rFonts w:ascii="Lato" w:hAnsi="Lato"/>
                <w:sz w:val="20"/>
                <w:szCs w:val="20"/>
              </w:rPr>
              <w:t>Tax</w:t>
            </w:r>
          </w:p>
        </w:tc>
        <w:tc>
          <w:tcPr>
            <w:tcW w:w="3368" w:type="dxa"/>
          </w:tcPr>
          <w:p w14:paraId="2F18CD0F" w14:textId="77777777" w:rsidR="00967E6D" w:rsidRPr="00067325" w:rsidRDefault="005E4ADE" w:rsidP="00212FC5">
            <w:pPr>
              <w:rPr>
                <w:rFonts w:cs="Arial"/>
                <w:sz w:val="20"/>
                <w:szCs w:val="20"/>
              </w:rPr>
            </w:pPr>
            <w:r w:rsidRPr="00067325">
              <w:rPr>
                <w:rFonts w:cs="Arial"/>
                <w:sz w:val="20"/>
                <w:szCs w:val="20"/>
              </w:rPr>
              <w:t>Razem obliczony podatek. Kwota z poz.101 formularza AKC-4/L</w:t>
            </w:r>
          </w:p>
        </w:tc>
        <w:tc>
          <w:tcPr>
            <w:tcW w:w="832" w:type="dxa"/>
          </w:tcPr>
          <w:p w14:paraId="657F83AD" w14:textId="77777777" w:rsidR="00967E6D" w:rsidRPr="00067325" w:rsidRDefault="005B133B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2095" w:type="dxa"/>
          </w:tcPr>
          <w:p w14:paraId="67EB6BC5" w14:textId="77777777" w:rsidR="00967E6D" w:rsidRPr="00067325" w:rsidRDefault="00E7578F" w:rsidP="00212FC5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ZAmountT</w:t>
            </w:r>
          </w:p>
          <w:p w14:paraId="4D92624C" w14:textId="354A6484" w:rsidR="00967E6D" w:rsidRPr="00067325" w:rsidRDefault="00107B7C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2C6C81" w:rsidRPr="0006732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>L</w:instrText>
            </w:r>
            <w:r w:rsidR="00BB4D61" w:rsidRPr="00067325">
              <w:rPr>
                <w:rFonts w:eastAsia="Times New Roman" w:cs="Arial"/>
                <w:sz w:val="20"/>
                <w:szCs w:val="20"/>
              </w:rPr>
              <w:instrText>5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67325" w:rsidRPr="0006732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67325">
              <w:rPr>
                <w:rFonts w:eastAsia="Times New Roman" w:cs="Arial"/>
                <w:sz w:val="20"/>
                <w:szCs w:val="20"/>
              </w:rPr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67325">
              <w:rPr>
                <w:rFonts w:eastAsia="Times New Roman" w:cs="Arial"/>
                <w:sz w:val="20"/>
                <w:szCs w:val="20"/>
              </w:rPr>
              <w:t>R5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3D1CF83" w14:textId="77777777" w:rsidR="00967E6D" w:rsidRPr="00067325" w:rsidRDefault="00967E6D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967E6D" w:rsidRPr="00067325" w14:paraId="239C7562" w14:textId="77777777" w:rsidTr="00C77651">
        <w:trPr>
          <w:trHeight w:val="213"/>
        </w:trPr>
        <w:tc>
          <w:tcPr>
            <w:tcW w:w="1788" w:type="dxa"/>
          </w:tcPr>
          <w:p w14:paraId="164BC4C2" w14:textId="77777777" w:rsidR="00967E6D" w:rsidRPr="00067325" w:rsidRDefault="00BB13EE" w:rsidP="00212FC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totalAmount</w:t>
            </w:r>
            <w:r w:rsidR="004C2E1F" w:rsidRPr="00067325">
              <w:rPr>
                <w:rStyle w:val="pole"/>
                <w:rFonts w:ascii="Lato" w:hAnsi="Lato"/>
                <w:sz w:val="20"/>
                <w:szCs w:val="20"/>
              </w:rPr>
              <w:t>Of</w:t>
            </w:r>
            <w:r w:rsidR="00F9534C" w:rsidRPr="00067325">
              <w:rPr>
                <w:rStyle w:val="pole"/>
                <w:rFonts w:ascii="Lato" w:hAnsi="Lato"/>
                <w:sz w:val="20"/>
                <w:szCs w:val="20"/>
              </w:rPr>
              <w:t>R</w:t>
            </w:r>
            <w:r w:rsidR="00F87A54" w:rsidRPr="00067325">
              <w:rPr>
                <w:rStyle w:val="pole"/>
                <w:rFonts w:ascii="Lato" w:hAnsi="Lato"/>
                <w:sz w:val="20"/>
                <w:szCs w:val="20"/>
              </w:rPr>
              <w:t>eductions</w:t>
            </w:r>
          </w:p>
        </w:tc>
        <w:tc>
          <w:tcPr>
            <w:tcW w:w="3368" w:type="dxa"/>
          </w:tcPr>
          <w:p w14:paraId="73C8135A" w14:textId="77777777" w:rsidR="00967E6D" w:rsidRPr="00067325" w:rsidRDefault="00657F11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Zwolnienia i obniżenia. Wykazana kwota nie może przekroczyć kwoty z poz. 7</w:t>
            </w:r>
          </w:p>
        </w:tc>
        <w:tc>
          <w:tcPr>
            <w:tcW w:w="832" w:type="dxa"/>
          </w:tcPr>
          <w:p w14:paraId="5D9B4B78" w14:textId="77777777" w:rsidR="00967E6D" w:rsidRPr="00067325" w:rsidRDefault="005B133B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8</w:t>
            </w:r>
          </w:p>
        </w:tc>
        <w:tc>
          <w:tcPr>
            <w:tcW w:w="2095" w:type="dxa"/>
          </w:tcPr>
          <w:p w14:paraId="29AB2A77" w14:textId="77777777" w:rsidR="00967E6D" w:rsidRPr="00067325" w:rsidRDefault="00E7578F" w:rsidP="00212FC5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ZAmountT</w:t>
            </w:r>
          </w:p>
          <w:p w14:paraId="2688D1FA" w14:textId="01FEE709" w:rsidR="00967E6D" w:rsidRPr="00067325" w:rsidRDefault="00107B7C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2F1161" w:rsidRPr="0006732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>L</w:instrText>
            </w:r>
            <w:r w:rsidR="00BB4D61" w:rsidRPr="00067325">
              <w:rPr>
                <w:rFonts w:eastAsia="Times New Roman" w:cs="Arial"/>
                <w:sz w:val="20"/>
                <w:szCs w:val="20"/>
              </w:rPr>
              <w:instrText>6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67325" w:rsidRPr="0006732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67325">
              <w:rPr>
                <w:rFonts w:eastAsia="Times New Roman" w:cs="Arial"/>
                <w:sz w:val="20"/>
                <w:szCs w:val="20"/>
              </w:rPr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67325">
              <w:rPr>
                <w:rFonts w:eastAsia="Times New Roman" w:cs="Arial"/>
                <w:sz w:val="20"/>
                <w:szCs w:val="20"/>
              </w:rPr>
              <w:t>R6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9EC26E1" w14:textId="77777777" w:rsidR="00967E6D" w:rsidRPr="00067325" w:rsidRDefault="00521BB4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0</w:t>
            </w:r>
            <w:r w:rsidR="00967E6D" w:rsidRPr="00067325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967E6D" w:rsidRPr="00067325" w14:paraId="5814412C" w14:textId="77777777" w:rsidTr="00C77651">
        <w:trPr>
          <w:trHeight w:val="213"/>
        </w:trPr>
        <w:tc>
          <w:tcPr>
            <w:tcW w:w="1788" w:type="dxa"/>
          </w:tcPr>
          <w:p w14:paraId="444FFCCE" w14:textId="77777777" w:rsidR="00967E6D" w:rsidRPr="00067325" w:rsidRDefault="00260606" w:rsidP="00212FC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total</w:t>
            </w:r>
            <w:r w:rsidR="00813C11" w:rsidRPr="00067325">
              <w:rPr>
                <w:rStyle w:val="pole"/>
                <w:rFonts w:ascii="Lato" w:hAnsi="Lato"/>
                <w:sz w:val="20"/>
                <w:szCs w:val="20"/>
              </w:rPr>
              <w:t>O</w:t>
            </w:r>
            <w:r w:rsidR="004C2E1F" w:rsidRPr="00067325">
              <w:rPr>
                <w:rStyle w:val="pole"/>
                <w:rFonts w:ascii="Lato" w:hAnsi="Lato"/>
                <w:sz w:val="20"/>
                <w:szCs w:val="20"/>
              </w:rPr>
              <w:t>f</w:t>
            </w:r>
            <w:r w:rsidR="00F87A54" w:rsidRPr="00067325">
              <w:rPr>
                <w:rStyle w:val="pole"/>
                <w:rFonts w:ascii="Lato" w:hAnsi="Lato"/>
                <w:sz w:val="20"/>
                <w:szCs w:val="20"/>
              </w:rPr>
              <w:t>Tax</w:t>
            </w:r>
          </w:p>
        </w:tc>
        <w:tc>
          <w:tcPr>
            <w:tcW w:w="3368" w:type="dxa"/>
          </w:tcPr>
          <w:p w14:paraId="4BA23A42" w14:textId="77777777" w:rsidR="00967E6D" w:rsidRPr="00067325" w:rsidRDefault="00657F11" w:rsidP="00212FC5">
            <w:pPr>
              <w:rPr>
                <w:rFonts w:cs="Arial"/>
                <w:sz w:val="20"/>
                <w:szCs w:val="20"/>
              </w:rPr>
            </w:pPr>
            <w:r w:rsidRPr="00067325">
              <w:rPr>
                <w:rFonts w:cs="Arial"/>
                <w:sz w:val="20"/>
                <w:szCs w:val="20"/>
              </w:rPr>
              <w:t>Ogółem podatek. Od kwoty z poz. 7 należy odjąć kwotę z poz. 8</w:t>
            </w:r>
          </w:p>
        </w:tc>
        <w:tc>
          <w:tcPr>
            <w:tcW w:w="832" w:type="dxa"/>
          </w:tcPr>
          <w:p w14:paraId="29A1E47F" w14:textId="77777777" w:rsidR="00967E6D" w:rsidRPr="00067325" w:rsidRDefault="005B133B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9</w:t>
            </w:r>
          </w:p>
        </w:tc>
        <w:tc>
          <w:tcPr>
            <w:tcW w:w="2095" w:type="dxa"/>
          </w:tcPr>
          <w:p w14:paraId="42C7B2E7" w14:textId="77777777" w:rsidR="00967E6D" w:rsidRPr="00067325" w:rsidRDefault="00E7578F" w:rsidP="00212FC5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ZAmountT</w:t>
            </w:r>
          </w:p>
          <w:p w14:paraId="02272ECC" w14:textId="2AF1F7E6" w:rsidR="00967E6D" w:rsidRPr="00067325" w:rsidRDefault="00107B7C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024EFC" w:rsidRPr="0006732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>L</w:instrText>
            </w:r>
            <w:r w:rsidR="00BB4D61" w:rsidRPr="00067325">
              <w:rPr>
                <w:rFonts w:eastAsia="Times New Roman" w:cs="Arial"/>
                <w:sz w:val="20"/>
                <w:szCs w:val="20"/>
              </w:rPr>
              <w:instrText>7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67325" w:rsidRPr="0006732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67325">
              <w:rPr>
                <w:rFonts w:eastAsia="Times New Roman" w:cs="Arial"/>
                <w:sz w:val="20"/>
                <w:szCs w:val="20"/>
              </w:rPr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67325">
              <w:rPr>
                <w:rFonts w:eastAsia="Times New Roman" w:cs="Arial"/>
                <w:sz w:val="20"/>
                <w:szCs w:val="20"/>
              </w:rPr>
              <w:t>R7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43B0AA6" w14:textId="77777777" w:rsidR="00967E6D" w:rsidRPr="00067325" w:rsidRDefault="00967E6D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</w:tbl>
    <w:p w14:paraId="5DA7F651" w14:textId="589002A9" w:rsidR="00837C52" w:rsidRDefault="00837C52" w:rsidP="00837C52">
      <w:pPr>
        <w:pStyle w:val="Legenda"/>
        <w:keepNext/>
      </w:pPr>
      <w:bookmarkStart w:id="426" w:name="_Toc182566655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124</w:t>
      </w:r>
      <w:r w:rsidR="00715F4C">
        <w:rPr>
          <w:noProof/>
        </w:rPr>
        <w:fldChar w:fldCharType="end"/>
      </w:r>
      <w:r>
        <w:t xml:space="preserve">. </w:t>
      </w:r>
      <w:r w:rsidRPr="005A58A8">
        <w:t>Struktura elementu ItemsType</w:t>
      </w:r>
      <w:bookmarkEnd w:id="426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8"/>
        <w:gridCol w:w="832"/>
        <w:gridCol w:w="2095"/>
        <w:gridCol w:w="1197"/>
      </w:tblGrid>
      <w:tr w:rsidR="00967E6D" w:rsidRPr="00067325" w14:paraId="2E6B36D7" w14:textId="77777777" w:rsidTr="00C776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6B7BBD63" w14:textId="77777777" w:rsidR="00967E6D" w:rsidRPr="00067325" w:rsidRDefault="00967E6D" w:rsidP="00212FC5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8" w:type="dxa"/>
          </w:tcPr>
          <w:p w14:paraId="051D7F19" w14:textId="77777777" w:rsidR="00967E6D" w:rsidRPr="00067325" w:rsidRDefault="00967E6D" w:rsidP="00212FC5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32" w:type="dxa"/>
          </w:tcPr>
          <w:p w14:paraId="57A18692" w14:textId="77777777" w:rsidR="00967E6D" w:rsidRPr="00067325" w:rsidRDefault="002C3B08" w:rsidP="00212FC5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6AB47A7C" w14:textId="77777777" w:rsidR="00967E6D" w:rsidRPr="00067325" w:rsidRDefault="00967E6D" w:rsidP="00212FC5">
            <w:pPr>
              <w:rPr>
                <w:rFonts w:cs="Arial"/>
                <w:b/>
                <w:sz w:val="18"/>
                <w:szCs w:val="18"/>
              </w:rPr>
            </w:pPr>
            <w:r w:rsidRPr="00067325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28CBD305" w14:textId="77777777" w:rsidR="00967E6D" w:rsidRPr="00067325" w:rsidRDefault="00967E6D" w:rsidP="00212FC5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967E6D" w:rsidRPr="00067325" w14:paraId="181D4E8F" w14:textId="77777777" w:rsidTr="00C77651">
        <w:trPr>
          <w:trHeight w:val="213"/>
        </w:trPr>
        <w:tc>
          <w:tcPr>
            <w:tcW w:w="1788" w:type="dxa"/>
          </w:tcPr>
          <w:p w14:paraId="6223AFA5" w14:textId="77777777" w:rsidR="00967E6D" w:rsidRPr="00067325" w:rsidRDefault="00967E6D" w:rsidP="00212FC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totalNumberOfGoods</w:t>
            </w:r>
          </w:p>
        </w:tc>
        <w:tc>
          <w:tcPr>
            <w:tcW w:w="3368" w:type="dxa"/>
          </w:tcPr>
          <w:p w14:paraId="0E16291B" w14:textId="77777777" w:rsidR="00967E6D" w:rsidRPr="00067325" w:rsidRDefault="00657F11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Razem: „Ilość GJ”.</w:t>
            </w:r>
          </w:p>
        </w:tc>
        <w:tc>
          <w:tcPr>
            <w:tcW w:w="832" w:type="dxa"/>
          </w:tcPr>
          <w:p w14:paraId="0333B453" w14:textId="77777777" w:rsidR="00967E6D" w:rsidRPr="00067325" w:rsidRDefault="00093538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100</w:t>
            </w:r>
          </w:p>
        </w:tc>
        <w:tc>
          <w:tcPr>
            <w:tcW w:w="2095" w:type="dxa"/>
          </w:tcPr>
          <w:p w14:paraId="71997A83" w14:textId="77777777" w:rsidR="00967E6D" w:rsidRPr="00067325" w:rsidRDefault="00FF1E17" w:rsidP="00212FC5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ZAmountE</w:t>
            </w:r>
          </w:p>
          <w:p w14:paraId="27FDF3CC" w14:textId="1FBFEBCE" w:rsidR="00967E6D" w:rsidRPr="00067325" w:rsidRDefault="00107B7C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F82291" w:rsidRPr="0006732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>L</w:instrText>
            </w:r>
            <w:r w:rsidR="00BB4D61" w:rsidRPr="00067325">
              <w:rPr>
                <w:rFonts w:eastAsia="Times New Roman" w:cs="Arial"/>
                <w:sz w:val="20"/>
                <w:szCs w:val="20"/>
              </w:rPr>
              <w:instrText>8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67325" w:rsidRPr="0006732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67325">
              <w:rPr>
                <w:rFonts w:eastAsia="Times New Roman" w:cs="Arial"/>
                <w:sz w:val="20"/>
                <w:szCs w:val="20"/>
              </w:rPr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67325">
              <w:rPr>
                <w:rFonts w:eastAsia="Times New Roman" w:cs="Arial"/>
                <w:sz w:val="20"/>
                <w:szCs w:val="20"/>
              </w:rPr>
              <w:t>R8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47E9B6C" w14:textId="77777777" w:rsidR="00967E6D" w:rsidRPr="00067325" w:rsidRDefault="00F82291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0</w:t>
            </w:r>
            <w:r w:rsidR="00967E6D" w:rsidRPr="00067325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967E6D" w:rsidRPr="00067325" w14:paraId="3A3F7ABC" w14:textId="77777777" w:rsidTr="00C77651">
        <w:trPr>
          <w:trHeight w:val="213"/>
        </w:trPr>
        <w:tc>
          <w:tcPr>
            <w:tcW w:w="1788" w:type="dxa"/>
          </w:tcPr>
          <w:p w14:paraId="375B9300" w14:textId="77777777" w:rsidR="00967E6D" w:rsidRPr="00067325" w:rsidRDefault="00967E6D" w:rsidP="00212FC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totalAmountOfTax</w:t>
            </w:r>
          </w:p>
        </w:tc>
        <w:tc>
          <w:tcPr>
            <w:tcW w:w="3368" w:type="dxa"/>
          </w:tcPr>
          <w:p w14:paraId="4F2332AD" w14:textId="77777777" w:rsidR="00967E6D" w:rsidRPr="00067325" w:rsidRDefault="00657F11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Razem: „Kwota podatku w zł”.</w:t>
            </w:r>
          </w:p>
        </w:tc>
        <w:tc>
          <w:tcPr>
            <w:tcW w:w="832" w:type="dxa"/>
          </w:tcPr>
          <w:p w14:paraId="145C0239" w14:textId="77777777" w:rsidR="00967E6D" w:rsidRPr="00067325" w:rsidRDefault="00093538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101</w:t>
            </w:r>
          </w:p>
        </w:tc>
        <w:tc>
          <w:tcPr>
            <w:tcW w:w="2095" w:type="dxa"/>
          </w:tcPr>
          <w:p w14:paraId="28CE0359" w14:textId="77777777" w:rsidR="00967E6D" w:rsidRPr="00067325" w:rsidRDefault="00FF1E17" w:rsidP="00212FC5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ZAmountT</w:t>
            </w:r>
          </w:p>
          <w:p w14:paraId="0263417B" w14:textId="20C5FFA0" w:rsidR="00967E6D" w:rsidRPr="00067325" w:rsidRDefault="00107B7C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F82291" w:rsidRPr="0006732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>L</w:instrText>
            </w:r>
            <w:r w:rsidR="00BB4D61" w:rsidRPr="00067325">
              <w:rPr>
                <w:rFonts w:eastAsia="Times New Roman" w:cs="Arial"/>
                <w:sz w:val="20"/>
                <w:szCs w:val="20"/>
              </w:rPr>
              <w:instrText>9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67325" w:rsidRPr="0006732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67325">
              <w:rPr>
                <w:rFonts w:eastAsia="Times New Roman" w:cs="Arial"/>
                <w:sz w:val="20"/>
                <w:szCs w:val="20"/>
              </w:rPr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67325">
              <w:rPr>
                <w:rFonts w:eastAsia="Times New Roman" w:cs="Arial"/>
                <w:sz w:val="20"/>
                <w:szCs w:val="20"/>
              </w:rPr>
              <w:t>R9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4D3BE7C" w14:textId="77777777" w:rsidR="00967E6D" w:rsidRPr="00067325" w:rsidRDefault="00F82291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0</w:t>
            </w:r>
            <w:r w:rsidR="00967E6D" w:rsidRPr="00067325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967E6D" w:rsidRPr="00067325" w14:paraId="5BE1AABD" w14:textId="77777777" w:rsidTr="00C77651">
        <w:trPr>
          <w:trHeight w:val="213"/>
        </w:trPr>
        <w:tc>
          <w:tcPr>
            <w:tcW w:w="1788" w:type="dxa"/>
          </w:tcPr>
          <w:p w14:paraId="3054470E" w14:textId="77777777" w:rsidR="00967E6D" w:rsidRPr="00067325" w:rsidRDefault="00967E6D" w:rsidP="00212FC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Item</w:t>
            </w:r>
          </w:p>
        </w:tc>
        <w:tc>
          <w:tcPr>
            <w:tcW w:w="3368" w:type="dxa"/>
          </w:tcPr>
          <w:p w14:paraId="2C36A5E0" w14:textId="77777777" w:rsidR="00967E6D" w:rsidRPr="00067325" w:rsidRDefault="00657F11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Obliczenie wysokości </w:t>
            </w:r>
            <w:r w:rsidR="00967E6D" w:rsidRPr="00067325">
              <w:rPr>
                <w:rFonts w:eastAsia="Times New Roman" w:cs="Arial"/>
                <w:sz w:val="20"/>
                <w:szCs w:val="20"/>
              </w:rPr>
              <w:t>podatku akcyzowego od poszczególnych wyrobów</w:t>
            </w:r>
          </w:p>
        </w:tc>
        <w:tc>
          <w:tcPr>
            <w:tcW w:w="832" w:type="dxa"/>
          </w:tcPr>
          <w:p w14:paraId="47864848" w14:textId="77777777" w:rsidR="00967E6D" w:rsidRPr="00067325" w:rsidRDefault="00F21D6A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C</w:t>
            </w:r>
          </w:p>
        </w:tc>
        <w:tc>
          <w:tcPr>
            <w:tcW w:w="2095" w:type="dxa"/>
          </w:tcPr>
          <w:p w14:paraId="058FDE0F" w14:textId="77777777" w:rsidR="00967E6D" w:rsidRPr="00601F27" w:rsidRDefault="002E0A29" w:rsidP="00212FC5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  <w:lang w:val="pl-PL"/>
              </w:rPr>
              <w:fldChar w:fldCharType="begin"/>
            </w:r>
            <w:r w:rsidRPr="00601F27">
              <w:rPr>
                <w:rStyle w:val="pole"/>
                <w:rFonts w:ascii="Lato" w:hAnsi="Lato"/>
                <w:sz w:val="20"/>
                <w:szCs w:val="20"/>
                <w:lang w:val="pl-PL"/>
              </w:rPr>
              <w:instrText xml:space="preserve"> REF ItemType_L \h  \* MERGEFORMAT </w:instrText>
            </w:r>
            <w:r w:rsidRPr="00601F27">
              <w:rPr>
                <w:rStyle w:val="pole"/>
                <w:rFonts w:ascii="Lato" w:hAnsi="Lato"/>
                <w:sz w:val="20"/>
                <w:szCs w:val="20"/>
                <w:lang w:val="pl-PL"/>
              </w:rPr>
            </w:r>
            <w:r w:rsidRPr="00601F27">
              <w:rPr>
                <w:rStyle w:val="pole"/>
                <w:rFonts w:ascii="Lato" w:hAnsi="Lato"/>
                <w:sz w:val="20"/>
                <w:szCs w:val="20"/>
                <w:lang w:val="pl-PL"/>
              </w:rPr>
              <w:fldChar w:fldCharType="separate"/>
            </w:r>
            <w:r w:rsidR="00EC7AC0" w:rsidRPr="00601F27">
              <w:rPr>
                <w:rStyle w:val="pole"/>
                <w:rFonts w:ascii="Lato" w:hAnsi="Lato"/>
                <w:sz w:val="20"/>
                <w:szCs w:val="20"/>
                <w:lang w:val="pl-PL"/>
              </w:rPr>
              <w:t>ItemType</w:t>
            </w:r>
            <w:r w:rsidRPr="00601F27">
              <w:rPr>
                <w:rStyle w:val="pole"/>
                <w:rFonts w:ascii="Lato" w:hAnsi="Lato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7B468823" w14:textId="77777777" w:rsidR="00967E6D" w:rsidRPr="00067325" w:rsidRDefault="00967E6D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0..*</w:t>
            </w:r>
          </w:p>
        </w:tc>
      </w:tr>
    </w:tbl>
    <w:p w14:paraId="6852C994" w14:textId="6911C1DF" w:rsidR="00837C52" w:rsidRDefault="00837C52" w:rsidP="00837C52">
      <w:pPr>
        <w:pStyle w:val="Legenda"/>
        <w:keepNext/>
      </w:pPr>
      <w:bookmarkStart w:id="427" w:name="_Toc182566656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125</w:t>
      </w:r>
      <w:r w:rsidR="00715F4C">
        <w:rPr>
          <w:noProof/>
        </w:rPr>
        <w:fldChar w:fldCharType="end"/>
      </w:r>
      <w:r>
        <w:t xml:space="preserve">. </w:t>
      </w:r>
      <w:r w:rsidRPr="008733B8">
        <w:t>Struktura elementu ItemType</w:t>
      </w:r>
      <w:bookmarkEnd w:id="427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8"/>
        <w:gridCol w:w="832"/>
        <w:gridCol w:w="2095"/>
        <w:gridCol w:w="1197"/>
      </w:tblGrid>
      <w:tr w:rsidR="00967E6D" w:rsidRPr="00067325" w14:paraId="016E6594" w14:textId="77777777" w:rsidTr="00C776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213F6985" w14:textId="77777777" w:rsidR="00967E6D" w:rsidRPr="00067325" w:rsidRDefault="00967E6D" w:rsidP="00212FC5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8" w:type="dxa"/>
          </w:tcPr>
          <w:p w14:paraId="18BFE750" w14:textId="77777777" w:rsidR="00967E6D" w:rsidRPr="00067325" w:rsidRDefault="00967E6D" w:rsidP="00212FC5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32" w:type="dxa"/>
          </w:tcPr>
          <w:p w14:paraId="1519B34B" w14:textId="77777777" w:rsidR="00967E6D" w:rsidRPr="00067325" w:rsidRDefault="002C3B08" w:rsidP="00212FC5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160005D0" w14:textId="77777777" w:rsidR="00967E6D" w:rsidRPr="00067325" w:rsidRDefault="00967E6D" w:rsidP="00212FC5">
            <w:pPr>
              <w:rPr>
                <w:rFonts w:cs="Arial"/>
                <w:b/>
                <w:sz w:val="18"/>
                <w:szCs w:val="18"/>
              </w:rPr>
            </w:pPr>
            <w:r w:rsidRPr="00067325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19EBAD91" w14:textId="77777777" w:rsidR="00967E6D" w:rsidRPr="00067325" w:rsidRDefault="00967E6D" w:rsidP="00212FC5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967E6D" w:rsidRPr="00067325" w14:paraId="23631486" w14:textId="77777777" w:rsidTr="00C77651">
        <w:trPr>
          <w:trHeight w:val="213"/>
        </w:trPr>
        <w:tc>
          <w:tcPr>
            <w:tcW w:w="1788" w:type="dxa"/>
          </w:tcPr>
          <w:p w14:paraId="033B8056" w14:textId="77777777" w:rsidR="00967E6D" w:rsidRPr="00067325" w:rsidRDefault="00967E6D" w:rsidP="00212FC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id</w:t>
            </w:r>
          </w:p>
        </w:tc>
        <w:tc>
          <w:tcPr>
            <w:tcW w:w="3368" w:type="dxa"/>
          </w:tcPr>
          <w:p w14:paraId="1CB7251C" w14:textId="77777777" w:rsidR="00967E6D" w:rsidRPr="00067325" w:rsidRDefault="00967E6D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Liczba porządkowa.</w:t>
            </w:r>
          </w:p>
        </w:tc>
        <w:tc>
          <w:tcPr>
            <w:tcW w:w="832" w:type="dxa"/>
          </w:tcPr>
          <w:p w14:paraId="3917552F" w14:textId="77777777" w:rsidR="00967E6D" w:rsidRPr="00067325" w:rsidRDefault="00B879FE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C</w:t>
            </w:r>
            <w:r w:rsidR="00967E6D" w:rsidRPr="00067325">
              <w:rPr>
                <w:rFonts w:eastAsia="Times New Roman" w:cs="Arial"/>
                <w:sz w:val="20"/>
                <w:szCs w:val="20"/>
              </w:rPr>
              <w:t>.a</w:t>
            </w:r>
          </w:p>
        </w:tc>
        <w:tc>
          <w:tcPr>
            <w:tcW w:w="2095" w:type="dxa"/>
          </w:tcPr>
          <w:p w14:paraId="4F2BCB7F" w14:textId="77777777" w:rsidR="00967E6D" w:rsidRPr="00067325" w:rsidRDefault="00B879FE" w:rsidP="00212FC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ZNumeric</w:t>
            </w:r>
          </w:p>
        </w:tc>
        <w:tc>
          <w:tcPr>
            <w:tcW w:w="1197" w:type="dxa"/>
          </w:tcPr>
          <w:p w14:paraId="5E2A9A02" w14:textId="77777777" w:rsidR="00967E6D" w:rsidRPr="00067325" w:rsidRDefault="003F2C55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</w:t>
            </w:r>
            <w:r w:rsidR="00967E6D" w:rsidRPr="00067325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967E6D" w:rsidRPr="00067325" w14:paraId="7D6AB610" w14:textId="77777777" w:rsidTr="00C77651">
        <w:trPr>
          <w:trHeight w:val="213"/>
        </w:trPr>
        <w:tc>
          <w:tcPr>
            <w:tcW w:w="1788" w:type="dxa"/>
          </w:tcPr>
          <w:p w14:paraId="2B170B55" w14:textId="77777777" w:rsidR="00967E6D" w:rsidRPr="00067325" w:rsidRDefault="00967E6D" w:rsidP="00212FC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lastRenderedPageBreak/>
              <w:t>groupOfGoodsName</w:t>
            </w:r>
          </w:p>
        </w:tc>
        <w:tc>
          <w:tcPr>
            <w:tcW w:w="3368" w:type="dxa"/>
          </w:tcPr>
          <w:p w14:paraId="2E1A8DA1" w14:textId="77777777" w:rsidR="00967E6D" w:rsidRPr="00067325" w:rsidRDefault="00967E6D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Nazwa grupy wyrobów, dla których ustalono odrębne stawki podatkowe</w:t>
            </w:r>
          </w:p>
        </w:tc>
        <w:tc>
          <w:tcPr>
            <w:tcW w:w="832" w:type="dxa"/>
          </w:tcPr>
          <w:p w14:paraId="4BB8137B" w14:textId="77777777" w:rsidR="00967E6D" w:rsidRPr="00067325" w:rsidRDefault="00B634D6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C</w:t>
            </w:r>
            <w:r w:rsidR="00967E6D" w:rsidRPr="00067325">
              <w:rPr>
                <w:rFonts w:eastAsia="Times New Roman" w:cs="Arial"/>
                <w:sz w:val="20"/>
                <w:szCs w:val="20"/>
              </w:rPr>
              <w:t>.b</w:t>
            </w:r>
          </w:p>
        </w:tc>
        <w:tc>
          <w:tcPr>
            <w:tcW w:w="2095" w:type="dxa"/>
          </w:tcPr>
          <w:p w14:paraId="6FD04626" w14:textId="77777777" w:rsidR="00967E6D" w:rsidRPr="00067325" w:rsidRDefault="007A7C17" w:rsidP="00212FC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ZCharacter</w:t>
            </w:r>
          </w:p>
        </w:tc>
        <w:tc>
          <w:tcPr>
            <w:tcW w:w="1197" w:type="dxa"/>
          </w:tcPr>
          <w:p w14:paraId="2420124C" w14:textId="77777777" w:rsidR="00967E6D" w:rsidRPr="00067325" w:rsidRDefault="003F2C55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</w:t>
            </w:r>
            <w:r w:rsidR="00967E6D" w:rsidRPr="00067325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967E6D" w:rsidRPr="00067325" w14:paraId="30F179D1" w14:textId="77777777" w:rsidTr="00C77651">
        <w:trPr>
          <w:trHeight w:val="213"/>
        </w:trPr>
        <w:tc>
          <w:tcPr>
            <w:tcW w:w="1788" w:type="dxa"/>
          </w:tcPr>
          <w:p w14:paraId="01D77675" w14:textId="77777777" w:rsidR="00967E6D" w:rsidRPr="00067325" w:rsidRDefault="00967E6D" w:rsidP="00212FC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codeCN</w:t>
            </w:r>
          </w:p>
        </w:tc>
        <w:tc>
          <w:tcPr>
            <w:tcW w:w="3368" w:type="dxa"/>
          </w:tcPr>
          <w:p w14:paraId="41E816AF" w14:textId="77777777" w:rsidR="00967E6D" w:rsidRPr="00067325" w:rsidRDefault="00985C96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Ośmiocyfrowy</w:t>
            </w:r>
            <w:r w:rsidR="00CC1B30" w:rsidRPr="00067325">
              <w:rPr>
                <w:rFonts w:eastAsia="Times New Roman" w:cs="Arial"/>
                <w:sz w:val="20"/>
                <w:szCs w:val="20"/>
              </w:rPr>
              <w:t xml:space="preserve"> kod CN </w:t>
            </w:r>
            <w:r w:rsidR="001F6F9A" w:rsidRPr="00067325">
              <w:rPr>
                <w:rFonts w:eastAsia="Times New Roman" w:cs="Arial"/>
                <w:sz w:val="20"/>
                <w:szCs w:val="20"/>
              </w:rPr>
              <w:t>towaru</w:t>
            </w:r>
          </w:p>
        </w:tc>
        <w:tc>
          <w:tcPr>
            <w:tcW w:w="832" w:type="dxa"/>
          </w:tcPr>
          <w:p w14:paraId="7FBB098B" w14:textId="77777777" w:rsidR="00967E6D" w:rsidRPr="00067325" w:rsidRDefault="00F21D6A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C</w:t>
            </w:r>
            <w:r w:rsidR="00967E6D" w:rsidRPr="00067325">
              <w:rPr>
                <w:rFonts w:eastAsia="Times New Roman" w:cs="Arial"/>
                <w:sz w:val="20"/>
                <w:szCs w:val="20"/>
              </w:rPr>
              <w:t>.c</w:t>
            </w:r>
          </w:p>
        </w:tc>
        <w:tc>
          <w:tcPr>
            <w:tcW w:w="2095" w:type="dxa"/>
          </w:tcPr>
          <w:p w14:paraId="456A25C3" w14:textId="77777777" w:rsidR="00967E6D" w:rsidRPr="00067325" w:rsidRDefault="004C0A94" w:rsidP="00212FC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ZCodeCN</w:t>
            </w:r>
          </w:p>
        </w:tc>
        <w:tc>
          <w:tcPr>
            <w:tcW w:w="1197" w:type="dxa"/>
          </w:tcPr>
          <w:p w14:paraId="143784E1" w14:textId="77777777" w:rsidR="00967E6D" w:rsidRPr="00067325" w:rsidRDefault="003F2C55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</w:t>
            </w:r>
            <w:r w:rsidR="00967E6D" w:rsidRPr="00067325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967E6D" w:rsidRPr="00067325" w14:paraId="7864C535" w14:textId="77777777" w:rsidTr="00C77651">
        <w:trPr>
          <w:trHeight w:val="213"/>
        </w:trPr>
        <w:tc>
          <w:tcPr>
            <w:tcW w:w="1788" w:type="dxa"/>
          </w:tcPr>
          <w:p w14:paraId="3ADB04BE" w14:textId="77777777" w:rsidR="00967E6D" w:rsidRPr="00067325" w:rsidRDefault="00967E6D" w:rsidP="00212FC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numberOfGoods</w:t>
            </w:r>
          </w:p>
        </w:tc>
        <w:tc>
          <w:tcPr>
            <w:tcW w:w="3368" w:type="dxa"/>
          </w:tcPr>
          <w:p w14:paraId="7F51C13D" w14:textId="77777777" w:rsidR="00967E6D" w:rsidRPr="00067325" w:rsidRDefault="00657F11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Ilość energii w GJ podana z dokładnością do trzech miejsc po przecinku.</w:t>
            </w:r>
          </w:p>
        </w:tc>
        <w:tc>
          <w:tcPr>
            <w:tcW w:w="832" w:type="dxa"/>
          </w:tcPr>
          <w:p w14:paraId="7E6F47A7" w14:textId="77777777" w:rsidR="00967E6D" w:rsidRPr="00067325" w:rsidRDefault="00F21D6A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C</w:t>
            </w:r>
            <w:r w:rsidR="00967E6D" w:rsidRPr="00067325">
              <w:rPr>
                <w:rFonts w:eastAsia="Times New Roman" w:cs="Arial"/>
                <w:sz w:val="20"/>
                <w:szCs w:val="20"/>
              </w:rPr>
              <w:t>.d</w:t>
            </w:r>
          </w:p>
        </w:tc>
        <w:tc>
          <w:tcPr>
            <w:tcW w:w="2095" w:type="dxa"/>
          </w:tcPr>
          <w:p w14:paraId="0E1CD3AC" w14:textId="77777777" w:rsidR="00967E6D" w:rsidRPr="00067325" w:rsidRDefault="00643B6B" w:rsidP="00212FC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ZAmountE</w:t>
            </w:r>
          </w:p>
        </w:tc>
        <w:tc>
          <w:tcPr>
            <w:tcW w:w="1197" w:type="dxa"/>
          </w:tcPr>
          <w:p w14:paraId="02F126A9" w14:textId="77777777" w:rsidR="00967E6D" w:rsidRPr="00067325" w:rsidRDefault="003F2C55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</w:t>
            </w:r>
            <w:r w:rsidR="00967E6D" w:rsidRPr="00067325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967E6D" w:rsidRPr="00067325" w14:paraId="0FD52475" w14:textId="77777777" w:rsidTr="00C77651">
        <w:trPr>
          <w:trHeight w:val="213"/>
        </w:trPr>
        <w:tc>
          <w:tcPr>
            <w:tcW w:w="1788" w:type="dxa"/>
          </w:tcPr>
          <w:p w14:paraId="4CEE7BB7" w14:textId="77777777" w:rsidR="00967E6D" w:rsidRPr="00067325" w:rsidRDefault="00967E6D" w:rsidP="00212FC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taxRate</w:t>
            </w:r>
          </w:p>
        </w:tc>
        <w:tc>
          <w:tcPr>
            <w:tcW w:w="3368" w:type="dxa"/>
          </w:tcPr>
          <w:p w14:paraId="740CF6D1" w14:textId="77777777" w:rsidR="00967E6D" w:rsidRPr="00067325" w:rsidRDefault="00657F11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Stawka podatku.</w:t>
            </w:r>
          </w:p>
        </w:tc>
        <w:tc>
          <w:tcPr>
            <w:tcW w:w="832" w:type="dxa"/>
          </w:tcPr>
          <w:p w14:paraId="306599E0" w14:textId="77777777" w:rsidR="00967E6D" w:rsidRPr="00067325" w:rsidRDefault="00F21D6A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C</w:t>
            </w:r>
            <w:r w:rsidR="00967E6D" w:rsidRPr="00067325">
              <w:rPr>
                <w:rFonts w:eastAsia="Times New Roman" w:cs="Arial"/>
                <w:sz w:val="20"/>
                <w:szCs w:val="20"/>
              </w:rPr>
              <w:t>.e</w:t>
            </w:r>
          </w:p>
        </w:tc>
        <w:tc>
          <w:tcPr>
            <w:tcW w:w="2095" w:type="dxa"/>
          </w:tcPr>
          <w:p w14:paraId="44CCFA38" w14:textId="77777777" w:rsidR="00967E6D" w:rsidRPr="00067325" w:rsidRDefault="00967E6D" w:rsidP="00212FC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  <w:p w14:paraId="06A81A01" w14:textId="77777777" w:rsidR="00967E6D" w:rsidRPr="00067325" w:rsidRDefault="00967E6D" w:rsidP="00212FC5">
            <w:pPr>
              <w:rPr>
                <w:rStyle w:val="pole"/>
                <w:rFonts w:ascii="Lato" w:hAnsi="Lato"/>
                <w:sz w:val="20"/>
                <w:szCs w:val="20"/>
              </w:rPr>
            </w:pPr>
          </w:p>
        </w:tc>
        <w:tc>
          <w:tcPr>
            <w:tcW w:w="1197" w:type="dxa"/>
          </w:tcPr>
          <w:p w14:paraId="79FA3BCD" w14:textId="77777777" w:rsidR="00967E6D" w:rsidRPr="00067325" w:rsidRDefault="003F2C55" w:rsidP="00212FC5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</w:t>
            </w:r>
            <w:r w:rsidR="00967E6D" w:rsidRPr="00067325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2D3727" w:rsidRPr="00067325" w14:paraId="3AE391A5" w14:textId="77777777" w:rsidTr="00C77651">
        <w:trPr>
          <w:trHeight w:val="213"/>
        </w:trPr>
        <w:tc>
          <w:tcPr>
            <w:tcW w:w="1788" w:type="dxa"/>
          </w:tcPr>
          <w:p w14:paraId="7EE44F14" w14:textId="77777777" w:rsidR="002D3727" w:rsidRPr="00067325" w:rsidRDefault="002D3727" w:rsidP="002D372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fromIsztar</w:t>
            </w:r>
          </w:p>
        </w:tc>
        <w:tc>
          <w:tcPr>
            <w:tcW w:w="3368" w:type="dxa"/>
          </w:tcPr>
          <w:p w14:paraId="17BAA369" w14:textId="77777777" w:rsidR="002D3727" w:rsidRPr="00067325" w:rsidRDefault="002D3727" w:rsidP="002D3727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Czy stawka podatku akcyzowego jest pobrana z Systemu ISZTAR.</w:t>
            </w:r>
          </w:p>
        </w:tc>
        <w:tc>
          <w:tcPr>
            <w:tcW w:w="832" w:type="dxa"/>
          </w:tcPr>
          <w:p w14:paraId="6E1BB168" w14:textId="77777777" w:rsidR="002D3727" w:rsidRPr="00067325" w:rsidRDefault="002D3727" w:rsidP="002D3727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3771E0D0" w14:textId="77777777" w:rsidR="002D3727" w:rsidRPr="00067325" w:rsidRDefault="002D3727" w:rsidP="002D3727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boolean</w:t>
            </w:r>
          </w:p>
        </w:tc>
        <w:tc>
          <w:tcPr>
            <w:tcW w:w="1197" w:type="dxa"/>
          </w:tcPr>
          <w:p w14:paraId="26CA531F" w14:textId="77777777" w:rsidR="002D3727" w:rsidRPr="00067325" w:rsidRDefault="002D3727" w:rsidP="002D3727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2D3727" w:rsidRPr="00067325" w14:paraId="0BBD0580" w14:textId="77777777" w:rsidTr="00C77651">
        <w:trPr>
          <w:trHeight w:val="213"/>
        </w:trPr>
        <w:tc>
          <w:tcPr>
            <w:tcW w:w="1788" w:type="dxa"/>
          </w:tcPr>
          <w:p w14:paraId="4757486C" w14:textId="77777777" w:rsidR="002D3727" w:rsidRPr="00067325" w:rsidRDefault="002D3727" w:rsidP="002D3727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amountOfTax</w:t>
            </w:r>
          </w:p>
        </w:tc>
        <w:tc>
          <w:tcPr>
            <w:tcW w:w="3368" w:type="dxa"/>
          </w:tcPr>
          <w:p w14:paraId="7A823D22" w14:textId="77777777" w:rsidR="002D3727" w:rsidRPr="00067325" w:rsidRDefault="00657F11" w:rsidP="002D3727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Kwota podatku w zł.</w:t>
            </w:r>
          </w:p>
        </w:tc>
        <w:tc>
          <w:tcPr>
            <w:tcW w:w="832" w:type="dxa"/>
          </w:tcPr>
          <w:p w14:paraId="717042C0" w14:textId="77777777" w:rsidR="002D3727" w:rsidRPr="00067325" w:rsidRDefault="002D3727" w:rsidP="002D3727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C.f</w:t>
            </w:r>
          </w:p>
        </w:tc>
        <w:tc>
          <w:tcPr>
            <w:tcW w:w="2095" w:type="dxa"/>
          </w:tcPr>
          <w:p w14:paraId="7ABDB443" w14:textId="77777777" w:rsidR="002D3727" w:rsidRPr="00067325" w:rsidRDefault="002D3727" w:rsidP="002D3727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  <w:p w14:paraId="5AB95990" w14:textId="66EC6308" w:rsidR="002D3727" w:rsidRPr="00067325" w:rsidRDefault="00107B7C" w:rsidP="002D3727">
            <w:pPr>
              <w:tabs>
                <w:tab w:val="right" w:pos="2511"/>
              </w:tabs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REF </w:instrText>
            </w:r>
            <w:r w:rsidR="00BB4D61" w:rsidRPr="00067325">
              <w:rPr>
                <w:rFonts w:eastAsia="Times New Roman" w:cs="Arial"/>
                <w:sz w:val="20"/>
                <w:szCs w:val="20"/>
              </w:rPr>
              <w:instrText>R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>L</w:instrText>
            </w:r>
            <w:r w:rsidR="00BB4D61" w:rsidRPr="00067325">
              <w:rPr>
                <w:rFonts w:eastAsia="Times New Roman" w:cs="Arial"/>
                <w:sz w:val="20"/>
                <w:szCs w:val="20"/>
              </w:rPr>
              <w:instrText>10</w:instrText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\H </w:instrText>
            </w:r>
            <w:r w:rsidR="00067325" w:rsidRPr="0006732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67325">
              <w:rPr>
                <w:rFonts w:eastAsia="Times New Roman" w:cs="Arial"/>
                <w:sz w:val="20"/>
                <w:szCs w:val="20"/>
              </w:rPr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="00EC7AC0" w:rsidRPr="00067325">
              <w:rPr>
                <w:rFonts w:eastAsia="Times New Roman" w:cs="Arial"/>
                <w:sz w:val="20"/>
                <w:szCs w:val="20"/>
              </w:rPr>
              <w:t>R10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="002D3727" w:rsidRPr="00067325">
              <w:rPr>
                <w:rFonts w:eastAsia="Times New Roman" w:cs="Arial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13ADC075" w14:textId="77777777" w:rsidR="002D3727" w:rsidRPr="00067325" w:rsidRDefault="003F2C55" w:rsidP="002D3727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</w:t>
            </w:r>
            <w:r w:rsidR="002D3727" w:rsidRPr="00067325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</w:tbl>
    <w:p w14:paraId="2F723C10" w14:textId="77777777" w:rsidR="00D53588" w:rsidRPr="00D53588" w:rsidRDefault="00D53588" w:rsidP="00C048E5">
      <w:pPr>
        <w:pStyle w:val="Nagwek3"/>
        <w:numPr>
          <w:ilvl w:val="2"/>
          <w:numId w:val="11"/>
        </w:numPr>
      </w:pPr>
      <w:bookmarkStart w:id="428" w:name="_Toc182566492"/>
      <w:r>
        <w:t>Reguły AKC4L</w:t>
      </w:r>
      <w:bookmarkEnd w:id="428"/>
    </w:p>
    <w:p w14:paraId="10583925" w14:textId="74D29234" w:rsidR="00837C52" w:rsidRDefault="00837C52" w:rsidP="00837C52">
      <w:pPr>
        <w:pStyle w:val="Legenda"/>
        <w:keepNext/>
      </w:pPr>
      <w:bookmarkStart w:id="429" w:name="_Toc182566657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126</w:t>
      </w:r>
      <w:r w:rsidR="00715F4C">
        <w:rPr>
          <w:noProof/>
        </w:rPr>
        <w:fldChar w:fldCharType="end"/>
      </w:r>
      <w:r>
        <w:t xml:space="preserve">. </w:t>
      </w:r>
      <w:r w:rsidRPr="005E3271">
        <w:t>Reguły dotyczące załącznika AKC-4/L</w:t>
      </w:r>
      <w:bookmarkEnd w:id="429"/>
    </w:p>
    <w:tbl>
      <w:tblPr>
        <w:tblStyle w:val="Siatkatabelijasna"/>
        <w:tblW w:w="0" w:type="auto"/>
        <w:tblLook w:val="01E0" w:firstRow="1" w:lastRow="1" w:firstColumn="1" w:lastColumn="1" w:noHBand="0" w:noVBand="0"/>
      </w:tblPr>
      <w:tblGrid>
        <w:gridCol w:w="943"/>
        <w:gridCol w:w="8105"/>
      </w:tblGrid>
      <w:tr w:rsidR="00A849B6" w:rsidRPr="00762167" w14:paraId="6EB2C17E" w14:textId="77777777" w:rsidTr="00C776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43" w:type="dxa"/>
          </w:tcPr>
          <w:p w14:paraId="4C770941" w14:textId="77777777" w:rsidR="00A849B6" w:rsidRPr="00067325" w:rsidRDefault="00A849B6" w:rsidP="00270E74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111" w:type="dxa"/>
          </w:tcPr>
          <w:p w14:paraId="0DAADB7B" w14:textId="77777777" w:rsidR="00A849B6" w:rsidRPr="00067325" w:rsidRDefault="00A849B6" w:rsidP="00270E74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A849B6" w:rsidRPr="00E93AAE" w14:paraId="59DA059A" w14:textId="77777777" w:rsidTr="00C77651">
        <w:trPr>
          <w:trHeight w:val="213"/>
        </w:trPr>
        <w:tc>
          <w:tcPr>
            <w:tcW w:w="943" w:type="dxa"/>
          </w:tcPr>
          <w:p w14:paraId="5AB5E75F" w14:textId="77777777" w:rsidR="00A849B6" w:rsidRPr="00067325" w:rsidRDefault="00A849B6" w:rsidP="00270E74">
            <w:pPr>
              <w:rPr>
                <w:rFonts w:eastAsia="Times New Roman" w:cs="Arial"/>
                <w:sz w:val="20"/>
                <w:szCs w:val="20"/>
                <w:lang w:val="en-US"/>
              </w:rPr>
            </w:pPr>
            <w:bookmarkStart w:id="430" w:name="RL1"/>
            <w:r w:rsidRPr="00067325">
              <w:rPr>
                <w:rFonts w:eastAsia="Times New Roman" w:cs="Arial"/>
                <w:sz w:val="20"/>
                <w:szCs w:val="20"/>
                <w:lang w:val="en-US"/>
              </w:rPr>
              <w:t>R1</w:t>
            </w:r>
            <w:bookmarkEnd w:id="430"/>
          </w:p>
        </w:tc>
        <w:tc>
          <w:tcPr>
            <w:tcW w:w="8111" w:type="dxa"/>
          </w:tcPr>
          <w:p w14:paraId="0F7A173C" w14:textId="77777777" w:rsidR="00A849B6" w:rsidRPr="00067325" w:rsidRDefault="00A849B6" w:rsidP="00270E74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Pole wypełniane przez system zgodnie z wartością w analogicznym polu deklaracji AKC-4/AKC-4zo</w:t>
            </w:r>
          </w:p>
        </w:tc>
      </w:tr>
      <w:tr w:rsidR="00A849B6" w:rsidRPr="00E93AAE" w14:paraId="313046EC" w14:textId="77777777" w:rsidTr="00C77651">
        <w:trPr>
          <w:trHeight w:val="213"/>
        </w:trPr>
        <w:tc>
          <w:tcPr>
            <w:tcW w:w="943" w:type="dxa"/>
          </w:tcPr>
          <w:p w14:paraId="1C15D69D" w14:textId="77777777" w:rsidR="00A849B6" w:rsidRPr="00067325" w:rsidRDefault="00A849B6" w:rsidP="00270E74">
            <w:pPr>
              <w:rPr>
                <w:rFonts w:eastAsia="Times New Roman" w:cs="Arial"/>
                <w:sz w:val="20"/>
                <w:szCs w:val="20"/>
              </w:rPr>
            </w:pPr>
            <w:bookmarkStart w:id="431" w:name="RL2"/>
            <w:r w:rsidRPr="00067325">
              <w:rPr>
                <w:rFonts w:eastAsia="Times New Roman" w:cs="Arial"/>
                <w:sz w:val="20"/>
                <w:szCs w:val="20"/>
              </w:rPr>
              <w:t>R2</w:t>
            </w:r>
            <w:bookmarkEnd w:id="431"/>
          </w:p>
        </w:tc>
        <w:tc>
          <w:tcPr>
            <w:tcW w:w="8111" w:type="dxa"/>
          </w:tcPr>
          <w:p w14:paraId="0CD70D92" w14:textId="77777777" w:rsidR="00A849B6" w:rsidRPr="00067325" w:rsidRDefault="00A849B6" w:rsidP="00270E74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Pole wypełniane przez system zgodnie z wartością w analogicznym polu deklaracji AKC-4/AKC-4zo</w:t>
            </w:r>
          </w:p>
        </w:tc>
      </w:tr>
      <w:tr w:rsidR="00A849B6" w:rsidRPr="00C37499" w14:paraId="7A3E4D55" w14:textId="77777777" w:rsidTr="00C77651">
        <w:trPr>
          <w:trHeight w:val="213"/>
        </w:trPr>
        <w:tc>
          <w:tcPr>
            <w:tcW w:w="943" w:type="dxa"/>
          </w:tcPr>
          <w:p w14:paraId="241D9E02" w14:textId="77777777" w:rsidR="00A849B6" w:rsidRPr="00067325" w:rsidRDefault="00A849B6" w:rsidP="00270E74">
            <w:pPr>
              <w:rPr>
                <w:rFonts w:eastAsia="Times New Roman" w:cs="Arial"/>
                <w:sz w:val="20"/>
                <w:szCs w:val="20"/>
              </w:rPr>
            </w:pPr>
            <w:bookmarkStart w:id="432" w:name="RL3"/>
            <w:r w:rsidRPr="00067325">
              <w:rPr>
                <w:rFonts w:eastAsia="Times New Roman" w:cs="Arial"/>
                <w:sz w:val="20"/>
                <w:szCs w:val="20"/>
              </w:rPr>
              <w:t>R3</w:t>
            </w:r>
            <w:bookmarkEnd w:id="432"/>
          </w:p>
        </w:tc>
        <w:tc>
          <w:tcPr>
            <w:tcW w:w="8111" w:type="dxa"/>
          </w:tcPr>
          <w:p w14:paraId="1F437723" w14:textId="77777777" w:rsidR="00A849B6" w:rsidRPr="00067325" w:rsidRDefault="00A849B6" w:rsidP="00270E74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Kolejny numer </w:t>
            </w:r>
            <w:r w:rsidR="008C3E8F" w:rsidRPr="00067325">
              <w:rPr>
                <w:rFonts w:eastAsia="Times New Roman" w:cs="Arial"/>
                <w:sz w:val="20"/>
                <w:szCs w:val="20"/>
              </w:rPr>
              <w:t>załącznika danego typu</w:t>
            </w:r>
            <w:r w:rsidRPr="00067325">
              <w:rPr>
                <w:rFonts w:eastAsia="Times New Roman" w:cs="Arial"/>
                <w:sz w:val="20"/>
                <w:szCs w:val="20"/>
              </w:rPr>
              <w:t>.</w:t>
            </w:r>
          </w:p>
        </w:tc>
      </w:tr>
      <w:tr w:rsidR="00CC784B" w:rsidRPr="00553A57" w14:paraId="5EFAAC6A" w14:textId="77777777" w:rsidTr="00C77651">
        <w:trPr>
          <w:trHeight w:val="213"/>
        </w:trPr>
        <w:tc>
          <w:tcPr>
            <w:tcW w:w="943" w:type="dxa"/>
          </w:tcPr>
          <w:p w14:paraId="4329AAFE" w14:textId="77777777" w:rsidR="00CC784B" w:rsidRPr="00067325" w:rsidRDefault="00CC784B" w:rsidP="00CC784B">
            <w:pPr>
              <w:rPr>
                <w:rFonts w:eastAsia="Times New Roman" w:cs="Arial"/>
                <w:sz w:val="20"/>
                <w:szCs w:val="20"/>
              </w:rPr>
            </w:pPr>
            <w:bookmarkStart w:id="433" w:name="RL4"/>
            <w:r w:rsidRPr="00067325">
              <w:rPr>
                <w:rFonts w:eastAsia="Times New Roman" w:cs="Arial"/>
                <w:sz w:val="20"/>
                <w:szCs w:val="20"/>
              </w:rPr>
              <w:t>R4</w:t>
            </w:r>
            <w:bookmarkEnd w:id="433"/>
          </w:p>
        </w:tc>
        <w:tc>
          <w:tcPr>
            <w:tcW w:w="8111" w:type="dxa"/>
          </w:tcPr>
          <w:p w14:paraId="3091A884" w14:textId="77777777" w:rsidR="00CC784B" w:rsidRPr="00067325" w:rsidRDefault="00CC784B" w:rsidP="00CC784B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Element może występować tylko jeśli w dokumencie nadrzędnym w polu formKind wybrano wartość AKC-4. </w:t>
            </w:r>
          </w:p>
        </w:tc>
      </w:tr>
      <w:tr w:rsidR="00CC784B" w:rsidRPr="00553A57" w14:paraId="6F791BA9" w14:textId="77777777" w:rsidTr="00C77651">
        <w:trPr>
          <w:trHeight w:val="213"/>
        </w:trPr>
        <w:tc>
          <w:tcPr>
            <w:tcW w:w="943" w:type="dxa"/>
          </w:tcPr>
          <w:p w14:paraId="51B53DE4" w14:textId="77777777" w:rsidR="00CC784B" w:rsidRPr="00067325" w:rsidRDefault="001E083D" w:rsidP="00CC784B">
            <w:pPr>
              <w:rPr>
                <w:rFonts w:eastAsia="Times New Roman" w:cs="Arial"/>
                <w:sz w:val="20"/>
                <w:szCs w:val="20"/>
              </w:rPr>
            </w:pPr>
            <w:bookmarkStart w:id="434" w:name="RL5"/>
            <w:r w:rsidRPr="00067325">
              <w:rPr>
                <w:rFonts w:eastAsia="Times New Roman" w:cs="Arial"/>
                <w:sz w:val="20"/>
                <w:szCs w:val="20"/>
              </w:rPr>
              <w:t>R5</w:t>
            </w:r>
            <w:bookmarkEnd w:id="434"/>
          </w:p>
        </w:tc>
        <w:tc>
          <w:tcPr>
            <w:tcW w:w="8111" w:type="dxa"/>
          </w:tcPr>
          <w:p w14:paraId="3114366F" w14:textId="77777777" w:rsidR="00CC784B" w:rsidRPr="00067325" w:rsidRDefault="00CC784B" w:rsidP="00CC784B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Pole wymagane jeżeli w deklaracji jest przynajmniej jedna pozycja w części „C” załącznika AKC-4/L. Pole musi być równe kwocie w polu …</w:t>
            </w:r>
          </w:p>
        </w:tc>
      </w:tr>
      <w:tr w:rsidR="00CC784B" w:rsidRPr="00553A57" w14:paraId="07173827" w14:textId="77777777" w:rsidTr="00C77651">
        <w:trPr>
          <w:trHeight w:val="213"/>
        </w:trPr>
        <w:tc>
          <w:tcPr>
            <w:tcW w:w="943" w:type="dxa"/>
          </w:tcPr>
          <w:p w14:paraId="14270C59" w14:textId="77777777" w:rsidR="00CC784B" w:rsidRPr="00067325" w:rsidRDefault="001E083D" w:rsidP="00CC784B">
            <w:pPr>
              <w:rPr>
                <w:rFonts w:eastAsia="Times New Roman" w:cs="Arial"/>
                <w:sz w:val="20"/>
                <w:szCs w:val="20"/>
              </w:rPr>
            </w:pPr>
            <w:bookmarkStart w:id="435" w:name="RL6"/>
            <w:r w:rsidRPr="00067325">
              <w:rPr>
                <w:rFonts w:eastAsia="Times New Roman" w:cs="Arial"/>
                <w:sz w:val="20"/>
                <w:szCs w:val="20"/>
              </w:rPr>
              <w:t>R6</w:t>
            </w:r>
            <w:bookmarkEnd w:id="435"/>
          </w:p>
        </w:tc>
        <w:tc>
          <w:tcPr>
            <w:tcW w:w="8111" w:type="dxa"/>
          </w:tcPr>
          <w:p w14:paraId="39115FD0" w14:textId="77777777" w:rsidR="00CC784B" w:rsidRPr="00067325" w:rsidRDefault="00CC784B" w:rsidP="00CC784B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Walidacja 1: Wartość nie może być większa niż wartość w polu „Razem obliczony podatek”.</w:t>
            </w:r>
          </w:p>
          <w:p w14:paraId="6A959237" w14:textId="77777777" w:rsidR="00CC784B" w:rsidRPr="00067325" w:rsidRDefault="00CC784B" w:rsidP="00CC784B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Walidacja 2: Kwota wprowadzona musi być równa sumie kwot w polach: „Kwota zwolnienia (art. 30 ust. 1 ustawy)”, „Kwota zwolnienia (art. 30 ust. 6 ustawy)” i „Kwota zwolnienia (art. 30 ust. 7 ustawy)”.</w:t>
            </w:r>
          </w:p>
        </w:tc>
      </w:tr>
      <w:tr w:rsidR="00CC784B" w:rsidRPr="00D02086" w14:paraId="1AF85121" w14:textId="77777777" w:rsidTr="00C77651">
        <w:trPr>
          <w:trHeight w:val="213"/>
        </w:trPr>
        <w:tc>
          <w:tcPr>
            <w:tcW w:w="943" w:type="dxa"/>
          </w:tcPr>
          <w:p w14:paraId="20D1E06D" w14:textId="77777777" w:rsidR="00CC784B" w:rsidRPr="00067325" w:rsidRDefault="001E083D" w:rsidP="00CC784B">
            <w:pPr>
              <w:rPr>
                <w:rFonts w:eastAsia="Times New Roman" w:cs="Arial"/>
                <w:sz w:val="20"/>
                <w:szCs w:val="20"/>
              </w:rPr>
            </w:pPr>
            <w:bookmarkStart w:id="436" w:name="RL7"/>
            <w:r w:rsidRPr="00067325">
              <w:rPr>
                <w:rFonts w:eastAsia="Times New Roman" w:cs="Arial"/>
                <w:sz w:val="20"/>
                <w:szCs w:val="20"/>
              </w:rPr>
              <w:t>R7</w:t>
            </w:r>
            <w:bookmarkEnd w:id="436"/>
          </w:p>
        </w:tc>
        <w:tc>
          <w:tcPr>
            <w:tcW w:w="8111" w:type="dxa"/>
          </w:tcPr>
          <w:p w14:paraId="2E9B682D" w14:textId="77777777" w:rsidR="00CC784B" w:rsidRPr="00067325" w:rsidRDefault="00CC784B" w:rsidP="00CC784B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Kwota musi być równa wartości według wzoru: „Razem obliczony podatek” minus „Zwolnienia i obniżenia”.</w:t>
            </w:r>
          </w:p>
        </w:tc>
      </w:tr>
      <w:tr w:rsidR="00CC784B" w:rsidRPr="00975B06" w14:paraId="7445C7A2" w14:textId="77777777" w:rsidTr="00C77651">
        <w:trPr>
          <w:trHeight w:val="213"/>
        </w:trPr>
        <w:tc>
          <w:tcPr>
            <w:tcW w:w="943" w:type="dxa"/>
          </w:tcPr>
          <w:p w14:paraId="434D1D1B" w14:textId="77777777" w:rsidR="00CC784B" w:rsidRPr="00067325" w:rsidRDefault="001E083D" w:rsidP="00CC784B">
            <w:pPr>
              <w:rPr>
                <w:rFonts w:eastAsia="Times New Roman" w:cs="Arial"/>
                <w:sz w:val="20"/>
                <w:szCs w:val="20"/>
              </w:rPr>
            </w:pPr>
            <w:bookmarkStart w:id="437" w:name="RL8"/>
            <w:r w:rsidRPr="00067325">
              <w:rPr>
                <w:rFonts w:eastAsia="Times New Roman" w:cs="Arial"/>
                <w:sz w:val="20"/>
                <w:szCs w:val="20"/>
              </w:rPr>
              <w:t>R8</w:t>
            </w:r>
            <w:bookmarkEnd w:id="437"/>
          </w:p>
        </w:tc>
        <w:tc>
          <w:tcPr>
            <w:tcW w:w="8111" w:type="dxa"/>
          </w:tcPr>
          <w:p w14:paraId="00625E8B" w14:textId="77777777" w:rsidR="00CC784B" w:rsidRPr="00067325" w:rsidRDefault="00CC784B" w:rsidP="00CC784B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58D1A3C8" w14:textId="77777777" w:rsidR="00CC784B" w:rsidRPr="00067325" w:rsidRDefault="00CC784B" w:rsidP="00CC784B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Pole wypełniane na podstawie sumy wartości wprowadzonych w polu „Ilość GJ”. </w:t>
            </w:r>
          </w:p>
          <w:p w14:paraId="7D850CB7" w14:textId="77777777" w:rsidR="00CC784B" w:rsidRPr="00067325" w:rsidRDefault="00CC784B" w:rsidP="00CC784B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Walidacja: wprowadzona liczba powinna się równać wyliczonej sumie.</w:t>
            </w:r>
          </w:p>
        </w:tc>
      </w:tr>
      <w:tr w:rsidR="00CC784B" w:rsidRPr="00B85EAA" w14:paraId="2B9EC1F9" w14:textId="77777777" w:rsidTr="00C77651">
        <w:trPr>
          <w:trHeight w:val="213"/>
        </w:trPr>
        <w:tc>
          <w:tcPr>
            <w:tcW w:w="943" w:type="dxa"/>
          </w:tcPr>
          <w:p w14:paraId="34087522" w14:textId="77777777" w:rsidR="00CC784B" w:rsidRPr="00067325" w:rsidRDefault="001E083D" w:rsidP="00CC784B">
            <w:pPr>
              <w:rPr>
                <w:rFonts w:eastAsia="Times New Roman" w:cs="Arial"/>
                <w:sz w:val="20"/>
                <w:szCs w:val="20"/>
              </w:rPr>
            </w:pPr>
            <w:bookmarkStart w:id="438" w:name="RL9"/>
            <w:r w:rsidRPr="00067325">
              <w:rPr>
                <w:rFonts w:eastAsia="Times New Roman" w:cs="Arial"/>
                <w:sz w:val="20"/>
                <w:szCs w:val="20"/>
              </w:rPr>
              <w:lastRenderedPageBreak/>
              <w:t>R9</w:t>
            </w:r>
            <w:bookmarkEnd w:id="438"/>
          </w:p>
        </w:tc>
        <w:tc>
          <w:tcPr>
            <w:tcW w:w="8111" w:type="dxa"/>
          </w:tcPr>
          <w:p w14:paraId="438266C1" w14:textId="77777777" w:rsidR="00CC784B" w:rsidRPr="00067325" w:rsidRDefault="00CC784B" w:rsidP="00CC784B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7CACC5F0" w14:textId="77777777" w:rsidR="00CC784B" w:rsidRPr="00067325" w:rsidRDefault="00CC784B" w:rsidP="00CC784B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Pole wyliczane na podstawie sumy wartości wprowadzonych w polu „Kwota podatku w zł”. System wstawia wyliczoną wartość.</w:t>
            </w:r>
          </w:p>
          <w:p w14:paraId="0B328180" w14:textId="77777777" w:rsidR="00CC784B" w:rsidRPr="00067325" w:rsidRDefault="00CC784B" w:rsidP="00CC784B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Walidacja: wprowadzona liczba powinna się równać sumie wartości wprowadzonych w polu „Kwota podatku w zł”.</w:t>
            </w:r>
          </w:p>
        </w:tc>
      </w:tr>
      <w:tr w:rsidR="00CC784B" w:rsidRPr="006E117F" w14:paraId="5974CE98" w14:textId="77777777" w:rsidTr="00C77651">
        <w:trPr>
          <w:trHeight w:val="213"/>
        </w:trPr>
        <w:tc>
          <w:tcPr>
            <w:tcW w:w="943" w:type="dxa"/>
          </w:tcPr>
          <w:p w14:paraId="04844953" w14:textId="77777777" w:rsidR="00CC784B" w:rsidRPr="00067325" w:rsidRDefault="001E083D" w:rsidP="00CC784B">
            <w:pPr>
              <w:rPr>
                <w:rFonts w:eastAsia="Times New Roman" w:cs="Arial"/>
                <w:sz w:val="20"/>
                <w:szCs w:val="20"/>
              </w:rPr>
            </w:pPr>
            <w:bookmarkStart w:id="439" w:name="RL10"/>
            <w:r w:rsidRPr="00067325">
              <w:rPr>
                <w:rFonts w:eastAsia="Times New Roman" w:cs="Arial"/>
                <w:sz w:val="20"/>
                <w:szCs w:val="20"/>
              </w:rPr>
              <w:t>R10</w:t>
            </w:r>
            <w:bookmarkEnd w:id="439"/>
          </w:p>
        </w:tc>
        <w:tc>
          <w:tcPr>
            <w:tcW w:w="8111" w:type="dxa"/>
          </w:tcPr>
          <w:p w14:paraId="61FD9CCA" w14:textId="77777777" w:rsidR="00CC784B" w:rsidRPr="00067325" w:rsidRDefault="00CC784B" w:rsidP="00CC784B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Walidacja: wprowadzona wartość powinna być równa wyliczonej ze wzoru podanego opisie pola</w:t>
            </w:r>
          </w:p>
        </w:tc>
      </w:tr>
      <w:tr w:rsidR="00124A08" w:rsidRPr="006E117F" w14:paraId="149ED4FE" w14:textId="77777777" w:rsidTr="00C77651">
        <w:trPr>
          <w:trHeight w:val="213"/>
        </w:trPr>
        <w:tc>
          <w:tcPr>
            <w:tcW w:w="943" w:type="dxa"/>
          </w:tcPr>
          <w:p w14:paraId="7126758E" w14:textId="77777777" w:rsidR="00124A08" w:rsidRPr="00067325" w:rsidRDefault="00124A08" w:rsidP="00124A08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R11</w:t>
            </w:r>
          </w:p>
        </w:tc>
        <w:tc>
          <w:tcPr>
            <w:tcW w:w="8111" w:type="dxa"/>
          </w:tcPr>
          <w:p w14:paraId="6B78CEB5" w14:textId="77777777" w:rsidR="00124A08" w:rsidRPr="00067325" w:rsidRDefault="00124A08" w:rsidP="00124A08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Dopuszczalnym okresem (period) za który będzie mogła być złożona deklaracja: nie może być wcześniejszy niż luty 201</w:t>
            </w:r>
            <w:r w:rsidR="00565509" w:rsidRPr="00067325">
              <w:rPr>
                <w:rFonts w:eastAsia="Times New Roman" w:cs="Arial"/>
                <w:sz w:val="20"/>
                <w:szCs w:val="20"/>
              </w:rPr>
              <w:t>8</w:t>
            </w:r>
            <w:r w:rsidRPr="00067325">
              <w:rPr>
                <w:rFonts w:eastAsia="Times New Roman" w:cs="Arial"/>
                <w:sz w:val="20"/>
                <w:szCs w:val="20"/>
              </w:rPr>
              <w:t xml:space="preserve"> roku.</w:t>
            </w:r>
          </w:p>
        </w:tc>
      </w:tr>
    </w:tbl>
    <w:p w14:paraId="24016B38" w14:textId="2E88C9B5" w:rsidR="00F53FE2" w:rsidRDefault="00F53FE2">
      <w:r>
        <w:br w:type="page"/>
      </w:r>
    </w:p>
    <w:p w14:paraId="657B020F" w14:textId="77777777" w:rsidR="00910BE8" w:rsidRPr="00130986" w:rsidRDefault="00910BE8" w:rsidP="00C048E5">
      <w:pPr>
        <w:pStyle w:val="Nagwek2"/>
      </w:pPr>
      <w:bookmarkStart w:id="440" w:name="_Toc182566493"/>
      <w:r w:rsidRPr="00130986">
        <w:lastRenderedPageBreak/>
        <w:t>Załączniki AKC-4/M do deklaracji AKC4</w:t>
      </w:r>
      <w:bookmarkEnd w:id="440"/>
    </w:p>
    <w:p w14:paraId="3B0AD490" w14:textId="77777777" w:rsidR="00910BE8" w:rsidRDefault="00910BE8" w:rsidP="00C048E5">
      <w:pPr>
        <w:pStyle w:val="Nagwek3"/>
      </w:pPr>
      <w:bookmarkStart w:id="441" w:name="_Toc182566494"/>
      <w:r>
        <w:t>Komunikat AKC4M</w:t>
      </w:r>
      <w:bookmarkEnd w:id="441"/>
    </w:p>
    <w:p w14:paraId="29896D5C" w14:textId="77777777" w:rsidR="00910BE8" w:rsidRPr="00481FCB" w:rsidRDefault="00910BE8" w:rsidP="00910BE8">
      <w:pPr>
        <w:pStyle w:val="Schema-Description"/>
        <w:spacing w:before="0" w:beforeAutospacing="0" w:after="0" w:afterAutospacing="0"/>
        <w:rPr>
          <w:rFonts w:ascii="Lato" w:hAnsi="Lato" w:cs="Arial"/>
          <w:sz w:val="24"/>
          <w:szCs w:val="24"/>
        </w:rPr>
      </w:pPr>
      <w:r w:rsidRPr="00481FCB">
        <w:rPr>
          <w:rFonts w:ascii="Lato" w:hAnsi="Lato"/>
          <w:sz w:val="24"/>
          <w:szCs w:val="24"/>
        </w:rPr>
        <w:t>PODATEK AKCYZOWY OD PŁYNU DO PAPIEROSÓW ELEKTRONICZNYCH</w:t>
      </w:r>
    </w:p>
    <w:p w14:paraId="18351C1F" w14:textId="77777777" w:rsidR="00910BE8" w:rsidRDefault="00910BE8" w:rsidP="00C048E5">
      <w:pPr>
        <w:pStyle w:val="Nagwek3"/>
      </w:pPr>
      <w:bookmarkStart w:id="442" w:name="_Toc182566495"/>
      <w:r>
        <w:t>Specyfikacja AKC4</w:t>
      </w:r>
      <w:r w:rsidR="00840865">
        <w:t>M</w:t>
      </w:r>
      <w:bookmarkEnd w:id="442"/>
    </w:p>
    <w:p w14:paraId="48847F7E" w14:textId="77777777" w:rsidR="00910BE8" w:rsidRPr="00481FCB" w:rsidRDefault="00910BE8" w:rsidP="00910BE8">
      <w:r w:rsidRPr="00481FCB">
        <w:t xml:space="preserve">Struktury typu </w:t>
      </w:r>
      <w:r w:rsidRPr="00481FCB">
        <w:rPr>
          <w:rFonts w:eastAsia="Times New Roman"/>
        </w:rPr>
        <w:t>ZDailyAmount, ZCalculOfAmountOfExciseDuty</w:t>
      </w:r>
      <w:r w:rsidRPr="00481FCB">
        <w:t xml:space="preserve"> zostały zdefiniowane w dokumencie </w:t>
      </w:r>
      <w:r w:rsidRPr="00481FCB">
        <w:fldChar w:fldCharType="begin"/>
      </w:r>
      <w:r w:rsidRPr="00481FCB">
        <w:instrText xml:space="preserve"> REF _Ref361653747 \r \h  \* MERGEFORMAT </w:instrText>
      </w:r>
      <w:r w:rsidRPr="00481FCB">
        <w:fldChar w:fldCharType="separate"/>
      </w:r>
      <w:r w:rsidRPr="00481FCB">
        <w:t>A1</w:t>
      </w:r>
      <w:r w:rsidRPr="00481FCB">
        <w:fldChar w:fldCharType="end"/>
      </w:r>
      <w:r w:rsidRPr="00481FCB">
        <w:t xml:space="preserve"> i nie będą tutaj szczegółowo omawiane.</w:t>
      </w:r>
    </w:p>
    <w:p w14:paraId="69D3384F" w14:textId="41C90A49" w:rsidR="00644607" w:rsidRDefault="00644607" w:rsidP="00644607">
      <w:pPr>
        <w:pStyle w:val="Legenda"/>
        <w:keepNext/>
      </w:pPr>
      <w:bookmarkStart w:id="443" w:name="_Toc182566658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127</w:t>
      </w:r>
      <w:r w:rsidR="00715F4C">
        <w:rPr>
          <w:noProof/>
        </w:rPr>
        <w:fldChar w:fldCharType="end"/>
      </w:r>
      <w:r>
        <w:t xml:space="preserve">. </w:t>
      </w:r>
      <w:r w:rsidRPr="00F1128C">
        <w:t>Dane ogólne w ramach struktury załącznika AKC-4/M</w:t>
      </w:r>
      <w:bookmarkEnd w:id="443"/>
    </w:p>
    <w:tbl>
      <w:tblPr>
        <w:tblStyle w:val="Siatkatabelijasn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C77651" w:rsidRPr="00067325" w14:paraId="0411D42C" w14:textId="77777777" w:rsidTr="004060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11FEDC6D" w14:textId="77777777" w:rsidR="00C77651" w:rsidRPr="00067325" w:rsidRDefault="00C77651" w:rsidP="00E97F8E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>Ogólne</w:t>
            </w:r>
          </w:p>
        </w:tc>
        <w:tc>
          <w:tcPr>
            <w:tcW w:w="6584" w:type="dxa"/>
          </w:tcPr>
          <w:p w14:paraId="25608D1A" w14:textId="79F39DEF" w:rsidR="00C77651" w:rsidRPr="00067325" w:rsidRDefault="00C77651" w:rsidP="00E97F8E">
            <w:pPr>
              <w:rPr>
                <w:rFonts w:eastAsia="Times New Roman" w:cs="Arial"/>
                <w:b/>
                <w:sz w:val="18"/>
                <w:szCs w:val="18"/>
              </w:rPr>
            </w:pPr>
          </w:p>
        </w:tc>
      </w:tr>
      <w:tr w:rsidR="00910BE8" w:rsidRPr="00067325" w14:paraId="4EFC1B4B" w14:textId="77777777" w:rsidTr="00406092">
        <w:tc>
          <w:tcPr>
            <w:tcW w:w="2738" w:type="dxa"/>
          </w:tcPr>
          <w:p w14:paraId="3B055887" w14:textId="77777777" w:rsidR="00910BE8" w:rsidRPr="00067325" w:rsidRDefault="00910BE8" w:rsidP="00E97F8E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572203E4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Struktura załącznika do </w:t>
            </w:r>
            <w:r w:rsidRPr="00067325">
              <w:rPr>
                <w:rFonts w:cs="Arial"/>
                <w:sz w:val="20"/>
                <w:szCs w:val="20"/>
              </w:rPr>
              <w:t xml:space="preserve">deklaracji AKC4 </w:t>
            </w:r>
          </w:p>
        </w:tc>
      </w:tr>
      <w:tr w:rsidR="00910BE8" w:rsidRPr="00067325" w14:paraId="182ACCEE" w14:textId="77777777" w:rsidTr="00406092">
        <w:tc>
          <w:tcPr>
            <w:tcW w:w="2738" w:type="dxa"/>
          </w:tcPr>
          <w:p w14:paraId="38AFE171" w14:textId="77777777" w:rsidR="00910BE8" w:rsidRPr="00067325" w:rsidRDefault="00910BE8" w:rsidP="00E97F8E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4E6873AF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910BE8" w:rsidRPr="00067325" w14:paraId="755BEB2B" w14:textId="77777777" w:rsidTr="00406092">
        <w:tc>
          <w:tcPr>
            <w:tcW w:w="2738" w:type="dxa"/>
          </w:tcPr>
          <w:p w14:paraId="3D047D75" w14:textId="77777777" w:rsidR="00910BE8" w:rsidRPr="00067325" w:rsidRDefault="00910BE8" w:rsidP="00E97F8E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704DD7C7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2_0</w:t>
            </w:r>
          </w:p>
        </w:tc>
      </w:tr>
      <w:tr w:rsidR="00910BE8" w:rsidRPr="00067325" w14:paraId="3FF640AA" w14:textId="77777777" w:rsidTr="00406092">
        <w:tc>
          <w:tcPr>
            <w:tcW w:w="2738" w:type="dxa"/>
          </w:tcPr>
          <w:p w14:paraId="6259D6D1" w14:textId="77777777" w:rsidR="00910BE8" w:rsidRPr="00067325" w:rsidRDefault="00910BE8" w:rsidP="00E97F8E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Zależności od innych deklaracji</w:t>
            </w:r>
          </w:p>
        </w:tc>
        <w:tc>
          <w:tcPr>
            <w:tcW w:w="6584" w:type="dxa"/>
          </w:tcPr>
          <w:p w14:paraId="2B92F60E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910BE8" w:rsidRPr="00067325" w14:paraId="08DCFC3C" w14:textId="77777777" w:rsidTr="00406092">
        <w:tc>
          <w:tcPr>
            <w:tcW w:w="2738" w:type="dxa"/>
          </w:tcPr>
          <w:p w14:paraId="651BA1D5" w14:textId="77777777" w:rsidR="00910BE8" w:rsidRPr="00067325" w:rsidRDefault="00910BE8" w:rsidP="00E97F8E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701C4DAE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XML</w:t>
            </w:r>
          </w:p>
        </w:tc>
      </w:tr>
      <w:tr w:rsidR="00910BE8" w:rsidRPr="00067325" w14:paraId="0D7207C4" w14:textId="77777777" w:rsidTr="00406092">
        <w:tc>
          <w:tcPr>
            <w:tcW w:w="2738" w:type="dxa"/>
          </w:tcPr>
          <w:p w14:paraId="20C52C31" w14:textId="77777777" w:rsidR="00910BE8" w:rsidRPr="00067325" w:rsidRDefault="00910BE8" w:rsidP="00E97F8E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473D1596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910BE8" w:rsidRPr="00067325" w14:paraId="7D758023" w14:textId="77777777" w:rsidTr="00406092">
        <w:tc>
          <w:tcPr>
            <w:tcW w:w="2738" w:type="dxa"/>
          </w:tcPr>
          <w:p w14:paraId="6AA0AFBC" w14:textId="77777777" w:rsidR="00910BE8" w:rsidRPr="00067325" w:rsidRDefault="00910BE8" w:rsidP="00E97F8E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3182AEB7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XML</w:t>
            </w:r>
          </w:p>
        </w:tc>
      </w:tr>
      <w:tr w:rsidR="00910BE8" w:rsidRPr="00067325" w14:paraId="0A65936B" w14:textId="77777777" w:rsidTr="00406092">
        <w:tc>
          <w:tcPr>
            <w:tcW w:w="2738" w:type="dxa"/>
          </w:tcPr>
          <w:p w14:paraId="1FC1C0DE" w14:textId="77777777" w:rsidR="00910BE8" w:rsidRPr="00067325" w:rsidRDefault="00910BE8" w:rsidP="00E97F8E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Namespaces</w:t>
            </w:r>
          </w:p>
        </w:tc>
        <w:tc>
          <w:tcPr>
            <w:tcW w:w="6584" w:type="dxa"/>
          </w:tcPr>
          <w:p w14:paraId="6710CBC1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http://www.e-clo.pl/ZEFIR2/eZefir2/xsd/v6_0/Types.xsd</w:t>
            </w:r>
          </w:p>
        </w:tc>
      </w:tr>
      <w:tr w:rsidR="00910BE8" w:rsidRPr="00067325" w14:paraId="5BABEBA6" w14:textId="77777777" w:rsidTr="00406092">
        <w:tc>
          <w:tcPr>
            <w:tcW w:w="2738" w:type="dxa"/>
          </w:tcPr>
          <w:p w14:paraId="75D51D5A" w14:textId="77777777" w:rsidR="00910BE8" w:rsidRPr="00067325" w:rsidRDefault="00910BE8" w:rsidP="00E97F8E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0BD3E95A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akc_4m.xsd</w:t>
            </w:r>
          </w:p>
        </w:tc>
      </w:tr>
    </w:tbl>
    <w:p w14:paraId="6FB2F8D5" w14:textId="77777777" w:rsidR="00910BE8" w:rsidRPr="00067325" w:rsidRDefault="00910BE8" w:rsidP="00C048E5">
      <w:pPr>
        <w:pStyle w:val="Nagwek3"/>
      </w:pPr>
      <w:bookmarkStart w:id="444" w:name="_Toc182566496"/>
      <w:r w:rsidRPr="00067325">
        <w:t>Struktura AKC4</w:t>
      </w:r>
      <w:r w:rsidR="00840865" w:rsidRPr="00067325">
        <w:t>M</w:t>
      </w:r>
      <w:bookmarkEnd w:id="444"/>
    </w:p>
    <w:p w14:paraId="5E2CA749" w14:textId="77777777" w:rsidR="00C77651" w:rsidRPr="00651126" w:rsidRDefault="00C77651" w:rsidP="00C77651">
      <w:pPr>
        <w:pStyle w:val="Akapitzlist"/>
        <w:numPr>
          <w:ilvl w:val="0"/>
          <w:numId w:val="25"/>
        </w:numPr>
        <w:rPr>
          <w:rFonts w:ascii="Consolas" w:hAnsi="Consolas"/>
          <w:bCs/>
          <w:lang w:val="en-GB"/>
        </w:rPr>
      </w:pPr>
      <w:r w:rsidRPr="00651126">
        <w:rPr>
          <w:rFonts w:ascii="Consolas" w:hAnsi="Consolas"/>
          <w:bCs/>
          <w:lang w:val="en-GB"/>
        </w:rPr>
        <w:t>(AKC4MType)</w:t>
      </w:r>
    </w:p>
    <w:p w14:paraId="721A901B" w14:textId="42DB2179" w:rsidR="00C77651" w:rsidRPr="00651126" w:rsidRDefault="00C77651" w:rsidP="00C77651">
      <w:pPr>
        <w:pStyle w:val="Akapitzlist"/>
        <w:numPr>
          <w:ilvl w:val="0"/>
          <w:numId w:val="25"/>
        </w:numPr>
        <w:rPr>
          <w:rFonts w:ascii="Consolas" w:hAnsi="Consolas"/>
          <w:bCs/>
          <w:lang w:val="en-GB"/>
        </w:rPr>
      </w:pPr>
      <w:r w:rsidRPr="00651126">
        <w:rPr>
          <w:rFonts w:ascii="Consolas" w:hAnsi="Consolas"/>
          <w:bCs/>
          <w:lang w:val="en-GB"/>
        </w:rPr>
        <w:t>(HeaderType)</w:t>
      </w:r>
    </w:p>
    <w:p w14:paraId="00174DEE" w14:textId="6A4D34BF" w:rsidR="00C77651" w:rsidRPr="00651126" w:rsidRDefault="00C77651" w:rsidP="00C77651">
      <w:pPr>
        <w:pStyle w:val="Akapitzlist"/>
        <w:numPr>
          <w:ilvl w:val="0"/>
          <w:numId w:val="25"/>
        </w:numPr>
        <w:rPr>
          <w:rFonts w:ascii="Consolas" w:hAnsi="Consolas"/>
          <w:bCs/>
          <w:lang w:val="en-GB"/>
        </w:rPr>
      </w:pPr>
      <w:r w:rsidRPr="00651126">
        <w:rPr>
          <w:rFonts w:ascii="Consolas" w:hAnsi="Consolas"/>
          <w:bCs/>
          <w:lang w:val="en-GB"/>
        </w:rPr>
        <w:t>(WarehouseType)</w:t>
      </w:r>
    </w:p>
    <w:p w14:paraId="19154927" w14:textId="4F854644" w:rsidR="00C77651" w:rsidRPr="00651126" w:rsidRDefault="00C77651" w:rsidP="00C77651">
      <w:pPr>
        <w:pStyle w:val="Akapitzlist"/>
        <w:numPr>
          <w:ilvl w:val="0"/>
          <w:numId w:val="25"/>
        </w:numPr>
        <w:rPr>
          <w:rFonts w:ascii="Consolas" w:hAnsi="Consolas"/>
          <w:bCs/>
          <w:lang w:val="en-GB"/>
        </w:rPr>
      </w:pPr>
      <w:r w:rsidRPr="00651126">
        <w:rPr>
          <w:rFonts w:ascii="Consolas" w:hAnsi="Consolas"/>
          <w:bCs/>
          <w:lang w:val="en-GB"/>
        </w:rPr>
        <w:t>(ExciseDutyInformationType)</w:t>
      </w:r>
    </w:p>
    <w:p w14:paraId="60A41EA8" w14:textId="2DD0A32D" w:rsidR="00C77651" w:rsidRPr="00651126" w:rsidRDefault="00C77651" w:rsidP="00C77651">
      <w:pPr>
        <w:pStyle w:val="Akapitzlist"/>
        <w:numPr>
          <w:ilvl w:val="0"/>
          <w:numId w:val="25"/>
        </w:numPr>
        <w:rPr>
          <w:rFonts w:ascii="Consolas" w:hAnsi="Consolas"/>
          <w:bCs/>
          <w:lang w:val="en-GB"/>
        </w:rPr>
      </w:pPr>
      <w:r w:rsidRPr="00651126">
        <w:rPr>
          <w:rFonts w:ascii="Consolas" w:hAnsi="Consolas"/>
          <w:bCs/>
          <w:lang w:val="en-GB"/>
        </w:rPr>
        <w:t>(CalculOfAmoountOfExciseDutyType)</w:t>
      </w:r>
    </w:p>
    <w:p w14:paraId="1338F117" w14:textId="20967533" w:rsidR="00C77651" w:rsidRPr="00651126" w:rsidRDefault="00C77651" w:rsidP="00C77651">
      <w:pPr>
        <w:pStyle w:val="Akapitzlist"/>
        <w:numPr>
          <w:ilvl w:val="0"/>
          <w:numId w:val="25"/>
        </w:numPr>
        <w:rPr>
          <w:rFonts w:ascii="Consolas" w:hAnsi="Consolas"/>
          <w:bCs/>
          <w:lang w:val="en-GB"/>
        </w:rPr>
      </w:pPr>
      <w:r w:rsidRPr="00651126">
        <w:rPr>
          <w:rFonts w:ascii="Consolas" w:hAnsi="Consolas"/>
          <w:bCs/>
          <w:lang w:val="en-GB"/>
        </w:rPr>
        <w:t>(CleareanceExciseDutyType)</w:t>
      </w:r>
    </w:p>
    <w:p w14:paraId="0A85A965" w14:textId="6B428078" w:rsidR="00C77651" w:rsidRPr="00651126" w:rsidRDefault="00C77651" w:rsidP="00C77651">
      <w:pPr>
        <w:pStyle w:val="Akapitzlist"/>
        <w:numPr>
          <w:ilvl w:val="0"/>
          <w:numId w:val="25"/>
        </w:numPr>
        <w:rPr>
          <w:rFonts w:ascii="Consolas" w:hAnsi="Consolas"/>
          <w:bCs/>
          <w:lang w:val="en-GB"/>
        </w:rPr>
      </w:pPr>
      <w:r w:rsidRPr="00651126">
        <w:rPr>
          <w:rFonts w:ascii="Consolas" w:hAnsi="Consolas"/>
          <w:bCs/>
          <w:lang w:val="en-GB"/>
        </w:rPr>
        <w:t>(ItemsType)</w:t>
      </w:r>
    </w:p>
    <w:p w14:paraId="44C03759" w14:textId="34837F79" w:rsidR="00C77651" w:rsidRPr="00651126" w:rsidRDefault="00C77651" w:rsidP="00C77651">
      <w:pPr>
        <w:pStyle w:val="Akapitzlist"/>
        <w:numPr>
          <w:ilvl w:val="0"/>
          <w:numId w:val="25"/>
        </w:numPr>
        <w:rPr>
          <w:rFonts w:ascii="Consolas" w:hAnsi="Consolas"/>
          <w:bCs/>
          <w:lang w:val="en-GB"/>
        </w:rPr>
      </w:pPr>
      <w:r w:rsidRPr="00651126">
        <w:rPr>
          <w:rFonts w:ascii="Consolas" w:hAnsi="Consolas"/>
          <w:bCs/>
          <w:lang w:val="en-GB"/>
        </w:rPr>
        <w:t>(ItemType)</w:t>
      </w:r>
    </w:p>
    <w:p w14:paraId="1D1818E4" w14:textId="625456C8" w:rsidR="00C77651" w:rsidRPr="00651126" w:rsidRDefault="00C77651" w:rsidP="00C77651">
      <w:pPr>
        <w:pStyle w:val="Akapitzlist"/>
        <w:numPr>
          <w:ilvl w:val="0"/>
          <w:numId w:val="25"/>
        </w:numPr>
        <w:rPr>
          <w:rFonts w:ascii="Consolas" w:hAnsi="Consolas"/>
          <w:bCs/>
          <w:lang w:val="en-GB"/>
        </w:rPr>
      </w:pPr>
      <w:r w:rsidRPr="00651126">
        <w:rPr>
          <w:rFonts w:ascii="Consolas" w:hAnsi="Consolas"/>
          <w:bCs/>
          <w:lang w:val="en-GB"/>
        </w:rPr>
        <w:t>(DailyPaymentInformationType)</w:t>
      </w:r>
    </w:p>
    <w:p w14:paraId="4000ED54" w14:textId="72532FBA" w:rsidR="00910BE8" w:rsidRPr="00651126" w:rsidRDefault="00C77651" w:rsidP="00C77651">
      <w:pPr>
        <w:pStyle w:val="Akapitzlist"/>
        <w:numPr>
          <w:ilvl w:val="0"/>
          <w:numId w:val="25"/>
        </w:numPr>
        <w:rPr>
          <w:rFonts w:ascii="Consolas" w:hAnsi="Consolas"/>
          <w:bCs/>
          <w:lang w:val="en-GB"/>
        </w:rPr>
      </w:pPr>
      <w:r w:rsidRPr="00651126">
        <w:rPr>
          <w:rFonts w:ascii="Consolas" w:hAnsi="Consolas"/>
          <w:bCs/>
          <w:lang w:val="en-GB"/>
        </w:rPr>
        <w:t>ZDailyAmount</w:t>
      </w:r>
    </w:p>
    <w:p w14:paraId="28B3E3C4" w14:textId="69038999" w:rsidR="00644607" w:rsidRDefault="00644607" w:rsidP="00644607">
      <w:pPr>
        <w:pStyle w:val="Legenda"/>
        <w:keepNext/>
      </w:pPr>
      <w:bookmarkStart w:id="445" w:name="_Toc182566659"/>
      <w:r>
        <w:lastRenderedPageBreak/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128</w:t>
      </w:r>
      <w:r w:rsidR="00715F4C">
        <w:rPr>
          <w:noProof/>
        </w:rPr>
        <w:fldChar w:fldCharType="end"/>
      </w:r>
      <w:r>
        <w:t xml:space="preserve">. </w:t>
      </w:r>
      <w:r w:rsidRPr="00471740">
        <w:t>Struktura elementu AKC4MType</w:t>
      </w:r>
      <w:bookmarkEnd w:id="445"/>
    </w:p>
    <w:tbl>
      <w:tblPr>
        <w:tblStyle w:val="Siatkatabelijasna"/>
        <w:tblW w:w="0" w:type="auto"/>
        <w:tblLook w:val="01E0" w:firstRow="1" w:lastRow="1" w:firstColumn="1" w:lastColumn="1" w:noHBand="0" w:noVBand="0"/>
      </w:tblPr>
      <w:tblGrid>
        <w:gridCol w:w="1737"/>
        <w:gridCol w:w="3242"/>
        <w:gridCol w:w="825"/>
        <w:gridCol w:w="2052"/>
        <w:gridCol w:w="1192"/>
      </w:tblGrid>
      <w:tr w:rsidR="00910BE8" w:rsidRPr="00067325" w14:paraId="4271FE43" w14:textId="77777777" w:rsidTr="000401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39" w:type="dxa"/>
          </w:tcPr>
          <w:p w14:paraId="41A27049" w14:textId="77777777" w:rsidR="00910BE8" w:rsidRPr="00067325" w:rsidRDefault="00910BE8" w:rsidP="00E97F8E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245" w:type="dxa"/>
          </w:tcPr>
          <w:p w14:paraId="0FBA6695" w14:textId="77777777" w:rsidR="00910BE8" w:rsidRPr="00067325" w:rsidRDefault="00910BE8" w:rsidP="00E97F8E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25" w:type="dxa"/>
          </w:tcPr>
          <w:p w14:paraId="7CFE0F3B" w14:textId="77777777" w:rsidR="00910BE8" w:rsidRPr="00067325" w:rsidRDefault="00910BE8" w:rsidP="00E97F8E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53" w:type="dxa"/>
          </w:tcPr>
          <w:p w14:paraId="399B57F9" w14:textId="77777777" w:rsidR="00910BE8" w:rsidRPr="00067325" w:rsidRDefault="00910BE8" w:rsidP="00E97F8E">
            <w:pPr>
              <w:rPr>
                <w:rFonts w:cs="Arial"/>
                <w:b/>
                <w:sz w:val="18"/>
                <w:szCs w:val="18"/>
              </w:rPr>
            </w:pPr>
            <w:r w:rsidRPr="00067325">
              <w:rPr>
                <w:rFonts w:cs="Arial"/>
                <w:b/>
                <w:sz w:val="18"/>
                <w:szCs w:val="18"/>
              </w:rPr>
              <w:t>Typ</w:t>
            </w:r>
          </w:p>
        </w:tc>
        <w:tc>
          <w:tcPr>
            <w:tcW w:w="1192" w:type="dxa"/>
          </w:tcPr>
          <w:p w14:paraId="178AC9F2" w14:textId="77777777" w:rsidR="00910BE8" w:rsidRPr="00067325" w:rsidRDefault="00910BE8" w:rsidP="00E97F8E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910BE8" w:rsidRPr="00067325" w14:paraId="1B00B1E0" w14:textId="77777777" w:rsidTr="000401BC">
        <w:trPr>
          <w:trHeight w:val="213"/>
        </w:trPr>
        <w:tc>
          <w:tcPr>
            <w:tcW w:w="1739" w:type="dxa"/>
          </w:tcPr>
          <w:p w14:paraId="2A3436C5" w14:textId="77777777" w:rsidR="00910BE8" w:rsidRPr="00067325" w:rsidRDefault="00910BE8" w:rsidP="00E97F8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Header</w:t>
            </w:r>
          </w:p>
        </w:tc>
        <w:tc>
          <w:tcPr>
            <w:tcW w:w="3245" w:type="dxa"/>
          </w:tcPr>
          <w:p w14:paraId="3025E2A8" w14:textId="77777777" w:rsidR="00910BE8" w:rsidRPr="00067325" w:rsidRDefault="00910BE8" w:rsidP="00E97F8E">
            <w:pPr>
              <w:rPr>
                <w:rFonts w:eastAsia="Times New Roman" w:cs="Arial"/>
                <w:b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Nagłówek</w:t>
            </w:r>
          </w:p>
        </w:tc>
        <w:tc>
          <w:tcPr>
            <w:tcW w:w="825" w:type="dxa"/>
          </w:tcPr>
          <w:p w14:paraId="38751EA0" w14:textId="77777777" w:rsidR="00910BE8" w:rsidRPr="00067325" w:rsidRDefault="00910BE8" w:rsidP="00E97F8E">
            <w:pPr>
              <w:rPr>
                <w:rFonts w:eastAsia="Times New Roman" w:cs="Arial"/>
                <w:b/>
                <w:sz w:val="20"/>
                <w:szCs w:val="20"/>
              </w:rPr>
            </w:pPr>
            <w:r w:rsidRPr="00067325">
              <w:rPr>
                <w:rFonts w:eastAsia="Times New Roman" w:cs="Arial"/>
                <w:b/>
                <w:sz w:val="20"/>
                <w:szCs w:val="20"/>
              </w:rPr>
              <w:t>-</w:t>
            </w:r>
          </w:p>
        </w:tc>
        <w:tc>
          <w:tcPr>
            <w:tcW w:w="2053" w:type="dxa"/>
          </w:tcPr>
          <w:p w14:paraId="0024A091" w14:textId="77777777" w:rsidR="00910BE8" w:rsidRPr="00601F27" w:rsidRDefault="00910BE8" w:rsidP="00E97F8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instrText xml:space="preserve"> REF HeaderType_f \h  \* MERGEFORMAT </w:instrTex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t>HeaderType</w: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2" w:type="dxa"/>
          </w:tcPr>
          <w:p w14:paraId="1830963F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D37D66" w:rsidRPr="00067325" w14:paraId="0B27A69B" w14:textId="77777777" w:rsidTr="000401BC">
        <w:trPr>
          <w:trHeight w:val="213"/>
        </w:trPr>
        <w:tc>
          <w:tcPr>
            <w:tcW w:w="1739" w:type="dxa"/>
          </w:tcPr>
          <w:p w14:paraId="04B4AF0F" w14:textId="77777777" w:rsidR="00D37D66" w:rsidRPr="00067325" w:rsidRDefault="00D37D66" w:rsidP="00E97F8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version</w:t>
            </w:r>
          </w:p>
        </w:tc>
        <w:tc>
          <w:tcPr>
            <w:tcW w:w="3245" w:type="dxa"/>
          </w:tcPr>
          <w:p w14:paraId="22AC7F7C" w14:textId="77777777" w:rsidR="00D37D66" w:rsidRPr="00067325" w:rsidRDefault="00D37D66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Wersja schematu, z którą zgodny jest komunikat.</w:t>
            </w:r>
          </w:p>
        </w:tc>
        <w:tc>
          <w:tcPr>
            <w:tcW w:w="825" w:type="dxa"/>
          </w:tcPr>
          <w:p w14:paraId="4EA371E4" w14:textId="77777777" w:rsidR="00D37D66" w:rsidRPr="00067325" w:rsidRDefault="00D37D66" w:rsidP="00E97F8E">
            <w:pPr>
              <w:rPr>
                <w:rFonts w:eastAsia="Times New Roman" w:cs="Arial"/>
                <w:b/>
                <w:sz w:val="20"/>
                <w:szCs w:val="20"/>
              </w:rPr>
            </w:pPr>
            <w:r w:rsidRPr="00067325">
              <w:rPr>
                <w:rFonts w:eastAsia="Times New Roman" w:cs="Arial"/>
                <w:b/>
                <w:sz w:val="20"/>
                <w:szCs w:val="20"/>
              </w:rPr>
              <w:t>-</w:t>
            </w:r>
          </w:p>
        </w:tc>
        <w:tc>
          <w:tcPr>
            <w:tcW w:w="2053" w:type="dxa"/>
          </w:tcPr>
          <w:p w14:paraId="6F551A5B" w14:textId="77777777" w:rsidR="00D37D66" w:rsidRPr="00601F27" w:rsidRDefault="00D37D66" w:rsidP="00E97F8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</w:rPr>
              <w:t>ZVersion</w:t>
            </w:r>
          </w:p>
        </w:tc>
        <w:tc>
          <w:tcPr>
            <w:tcW w:w="1192" w:type="dxa"/>
          </w:tcPr>
          <w:p w14:paraId="2EE10FCB" w14:textId="77777777" w:rsidR="00D37D66" w:rsidRPr="00067325" w:rsidRDefault="00D37D66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</w:tbl>
    <w:p w14:paraId="00176D45" w14:textId="1C917215" w:rsidR="00644607" w:rsidRDefault="00644607" w:rsidP="00644607">
      <w:pPr>
        <w:pStyle w:val="Legenda"/>
        <w:keepNext/>
      </w:pPr>
      <w:bookmarkStart w:id="446" w:name="_Toc182566660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129</w:t>
      </w:r>
      <w:r w:rsidR="00715F4C">
        <w:rPr>
          <w:noProof/>
        </w:rPr>
        <w:fldChar w:fldCharType="end"/>
      </w:r>
      <w:r>
        <w:t xml:space="preserve">. </w:t>
      </w:r>
      <w:r w:rsidRPr="00690D9A">
        <w:t>Struktura elementu HeaderType</w:t>
      </w:r>
      <w:bookmarkEnd w:id="446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910BE8" w:rsidRPr="00067325" w14:paraId="6397744C" w14:textId="77777777" w:rsidTr="000401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6DFC7299" w14:textId="77777777" w:rsidR="00910BE8" w:rsidRPr="00067325" w:rsidRDefault="00910BE8" w:rsidP="00E97F8E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08C54654" w14:textId="77777777" w:rsidR="00910BE8" w:rsidRPr="00067325" w:rsidRDefault="00910BE8" w:rsidP="00E97F8E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1327C9FA" w14:textId="77777777" w:rsidR="00910BE8" w:rsidRPr="00067325" w:rsidRDefault="00910BE8" w:rsidP="00E97F8E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787C3DE7" w14:textId="77777777" w:rsidR="00910BE8" w:rsidRPr="00067325" w:rsidRDefault="00910BE8" w:rsidP="00E97F8E">
            <w:pPr>
              <w:rPr>
                <w:rFonts w:cs="Arial"/>
                <w:b/>
                <w:sz w:val="18"/>
                <w:szCs w:val="18"/>
              </w:rPr>
            </w:pPr>
            <w:r w:rsidRPr="00067325">
              <w:rPr>
                <w:rFonts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515FCF10" w14:textId="77777777" w:rsidR="00910BE8" w:rsidRPr="00067325" w:rsidRDefault="00910BE8" w:rsidP="00E97F8E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910BE8" w:rsidRPr="00067325" w14:paraId="4796FA6A" w14:textId="77777777" w:rsidTr="000401BC">
        <w:trPr>
          <w:trHeight w:val="213"/>
        </w:trPr>
        <w:tc>
          <w:tcPr>
            <w:tcW w:w="1788" w:type="dxa"/>
          </w:tcPr>
          <w:p w14:paraId="44557F7F" w14:textId="77777777" w:rsidR="00910BE8" w:rsidRPr="00067325" w:rsidRDefault="00910BE8" w:rsidP="00E97F8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identifier</w:t>
            </w:r>
          </w:p>
        </w:tc>
        <w:tc>
          <w:tcPr>
            <w:tcW w:w="3360" w:type="dxa"/>
          </w:tcPr>
          <w:p w14:paraId="1F08F698" w14:textId="77777777" w:rsidR="00910BE8" w:rsidRPr="00067325" w:rsidRDefault="00D37D66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Identyfikator podatkowy NIP/numer PESEL podatnika.</w:t>
            </w:r>
          </w:p>
        </w:tc>
        <w:tc>
          <w:tcPr>
            <w:tcW w:w="840" w:type="dxa"/>
          </w:tcPr>
          <w:p w14:paraId="35E8D553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2095" w:type="dxa"/>
          </w:tcPr>
          <w:p w14:paraId="404C9C28" w14:textId="77777777" w:rsidR="00910BE8" w:rsidRPr="00067325" w:rsidRDefault="00910BE8" w:rsidP="00E97F8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ZIdentification</w:t>
            </w:r>
          </w:p>
          <w:p w14:paraId="560F7D8D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197" w:type="dxa"/>
          </w:tcPr>
          <w:p w14:paraId="2B506DF4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910BE8" w:rsidRPr="00067325" w14:paraId="497DAFCD" w14:textId="77777777" w:rsidTr="000401BC">
        <w:trPr>
          <w:trHeight w:val="213"/>
        </w:trPr>
        <w:tc>
          <w:tcPr>
            <w:tcW w:w="1788" w:type="dxa"/>
          </w:tcPr>
          <w:p w14:paraId="06118702" w14:textId="77777777" w:rsidR="00910BE8" w:rsidRPr="00067325" w:rsidRDefault="00910BE8" w:rsidP="00E97F8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period</w:t>
            </w:r>
          </w:p>
        </w:tc>
        <w:tc>
          <w:tcPr>
            <w:tcW w:w="3360" w:type="dxa"/>
          </w:tcPr>
          <w:p w14:paraId="69750AAD" w14:textId="77777777" w:rsidR="00910BE8" w:rsidRPr="00067325" w:rsidRDefault="00D37D66" w:rsidP="00856AEA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Data w formacie miesiąc i rok za jaki została złożona deklaracja.</w:t>
            </w:r>
          </w:p>
        </w:tc>
        <w:tc>
          <w:tcPr>
            <w:tcW w:w="840" w:type="dxa"/>
          </w:tcPr>
          <w:p w14:paraId="4A277C78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2, 3</w:t>
            </w:r>
          </w:p>
        </w:tc>
        <w:tc>
          <w:tcPr>
            <w:tcW w:w="2095" w:type="dxa"/>
          </w:tcPr>
          <w:p w14:paraId="67DED777" w14:textId="77777777" w:rsidR="00910BE8" w:rsidRPr="00067325" w:rsidRDefault="00910BE8" w:rsidP="00E97F8E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ZPeriod</w:t>
            </w:r>
          </w:p>
          <w:p w14:paraId="6AFCE232" w14:textId="67448139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REF Rf1 \h </w:instrText>
            </w:r>
            <w:r w:rsidR="00067325" w:rsidRPr="0006732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67325">
              <w:rPr>
                <w:rFonts w:eastAsia="Times New Roman" w:cs="Arial"/>
                <w:sz w:val="20"/>
                <w:szCs w:val="20"/>
              </w:rPr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Pr="00067325">
              <w:rPr>
                <w:rFonts w:eastAsia="Times New Roman" w:cs="Arial"/>
                <w:sz w:val="20"/>
                <w:szCs w:val="20"/>
              </w:rPr>
              <w:t>R1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Pr="00067325">
              <w:rPr>
                <w:rFonts w:eastAsia="Times New Roman" w:cs="Arial"/>
                <w:sz w:val="20"/>
                <w:szCs w:val="20"/>
              </w:rPr>
              <w:t>,R19</w:t>
            </w:r>
          </w:p>
        </w:tc>
        <w:tc>
          <w:tcPr>
            <w:tcW w:w="1197" w:type="dxa"/>
          </w:tcPr>
          <w:p w14:paraId="027E7C92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910BE8" w:rsidRPr="00067325" w14:paraId="32336D1A" w14:textId="77777777" w:rsidTr="000401BC">
        <w:trPr>
          <w:trHeight w:val="213"/>
        </w:trPr>
        <w:tc>
          <w:tcPr>
            <w:tcW w:w="1788" w:type="dxa"/>
          </w:tcPr>
          <w:p w14:paraId="75CE1F3E" w14:textId="77777777" w:rsidR="00910BE8" w:rsidRPr="00067325" w:rsidRDefault="00910BE8" w:rsidP="00E97F8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formNo</w:t>
            </w:r>
          </w:p>
        </w:tc>
        <w:tc>
          <w:tcPr>
            <w:tcW w:w="3360" w:type="dxa"/>
          </w:tcPr>
          <w:p w14:paraId="7F918136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Numer formularza. Podatnik może załączyć wiele formularzy załącznika tego samego typu.</w:t>
            </w:r>
          </w:p>
        </w:tc>
        <w:tc>
          <w:tcPr>
            <w:tcW w:w="840" w:type="dxa"/>
          </w:tcPr>
          <w:p w14:paraId="0C16DFD8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4</w:t>
            </w:r>
          </w:p>
        </w:tc>
        <w:tc>
          <w:tcPr>
            <w:tcW w:w="2095" w:type="dxa"/>
          </w:tcPr>
          <w:p w14:paraId="6496123F" w14:textId="77777777" w:rsidR="00910BE8" w:rsidRPr="00067325" w:rsidRDefault="00910BE8" w:rsidP="00E97F8E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ZFormNo</w:t>
            </w:r>
          </w:p>
          <w:p w14:paraId="6C46DE3D" w14:textId="4A1E5F38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REF Rf2 \h </w:instrText>
            </w:r>
            <w:r w:rsidR="00067325" w:rsidRPr="0006732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67325">
              <w:rPr>
                <w:rFonts w:eastAsia="Times New Roman" w:cs="Arial"/>
                <w:sz w:val="20"/>
                <w:szCs w:val="20"/>
              </w:rPr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Pr="00067325">
              <w:rPr>
                <w:rFonts w:eastAsia="Times New Roman" w:cs="Arial"/>
                <w:sz w:val="20"/>
                <w:szCs w:val="20"/>
              </w:rPr>
              <w:t>R2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5C8C4D1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910BE8" w:rsidRPr="00067325" w14:paraId="1E4E80CA" w14:textId="77777777" w:rsidTr="000401BC">
        <w:trPr>
          <w:trHeight w:val="213"/>
        </w:trPr>
        <w:tc>
          <w:tcPr>
            <w:tcW w:w="1788" w:type="dxa"/>
          </w:tcPr>
          <w:p w14:paraId="79ED5CED" w14:textId="77777777" w:rsidR="00910BE8" w:rsidRPr="00067325" w:rsidRDefault="00910BE8" w:rsidP="00E97F8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Warehouse</w:t>
            </w:r>
          </w:p>
        </w:tc>
        <w:tc>
          <w:tcPr>
            <w:tcW w:w="3360" w:type="dxa"/>
          </w:tcPr>
          <w:p w14:paraId="2212F22D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Dane o składzie podatkowym</w:t>
            </w:r>
          </w:p>
        </w:tc>
        <w:tc>
          <w:tcPr>
            <w:tcW w:w="840" w:type="dxa"/>
          </w:tcPr>
          <w:p w14:paraId="4BE16869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B</w:t>
            </w:r>
          </w:p>
        </w:tc>
        <w:tc>
          <w:tcPr>
            <w:tcW w:w="2095" w:type="dxa"/>
          </w:tcPr>
          <w:p w14:paraId="216F699A" w14:textId="77777777" w:rsidR="00910BE8" w:rsidRPr="00601F27" w:rsidRDefault="00910BE8" w:rsidP="00E97F8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instrText xml:space="preserve"> REF WarehouseType_f \h  \* MERGEFORMAT </w:instrTex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t>WarehouseType</w: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A32EA2C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910BE8" w:rsidRPr="00067325" w14:paraId="7A35A668" w14:textId="77777777" w:rsidTr="000401BC">
        <w:trPr>
          <w:trHeight w:val="213"/>
        </w:trPr>
        <w:tc>
          <w:tcPr>
            <w:tcW w:w="1788" w:type="dxa"/>
          </w:tcPr>
          <w:p w14:paraId="44AF80F3" w14:textId="77777777" w:rsidR="00910BE8" w:rsidRPr="00067325" w:rsidRDefault="00910BE8" w:rsidP="00E97F8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ExciseDutyInformation</w:t>
            </w:r>
          </w:p>
        </w:tc>
        <w:tc>
          <w:tcPr>
            <w:tcW w:w="3360" w:type="dxa"/>
          </w:tcPr>
          <w:p w14:paraId="1BF2D3A1" w14:textId="77777777" w:rsidR="00910BE8" w:rsidRPr="00067325" w:rsidRDefault="00D37D66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Dane o składzie podatkowym, obliczeniach i rozliczeniach kwot podatku akcyzowego.</w:t>
            </w:r>
          </w:p>
        </w:tc>
        <w:tc>
          <w:tcPr>
            <w:tcW w:w="840" w:type="dxa"/>
          </w:tcPr>
          <w:p w14:paraId="4DAD89CD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C, D, F</w:t>
            </w:r>
          </w:p>
        </w:tc>
        <w:tc>
          <w:tcPr>
            <w:tcW w:w="2095" w:type="dxa"/>
          </w:tcPr>
          <w:p w14:paraId="158C4DCC" w14:textId="77777777" w:rsidR="00910BE8" w:rsidRPr="00601F27" w:rsidRDefault="00910BE8" w:rsidP="00E97F8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instrText xml:space="preserve"> REF ExciseDutyInformationType_f \h  \* MERGEFORMAT </w:instrTex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t>ExciseDutyInformationType</w: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  <w:p w14:paraId="42915A29" w14:textId="0A37B652" w:rsidR="00910BE8" w:rsidRPr="00601F27" w:rsidRDefault="00910BE8" w:rsidP="00E97F8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</w:rPr>
              <w:t xml:space="preserve">Patrz reguła </w: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instrText xml:space="preserve"> REF Rf3 \h </w:instrText>
            </w:r>
            <w:r w:rsidR="00067325" w:rsidRPr="00601F27">
              <w:rPr>
                <w:rStyle w:val="pole"/>
                <w:rFonts w:ascii="Lato" w:hAnsi="Lato"/>
                <w:sz w:val="20"/>
                <w:szCs w:val="20"/>
              </w:rPr>
              <w:instrText xml:space="preserve"> \* MERGEFORMAT </w:instrTex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t>R3</w: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D3CA292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910BE8" w:rsidRPr="00067325" w14:paraId="4D2E5690" w14:textId="77777777" w:rsidTr="000401BC">
        <w:trPr>
          <w:trHeight w:val="213"/>
        </w:trPr>
        <w:tc>
          <w:tcPr>
            <w:tcW w:w="1788" w:type="dxa"/>
          </w:tcPr>
          <w:p w14:paraId="773DEF25" w14:textId="77777777" w:rsidR="00910BE8" w:rsidRPr="00067325" w:rsidRDefault="00910BE8" w:rsidP="00E97F8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DailyPaymentInformation</w:t>
            </w:r>
          </w:p>
        </w:tc>
        <w:tc>
          <w:tcPr>
            <w:tcW w:w="3360" w:type="dxa"/>
          </w:tcPr>
          <w:p w14:paraId="1E0C58F4" w14:textId="77777777" w:rsidR="00910BE8" w:rsidRPr="00067325" w:rsidRDefault="00D37D66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Suma kwot wpłat dziennych</w:t>
            </w:r>
          </w:p>
        </w:tc>
        <w:tc>
          <w:tcPr>
            <w:tcW w:w="840" w:type="dxa"/>
          </w:tcPr>
          <w:p w14:paraId="5ABD3B84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E</w:t>
            </w:r>
          </w:p>
        </w:tc>
        <w:tc>
          <w:tcPr>
            <w:tcW w:w="2095" w:type="dxa"/>
          </w:tcPr>
          <w:p w14:paraId="28A11D9B" w14:textId="77777777" w:rsidR="00910BE8" w:rsidRPr="00601F27" w:rsidRDefault="00910BE8" w:rsidP="00E97F8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instrText xml:space="preserve"> REF DailyPaymentInformationType_f \h  \* MERGEFORMAT </w:instrTex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t>DailyPaymentInformationType</w: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7F9974E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</w:tbl>
    <w:p w14:paraId="5DF53F9D" w14:textId="51D96F4B" w:rsidR="00644607" w:rsidRDefault="00644607" w:rsidP="00644607">
      <w:pPr>
        <w:pStyle w:val="Legenda"/>
        <w:keepNext/>
      </w:pPr>
      <w:bookmarkStart w:id="447" w:name="_Toc182566661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130</w:t>
      </w:r>
      <w:r w:rsidR="00715F4C">
        <w:rPr>
          <w:noProof/>
        </w:rPr>
        <w:fldChar w:fldCharType="end"/>
      </w:r>
      <w:r>
        <w:t xml:space="preserve">. </w:t>
      </w:r>
      <w:r w:rsidRPr="005656A3">
        <w:t>Struktura elementu WarehouseType</w:t>
      </w:r>
      <w:bookmarkEnd w:id="447"/>
    </w:p>
    <w:tbl>
      <w:tblPr>
        <w:tblStyle w:val="Siatkatabelijasna"/>
        <w:tblW w:w="9225" w:type="dxa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197"/>
      </w:tblGrid>
      <w:tr w:rsidR="00910BE8" w:rsidRPr="00067325" w14:paraId="35A786BA" w14:textId="77777777" w:rsidTr="000401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3585F67C" w14:textId="77777777" w:rsidR="00910BE8" w:rsidRPr="00067325" w:rsidRDefault="00910BE8" w:rsidP="00E97F8E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6F4DB4E8" w14:textId="77777777" w:rsidR="00910BE8" w:rsidRPr="00067325" w:rsidRDefault="00910BE8" w:rsidP="00E97F8E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13221B86" w14:textId="77777777" w:rsidR="00910BE8" w:rsidRPr="00067325" w:rsidRDefault="00910BE8" w:rsidP="00E97F8E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1E86A53F" w14:textId="77777777" w:rsidR="00910BE8" w:rsidRPr="00067325" w:rsidRDefault="00910BE8" w:rsidP="00E97F8E">
            <w:pPr>
              <w:rPr>
                <w:rFonts w:cs="Arial"/>
                <w:b/>
                <w:sz w:val="18"/>
                <w:szCs w:val="18"/>
              </w:rPr>
            </w:pPr>
            <w:r w:rsidRPr="00067325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2E7E12E4" w14:textId="77777777" w:rsidR="00910BE8" w:rsidRPr="00067325" w:rsidRDefault="00910BE8" w:rsidP="00E97F8E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910BE8" w:rsidRPr="00067325" w14:paraId="2058E3F5" w14:textId="77777777" w:rsidTr="000401BC">
        <w:trPr>
          <w:trHeight w:val="213"/>
        </w:trPr>
        <w:tc>
          <w:tcPr>
            <w:tcW w:w="1788" w:type="dxa"/>
          </w:tcPr>
          <w:p w14:paraId="76E85580" w14:textId="77777777" w:rsidR="00910BE8" w:rsidRPr="00067325" w:rsidRDefault="00910BE8" w:rsidP="00E97F8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operatorNo</w:t>
            </w:r>
          </w:p>
        </w:tc>
        <w:tc>
          <w:tcPr>
            <w:tcW w:w="3360" w:type="dxa"/>
          </w:tcPr>
          <w:p w14:paraId="4A24F7BA" w14:textId="77777777" w:rsidR="00910BE8" w:rsidRPr="00067325" w:rsidRDefault="00D37D66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Numer akcyzowy składu (pole7 wypełnia podatnik prowadzący skład)</w:t>
            </w:r>
          </w:p>
        </w:tc>
        <w:tc>
          <w:tcPr>
            <w:tcW w:w="840" w:type="dxa"/>
          </w:tcPr>
          <w:p w14:paraId="07406787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2040" w:type="dxa"/>
          </w:tcPr>
          <w:p w14:paraId="4CD0480F" w14:textId="77777777" w:rsidR="00910BE8" w:rsidRPr="00067325" w:rsidRDefault="00910BE8" w:rsidP="00E97F8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string(13)</w:t>
            </w:r>
          </w:p>
          <w:p w14:paraId="6D69531E" w14:textId="165A2C80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REF Rf4 \h </w:instrText>
            </w:r>
            <w:r w:rsidR="00067325" w:rsidRPr="0006732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67325">
              <w:rPr>
                <w:rFonts w:eastAsia="Times New Roman" w:cs="Arial"/>
                <w:sz w:val="20"/>
                <w:szCs w:val="20"/>
              </w:rPr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Pr="00067325">
              <w:rPr>
                <w:rFonts w:eastAsia="Times New Roman" w:cs="Arial"/>
                <w:sz w:val="20"/>
                <w:szCs w:val="20"/>
              </w:rPr>
              <w:t>R4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CA6A6C6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910BE8" w:rsidRPr="00067325" w14:paraId="2A61FF1D" w14:textId="77777777" w:rsidTr="000401BC">
        <w:trPr>
          <w:trHeight w:val="213"/>
        </w:trPr>
        <w:tc>
          <w:tcPr>
            <w:tcW w:w="1788" w:type="dxa"/>
          </w:tcPr>
          <w:p w14:paraId="0D2DE262" w14:textId="77777777" w:rsidR="00910BE8" w:rsidRPr="00067325" w:rsidRDefault="00910BE8" w:rsidP="00E97F8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userNo</w:t>
            </w:r>
          </w:p>
        </w:tc>
        <w:tc>
          <w:tcPr>
            <w:tcW w:w="3360" w:type="dxa"/>
          </w:tcPr>
          <w:p w14:paraId="34527BCE" w14:textId="77777777" w:rsidR="00910BE8" w:rsidRPr="00067325" w:rsidRDefault="00D37D66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Numer akcyzowy </w:t>
            </w:r>
            <w:r w:rsidR="00B10C6F" w:rsidRPr="00067325">
              <w:rPr>
                <w:rFonts w:eastAsia="Times New Roman" w:cs="Arial"/>
                <w:sz w:val="20"/>
                <w:szCs w:val="20"/>
              </w:rPr>
              <w:t>s</w:t>
            </w:r>
            <w:r w:rsidRPr="00067325">
              <w:rPr>
                <w:rFonts w:eastAsia="Times New Roman" w:cs="Arial"/>
                <w:sz w:val="20"/>
                <w:szCs w:val="20"/>
              </w:rPr>
              <w:t>kładu (pole 8 wypełnia podatnik będący właścicielem wyrobów akcyzowych, korzystający z cudzego składu)</w:t>
            </w:r>
          </w:p>
        </w:tc>
        <w:tc>
          <w:tcPr>
            <w:tcW w:w="840" w:type="dxa"/>
          </w:tcPr>
          <w:p w14:paraId="5B645C22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8</w:t>
            </w:r>
          </w:p>
        </w:tc>
        <w:tc>
          <w:tcPr>
            <w:tcW w:w="2040" w:type="dxa"/>
          </w:tcPr>
          <w:p w14:paraId="342F7D70" w14:textId="77777777" w:rsidR="00910BE8" w:rsidRPr="00067325" w:rsidRDefault="00910BE8" w:rsidP="00E97F8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string(13)</w:t>
            </w:r>
          </w:p>
          <w:p w14:paraId="1CEBF98C" w14:textId="1C69F3A2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REF Rf5 \h </w:instrText>
            </w:r>
            <w:r w:rsidR="00067325" w:rsidRPr="0006732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67325">
              <w:rPr>
                <w:rFonts w:eastAsia="Times New Roman" w:cs="Arial"/>
                <w:sz w:val="20"/>
                <w:szCs w:val="20"/>
              </w:rPr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Pr="00067325">
              <w:rPr>
                <w:rFonts w:eastAsia="Times New Roman" w:cs="Arial"/>
                <w:sz w:val="20"/>
                <w:szCs w:val="20"/>
              </w:rPr>
              <w:t>R5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3D12AC1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910BE8" w:rsidRPr="00067325" w14:paraId="09356B80" w14:textId="77777777" w:rsidTr="000401BC">
        <w:trPr>
          <w:trHeight w:val="213"/>
        </w:trPr>
        <w:tc>
          <w:tcPr>
            <w:tcW w:w="1788" w:type="dxa"/>
          </w:tcPr>
          <w:p w14:paraId="0C84BC94" w14:textId="77777777" w:rsidR="00910BE8" w:rsidRPr="00067325" w:rsidRDefault="00910BE8" w:rsidP="00E97F8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address</w:t>
            </w:r>
          </w:p>
        </w:tc>
        <w:tc>
          <w:tcPr>
            <w:tcW w:w="3360" w:type="dxa"/>
          </w:tcPr>
          <w:p w14:paraId="5B43205A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Adres składu</w:t>
            </w:r>
          </w:p>
        </w:tc>
        <w:tc>
          <w:tcPr>
            <w:tcW w:w="840" w:type="dxa"/>
          </w:tcPr>
          <w:p w14:paraId="393D0B71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9</w:t>
            </w:r>
          </w:p>
        </w:tc>
        <w:tc>
          <w:tcPr>
            <w:tcW w:w="2040" w:type="dxa"/>
          </w:tcPr>
          <w:p w14:paraId="75ECB35B" w14:textId="77777777" w:rsidR="00910BE8" w:rsidRPr="00067325" w:rsidRDefault="00910BE8" w:rsidP="00E97F8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string(512)</w:t>
            </w:r>
          </w:p>
          <w:p w14:paraId="14A9AAF0" w14:textId="27B44C1E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REF Rf6 \h </w:instrText>
            </w:r>
            <w:r w:rsidR="00067325" w:rsidRPr="0006732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67325">
              <w:rPr>
                <w:rFonts w:eastAsia="Times New Roman" w:cs="Arial"/>
                <w:sz w:val="20"/>
                <w:szCs w:val="20"/>
              </w:rPr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Pr="00067325">
              <w:rPr>
                <w:rFonts w:eastAsia="Times New Roman" w:cs="Arial"/>
                <w:sz w:val="20"/>
                <w:szCs w:val="20"/>
              </w:rPr>
              <w:t>R6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C0F7CD9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D37D66" w:rsidRPr="00067325" w14:paraId="3DF674BE" w14:textId="77777777" w:rsidTr="000401BC">
        <w:trPr>
          <w:trHeight w:val="213"/>
        </w:trPr>
        <w:tc>
          <w:tcPr>
            <w:tcW w:w="1788" w:type="dxa"/>
          </w:tcPr>
          <w:p w14:paraId="6169B8BB" w14:textId="77777777" w:rsidR="00D37D66" w:rsidRPr="00067325" w:rsidRDefault="00D37D66" w:rsidP="00E97F8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oneTime</w:t>
            </w:r>
          </w:p>
        </w:tc>
        <w:tc>
          <w:tcPr>
            <w:tcW w:w="3360" w:type="dxa"/>
          </w:tcPr>
          <w:p w14:paraId="2FE0D6B8" w14:textId="77777777" w:rsidR="00D37D66" w:rsidRPr="00067325" w:rsidRDefault="00D37D66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Jednorazowe</w:t>
            </w:r>
          </w:p>
        </w:tc>
        <w:tc>
          <w:tcPr>
            <w:tcW w:w="840" w:type="dxa"/>
          </w:tcPr>
          <w:p w14:paraId="5F9A2330" w14:textId="77777777" w:rsidR="00D37D66" w:rsidRPr="00067325" w:rsidRDefault="00D37D66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40" w:type="dxa"/>
          </w:tcPr>
          <w:p w14:paraId="3744DA2E" w14:textId="77777777" w:rsidR="00D37D66" w:rsidRPr="00067325" w:rsidRDefault="00D37D66" w:rsidP="00E97F8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boolean</w:t>
            </w:r>
          </w:p>
        </w:tc>
        <w:tc>
          <w:tcPr>
            <w:tcW w:w="1197" w:type="dxa"/>
          </w:tcPr>
          <w:p w14:paraId="6772E635" w14:textId="77777777" w:rsidR="00D37D66" w:rsidRPr="00067325" w:rsidRDefault="00D37D66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</w:tbl>
    <w:p w14:paraId="50A962BD" w14:textId="40118B02" w:rsidR="00644607" w:rsidRDefault="00644607" w:rsidP="00644607">
      <w:pPr>
        <w:pStyle w:val="Legenda"/>
        <w:keepNext/>
      </w:pPr>
      <w:bookmarkStart w:id="448" w:name="_Toc182566662"/>
      <w:r>
        <w:lastRenderedPageBreak/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131</w:t>
      </w:r>
      <w:r w:rsidR="00715F4C">
        <w:rPr>
          <w:noProof/>
        </w:rPr>
        <w:fldChar w:fldCharType="end"/>
      </w:r>
      <w:r>
        <w:t xml:space="preserve">. </w:t>
      </w:r>
      <w:r w:rsidRPr="00B31AE0">
        <w:t>Struktura elementu ExciseDutyInformationType</w:t>
      </w:r>
      <w:bookmarkEnd w:id="448"/>
    </w:p>
    <w:tbl>
      <w:tblPr>
        <w:tblStyle w:val="Siatkatabelijasna"/>
        <w:tblW w:w="93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195"/>
        <w:gridCol w:w="1197"/>
      </w:tblGrid>
      <w:tr w:rsidR="00910BE8" w:rsidRPr="00067325" w14:paraId="6227D0D2" w14:textId="77777777" w:rsidTr="000401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51222273" w14:textId="77777777" w:rsidR="00910BE8" w:rsidRPr="00067325" w:rsidRDefault="00910BE8" w:rsidP="00E97F8E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259080B4" w14:textId="77777777" w:rsidR="00910BE8" w:rsidRPr="00067325" w:rsidRDefault="00910BE8" w:rsidP="00E97F8E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33A63496" w14:textId="77777777" w:rsidR="00910BE8" w:rsidRPr="00067325" w:rsidRDefault="00910BE8" w:rsidP="00E97F8E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195" w:type="dxa"/>
          </w:tcPr>
          <w:p w14:paraId="0A3C2501" w14:textId="77777777" w:rsidR="00910BE8" w:rsidRPr="00067325" w:rsidRDefault="00910BE8" w:rsidP="00E97F8E">
            <w:pPr>
              <w:rPr>
                <w:rFonts w:cs="Arial"/>
                <w:b/>
                <w:sz w:val="18"/>
                <w:szCs w:val="18"/>
              </w:rPr>
            </w:pPr>
            <w:r w:rsidRPr="00067325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406447EB" w14:textId="77777777" w:rsidR="00910BE8" w:rsidRPr="00067325" w:rsidRDefault="00910BE8" w:rsidP="00E97F8E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910BE8" w:rsidRPr="00067325" w14:paraId="006231EB" w14:textId="77777777" w:rsidTr="000401BC">
        <w:trPr>
          <w:trHeight w:val="213"/>
        </w:trPr>
        <w:tc>
          <w:tcPr>
            <w:tcW w:w="1788" w:type="dxa"/>
          </w:tcPr>
          <w:p w14:paraId="2C82E8F3" w14:textId="77777777" w:rsidR="00910BE8" w:rsidRPr="00067325" w:rsidRDefault="00910BE8" w:rsidP="00E97F8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CalculOfAmountOfExciseDuty</w:t>
            </w:r>
          </w:p>
        </w:tc>
        <w:tc>
          <w:tcPr>
            <w:tcW w:w="3360" w:type="dxa"/>
          </w:tcPr>
          <w:p w14:paraId="352F71E4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Obliczenie</w:t>
            </w:r>
            <w:r w:rsidR="00D37D66" w:rsidRPr="00067325">
              <w:rPr>
                <w:rFonts w:eastAsia="Times New Roman" w:cs="Arial"/>
                <w:sz w:val="20"/>
                <w:szCs w:val="20"/>
              </w:rPr>
              <w:t xml:space="preserve"> wysokości</w:t>
            </w:r>
            <w:r w:rsidRPr="00067325">
              <w:rPr>
                <w:rFonts w:eastAsia="Times New Roman" w:cs="Arial"/>
                <w:sz w:val="20"/>
                <w:szCs w:val="20"/>
              </w:rPr>
              <w:t xml:space="preserve"> podatku akcyzowego</w:t>
            </w:r>
          </w:p>
        </w:tc>
        <w:tc>
          <w:tcPr>
            <w:tcW w:w="840" w:type="dxa"/>
          </w:tcPr>
          <w:p w14:paraId="783119D5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C</w:t>
            </w:r>
          </w:p>
        </w:tc>
        <w:tc>
          <w:tcPr>
            <w:tcW w:w="2195" w:type="dxa"/>
          </w:tcPr>
          <w:p w14:paraId="0EB8F0B3" w14:textId="77777777" w:rsidR="00910BE8" w:rsidRPr="00067325" w:rsidRDefault="00910BE8" w:rsidP="00E97F8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CalculOfAmountOfExciseDuty</w:t>
            </w:r>
            <w:r w:rsidR="003F2C55" w:rsidRPr="00067325">
              <w:rPr>
                <w:rStyle w:val="pole"/>
                <w:rFonts w:ascii="Lato" w:hAnsi="Lato"/>
                <w:sz w:val="20"/>
                <w:szCs w:val="20"/>
              </w:rPr>
              <w:t>Type</w:t>
            </w:r>
          </w:p>
        </w:tc>
        <w:tc>
          <w:tcPr>
            <w:tcW w:w="1197" w:type="dxa"/>
          </w:tcPr>
          <w:p w14:paraId="67F6C14A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910BE8" w:rsidRPr="00067325" w14:paraId="0D52CABD" w14:textId="77777777" w:rsidTr="000401BC">
        <w:trPr>
          <w:trHeight w:val="213"/>
        </w:trPr>
        <w:tc>
          <w:tcPr>
            <w:tcW w:w="1788" w:type="dxa"/>
          </w:tcPr>
          <w:p w14:paraId="5221A56A" w14:textId="77777777" w:rsidR="00910BE8" w:rsidRPr="00067325" w:rsidRDefault="00910BE8" w:rsidP="00E97F8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CleareanceExciseDuty</w:t>
            </w:r>
          </w:p>
        </w:tc>
        <w:tc>
          <w:tcPr>
            <w:tcW w:w="3360" w:type="dxa"/>
          </w:tcPr>
          <w:p w14:paraId="6FD3B151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Rozliczenie podatku akcyzowego</w:t>
            </w:r>
          </w:p>
        </w:tc>
        <w:tc>
          <w:tcPr>
            <w:tcW w:w="840" w:type="dxa"/>
          </w:tcPr>
          <w:p w14:paraId="2746688A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D</w:t>
            </w:r>
          </w:p>
        </w:tc>
        <w:tc>
          <w:tcPr>
            <w:tcW w:w="2195" w:type="dxa"/>
          </w:tcPr>
          <w:p w14:paraId="53253034" w14:textId="77777777" w:rsidR="00910BE8" w:rsidRPr="00601F27" w:rsidRDefault="00910BE8" w:rsidP="00E97F8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instrText xml:space="preserve"> REF CleareanceExciseDutyType_f \h  \* MERGEFORMAT </w:instrTex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t>CleareanceExciseDutyType</w: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4B70BF6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910BE8" w:rsidRPr="00067325" w14:paraId="4EB08DBE" w14:textId="77777777" w:rsidTr="000401BC">
        <w:trPr>
          <w:trHeight w:val="213"/>
        </w:trPr>
        <w:tc>
          <w:tcPr>
            <w:tcW w:w="1788" w:type="dxa"/>
          </w:tcPr>
          <w:p w14:paraId="3C387D7E" w14:textId="77777777" w:rsidR="00910BE8" w:rsidRPr="00067325" w:rsidRDefault="00910BE8" w:rsidP="00E97F8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Items</w:t>
            </w:r>
          </w:p>
        </w:tc>
        <w:tc>
          <w:tcPr>
            <w:tcW w:w="3360" w:type="dxa"/>
          </w:tcPr>
          <w:p w14:paraId="5E331387" w14:textId="77777777" w:rsidR="00910BE8" w:rsidRPr="00067325" w:rsidRDefault="00910BE8" w:rsidP="00856AEA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Obliczenie </w:t>
            </w:r>
            <w:r w:rsidR="00D37D66" w:rsidRPr="00067325">
              <w:rPr>
                <w:rFonts w:eastAsia="Times New Roman" w:cs="Arial"/>
                <w:sz w:val="20"/>
                <w:szCs w:val="20"/>
              </w:rPr>
              <w:t>wysokości podatku akcyzowego od płynu do papierosów elektronicznych</w:t>
            </w:r>
          </w:p>
        </w:tc>
        <w:tc>
          <w:tcPr>
            <w:tcW w:w="840" w:type="dxa"/>
          </w:tcPr>
          <w:p w14:paraId="68810A31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F</w:t>
            </w:r>
          </w:p>
        </w:tc>
        <w:tc>
          <w:tcPr>
            <w:tcW w:w="2195" w:type="dxa"/>
          </w:tcPr>
          <w:p w14:paraId="3970E613" w14:textId="77777777" w:rsidR="00910BE8" w:rsidRPr="00601F27" w:rsidRDefault="00910BE8" w:rsidP="00E97F8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instrText xml:space="preserve"> REF ItemsType_f \h  \* MERGEFORMAT </w:instrTex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t>ItemsType</w: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B372C70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</w:tbl>
    <w:p w14:paraId="64CF61B3" w14:textId="5D61A607" w:rsidR="00644607" w:rsidRDefault="00644607" w:rsidP="00644607">
      <w:pPr>
        <w:pStyle w:val="Legenda"/>
        <w:keepNext/>
      </w:pPr>
      <w:bookmarkStart w:id="449" w:name="_Toc182566663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132</w:t>
      </w:r>
      <w:r w:rsidR="00715F4C">
        <w:rPr>
          <w:noProof/>
        </w:rPr>
        <w:fldChar w:fldCharType="end"/>
      </w:r>
      <w:r>
        <w:t xml:space="preserve">. </w:t>
      </w:r>
      <w:r w:rsidRPr="00F266C3">
        <w:t>Struktura elementu CalculOdAmountOfExciseDutyType</w:t>
      </w:r>
      <w:bookmarkEnd w:id="449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3F2C55" w:rsidRPr="00067325" w14:paraId="62D6D178" w14:textId="77777777" w:rsidTr="000401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5DF19942" w14:textId="77777777" w:rsidR="003F2C55" w:rsidRPr="00067325" w:rsidRDefault="003F2C55" w:rsidP="00855336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18915105" w14:textId="77777777" w:rsidR="003F2C55" w:rsidRPr="00067325" w:rsidRDefault="003F2C55" w:rsidP="00855336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19DDF0B4" w14:textId="77777777" w:rsidR="003F2C55" w:rsidRPr="00067325" w:rsidRDefault="003F2C55" w:rsidP="00855336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7267F298" w14:textId="77777777" w:rsidR="003F2C55" w:rsidRPr="00067325" w:rsidRDefault="003F2C55" w:rsidP="00855336">
            <w:pPr>
              <w:rPr>
                <w:rFonts w:cs="Arial"/>
                <w:b/>
                <w:sz w:val="18"/>
                <w:szCs w:val="18"/>
              </w:rPr>
            </w:pPr>
            <w:r w:rsidRPr="00067325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18D29CD2" w14:textId="77777777" w:rsidR="003F2C55" w:rsidRPr="00067325" w:rsidRDefault="003F2C55" w:rsidP="00855336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3F2C55" w:rsidRPr="00067325" w14:paraId="48224D69" w14:textId="77777777" w:rsidTr="000401BC">
        <w:trPr>
          <w:trHeight w:val="213"/>
        </w:trPr>
        <w:tc>
          <w:tcPr>
            <w:tcW w:w="1788" w:type="dxa"/>
          </w:tcPr>
          <w:p w14:paraId="662ED6BD" w14:textId="77777777" w:rsidR="003F2C55" w:rsidRPr="00067325" w:rsidRDefault="003F2C55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totalAmountOfTax</w:t>
            </w:r>
          </w:p>
        </w:tc>
        <w:tc>
          <w:tcPr>
            <w:tcW w:w="3360" w:type="dxa"/>
          </w:tcPr>
          <w:p w14:paraId="2DF0EAF3" w14:textId="77777777" w:rsidR="003F2C55" w:rsidRPr="00067325" w:rsidRDefault="003F2C55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Razem obliczony podatek. Suma kwot z poz. 259 formularzy AKC-4/M.</w:t>
            </w:r>
          </w:p>
        </w:tc>
        <w:tc>
          <w:tcPr>
            <w:tcW w:w="840" w:type="dxa"/>
          </w:tcPr>
          <w:p w14:paraId="0E724166" w14:textId="77777777" w:rsidR="003F2C55" w:rsidRPr="00067325" w:rsidRDefault="003F2C55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10</w:t>
            </w:r>
          </w:p>
        </w:tc>
        <w:tc>
          <w:tcPr>
            <w:tcW w:w="2095" w:type="dxa"/>
          </w:tcPr>
          <w:p w14:paraId="5043A6B8" w14:textId="77777777" w:rsidR="003F2C55" w:rsidRPr="00067325" w:rsidRDefault="003F2C55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</w:tc>
        <w:tc>
          <w:tcPr>
            <w:tcW w:w="1197" w:type="dxa"/>
          </w:tcPr>
          <w:p w14:paraId="4E5FB151" w14:textId="77777777" w:rsidR="003F2C55" w:rsidRPr="00067325" w:rsidRDefault="003F2C55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3F2C55" w:rsidRPr="00067325" w14:paraId="0A41EF3F" w14:textId="77777777" w:rsidTr="000401BC">
        <w:trPr>
          <w:trHeight w:val="213"/>
        </w:trPr>
        <w:tc>
          <w:tcPr>
            <w:tcW w:w="1788" w:type="dxa"/>
          </w:tcPr>
          <w:p w14:paraId="67009EF1" w14:textId="77777777" w:rsidR="003F2C55" w:rsidRPr="00067325" w:rsidRDefault="003F2C55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reductions</w:t>
            </w:r>
          </w:p>
        </w:tc>
        <w:tc>
          <w:tcPr>
            <w:tcW w:w="3360" w:type="dxa"/>
          </w:tcPr>
          <w:p w14:paraId="1DDE6FAD" w14:textId="77777777" w:rsidR="003F2C55" w:rsidRPr="00067325" w:rsidRDefault="003F2C55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Zwolnienia i obniżenia. Wykazana kwota nie może przekroczyć kwoty z poz. 10.</w:t>
            </w:r>
          </w:p>
        </w:tc>
        <w:tc>
          <w:tcPr>
            <w:tcW w:w="840" w:type="dxa"/>
          </w:tcPr>
          <w:p w14:paraId="796EF771" w14:textId="77777777" w:rsidR="003F2C55" w:rsidRPr="00067325" w:rsidRDefault="003F2C55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11</w:t>
            </w:r>
          </w:p>
        </w:tc>
        <w:tc>
          <w:tcPr>
            <w:tcW w:w="2095" w:type="dxa"/>
          </w:tcPr>
          <w:p w14:paraId="3117A1B6" w14:textId="77777777" w:rsidR="003F2C55" w:rsidRPr="00601F27" w:rsidRDefault="003F2C55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</w:tc>
        <w:tc>
          <w:tcPr>
            <w:tcW w:w="1197" w:type="dxa"/>
          </w:tcPr>
          <w:p w14:paraId="72A3A01A" w14:textId="77777777" w:rsidR="003F2C55" w:rsidRPr="00067325" w:rsidRDefault="003F2C55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3F2C55" w:rsidRPr="00067325" w14:paraId="46DE0746" w14:textId="77777777" w:rsidTr="000401BC">
        <w:trPr>
          <w:trHeight w:val="213"/>
        </w:trPr>
        <w:tc>
          <w:tcPr>
            <w:tcW w:w="1788" w:type="dxa"/>
          </w:tcPr>
          <w:p w14:paraId="1E8409A6" w14:textId="77777777" w:rsidR="003F2C55" w:rsidRPr="00067325" w:rsidRDefault="003F2C55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totalOfTax</w:t>
            </w:r>
          </w:p>
        </w:tc>
        <w:tc>
          <w:tcPr>
            <w:tcW w:w="3360" w:type="dxa"/>
          </w:tcPr>
          <w:p w14:paraId="4A72DCE7" w14:textId="77777777" w:rsidR="003F2C55" w:rsidRPr="00067325" w:rsidRDefault="003F2C55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Ogółem podatek. Od kwoty z poz. 10 należy odjąć kwotę z poz. 11.</w:t>
            </w:r>
          </w:p>
        </w:tc>
        <w:tc>
          <w:tcPr>
            <w:tcW w:w="840" w:type="dxa"/>
          </w:tcPr>
          <w:p w14:paraId="33915B37" w14:textId="77777777" w:rsidR="003F2C55" w:rsidRPr="00067325" w:rsidRDefault="003F2C55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12</w:t>
            </w:r>
          </w:p>
        </w:tc>
        <w:tc>
          <w:tcPr>
            <w:tcW w:w="2095" w:type="dxa"/>
          </w:tcPr>
          <w:p w14:paraId="6A6529E4" w14:textId="77777777" w:rsidR="003F2C55" w:rsidRPr="00601F27" w:rsidRDefault="003F2C55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</w:tc>
        <w:tc>
          <w:tcPr>
            <w:tcW w:w="1197" w:type="dxa"/>
          </w:tcPr>
          <w:p w14:paraId="4604F2A9" w14:textId="77777777" w:rsidR="003F2C55" w:rsidRPr="00067325" w:rsidRDefault="003F2C55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</w:tbl>
    <w:p w14:paraId="633BC220" w14:textId="4988E50E" w:rsidR="00644607" w:rsidRDefault="00644607" w:rsidP="00644607">
      <w:pPr>
        <w:pStyle w:val="Legenda"/>
        <w:keepNext/>
      </w:pPr>
      <w:bookmarkStart w:id="450" w:name="_Toc182566664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133</w:t>
      </w:r>
      <w:r w:rsidR="00715F4C">
        <w:rPr>
          <w:noProof/>
        </w:rPr>
        <w:fldChar w:fldCharType="end"/>
      </w:r>
      <w:r>
        <w:t xml:space="preserve">. </w:t>
      </w:r>
      <w:r w:rsidRPr="00CD277D">
        <w:t>Struktura elementu CleareanceExciseDutyType</w:t>
      </w:r>
      <w:bookmarkEnd w:id="450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910BE8" w:rsidRPr="00067325" w14:paraId="299C2AA7" w14:textId="77777777" w:rsidTr="000401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78AB3915" w14:textId="77777777" w:rsidR="00910BE8" w:rsidRPr="00067325" w:rsidRDefault="00910BE8" w:rsidP="00E97F8E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5BB9DCA1" w14:textId="77777777" w:rsidR="00910BE8" w:rsidRPr="00067325" w:rsidRDefault="00910BE8" w:rsidP="00E97F8E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0451EC07" w14:textId="77777777" w:rsidR="00910BE8" w:rsidRPr="00067325" w:rsidRDefault="00910BE8" w:rsidP="00E97F8E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55D86C5C" w14:textId="77777777" w:rsidR="00910BE8" w:rsidRPr="00067325" w:rsidRDefault="00910BE8" w:rsidP="00E97F8E">
            <w:pPr>
              <w:rPr>
                <w:rFonts w:cs="Arial"/>
                <w:b/>
                <w:sz w:val="18"/>
                <w:szCs w:val="18"/>
              </w:rPr>
            </w:pPr>
            <w:r w:rsidRPr="00067325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6AC1D884" w14:textId="77777777" w:rsidR="00910BE8" w:rsidRPr="00067325" w:rsidRDefault="00910BE8" w:rsidP="00E97F8E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910BE8" w:rsidRPr="00067325" w14:paraId="68BA5FD2" w14:textId="77777777" w:rsidTr="000401BC">
        <w:trPr>
          <w:trHeight w:val="213"/>
        </w:trPr>
        <w:tc>
          <w:tcPr>
            <w:tcW w:w="1788" w:type="dxa"/>
          </w:tcPr>
          <w:p w14:paraId="671D1551" w14:textId="77777777" w:rsidR="00910BE8" w:rsidRPr="00067325" w:rsidRDefault="00910BE8" w:rsidP="00E97F8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amountOfExciseStamps</w:t>
            </w:r>
          </w:p>
        </w:tc>
        <w:tc>
          <w:tcPr>
            <w:tcW w:w="3360" w:type="dxa"/>
          </w:tcPr>
          <w:p w14:paraId="61C7BDA8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Kwota stanowiąca wartość podatkowych znaków akcyzy</w:t>
            </w:r>
          </w:p>
        </w:tc>
        <w:tc>
          <w:tcPr>
            <w:tcW w:w="840" w:type="dxa"/>
          </w:tcPr>
          <w:p w14:paraId="46C3D230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</w:t>
            </w:r>
            <w:r w:rsidR="00D37D66" w:rsidRPr="00067325">
              <w:rPr>
                <w:rFonts w:eastAsia="Times New Roman" w:cs="Arial"/>
                <w:sz w:val="20"/>
                <w:szCs w:val="20"/>
              </w:rPr>
              <w:t>3</w:t>
            </w:r>
          </w:p>
        </w:tc>
        <w:tc>
          <w:tcPr>
            <w:tcW w:w="2095" w:type="dxa"/>
          </w:tcPr>
          <w:p w14:paraId="61635473" w14:textId="77777777" w:rsidR="00910BE8" w:rsidRPr="00067325" w:rsidRDefault="00910BE8" w:rsidP="00E97F8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3F2C55" w:rsidRPr="00067325">
              <w:rPr>
                <w:rStyle w:val="pole"/>
                <w:rFonts w:ascii="Lato" w:hAnsi="Lato"/>
                <w:sz w:val="20"/>
                <w:szCs w:val="20"/>
              </w:rPr>
              <w:t>T</w:t>
            </w:r>
          </w:p>
        </w:tc>
        <w:tc>
          <w:tcPr>
            <w:tcW w:w="1197" w:type="dxa"/>
          </w:tcPr>
          <w:p w14:paraId="3AABB7E3" w14:textId="77777777" w:rsidR="00910BE8" w:rsidRPr="00067325" w:rsidRDefault="00D57E60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</w:t>
            </w:r>
            <w:r w:rsidR="00910BE8" w:rsidRPr="00067325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910BE8" w:rsidRPr="00067325" w14:paraId="1A1F36FD" w14:textId="77777777" w:rsidTr="000401BC">
        <w:trPr>
          <w:trHeight w:val="213"/>
        </w:trPr>
        <w:tc>
          <w:tcPr>
            <w:tcW w:w="1788" w:type="dxa"/>
          </w:tcPr>
          <w:p w14:paraId="50FAEBC1" w14:textId="77777777" w:rsidR="00910BE8" w:rsidRPr="00067325" w:rsidRDefault="00910BE8" w:rsidP="00E97F8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amountOfPrePayment</w:t>
            </w:r>
          </w:p>
        </w:tc>
        <w:tc>
          <w:tcPr>
            <w:tcW w:w="3360" w:type="dxa"/>
          </w:tcPr>
          <w:p w14:paraId="45333D9B" w14:textId="77777777" w:rsidR="00910BE8" w:rsidRPr="00067325" w:rsidRDefault="00D57E60" w:rsidP="00E97F8E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67325">
              <w:rPr>
                <w:rFonts w:cs="Arial"/>
                <w:color w:val="000000"/>
                <w:sz w:val="20"/>
                <w:szCs w:val="20"/>
              </w:rPr>
              <w:t>Kwota przedpłaty akcyzy</w:t>
            </w:r>
          </w:p>
        </w:tc>
        <w:tc>
          <w:tcPr>
            <w:tcW w:w="840" w:type="dxa"/>
          </w:tcPr>
          <w:p w14:paraId="59CF2BC3" w14:textId="77777777" w:rsidR="00910BE8" w:rsidRPr="00067325" w:rsidRDefault="00910BE8" w:rsidP="00E97F8E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67325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  <w:r w:rsidR="00D57E60" w:rsidRPr="00067325">
              <w:rPr>
                <w:rFonts w:eastAsia="Times New Roman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95" w:type="dxa"/>
          </w:tcPr>
          <w:p w14:paraId="7BCECA7A" w14:textId="77777777" w:rsidR="00910BE8" w:rsidRPr="00067325" w:rsidRDefault="00910BE8" w:rsidP="00E97F8E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</w:t>
            </w:r>
            <w:r w:rsidR="003F2C55" w:rsidRPr="00067325">
              <w:rPr>
                <w:rStyle w:val="pole"/>
                <w:rFonts w:ascii="Lato" w:hAnsi="Lato"/>
                <w:sz w:val="20"/>
                <w:szCs w:val="20"/>
                <w:lang w:val="pl-PL"/>
              </w:rPr>
              <w:t>T</w:t>
            </w:r>
          </w:p>
          <w:p w14:paraId="473AA713" w14:textId="4AD8F290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REF Rf15 \h </w:instrText>
            </w:r>
            <w:r w:rsidR="00067325" w:rsidRPr="0006732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67325">
              <w:rPr>
                <w:rFonts w:eastAsia="Times New Roman" w:cs="Arial"/>
                <w:sz w:val="20"/>
                <w:szCs w:val="20"/>
              </w:rPr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Pr="00067325">
              <w:rPr>
                <w:rFonts w:eastAsia="Times New Roman" w:cs="Arial"/>
                <w:color w:val="000000"/>
                <w:sz w:val="20"/>
                <w:szCs w:val="20"/>
              </w:rPr>
              <w:t>R15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0286E60" w14:textId="77777777" w:rsidR="00910BE8" w:rsidRPr="00067325" w:rsidRDefault="00D57E60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</w:t>
            </w:r>
            <w:r w:rsidR="00910BE8" w:rsidRPr="00067325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910BE8" w:rsidRPr="00067325" w14:paraId="0023500A" w14:textId="77777777" w:rsidTr="000401BC">
        <w:trPr>
          <w:trHeight w:val="213"/>
        </w:trPr>
        <w:tc>
          <w:tcPr>
            <w:tcW w:w="1788" w:type="dxa"/>
          </w:tcPr>
          <w:p w14:paraId="3A8D40C8" w14:textId="77777777" w:rsidR="00910BE8" w:rsidRPr="00067325" w:rsidRDefault="00910BE8" w:rsidP="00E97F8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taxChargeable</w:t>
            </w:r>
          </w:p>
        </w:tc>
        <w:tc>
          <w:tcPr>
            <w:tcW w:w="3360" w:type="dxa"/>
          </w:tcPr>
          <w:p w14:paraId="57FB0D53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cs="Arial"/>
                <w:sz w:val="20"/>
                <w:szCs w:val="20"/>
              </w:rPr>
              <w:t>Podatek należny</w:t>
            </w:r>
          </w:p>
        </w:tc>
        <w:tc>
          <w:tcPr>
            <w:tcW w:w="840" w:type="dxa"/>
          </w:tcPr>
          <w:p w14:paraId="553B0CBB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</w:t>
            </w:r>
            <w:r w:rsidR="00D57E60" w:rsidRPr="00067325">
              <w:rPr>
                <w:rFonts w:eastAsia="Times New Roman" w:cs="Arial"/>
                <w:sz w:val="20"/>
                <w:szCs w:val="20"/>
              </w:rPr>
              <w:t>5</w:t>
            </w:r>
          </w:p>
        </w:tc>
        <w:tc>
          <w:tcPr>
            <w:tcW w:w="2095" w:type="dxa"/>
          </w:tcPr>
          <w:p w14:paraId="55644B22" w14:textId="77777777" w:rsidR="00910BE8" w:rsidRPr="00067325" w:rsidRDefault="00910BE8" w:rsidP="00E97F8E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ZAmountP</w:t>
            </w:r>
          </w:p>
          <w:p w14:paraId="03A33218" w14:textId="7FDE6C14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REF Rf16 \h </w:instrText>
            </w:r>
            <w:r w:rsidR="00067325" w:rsidRPr="0006732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67325">
              <w:rPr>
                <w:rFonts w:eastAsia="Times New Roman" w:cs="Arial"/>
                <w:sz w:val="20"/>
                <w:szCs w:val="20"/>
              </w:rPr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Pr="00067325">
              <w:rPr>
                <w:rFonts w:eastAsia="Times New Roman" w:cs="Arial"/>
                <w:color w:val="000000"/>
                <w:sz w:val="20"/>
                <w:szCs w:val="20"/>
              </w:rPr>
              <w:t>R16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6C574EC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910BE8" w:rsidRPr="00067325" w14:paraId="6BCC9C8A" w14:textId="77777777" w:rsidTr="000401BC">
        <w:trPr>
          <w:trHeight w:val="213"/>
        </w:trPr>
        <w:tc>
          <w:tcPr>
            <w:tcW w:w="1788" w:type="dxa"/>
          </w:tcPr>
          <w:p w14:paraId="65C23BFD" w14:textId="77777777" w:rsidR="00910BE8" w:rsidRPr="00067325" w:rsidRDefault="00910BE8" w:rsidP="00E97F8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surplusExcessPayment</w:t>
            </w:r>
          </w:p>
        </w:tc>
        <w:tc>
          <w:tcPr>
            <w:tcW w:w="3360" w:type="dxa"/>
          </w:tcPr>
          <w:p w14:paraId="67844721" w14:textId="77777777" w:rsidR="00910BE8" w:rsidRPr="00067325" w:rsidRDefault="00D57E60" w:rsidP="00856AEA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cs="Arial"/>
                <w:sz w:val="20"/>
                <w:szCs w:val="20"/>
              </w:rPr>
              <w:t>Nadwyżka (Nadwyżka przedpłaty – w przypadku produkcji poza składem podatkowym)</w:t>
            </w:r>
          </w:p>
        </w:tc>
        <w:tc>
          <w:tcPr>
            <w:tcW w:w="840" w:type="dxa"/>
          </w:tcPr>
          <w:p w14:paraId="58A9ACA1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</w:t>
            </w:r>
            <w:r w:rsidR="00D57E60" w:rsidRPr="00067325">
              <w:rPr>
                <w:rFonts w:eastAsia="Times New Roman" w:cs="Arial"/>
                <w:sz w:val="20"/>
                <w:szCs w:val="20"/>
              </w:rPr>
              <w:t>6</w:t>
            </w:r>
          </w:p>
        </w:tc>
        <w:tc>
          <w:tcPr>
            <w:tcW w:w="2095" w:type="dxa"/>
          </w:tcPr>
          <w:p w14:paraId="00508F0F" w14:textId="77777777" w:rsidR="00910BE8" w:rsidRPr="00067325" w:rsidRDefault="00910BE8" w:rsidP="00E97F8E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ZAmountP</w:t>
            </w:r>
          </w:p>
          <w:p w14:paraId="2D8CDB83" w14:textId="12E53F71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REF Rf17 \h </w:instrText>
            </w:r>
            <w:r w:rsidR="00067325" w:rsidRPr="0006732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67325">
              <w:rPr>
                <w:rFonts w:eastAsia="Times New Roman" w:cs="Arial"/>
                <w:sz w:val="20"/>
                <w:szCs w:val="20"/>
              </w:rPr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Pr="00067325">
              <w:rPr>
                <w:rFonts w:eastAsia="Times New Roman" w:cs="Arial"/>
                <w:color w:val="000000"/>
                <w:sz w:val="20"/>
                <w:szCs w:val="20"/>
              </w:rPr>
              <w:t>R17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FCDF8C0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</w:tbl>
    <w:p w14:paraId="1A78D8F2" w14:textId="60E003C3" w:rsidR="00644607" w:rsidRDefault="00644607" w:rsidP="00644607">
      <w:pPr>
        <w:pStyle w:val="Legenda"/>
        <w:keepNext/>
      </w:pPr>
      <w:bookmarkStart w:id="451" w:name="_Toc182566665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134</w:t>
      </w:r>
      <w:r w:rsidR="00715F4C">
        <w:rPr>
          <w:noProof/>
        </w:rPr>
        <w:fldChar w:fldCharType="end"/>
      </w:r>
      <w:r>
        <w:t xml:space="preserve">. </w:t>
      </w:r>
      <w:r w:rsidRPr="00647A0E">
        <w:t>Struktura elementu ItemsType</w:t>
      </w:r>
      <w:bookmarkEnd w:id="451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910BE8" w:rsidRPr="00067325" w14:paraId="5287971C" w14:textId="77777777" w:rsidTr="000401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7C2AA7A8" w14:textId="77777777" w:rsidR="00910BE8" w:rsidRPr="00067325" w:rsidRDefault="00910BE8" w:rsidP="00E97F8E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0B6EC6C7" w14:textId="77777777" w:rsidR="00910BE8" w:rsidRPr="00067325" w:rsidRDefault="00910BE8" w:rsidP="00E97F8E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33CC85C1" w14:textId="77777777" w:rsidR="00910BE8" w:rsidRPr="00067325" w:rsidRDefault="00910BE8" w:rsidP="00E97F8E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4833FF33" w14:textId="77777777" w:rsidR="00910BE8" w:rsidRPr="00067325" w:rsidRDefault="00910BE8" w:rsidP="00E97F8E">
            <w:pPr>
              <w:rPr>
                <w:rFonts w:cs="Arial"/>
                <w:b/>
                <w:sz w:val="18"/>
                <w:szCs w:val="18"/>
              </w:rPr>
            </w:pPr>
            <w:r w:rsidRPr="00067325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0DD22950" w14:textId="77777777" w:rsidR="00910BE8" w:rsidRPr="00067325" w:rsidRDefault="00910BE8" w:rsidP="00E97F8E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910BE8" w:rsidRPr="00067325" w14:paraId="25F6860B" w14:textId="77777777" w:rsidTr="000401BC">
        <w:trPr>
          <w:trHeight w:val="213"/>
        </w:trPr>
        <w:tc>
          <w:tcPr>
            <w:tcW w:w="1788" w:type="dxa"/>
          </w:tcPr>
          <w:p w14:paraId="36BCFE17" w14:textId="77777777" w:rsidR="00910BE8" w:rsidRPr="00067325" w:rsidRDefault="00910BE8" w:rsidP="00E97F8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exportNumberOfGoods</w:t>
            </w:r>
          </w:p>
        </w:tc>
        <w:tc>
          <w:tcPr>
            <w:tcW w:w="3360" w:type="dxa"/>
          </w:tcPr>
          <w:p w14:paraId="0B6C87EF" w14:textId="77777777" w:rsidR="00910BE8" w:rsidRPr="00067325" w:rsidRDefault="00D57E60" w:rsidP="00856AEA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67325">
              <w:rPr>
                <w:rFonts w:cs="Arial"/>
                <w:color w:val="000000"/>
                <w:sz w:val="20"/>
                <w:szCs w:val="20"/>
              </w:rPr>
              <w:t>Sprzedaż na eksport: Ilość wyrobów w mililitrach</w:t>
            </w:r>
          </w:p>
        </w:tc>
        <w:tc>
          <w:tcPr>
            <w:tcW w:w="840" w:type="dxa"/>
          </w:tcPr>
          <w:p w14:paraId="5DA78B8D" w14:textId="77777777" w:rsidR="00910BE8" w:rsidRPr="00067325" w:rsidRDefault="00910BE8" w:rsidP="00E97F8E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67325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  <w:r w:rsidR="00D57E60" w:rsidRPr="00067325">
              <w:rPr>
                <w:rFonts w:eastAsia="Times New Roman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095" w:type="dxa"/>
          </w:tcPr>
          <w:p w14:paraId="7FA1951B" w14:textId="77777777" w:rsidR="00910BE8" w:rsidRPr="00067325" w:rsidRDefault="00910BE8" w:rsidP="00E97F8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ZAmountE</w:t>
            </w:r>
          </w:p>
        </w:tc>
        <w:tc>
          <w:tcPr>
            <w:tcW w:w="1197" w:type="dxa"/>
          </w:tcPr>
          <w:p w14:paraId="74E23ACB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910BE8" w:rsidRPr="00067325" w14:paraId="7639B8F7" w14:textId="77777777" w:rsidTr="000401BC">
        <w:trPr>
          <w:trHeight w:val="213"/>
        </w:trPr>
        <w:tc>
          <w:tcPr>
            <w:tcW w:w="1788" w:type="dxa"/>
          </w:tcPr>
          <w:p w14:paraId="7D81170E" w14:textId="77777777" w:rsidR="00910BE8" w:rsidRPr="00067325" w:rsidRDefault="00910BE8" w:rsidP="00E97F8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lastRenderedPageBreak/>
              <w:t>exportTaxRate</w:t>
            </w:r>
          </w:p>
        </w:tc>
        <w:tc>
          <w:tcPr>
            <w:tcW w:w="3360" w:type="dxa"/>
          </w:tcPr>
          <w:p w14:paraId="5C5E63BA" w14:textId="77777777" w:rsidR="00910BE8" w:rsidRPr="00067325" w:rsidRDefault="00D57E60" w:rsidP="00856AEA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67325">
              <w:rPr>
                <w:rFonts w:cs="Arial"/>
                <w:color w:val="000000"/>
                <w:sz w:val="20"/>
                <w:szCs w:val="20"/>
              </w:rPr>
              <w:t>Sprzedaż na eksport: Stawka podatku</w:t>
            </w:r>
          </w:p>
        </w:tc>
        <w:tc>
          <w:tcPr>
            <w:tcW w:w="840" w:type="dxa"/>
          </w:tcPr>
          <w:p w14:paraId="2C24C949" w14:textId="77777777" w:rsidR="00910BE8" w:rsidRPr="00067325" w:rsidRDefault="00910BE8" w:rsidP="00E97F8E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67325">
              <w:rPr>
                <w:rFonts w:eastAsia="Times New Roman" w:cs="Arial"/>
                <w:color w:val="000000"/>
                <w:sz w:val="20"/>
                <w:szCs w:val="20"/>
              </w:rPr>
              <w:t>25</w:t>
            </w:r>
            <w:r w:rsidR="00D57E60" w:rsidRPr="00067325">
              <w:rPr>
                <w:rFonts w:eastAsia="Times New Roman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095" w:type="dxa"/>
          </w:tcPr>
          <w:p w14:paraId="1A4AD2E2" w14:textId="77777777" w:rsidR="00910BE8" w:rsidRPr="00067325" w:rsidRDefault="00910BE8" w:rsidP="00E97F8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</w:tc>
        <w:tc>
          <w:tcPr>
            <w:tcW w:w="1197" w:type="dxa"/>
          </w:tcPr>
          <w:p w14:paraId="4388E804" w14:textId="77777777" w:rsidR="00910BE8" w:rsidRPr="00067325" w:rsidRDefault="00BD4DDF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</w:t>
            </w:r>
            <w:r w:rsidR="00910BE8" w:rsidRPr="00067325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910BE8" w:rsidRPr="00067325" w14:paraId="50B7D526" w14:textId="77777777" w:rsidTr="000401BC">
        <w:trPr>
          <w:trHeight w:val="213"/>
        </w:trPr>
        <w:tc>
          <w:tcPr>
            <w:tcW w:w="1788" w:type="dxa"/>
          </w:tcPr>
          <w:p w14:paraId="1F79E1EE" w14:textId="77777777" w:rsidR="00910BE8" w:rsidRPr="00067325" w:rsidRDefault="00910BE8" w:rsidP="00E97F8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exportTotalAmountOfTax</w:t>
            </w:r>
          </w:p>
        </w:tc>
        <w:tc>
          <w:tcPr>
            <w:tcW w:w="3360" w:type="dxa"/>
          </w:tcPr>
          <w:p w14:paraId="21DD273A" w14:textId="77777777" w:rsidR="00910BE8" w:rsidRPr="00067325" w:rsidRDefault="00BD4DDF" w:rsidP="00856AEA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67325">
              <w:rPr>
                <w:rFonts w:cs="Arial"/>
                <w:color w:val="000000"/>
                <w:sz w:val="20"/>
                <w:szCs w:val="20"/>
              </w:rPr>
              <w:t>Sprzedaż na eksport: Łączna kwota podatku w zł.</w:t>
            </w:r>
          </w:p>
        </w:tc>
        <w:tc>
          <w:tcPr>
            <w:tcW w:w="840" w:type="dxa"/>
          </w:tcPr>
          <w:p w14:paraId="3C36A5A7" w14:textId="77777777" w:rsidR="00910BE8" w:rsidRPr="00067325" w:rsidRDefault="00910BE8" w:rsidP="00E97F8E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67325">
              <w:rPr>
                <w:rFonts w:eastAsia="Times New Roman" w:cs="Arial"/>
                <w:color w:val="000000"/>
                <w:sz w:val="20"/>
                <w:szCs w:val="20"/>
              </w:rPr>
              <w:t>25</w:t>
            </w:r>
            <w:r w:rsidR="00D57E60" w:rsidRPr="00067325">
              <w:rPr>
                <w:rFonts w:eastAsia="Times New Roman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095" w:type="dxa"/>
          </w:tcPr>
          <w:p w14:paraId="177DB962" w14:textId="77777777" w:rsidR="00910BE8" w:rsidRPr="00067325" w:rsidRDefault="00910BE8" w:rsidP="00E97F8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</w:tc>
        <w:tc>
          <w:tcPr>
            <w:tcW w:w="1197" w:type="dxa"/>
          </w:tcPr>
          <w:p w14:paraId="4D3DA38A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BD4DDF" w:rsidRPr="00067325" w14:paraId="4C4A2C48" w14:textId="77777777" w:rsidTr="000401BC">
        <w:trPr>
          <w:trHeight w:val="213"/>
        </w:trPr>
        <w:tc>
          <w:tcPr>
            <w:tcW w:w="1788" w:type="dxa"/>
          </w:tcPr>
          <w:p w14:paraId="377901D9" w14:textId="77777777" w:rsidR="00BD4DDF" w:rsidRPr="00067325" w:rsidRDefault="00BD4DDF" w:rsidP="00E97F8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totalNumberOfGoods</w:t>
            </w:r>
          </w:p>
        </w:tc>
        <w:tc>
          <w:tcPr>
            <w:tcW w:w="3360" w:type="dxa"/>
          </w:tcPr>
          <w:p w14:paraId="3848C304" w14:textId="77777777" w:rsidR="00BD4DDF" w:rsidRPr="00067325" w:rsidRDefault="00BD4DDF" w:rsidP="00BD4DDF">
            <w:pPr>
              <w:rPr>
                <w:rFonts w:cs="Arial"/>
                <w:color w:val="000000"/>
                <w:sz w:val="20"/>
                <w:szCs w:val="20"/>
              </w:rPr>
            </w:pPr>
            <w:r w:rsidRPr="00067325">
              <w:rPr>
                <w:rFonts w:cs="Arial"/>
                <w:color w:val="000000"/>
                <w:sz w:val="20"/>
                <w:szCs w:val="20"/>
              </w:rPr>
              <w:t>Razem: Ilość wyrobów w mililitrach (z dokładnością do jednego miejsca po przecinku).</w:t>
            </w:r>
          </w:p>
        </w:tc>
        <w:tc>
          <w:tcPr>
            <w:tcW w:w="840" w:type="dxa"/>
          </w:tcPr>
          <w:p w14:paraId="5A6E3A7B" w14:textId="77777777" w:rsidR="00BD4DDF" w:rsidRPr="00067325" w:rsidRDefault="00BD4DDF" w:rsidP="00E97F8E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67325">
              <w:rPr>
                <w:rFonts w:eastAsia="Times New Roman" w:cs="Arial"/>
                <w:color w:val="000000"/>
                <w:sz w:val="20"/>
                <w:szCs w:val="20"/>
              </w:rPr>
              <w:t>258</w:t>
            </w:r>
          </w:p>
        </w:tc>
        <w:tc>
          <w:tcPr>
            <w:tcW w:w="2095" w:type="dxa"/>
          </w:tcPr>
          <w:p w14:paraId="51C66C34" w14:textId="77777777" w:rsidR="00BD4DDF" w:rsidRPr="00067325" w:rsidRDefault="00BD4DDF" w:rsidP="00E97F8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</w:tc>
        <w:tc>
          <w:tcPr>
            <w:tcW w:w="1197" w:type="dxa"/>
          </w:tcPr>
          <w:p w14:paraId="4431F9D5" w14:textId="77777777" w:rsidR="00BD4DDF" w:rsidRPr="00067325" w:rsidRDefault="00BD4DDF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910BE8" w:rsidRPr="00067325" w14:paraId="153338B6" w14:textId="77777777" w:rsidTr="000401BC">
        <w:trPr>
          <w:trHeight w:val="213"/>
        </w:trPr>
        <w:tc>
          <w:tcPr>
            <w:tcW w:w="1788" w:type="dxa"/>
          </w:tcPr>
          <w:p w14:paraId="5491A012" w14:textId="77777777" w:rsidR="00910BE8" w:rsidRPr="00067325" w:rsidRDefault="00910BE8" w:rsidP="00E97F8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totalAmountOfTax</w:t>
            </w:r>
          </w:p>
        </w:tc>
        <w:tc>
          <w:tcPr>
            <w:tcW w:w="3360" w:type="dxa"/>
          </w:tcPr>
          <w:p w14:paraId="71B6AB2D" w14:textId="77777777" w:rsidR="00910BE8" w:rsidRPr="00067325" w:rsidRDefault="00BD4DDF" w:rsidP="00856AEA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67325">
              <w:rPr>
                <w:rFonts w:cs="Arial"/>
                <w:color w:val="000000"/>
                <w:sz w:val="20"/>
                <w:szCs w:val="20"/>
              </w:rPr>
              <w:t>Razem: Łączna kwota podatku w zł</w:t>
            </w:r>
          </w:p>
        </w:tc>
        <w:tc>
          <w:tcPr>
            <w:tcW w:w="840" w:type="dxa"/>
          </w:tcPr>
          <w:p w14:paraId="07D1D8FC" w14:textId="77777777" w:rsidR="00910BE8" w:rsidRPr="00067325" w:rsidRDefault="00910BE8" w:rsidP="00E97F8E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67325">
              <w:rPr>
                <w:rFonts w:eastAsia="Times New Roman" w:cs="Arial"/>
                <w:color w:val="000000"/>
                <w:sz w:val="20"/>
                <w:szCs w:val="20"/>
              </w:rPr>
              <w:t>25</w:t>
            </w:r>
            <w:r w:rsidR="00D57E60" w:rsidRPr="00067325">
              <w:rPr>
                <w:rFonts w:eastAsia="Times New Roman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095" w:type="dxa"/>
          </w:tcPr>
          <w:p w14:paraId="187DE3F0" w14:textId="77777777" w:rsidR="00910BE8" w:rsidRPr="00067325" w:rsidRDefault="00910BE8" w:rsidP="00E97F8E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ZAmountT</w:t>
            </w:r>
          </w:p>
          <w:p w14:paraId="309E1DFE" w14:textId="7FBF9568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REF Rf15 \h </w:instrText>
            </w:r>
            <w:r w:rsidR="00067325" w:rsidRPr="0006732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67325">
              <w:rPr>
                <w:rFonts w:eastAsia="Times New Roman" w:cs="Arial"/>
                <w:sz w:val="20"/>
                <w:szCs w:val="20"/>
              </w:rPr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Pr="00067325">
              <w:rPr>
                <w:rFonts w:eastAsia="Times New Roman" w:cs="Arial"/>
                <w:color w:val="000000"/>
                <w:sz w:val="20"/>
                <w:szCs w:val="20"/>
              </w:rPr>
              <w:t>R15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CF16EC4" w14:textId="77777777" w:rsidR="00910BE8" w:rsidRPr="00067325" w:rsidRDefault="00D57E60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0</w:t>
            </w:r>
            <w:r w:rsidR="00910BE8" w:rsidRPr="00067325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910BE8" w:rsidRPr="00067325" w14:paraId="0E376440" w14:textId="77777777" w:rsidTr="000401BC">
        <w:trPr>
          <w:trHeight w:val="213"/>
        </w:trPr>
        <w:tc>
          <w:tcPr>
            <w:tcW w:w="1788" w:type="dxa"/>
          </w:tcPr>
          <w:p w14:paraId="691359FC" w14:textId="77777777" w:rsidR="00910BE8" w:rsidRPr="00067325" w:rsidRDefault="00910BE8" w:rsidP="00E97F8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Item</w:t>
            </w:r>
          </w:p>
        </w:tc>
        <w:tc>
          <w:tcPr>
            <w:tcW w:w="3360" w:type="dxa"/>
          </w:tcPr>
          <w:p w14:paraId="266FF768" w14:textId="77777777" w:rsidR="00910BE8" w:rsidRPr="00067325" w:rsidRDefault="00D57E60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Obliczenie wysokości podatku akcyzowego od płynu do papierosów elektronicznych</w:t>
            </w:r>
          </w:p>
        </w:tc>
        <w:tc>
          <w:tcPr>
            <w:tcW w:w="840" w:type="dxa"/>
          </w:tcPr>
          <w:p w14:paraId="307328F9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F</w:t>
            </w:r>
          </w:p>
        </w:tc>
        <w:tc>
          <w:tcPr>
            <w:tcW w:w="2095" w:type="dxa"/>
          </w:tcPr>
          <w:p w14:paraId="4CF7AA47" w14:textId="77777777" w:rsidR="00910BE8" w:rsidRPr="00067325" w:rsidRDefault="00910BE8" w:rsidP="00E97F8E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instrText xml:space="preserve"> REF ItemType_f \h  \* MERGEFORMAT </w:instrTex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t>ItemType</w: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44C4D1E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0..</w:t>
            </w:r>
            <w:r w:rsidR="00D57E60" w:rsidRPr="00067325">
              <w:rPr>
                <w:rFonts w:eastAsia="Times New Roman" w:cs="Arial"/>
                <w:sz w:val="20"/>
                <w:szCs w:val="20"/>
              </w:rPr>
              <w:t>999</w:t>
            </w:r>
          </w:p>
        </w:tc>
      </w:tr>
    </w:tbl>
    <w:p w14:paraId="04EE5A7D" w14:textId="52106A3B" w:rsidR="00644607" w:rsidRDefault="00644607" w:rsidP="00644607">
      <w:pPr>
        <w:pStyle w:val="Legenda"/>
        <w:keepNext/>
      </w:pPr>
      <w:bookmarkStart w:id="452" w:name="_Toc182566666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135</w:t>
      </w:r>
      <w:r w:rsidR="00715F4C">
        <w:rPr>
          <w:noProof/>
        </w:rPr>
        <w:fldChar w:fldCharType="end"/>
      </w:r>
      <w:r>
        <w:t xml:space="preserve">. </w:t>
      </w:r>
      <w:r w:rsidRPr="00BE4C34">
        <w:t>Struktura elementu ItemType</w:t>
      </w:r>
      <w:bookmarkEnd w:id="452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910BE8" w:rsidRPr="00067325" w14:paraId="769ABF62" w14:textId="77777777" w:rsidTr="000401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30B0E124" w14:textId="77777777" w:rsidR="00910BE8" w:rsidRPr="00067325" w:rsidRDefault="00910BE8" w:rsidP="00E97F8E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0CB9FADF" w14:textId="77777777" w:rsidR="00910BE8" w:rsidRPr="00067325" w:rsidRDefault="00910BE8" w:rsidP="00E97F8E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55D9F9DA" w14:textId="77777777" w:rsidR="00910BE8" w:rsidRPr="00067325" w:rsidRDefault="00910BE8" w:rsidP="00E97F8E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26530CEB" w14:textId="77777777" w:rsidR="00910BE8" w:rsidRPr="00067325" w:rsidRDefault="00910BE8" w:rsidP="00E97F8E">
            <w:pPr>
              <w:rPr>
                <w:rFonts w:cs="Arial"/>
                <w:b/>
                <w:sz w:val="18"/>
                <w:szCs w:val="18"/>
              </w:rPr>
            </w:pPr>
            <w:r w:rsidRPr="00067325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5B235C5A" w14:textId="77777777" w:rsidR="00910BE8" w:rsidRPr="00067325" w:rsidRDefault="00910BE8" w:rsidP="00E97F8E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910BE8" w:rsidRPr="00067325" w14:paraId="6751A4EB" w14:textId="77777777" w:rsidTr="000401BC">
        <w:trPr>
          <w:trHeight w:val="213"/>
        </w:trPr>
        <w:tc>
          <w:tcPr>
            <w:tcW w:w="1788" w:type="dxa"/>
          </w:tcPr>
          <w:p w14:paraId="29AD18E0" w14:textId="77777777" w:rsidR="00910BE8" w:rsidRPr="00067325" w:rsidRDefault="00910BE8" w:rsidP="00E97F8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id</w:t>
            </w:r>
          </w:p>
        </w:tc>
        <w:tc>
          <w:tcPr>
            <w:tcW w:w="3360" w:type="dxa"/>
          </w:tcPr>
          <w:p w14:paraId="70A01008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Liczba porządkowa.</w:t>
            </w:r>
          </w:p>
        </w:tc>
        <w:tc>
          <w:tcPr>
            <w:tcW w:w="840" w:type="dxa"/>
          </w:tcPr>
          <w:p w14:paraId="4793E7C2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F.a</w:t>
            </w:r>
          </w:p>
        </w:tc>
        <w:tc>
          <w:tcPr>
            <w:tcW w:w="2095" w:type="dxa"/>
          </w:tcPr>
          <w:p w14:paraId="102EEA33" w14:textId="77777777" w:rsidR="00910BE8" w:rsidRPr="00067325" w:rsidRDefault="00910BE8" w:rsidP="00E97F8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ZNumeric</w:t>
            </w:r>
          </w:p>
        </w:tc>
        <w:tc>
          <w:tcPr>
            <w:tcW w:w="1197" w:type="dxa"/>
          </w:tcPr>
          <w:p w14:paraId="72DB6F81" w14:textId="77777777" w:rsidR="00910BE8" w:rsidRPr="00067325" w:rsidRDefault="00BD4DDF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</w:t>
            </w:r>
            <w:r w:rsidR="00910BE8" w:rsidRPr="00067325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910BE8" w:rsidRPr="00067325" w14:paraId="7282972F" w14:textId="77777777" w:rsidTr="000401BC">
        <w:trPr>
          <w:trHeight w:val="213"/>
        </w:trPr>
        <w:tc>
          <w:tcPr>
            <w:tcW w:w="1788" w:type="dxa"/>
          </w:tcPr>
          <w:p w14:paraId="4230AB5B" w14:textId="77777777" w:rsidR="00910BE8" w:rsidRPr="00067325" w:rsidRDefault="00910BE8" w:rsidP="00E97F8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groupOfGoodsName</w:t>
            </w:r>
          </w:p>
        </w:tc>
        <w:tc>
          <w:tcPr>
            <w:tcW w:w="3360" w:type="dxa"/>
          </w:tcPr>
          <w:p w14:paraId="602A8FAF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Nazwa grupy wyrobów, dla których ustalono odrębne stawki podatkowe</w:t>
            </w:r>
          </w:p>
        </w:tc>
        <w:tc>
          <w:tcPr>
            <w:tcW w:w="840" w:type="dxa"/>
          </w:tcPr>
          <w:p w14:paraId="5BD70D4E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F.b</w:t>
            </w:r>
          </w:p>
        </w:tc>
        <w:tc>
          <w:tcPr>
            <w:tcW w:w="2095" w:type="dxa"/>
          </w:tcPr>
          <w:p w14:paraId="64265648" w14:textId="77777777" w:rsidR="00910BE8" w:rsidRPr="00067325" w:rsidRDefault="00910BE8" w:rsidP="00E97F8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ZCharacter</w:t>
            </w:r>
          </w:p>
          <w:p w14:paraId="2DC8E60B" w14:textId="73D3C24B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REF Rf11 \h </w:instrText>
            </w:r>
            <w:r w:rsidR="00067325" w:rsidRPr="0006732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67325">
              <w:rPr>
                <w:rFonts w:eastAsia="Times New Roman" w:cs="Arial"/>
                <w:sz w:val="20"/>
                <w:szCs w:val="20"/>
              </w:rPr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Pr="00067325">
              <w:rPr>
                <w:rFonts w:eastAsia="Times New Roman" w:cs="Arial"/>
                <w:color w:val="000000"/>
                <w:sz w:val="20"/>
                <w:szCs w:val="20"/>
              </w:rPr>
              <w:t>R11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F2DFE54" w14:textId="77777777" w:rsidR="00910BE8" w:rsidRPr="00067325" w:rsidRDefault="00855336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</w:t>
            </w:r>
            <w:r w:rsidR="00910BE8" w:rsidRPr="00067325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910BE8" w:rsidRPr="00067325" w14:paraId="6CC2BDAC" w14:textId="77777777" w:rsidTr="000401BC">
        <w:trPr>
          <w:trHeight w:val="213"/>
        </w:trPr>
        <w:tc>
          <w:tcPr>
            <w:tcW w:w="1788" w:type="dxa"/>
          </w:tcPr>
          <w:p w14:paraId="16EEC888" w14:textId="77777777" w:rsidR="00910BE8" w:rsidRPr="00067325" w:rsidRDefault="00910BE8" w:rsidP="00E97F8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shortages</w:t>
            </w:r>
          </w:p>
        </w:tc>
        <w:tc>
          <w:tcPr>
            <w:tcW w:w="3360" w:type="dxa"/>
          </w:tcPr>
          <w:p w14:paraId="618FD6F5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Możliwość oznaczenia w przypadku wykazywania ubytków wyrobów akcyzowych (przekraczających normy dopuszczalnych ubytków) lub całkowitego zniszczenia wyrobów.</w:t>
            </w:r>
          </w:p>
        </w:tc>
        <w:tc>
          <w:tcPr>
            <w:tcW w:w="840" w:type="dxa"/>
          </w:tcPr>
          <w:p w14:paraId="66364EC4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4C78A645" w14:textId="77777777" w:rsidR="00910BE8" w:rsidRPr="00067325" w:rsidRDefault="00910BE8" w:rsidP="00E97F8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ZShortages</w:t>
            </w:r>
          </w:p>
          <w:p w14:paraId="4B8F8294" w14:textId="1DD1BFD8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REF Rf18 \h </w:instrText>
            </w:r>
            <w:r w:rsidR="00067325" w:rsidRPr="0006732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67325">
              <w:rPr>
                <w:rFonts w:eastAsia="Times New Roman" w:cs="Arial"/>
                <w:sz w:val="20"/>
                <w:szCs w:val="20"/>
              </w:rPr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Pr="00067325">
              <w:rPr>
                <w:rFonts w:eastAsia="Times New Roman" w:cs="Arial"/>
                <w:color w:val="000000"/>
                <w:sz w:val="20"/>
                <w:szCs w:val="20"/>
              </w:rPr>
              <w:t>R18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B91359D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910BE8" w:rsidRPr="00067325" w14:paraId="35FF31E7" w14:textId="77777777" w:rsidTr="000401BC">
        <w:trPr>
          <w:trHeight w:val="213"/>
        </w:trPr>
        <w:tc>
          <w:tcPr>
            <w:tcW w:w="1788" w:type="dxa"/>
          </w:tcPr>
          <w:p w14:paraId="05F35012" w14:textId="77777777" w:rsidR="00910BE8" w:rsidRPr="00067325" w:rsidRDefault="00910BE8" w:rsidP="00E97F8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codeCN</w:t>
            </w:r>
          </w:p>
        </w:tc>
        <w:tc>
          <w:tcPr>
            <w:tcW w:w="3360" w:type="dxa"/>
          </w:tcPr>
          <w:p w14:paraId="62537B42" w14:textId="77777777" w:rsidR="00910BE8" w:rsidRPr="00067325" w:rsidRDefault="00D57E60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Ośmiocyfrowy kod CN.</w:t>
            </w:r>
          </w:p>
        </w:tc>
        <w:tc>
          <w:tcPr>
            <w:tcW w:w="840" w:type="dxa"/>
          </w:tcPr>
          <w:p w14:paraId="37AC8013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F.c</w:t>
            </w:r>
          </w:p>
        </w:tc>
        <w:tc>
          <w:tcPr>
            <w:tcW w:w="2095" w:type="dxa"/>
          </w:tcPr>
          <w:p w14:paraId="6FBA1E5C" w14:textId="77777777" w:rsidR="00910BE8" w:rsidRPr="00067325" w:rsidRDefault="00910BE8" w:rsidP="00E97F8E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ZCodeCN</w:t>
            </w:r>
          </w:p>
          <w:p w14:paraId="522B97DF" w14:textId="12B97A0B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REF Rf12 \h </w:instrText>
            </w:r>
            <w:r w:rsidR="00067325" w:rsidRPr="0006732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67325">
              <w:rPr>
                <w:rFonts w:eastAsia="Times New Roman" w:cs="Arial"/>
                <w:sz w:val="20"/>
                <w:szCs w:val="20"/>
              </w:rPr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Pr="00067325">
              <w:rPr>
                <w:rFonts w:eastAsia="Times New Roman" w:cs="Arial"/>
                <w:color w:val="000000"/>
                <w:sz w:val="20"/>
                <w:szCs w:val="20"/>
              </w:rPr>
              <w:t>R12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D6E27F1" w14:textId="77777777" w:rsidR="00910BE8" w:rsidRPr="00067325" w:rsidRDefault="00855336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</w:t>
            </w:r>
            <w:r w:rsidR="00910BE8" w:rsidRPr="00067325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910BE8" w:rsidRPr="00067325" w14:paraId="623689CC" w14:textId="77777777" w:rsidTr="000401BC">
        <w:trPr>
          <w:trHeight w:val="213"/>
        </w:trPr>
        <w:tc>
          <w:tcPr>
            <w:tcW w:w="1788" w:type="dxa"/>
          </w:tcPr>
          <w:p w14:paraId="1A2A2D62" w14:textId="77777777" w:rsidR="00910BE8" w:rsidRPr="00067325" w:rsidRDefault="00910BE8" w:rsidP="00E97F8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numberOfGoods</w:t>
            </w:r>
          </w:p>
        </w:tc>
        <w:tc>
          <w:tcPr>
            <w:tcW w:w="3360" w:type="dxa"/>
          </w:tcPr>
          <w:p w14:paraId="5F1BC07F" w14:textId="77777777" w:rsidR="00910BE8" w:rsidRPr="00067325" w:rsidRDefault="00B165B0" w:rsidP="00130986">
            <w:pPr>
              <w:pStyle w:val="Z2tabelatekst"/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</w:pPr>
            <w:r w:rsidRPr="00067325"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  <w:t>Ilość wyrobów w mililitrach (z dokładnością do jednego miejsca po przecinku)</w:t>
            </w:r>
          </w:p>
        </w:tc>
        <w:tc>
          <w:tcPr>
            <w:tcW w:w="840" w:type="dxa"/>
          </w:tcPr>
          <w:p w14:paraId="46B4B54F" w14:textId="77777777" w:rsidR="00910BE8" w:rsidRPr="00067325" w:rsidRDefault="00910BE8" w:rsidP="00E97F8E">
            <w:pPr>
              <w:pStyle w:val="Z2tabelatekst"/>
              <w:jc w:val="both"/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</w:pPr>
            <w:r w:rsidRPr="00067325"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  <w:t>F.</w:t>
            </w:r>
            <w:r w:rsidR="00B165B0" w:rsidRPr="00067325"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  <w:t>d</w:t>
            </w:r>
          </w:p>
        </w:tc>
        <w:tc>
          <w:tcPr>
            <w:tcW w:w="2095" w:type="dxa"/>
          </w:tcPr>
          <w:p w14:paraId="1D9C6421" w14:textId="77777777" w:rsidR="00910BE8" w:rsidRPr="00067325" w:rsidRDefault="00585953" w:rsidP="00E97F8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decimal</w:t>
            </w:r>
          </w:p>
        </w:tc>
        <w:tc>
          <w:tcPr>
            <w:tcW w:w="1197" w:type="dxa"/>
          </w:tcPr>
          <w:p w14:paraId="13BA03F5" w14:textId="77777777" w:rsidR="00910BE8" w:rsidRPr="00067325" w:rsidRDefault="00855336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</w:t>
            </w:r>
            <w:r w:rsidR="00910BE8" w:rsidRPr="00067325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910BE8" w:rsidRPr="00067325" w14:paraId="751AB877" w14:textId="77777777" w:rsidTr="000401BC">
        <w:trPr>
          <w:trHeight w:val="213"/>
        </w:trPr>
        <w:tc>
          <w:tcPr>
            <w:tcW w:w="1788" w:type="dxa"/>
          </w:tcPr>
          <w:p w14:paraId="61512F00" w14:textId="77777777" w:rsidR="00910BE8" w:rsidRPr="00067325" w:rsidRDefault="00910BE8" w:rsidP="00E97F8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taxRate</w:t>
            </w:r>
          </w:p>
        </w:tc>
        <w:tc>
          <w:tcPr>
            <w:tcW w:w="3360" w:type="dxa"/>
          </w:tcPr>
          <w:p w14:paraId="0284EF51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Stawka podatku</w:t>
            </w:r>
          </w:p>
        </w:tc>
        <w:tc>
          <w:tcPr>
            <w:tcW w:w="840" w:type="dxa"/>
          </w:tcPr>
          <w:p w14:paraId="40DDA183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F.</w:t>
            </w:r>
            <w:r w:rsidR="00B165B0" w:rsidRPr="00067325">
              <w:rPr>
                <w:rFonts w:eastAsia="Times New Roman" w:cs="Arial"/>
                <w:sz w:val="20"/>
                <w:szCs w:val="20"/>
              </w:rPr>
              <w:t>e</w:t>
            </w:r>
          </w:p>
        </w:tc>
        <w:tc>
          <w:tcPr>
            <w:tcW w:w="2095" w:type="dxa"/>
          </w:tcPr>
          <w:p w14:paraId="1189E314" w14:textId="77777777" w:rsidR="00910BE8" w:rsidRPr="00067325" w:rsidRDefault="00910BE8" w:rsidP="00E97F8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  <w:p w14:paraId="71D9417E" w14:textId="77777777" w:rsidR="00910BE8" w:rsidRPr="00067325" w:rsidRDefault="00910BE8" w:rsidP="00E97F8E">
            <w:pPr>
              <w:rPr>
                <w:rStyle w:val="pole"/>
                <w:rFonts w:ascii="Lato" w:hAnsi="Lato"/>
                <w:sz w:val="20"/>
                <w:szCs w:val="20"/>
              </w:rPr>
            </w:pPr>
          </w:p>
        </w:tc>
        <w:tc>
          <w:tcPr>
            <w:tcW w:w="1197" w:type="dxa"/>
          </w:tcPr>
          <w:p w14:paraId="36B266B3" w14:textId="77777777" w:rsidR="00910BE8" w:rsidRPr="00067325" w:rsidRDefault="00855336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</w:t>
            </w:r>
            <w:r w:rsidR="00910BE8" w:rsidRPr="00067325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  <w:tr w:rsidR="00910BE8" w:rsidRPr="00067325" w14:paraId="57D02580" w14:textId="77777777" w:rsidTr="000401BC">
        <w:trPr>
          <w:trHeight w:val="213"/>
        </w:trPr>
        <w:tc>
          <w:tcPr>
            <w:tcW w:w="1788" w:type="dxa"/>
          </w:tcPr>
          <w:p w14:paraId="1D23AC76" w14:textId="77777777" w:rsidR="00910BE8" w:rsidRPr="00067325" w:rsidRDefault="00910BE8" w:rsidP="00E97F8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taxRateFromIsztar</w:t>
            </w:r>
          </w:p>
        </w:tc>
        <w:tc>
          <w:tcPr>
            <w:tcW w:w="3360" w:type="dxa"/>
          </w:tcPr>
          <w:p w14:paraId="7C9BEED3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Czy stawka podatku akcyzowego w polu taxRate jest pobrana z Systemu ISZTAR.</w:t>
            </w:r>
          </w:p>
        </w:tc>
        <w:tc>
          <w:tcPr>
            <w:tcW w:w="840" w:type="dxa"/>
          </w:tcPr>
          <w:p w14:paraId="05260B31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1F881811" w14:textId="77777777" w:rsidR="00910BE8" w:rsidRPr="00067325" w:rsidRDefault="00910BE8" w:rsidP="00E97F8E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boolean</w:t>
            </w:r>
          </w:p>
        </w:tc>
        <w:tc>
          <w:tcPr>
            <w:tcW w:w="1197" w:type="dxa"/>
          </w:tcPr>
          <w:p w14:paraId="430FFFAB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910BE8" w:rsidRPr="00067325" w14:paraId="1EF89186" w14:textId="77777777" w:rsidTr="000401BC">
        <w:trPr>
          <w:trHeight w:val="213"/>
        </w:trPr>
        <w:tc>
          <w:tcPr>
            <w:tcW w:w="1788" w:type="dxa"/>
          </w:tcPr>
          <w:p w14:paraId="673B8C4B" w14:textId="77777777" w:rsidR="00910BE8" w:rsidRPr="00067325" w:rsidRDefault="00910BE8" w:rsidP="00E97F8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amountOfTax</w:t>
            </w:r>
          </w:p>
        </w:tc>
        <w:tc>
          <w:tcPr>
            <w:tcW w:w="3360" w:type="dxa"/>
          </w:tcPr>
          <w:p w14:paraId="72820F8E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cs="Arial"/>
                <w:sz w:val="20"/>
                <w:szCs w:val="20"/>
              </w:rPr>
              <w:t xml:space="preserve">Kwota podatku </w:t>
            </w:r>
            <w:r w:rsidR="00B165B0" w:rsidRPr="00067325">
              <w:rPr>
                <w:rFonts w:cs="Arial"/>
                <w:sz w:val="20"/>
                <w:szCs w:val="20"/>
              </w:rPr>
              <w:t>w zł.</w:t>
            </w:r>
          </w:p>
        </w:tc>
        <w:tc>
          <w:tcPr>
            <w:tcW w:w="840" w:type="dxa"/>
          </w:tcPr>
          <w:p w14:paraId="029BB386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F.</w:t>
            </w:r>
            <w:r w:rsidR="00B165B0" w:rsidRPr="00067325">
              <w:rPr>
                <w:rFonts w:eastAsia="Times New Roman" w:cs="Arial"/>
                <w:sz w:val="20"/>
                <w:szCs w:val="20"/>
              </w:rPr>
              <w:t>f</w:t>
            </w:r>
          </w:p>
        </w:tc>
        <w:tc>
          <w:tcPr>
            <w:tcW w:w="2095" w:type="dxa"/>
          </w:tcPr>
          <w:p w14:paraId="2A42D5C0" w14:textId="77777777" w:rsidR="00910BE8" w:rsidRPr="00067325" w:rsidRDefault="00910BE8" w:rsidP="00E97F8E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ZAmountT</w:t>
            </w:r>
          </w:p>
          <w:p w14:paraId="610EF7D3" w14:textId="708BB0CA" w:rsidR="00910BE8" w:rsidRPr="00067325" w:rsidRDefault="00910BE8" w:rsidP="00E97F8E">
            <w:pPr>
              <w:tabs>
                <w:tab w:val="right" w:pos="2511"/>
              </w:tabs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REF Rf13 \h </w:instrText>
            </w:r>
            <w:r w:rsidR="00067325" w:rsidRPr="0006732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67325">
              <w:rPr>
                <w:rFonts w:eastAsia="Times New Roman" w:cs="Arial"/>
                <w:sz w:val="20"/>
                <w:szCs w:val="20"/>
              </w:rPr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Pr="00067325">
              <w:rPr>
                <w:rFonts w:eastAsia="Times New Roman" w:cs="Arial"/>
                <w:color w:val="000000"/>
                <w:sz w:val="20"/>
                <w:szCs w:val="20"/>
              </w:rPr>
              <w:t>R13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Pr="00067325">
              <w:rPr>
                <w:rFonts w:eastAsia="Times New Roman" w:cs="Arial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164638AA" w14:textId="77777777" w:rsidR="00910BE8" w:rsidRPr="00067325" w:rsidRDefault="00B165B0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</w:t>
            </w:r>
            <w:r w:rsidR="00910BE8" w:rsidRPr="00067325">
              <w:rPr>
                <w:rFonts w:eastAsia="Times New Roman" w:cs="Arial"/>
                <w:sz w:val="20"/>
                <w:szCs w:val="20"/>
              </w:rPr>
              <w:t>..1</w:t>
            </w:r>
          </w:p>
        </w:tc>
      </w:tr>
    </w:tbl>
    <w:p w14:paraId="0CB18B4D" w14:textId="19874D26" w:rsidR="00644607" w:rsidRDefault="00644607" w:rsidP="00644607">
      <w:pPr>
        <w:pStyle w:val="Legenda"/>
        <w:keepNext/>
      </w:pPr>
      <w:bookmarkStart w:id="453" w:name="_Toc182566667"/>
      <w:r>
        <w:lastRenderedPageBreak/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136</w:t>
      </w:r>
      <w:r w:rsidR="00715F4C">
        <w:rPr>
          <w:noProof/>
        </w:rPr>
        <w:fldChar w:fldCharType="end"/>
      </w:r>
      <w:r>
        <w:t xml:space="preserve">. </w:t>
      </w:r>
      <w:r w:rsidRPr="00D40717">
        <w:t>Struktura elementu DailyPaymentInformationType</w:t>
      </w:r>
      <w:bookmarkEnd w:id="453"/>
    </w:p>
    <w:tbl>
      <w:tblPr>
        <w:tblStyle w:val="Siatkatabelijasna"/>
        <w:tblW w:w="9265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80"/>
        <w:gridCol w:w="1197"/>
      </w:tblGrid>
      <w:tr w:rsidR="00910BE8" w:rsidRPr="00067325" w14:paraId="57F600F0" w14:textId="77777777" w:rsidTr="000401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0B5E3133" w14:textId="77777777" w:rsidR="00910BE8" w:rsidRPr="00067325" w:rsidRDefault="00910BE8" w:rsidP="00E97F8E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37923A35" w14:textId="77777777" w:rsidR="00910BE8" w:rsidRPr="00067325" w:rsidRDefault="00910BE8" w:rsidP="00E97F8E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7FCFE46F" w14:textId="77777777" w:rsidR="00910BE8" w:rsidRPr="00067325" w:rsidRDefault="00910BE8" w:rsidP="00E97F8E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80" w:type="dxa"/>
          </w:tcPr>
          <w:p w14:paraId="657B66B7" w14:textId="77777777" w:rsidR="00910BE8" w:rsidRPr="00067325" w:rsidRDefault="00910BE8" w:rsidP="00E97F8E">
            <w:pPr>
              <w:rPr>
                <w:rFonts w:cs="Arial"/>
                <w:b/>
                <w:sz w:val="18"/>
                <w:szCs w:val="18"/>
              </w:rPr>
            </w:pPr>
            <w:r w:rsidRPr="00067325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4A206601" w14:textId="77777777" w:rsidR="00910BE8" w:rsidRPr="00067325" w:rsidRDefault="00910BE8" w:rsidP="00E97F8E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910BE8" w:rsidRPr="00067325" w14:paraId="0AF7247D" w14:textId="77777777" w:rsidTr="000401BC">
        <w:trPr>
          <w:trHeight w:val="213"/>
        </w:trPr>
        <w:tc>
          <w:tcPr>
            <w:tcW w:w="1788" w:type="dxa"/>
          </w:tcPr>
          <w:p w14:paraId="138EE975" w14:textId="77777777" w:rsidR="00910BE8" w:rsidRPr="00067325" w:rsidRDefault="00910BE8" w:rsidP="00E97F8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totalDueAmountOfDailyPaym</w:t>
            </w:r>
          </w:p>
        </w:tc>
        <w:tc>
          <w:tcPr>
            <w:tcW w:w="3360" w:type="dxa"/>
          </w:tcPr>
          <w:p w14:paraId="6C9EE10D" w14:textId="77777777" w:rsidR="00910BE8" w:rsidRPr="00067325" w:rsidRDefault="00B165B0" w:rsidP="00E97F8E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67325">
              <w:rPr>
                <w:rFonts w:cs="Arial"/>
                <w:sz w:val="20"/>
                <w:szCs w:val="20"/>
              </w:rPr>
              <w:t>Razem kwota należnych wpłat dziennych (suma kwot z kolumny c)</w:t>
            </w:r>
          </w:p>
        </w:tc>
        <w:tc>
          <w:tcPr>
            <w:tcW w:w="840" w:type="dxa"/>
          </w:tcPr>
          <w:p w14:paraId="262CAEBA" w14:textId="77777777" w:rsidR="00910BE8" w:rsidRPr="00067325" w:rsidRDefault="00910BE8" w:rsidP="00E97F8E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67325">
              <w:rPr>
                <w:rFonts w:eastAsia="Times New Roman" w:cs="Arial"/>
                <w:color w:val="000000"/>
                <w:sz w:val="20"/>
                <w:szCs w:val="20"/>
              </w:rPr>
              <w:t>17</w:t>
            </w:r>
            <w:r w:rsidR="00B165B0" w:rsidRPr="00067325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80" w:type="dxa"/>
          </w:tcPr>
          <w:p w14:paraId="1B37EAEB" w14:textId="77777777" w:rsidR="00910BE8" w:rsidRPr="00067325" w:rsidRDefault="00910BE8" w:rsidP="00E97F8E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</w:t>
            </w:r>
            <w:r w:rsidR="00855336" w:rsidRPr="00067325">
              <w:rPr>
                <w:rStyle w:val="pole"/>
                <w:rFonts w:ascii="Lato" w:hAnsi="Lato"/>
                <w:sz w:val="20"/>
                <w:szCs w:val="20"/>
                <w:lang w:val="pl-PL"/>
              </w:rPr>
              <w:t>T</w:t>
            </w:r>
          </w:p>
          <w:p w14:paraId="4B3BE893" w14:textId="3A0A2973" w:rsidR="00910BE8" w:rsidRPr="00067325" w:rsidRDefault="00910BE8" w:rsidP="00E97F8E">
            <w:pPr>
              <w:tabs>
                <w:tab w:val="right" w:pos="2511"/>
              </w:tabs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REF Rf8 \h </w:instrText>
            </w:r>
            <w:r w:rsidR="00067325" w:rsidRPr="0006732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67325">
              <w:rPr>
                <w:rFonts w:eastAsia="Times New Roman" w:cs="Arial"/>
                <w:sz w:val="20"/>
                <w:szCs w:val="20"/>
              </w:rPr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Pr="00067325">
              <w:rPr>
                <w:rFonts w:eastAsia="Times New Roman" w:cs="Arial"/>
                <w:sz w:val="20"/>
                <w:szCs w:val="20"/>
              </w:rPr>
              <w:t>R8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Pr="00067325">
              <w:rPr>
                <w:rFonts w:eastAsia="Times New Roman" w:cs="Arial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545639E0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910BE8" w:rsidRPr="00067325" w14:paraId="24244BB0" w14:textId="77777777" w:rsidTr="000401BC">
        <w:trPr>
          <w:trHeight w:val="213"/>
        </w:trPr>
        <w:tc>
          <w:tcPr>
            <w:tcW w:w="1788" w:type="dxa"/>
          </w:tcPr>
          <w:p w14:paraId="463F8848" w14:textId="77777777" w:rsidR="00910BE8" w:rsidRPr="00067325" w:rsidRDefault="00910BE8" w:rsidP="00E97F8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totalAmountOfExcessDailyPaymPrevDecl</w:t>
            </w:r>
          </w:p>
        </w:tc>
        <w:tc>
          <w:tcPr>
            <w:tcW w:w="3360" w:type="dxa"/>
          </w:tcPr>
          <w:p w14:paraId="0E5C06D4" w14:textId="77777777" w:rsidR="00910BE8" w:rsidRPr="00067325" w:rsidRDefault="00B165B0" w:rsidP="00856AEA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67325">
              <w:rPr>
                <w:rFonts w:cs="Arial"/>
                <w:sz w:val="20"/>
                <w:szCs w:val="20"/>
              </w:rPr>
              <w:t>Razem kwota nadwyżki wpłat z poprzedniej deklaracji zaliczona na poczet wpłat dziennych (suma kwot z kolumny e)</w:t>
            </w:r>
          </w:p>
        </w:tc>
        <w:tc>
          <w:tcPr>
            <w:tcW w:w="840" w:type="dxa"/>
          </w:tcPr>
          <w:p w14:paraId="7B7EB03B" w14:textId="77777777" w:rsidR="00910BE8" w:rsidRPr="00067325" w:rsidRDefault="00910BE8" w:rsidP="00E97F8E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67325">
              <w:rPr>
                <w:rFonts w:eastAsia="Times New Roman" w:cs="Arial"/>
                <w:color w:val="000000"/>
                <w:sz w:val="20"/>
                <w:szCs w:val="20"/>
              </w:rPr>
              <w:t>17</w:t>
            </w:r>
            <w:r w:rsidR="00B165B0" w:rsidRPr="00067325">
              <w:rPr>
                <w:rFonts w:eastAsia="Times New Roman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80" w:type="dxa"/>
          </w:tcPr>
          <w:p w14:paraId="463BB0A2" w14:textId="77777777" w:rsidR="00910BE8" w:rsidRPr="00067325" w:rsidRDefault="00910BE8" w:rsidP="00E97F8E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</w:t>
            </w:r>
            <w:r w:rsidR="00855336" w:rsidRPr="00067325">
              <w:rPr>
                <w:rStyle w:val="pole"/>
                <w:rFonts w:ascii="Lato" w:hAnsi="Lato"/>
                <w:sz w:val="20"/>
                <w:szCs w:val="20"/>
                <w:lang w:val="pl-PL"/>
              </w:rPr>
              <w:t>T</w:t>
            </w:r>
          </w:p>
          <w:p w14:paraId="7AF41196" w14:textId="32E4E231" w:rsidR="00910BE8" w:rsidRPr="00067325" w:rsidRDefault="00910BE8" w:rsidP="00E97F8E">
            <w:pPr>
              <w:tabs>
                <w:tab w:val="right" w:pos="2511"/>
              </w:tabs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REF Rf9 \h </w:instrText>
            </w:r>
            <w:r w:rsidR="00067325" w:rsidRPr="0006732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67325">
              <w:rPr>
                <w:rFonts w:eastAsia="Times New Roman" w:cs="Arial"/>
                <w:sz w:val="20"/>
                <w:szCs w:val="20"/>
              </w:rPr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Pr="00067325">
              <w:rPr>
                <w:rFonts w:eastAsia="Times New Roman" w:cs="Arial"/>
                <w:sz w:val="20"/>
                <w:szCs w:val="20"/>
              </w:rPr>
              <w:t>R9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Pr="00067325">
              <w:rPr>
                <w:rFonts w:eastAsia="Times New Roman" w:cs="Arial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0053A66D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910BE8" w:rsidRPr="00067325" w14:paraId="57ADB0B0" w14:textId="77777777" w:rsidTr="000401BC">
        <w:trPr>
          <w:trHeight w:val="213"/>
        </w:trPr>
        <w:tc>
          <w:tcPr>
            <w:tcW w:w="1788" w:type="dxa"/>
          </w:tcPr>
          <w:p w14:paraId="1F78593C" w14:textId="77777777" w:rsidR="00910BE8" w:rsidRPr="00067325" w:rsidRDefault="00910BE8" w:rsidP="00E97F8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totalAmountOfDailyPaym</w:t>
            </w:r>
          </w:p>
        </w:tc>
        <w:tc>
          <w:tcPr>
            <w:tcW w:w="3360" w:type="dxa"/>
          </w:tcPr>
          <w:p w14:paraId="670420CC" w14:textId="77777777" w:rsidR="00910BE8" w:rsidRPr="00067325" w:rsidRDefault="00B165B0" w:rsidP="00856AEA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67325">
              <w:rPr>
                <w:rFonts w:cs="Arial"/>
                <w:sz w:val="20"/>
                <w:szCs w:val="20"/>
              </w:rPr>
              <w:t>Razem kwota dokonanych wpłat dziennych (suma kwot z kolumny f)</w:t>
            </w:r>
          </w:p>
        </w:tc>
        <w:tc>
          <w:tcPr>
            <w:tcW w:w="840" w:type="dxa"/>
          </w:tcPr>
          <w:p w14:paraId="246B0F52" w14:textId="77777777" w:rsidR="00910BE8" w:rsidRPr="00067325" w:rsidRDefault="00910BE8" w:rsidP="00E97F8E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67325">
              <w:rPr>
                <w:rFonts w:eastAsia="Times New Roman" w:cs="Arial"/>
                <w:color w:val="000000"/>
                <w:sz w:val="20"/>
                <w:szCs w:val="20"/>
              </w:rPr>
              <w:t>17</w:t>
            </w:r>
            <w:r w:rsidR="00B165B0" w:rsidRPr="00067325">
              <w:rPr>
                <w:rFonts w:eastAsia="Times New Roman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80" w:type="dxa"/>
          </w:tcPr>
          <w:p w14:paraId="3A379521" w14:textId="77777777" w:rsidR="00910BE8" w:rsidRPr="00067325" w:rsidRDefault="00910BE8" w:rsidP="00E97F8E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</w:t>
            </w:r>
            <w:r w:rsidR="00855336" w:rsidRPr="00067325">
              <w:rPr>
                <w:rStyle w:val="pole"/>
                <w:rFonts w:ascii="Lato" w:hAnsi="Lato"/>
                <w:sz w:val="20"/>
                <w:szCs w:val="20"/>
                <w:lang w:val="pl-PL"/>
              </w:rPr>
              <w:t>T</w:t>
            </w:r>
          </w:p>
          <w:p w14:paraId="0160F2C0" w14:textId="11C63B3C" w:rsidR="00910BE8" w:rsidRPr="00067325" w:rsidRDefault="00910BE8" w:rsidP="00E97F8E">
            <w:pPr>
              <w:tabs>
                <w:tab w:val="right" w:pos="2511"/>
              </w:tabs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067325">
              <w:rPr>
                <w:rFonts w:eastAsia="Times New Roman" w:cs="Arial"/>
                <w:sz w:val="20"/>
                <w:szCs w:val="20"/>
              </w:rPr>
              <w:instrText xml:space="preserve"> REF Rf10 \h </w:instrText>
            </w:r>
            <w:r w:rsidR="00067325" w:rsidRPr="00067325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067325">
              <w:rPr>
                <w:rFonts w:eastAsia="Times New Roman" w:cs="Arial"/>
                <w:sz w:val="20"/>
                <w:szCs w:val="20"/>
              </w:rPr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Pr="00067325">
              <w:rPr>
                <w:rFonts w:eastAsia="Times New Roman" w:cs="Arial"/>
                <w:sz w:val="20"/>
                <w:szCs w:val="20"/>
              </w:rPr>
              <w:t>R10</w:t>
            </w:r>
            <w:r w:rsidRPr="00067325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Pr="00067325">
              <w:rPr>
                <w:rFonts w:eastAsia="Times New Roman" w:cs="Arial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7F4D6878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910BE8" w:rsidRPr="00067325" w14:paraId="27B5BF60" w14:textId="77777777" w:rsidTr="000401BC">
        <w:trPr>
          <w:trHeight w:val="213"/>
        </w:trPr>
        <w:tc>
          <w:tcPr>
            <w:tcW w:w="1788" w:type="dxa"/>
          </w:tcPr>
          <w:p w14:paraId="3D60474C" w14:textId="77777777" w:rsidR="00910BE8" w:rsidRPr="00067325" w:rsidRDefault="00910BE8" w:rsidP="00E97F8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DailyAmount</w:t>
            </w:r>
          </w:p>
        </w:tc>
        <w:tc>
          <w:tcPr>
            <w:tcW w:w="3360" w:type="dxa"/>
          </w:tcPr>
          <w:p w14:paraId="319C1603" w14:textId="77777777" w:rsidR="00910BE8" w:rsidRPr="00067325" w:rsidRDefault="00B165B0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Informacja</w:t>
            </w:r>
            <w:r w:rsidR="00910BE8" w:rsidRPr="00067325">
              <w:rPr>
                <w:rFonts w:eastAsia="Times New Roman" w:cs="Arial"/>
                <w:sz w:val="20"/>
                <w:szCs w:val="20"/>
              </w:rPr>
              <w:t xml:space="preserve"> o wpłatach dziennych</w:t>
            </w:r>
          </w:p>
        </w:tc>
        <w:tc>
          <w:tcPr>
            <w:tcW w:w="840" w:type="dxa"/>
          </w:tcPr>
          <w:p w14:paraId="4C053E0A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E</w:t>
            </w:r>
          </w:p>
        </w:tc>
        <w:tc>
          <w:tcPr>
            <w:tcW w:w="2080" w:type="dxa"/>
          </w:tcPr>
          <w:p w14:paraId="0029F462" w14:textId="77777777" w:rsidR="00910BE8" w:rsidRPr="00067325" w:rsidRDefault="00910BE8" w:rsidP="00E97F8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067325">
              <w:rPr>
                <w:rStyle w:val="pole"/>
                <w:rFonts w:ascii="Lato" w:hAnsi="Lato"/>
                <w:sz w:val="20"/>
                <w:szCs w:val="20"/>
              </w:rPr>
              <w:t>ZDailyAmount</w:t>
            </w:r>
          </w:p>
        </w:tc>
        <w:tc>
          <w:tcPr>
            <w:tcW w:w="1197" w:type="dxa"/>
          </w:tcPr>
          <w:p w14:paraId="6490F28C" w14:textId="77777777" w:rsidR="00910BE8" w:rsidRPr="00067325" w:rsidRDefault="00910BE8" w:rsidP="00E97F8E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0..</w:t>
            </w:r>
            <w:r w:rsidR="00B165B0" w:rsidRPr="00067325">
              <w:rPr>
                <w:rFonts w:eastAsia="Times New Roman" w:cs="Arial"/>
                <w:sz w:val="20"/>
                <w:szCs w:val="20"/>
              </w:rPr>
              <w:t>999</w:t>
            </w:r>
          </w:p>
        </w:tc>
      </w:tr>
    </w:tbl>
    <w:p w14:paraId="5A800E9A" w14:textId="77777777" w:rsidR="00910BE8" w:rsidRDefault="00910BE8" w:rsidP="00C048E5">
      <w:pPr>
        <w:pStyle w:val="Nagwek3"/>
      </w:pPr>
      <w:bookmarkStart w:id="454" w:name="_Toc182566497"/>
      <w:r>
        <w:t>Reguły AKC4</w:t>
      </w:r>
      <w:r w:rsidR="00B165B0">
        <w:t>M</w:t>
      </w:r>
      <w:bookmarkEnd w:id="454"/>
    </w:p>
    <w:p w14:paraId="409B7F3B" w14:textId="5BE60F94" w:rsidR="00644607" w:rsidRDefault="00644607" w:rsidP="00644607">
      <w:pPr>
        <w:pStyle w:val="Legenda"/>
        <w:keepNext/>
      </w:pPr>
      <w:bookmarkStart w:id="455" w:name="_Toc182566668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137</w:t>
      </w:r>
      <w:r w:rsidR="00715F4C">
        <w:rPr>
          <w:noProof/>
        </w:rPr>
        <w:fldChar w:fldCharType="end"/>
      </w:r>
      <w:r>
        <w:t xml:space="preserve">. </w:t>
      </w:r>
      <w:r w:rsidRPr="00291CEC">
        <w:t>Reguły dotyczące załącznika AKC-4/M</w:t>
      </w:r>
      <w:bookmarkEnd w:id="455"/>
    </w:p>
    <w:tbl>
      <w:tblPr>
        <w:tblStyle w:val="Siatkatabelijasna"/>
        <w:tblW w:w="0" w:type="auto"/>
        <w:tblLook w:val="01E0" w:firstRow="1" w:lastRow="1" w:firstColumn="1" w:lastColumn="1" w:noHBand="0" w:noVBand="0"/>
      </w:tblPr>
      <w:tblGrid>
        <w:gridCol w:w="944"/>
        <w:gridCol w:w="8104"/>
      </w:tblGrid>
      <w:tr w:rsidR="00B72D84" w14:paraId="30FF4E19" w14:textId="77777777" w:rsidTr="000401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44" w:type="dxa"/>
          </w:tcPr>
          <w:p w14:paraId="7DBD09ED" w14:textId="77777777" w:rsidR="00B72D84" w:rsidRPr="00067325" w:rsidRDefault="00B72D84" w:rsidP="001654DF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067325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110" w:type="dxa"/>
          </w:tcPr>
          <w:p w14:paraId="5832D417" w14:textId="77777777" w:rsidR="00B72D84" w:rsidRPr="00067325" w:rsidRDefault="00B72D84" w:rsidP="001654DF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06732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B72D84" w:rsidRPr="005A6BCF" w14:paraId="56AE16E6" w14:textId="77777777" w:rsidTr="000401BC">
        <w:trPr>
          <w:trHeight w:val="213"/>
        </w:trPr>
        <w:tc>
          <w:tcPr>
            <w:tcW w:w="944" w:type="dxa"/>
          </w:tcPr>
          <w:p w14:paraId="4D63E375" w14:textId="77777777" w:rsidR="00B72D84" w:rsidRPr="00067325" w:rsidRDefault="00B72D84" w:rsidP="001654DF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R1</w:t>
            </w:r>
          </w:p>
        </w:tc>
        <w:tc>
          <w:tcPr>
            <w:tcW w:w="8110" w:type="dxa"/>
          </w:tcPr>
          <w:p w14:paraId="0C19D932" w14:textId="77777777" w:rsidR="00B72D84" w:rsidRPr="00067325" w:rsidRDefault="00B72D84" w:rsidP="001654DF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cs="Arial"/>
                <w:sz w:val="20"/>
                <w:szCs w:val="20"/>
              </w:rPr>
              <w:t>Pole wypełniane przez system zgodnie z wartością w analogicznym polu deklaracji AKC-4/AKC-4zo</w:t>
            </w:r>
          </w:p>
        </w:tc>
      </w:tr>
      <w:tr w:rsidR="00B72D84" w:rsidRPr="005A6BCF" w14:paraId="719F78F3" w14:textId="77777777" w:rsidTr="000401BC">
        <w:trPr>
          <w:trHeight w:val="213"/>
        </w:trPr>
        <w:tc>
          <w:tcPr>
            <w:tcW w:w="944" w:type="dxa"/>
          </w:tcPr>
          <w:p w14:paraId="6FB1572F" w14:textId="77777777" w:rsidR="00B72D84" w:rsidRPr="00067325" w:rsidRDefault="00B72D84" w:rsidP="001654DF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R2</w:t>
            </w:r>
          </w:p>
        </w:tc>
        <w:tc>
          <w:tcPr>
            <w:tcW w:w="8110" w:type="dxa"/>
          </w:tcPr>
          <w:p w14:paraId="016A99EB" w14:textId="77777777" w:rsidR="00B72D84" w:rsidRPr="00067325" w:rsidRDefault="00B72D84" w:rsidP="001654DF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cs="Arial"/>
                <w:sz w:val="20"/>
                <w:szCs w:val="20"/>
              </w:rPr>
              <w:t>Wypełniane automatycznie na podstawie licznika kolejnego zapisanego załącznika danego typu.</w:t>
            </w:r>
          </w:p>
        </w:tc>
      </w:tr>
      <w:tr w:rsidR="00B72D84" w:rsidRPr="005A6BCF" w14:paraId="08551C45" w14:textId="77777777" w:rsidTr="000401BC">
        <w:trPr>
          <w:trHeight w:val="213"/>
        </w:trPr>
        <w:tc>
          <w:tcPr>
            <w:tcW w:w="944" w:type="dxa"/>
          </w:tcPr>
          <w:p w14:paraId="0DF00568" w14:textId="77777777" w:rsidR="00B72D84" w:rsidRPr="00067325" w:rsidRDefault="00B72D84" w:rsidP="001654DF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R3</w:t>
            </w:r>
          </w:p>
        </w:tc>
        <w:tc>
          <w:tcPr>
            <w:tcW w:w="8110" w:type="dxa"/>
          </w:tcPr>
          <w:p w14:paraId="4C0C20DA" w14:textId="77777777" w:rsidR="00B72D84" w:rsidRPr="00067325" w:rsidRDefault="00B72D84" w:rsidP="001654DF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 xml:space="preserve">Element może występować tylko jeśli w dokumencie nadrzędnym w polu formKind wybrano wartość AKC-4. </w:t>
            </w:r>
          </w:p>
        </w:tc>
      </w:tr>
      <w:tr w:rsidR="00B72D84" w:rsidRPr="005A6BCF" w14:paraId="25DBBBE0" w14:textId="77777777" w:rsidTr="000401BC">
        <w:trPr>
          <w:trHeight w:val="213"/>
        </w:trPr>
        <w:tc>
          <w:tcPr>
            <w:tcW w:w="944" w:type="dxa"/>
          </w:tcPr>
          <w:p w14:paraId="442A4B13" w14:textId="77777777" w:rsidR="00B72D84" w:rsidRPr="00067325" w:rsidRDefault="00B72D84" w:rsidP="001654DF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R4</w:t>
            </w:r>
          </w:p>
        </w:tc>
        <w:tc>
          <w:tcPr>
            <w:tcW w:w="8110" w:type="dxa"/>
          </w:tcPr>
          <w:p w14:paraId="258EE0BC" w14:textId="77777777" w:rsidR="00B72D84" w:rsidRPr="00067325" w:rsidRDefault="00B72D84" w:rsidP="001654DF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67325">
              <w:rPr>
                <w:rFonts w:ascii="Lato" w:hAnsi="Lato" w:cs="Arial"/>
                <w:sz w:val="20"/>
                <w:szCs w:val="20"/>
                <w:lang w:val="pl-PL" w:eastAsia="pl-PL"/>
              </w:rPr>
              <w:t>Walidacja 1: jeśli wybrano deklarację AKC4zo to pole musi być puste.</w:t>
            </w:r>
          </w:p>
          <w:p w14:paraId="7550550D" w14:textId="77777777" w:rsidR="00B72D84" w:rsidRPr="00067325" w:rsidRDefault="00B72D84" w:rsidP="001654DF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cs="Arial"/>
                <w:sz w:val="20"/>
                <w:szCs w:val="20"/>
              </w:rPr>
              <w:t xml:space="preserve">Walidacja 2: Wypełnione może być tylko jedno pole numeru akcyzowego – jeśli wskazany jest własny skład to nie obcy. </w:t>
            </w:r>
          </w:p>
        </w:tc>
      </w:tr>
      <w:tr w:rsidR="00B72D84" w:rsidRPr="005A6BCF" w14:paraId="5E2100E2" w14:textId="77777777" w:rsidTr="000401BC">
        <w:trPr>
          <w:trHeight w:val="213"/>
        </w:trPr>
        <w:tc>
          <w:tcPr>
            <w:tcW w:w="944" w:type="dxa"/>
          </w:tcPr>
          <w:p w14:paraId="79C3466E" w14:textId="77777777" w:rsidR="00B72D84" w:rsidRPr="00067325" w:rsidRDefault="00B72D84" w:rsidP="001654DF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R5</w:t>
            </w:r>
          </w:p>
        </w:tc>
        <w:tc>
          <w:tcPr>
            <w:tcW w:w="8110" w:type="dxa"/>
          </w:tcPr>
          <w:p w14:paraId="5371E3CB" w14:textId="77777777" w:rsidR="00B72D84" w:rsidRPr="00067325" w:rsidRDefault="00B72D84" w:rsidP="001654DF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67325">
              <w:rPr>
                <w:rFonts w:ascii="Lato" w:hAnsi="Lato" w:cs="Arial"/>
                <w:sz w:val="20"/>
                <w:szCs w:val="20"/>
                <w:lang w:val="pl-PL" w:eastAsia="pl-PL"/>
              </w:rPr>
              <w:t>Walidacja 1: jeśli wybrano deklarację AKC4zo to pole musi być puste.</w:t>
            </w:r>
          </w:p>
          <w:p w14:paraId="533CCA12" w14:textId="77777777" w:rsidR="00B72D84" w:rsidRPr="00067325" w:rsidRDefault="00B72D84" w:rsidP="001654DF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cs="Arial"/>
                <w:sz w:val="20"/>
                <w:szCs w:val="20"/>
              </w:rPr>
              <w:t xml:space="preserve">Walidacja 2: Wypełnione może być tylko jedno pole numeru akcyzowego – jeśli wskazany jest obcy skład to nie własny. </w:t>
            </w:r>
          </w:p>
        </w:tc>
      </w:tr>
      <w:tr w:rsidR="00B72D84" w:rsidRPr="005A6BCF" w14:paraId="1BA20D95" w14:textId="77777777" w:rsidTr="000401BC">
        <w:trPr>
          <w:trHeight w:val="213"/>
        </w:trPr>
        <w:tc>
          <w:tcPr>
            <w:tcW w:w="944" w:type="dxa"/>
          </w:tcPr>
          <w:p w14:paraId="332BD0F8" w14:textId="77777777" w:rsidR="00B72D84" w:rsidRPr="00067325" w:rsidRDefault="00B72D84" w:rsidP="001654DF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R6</w:t>
            </w:r>
          </w:p>
        </w:tc>
        <w:tc>
          <w:tcPr>
            <w:tcW w:w="8110" w:type="dxa"/>
          </w:tcPr>
          <w:p w14:paraId="32FC7F07" w14:textId="77777777" w:rsidR="00B72D84" w:rsidRPr="00067325" w:rsidRDefault="00B72D84" w:rsidP="001654DF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67325">
              <w:rPr>
                <w:rFonts w:ascii="Lato" w:hAnsi="Lato"/>
                <w:sz w:val="20"/>
                <w:szCs w:val="20"/>
                <w:lang w:val="pl-PL" w:eastAsia="pl-PL"/>
              </w:rPr>
              <w:t>Pole wypełniane danymi z systemu PDR na podstawie numeru z pola numer akcyzowy składu. Funkcja wywoływana przyciskiem „POBIERZ ADRES”</w:t>
            </w:r>
          </w:p>
        </w:tc>
      </w:tr>
      <w:tr w:rsidR="00B72D84" w:rsidRPr="005A6BCF" w14:paraId="0A3D3F7F" w14:textId="77777777" w:rsidTr="000401BC">
        <w:trPr>
          <w:trHeight w:val="213"/>
        </w:trPr>
        <w:tc>
          <w:tcPr>
            <w:tcW w:w="944" w:type="dxa"/>
          </w:tcPr>
          <w:p w14:paraId="32EFBF08" w14:textId="77777777" w:rsidR="00B72D84" w:rsidRPr="00067325" w:rsidRDefault="00B72D84" w:rsidP="001654DF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R10</w:t>
            </w:r>
          </w:p>
        </w:tc>
        <w:tc>
          <w:tcPr>
            <w:tcW w:w="8110" w:type="dxa"/>
          </w:tcPr>
          <w:p w14:paraId="32806EB3" w14:textId="77777777" w:rsidR="00B72D84" w:rsidRPr="00067325" w:rsidRDefault="00B72D84" w:rsidP="001654DF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067325">
              <w:rPr>
                <w:rFonts w:ascii="Lato" w:hAnsi="Lato"/>
                <w:sz w:val="20"/>
                <w:szCs w:val="20"/>
                <w:lang w:val="pl-PL" w:eastAsia="pl-PL"/>
              </w:rPr>
              <w:t>Pole nie jest wymagalne w przypadku, gdy nie wypełniono żadnej pozycji w części „Informacja o kwotach wpłat dziennych” deklaracji.</w:t>
            </w:r>
          </w:p>
          <w:p w14:paraId="042385E0" w14:textId="77777777" w:rsidR="00B72D84" w:rsidRPr="00067325" w:rsidRDefault="00B72D84" w:rsidP="001654DF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067325">
              <w:rPr>
                <w:rFonts w:ascii="Lato" w:hAnsi="Lato"/>
                <w:sz w:val="20"/>
                <w:szCs w:val="20"/>
                <w:lang w:val="pl-PL" w:eastAsia="pl-PL"/>
              </w:rPr>
              <w:t xml:space="preserve">Walidacja 1: Część „Informacja o kwotach wpłat dziennych” powinna mieć co najmniej jedną pozycję jeżeli jest wypełnione przynajmniej jedno z 3-ch pól załącznika AKC-4/M: pole „Numer akcyzowy składu (podatnik prowadzący skład)”, „Numer akcyzowy składu (podatnik korzystający z obcego składu)” lub „Numer akcyzowy zarejestrowanego odbiorcy” </w:t>
            </w:r>
            <w:r w:rsidRPr="00067325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oraz wskazano chociaż jeden wyrób akcyzowy w części „obliczenie kwoty podatku akcyzowego od poszczególnych wyrobów.</w:t>
            </w:r>
          </w:p>
          <w:p w14:paraId="61D3825E" w14:textId="77777777" w:rsidR="00B72D84" w:rsidRPr="00067325" w:rsidRDefault="00B72D84" w:rsidP="001654DF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067325">
              <w:rPr>
                <w:rFonts w:ascii="Lato" w:hAnsi="Lato"/>
                <w:sz w:val="20"/>
                <w:szCs w:val="20"/>
                <w:lang w:val="pl-PL" w:eastAsia="pl-PL"/>
              </w:rPr>
              <w:t xml:space="preserve">Walidacja 2: Czy wprowadzona wartość równa się sumie wartości z pól „Kwota dokonanej wpłaty dziennej” dla kolejnych dat. </w:t>
            </w:r>
          </w:p>
        </w:tc>
      </w:tr>
      <w:tr w:rsidR="00B72D84" w:rsidRPr="005A6BCF" w14:paraId="7C99D439" w14:textId="77777777" w:rsidTr="000401BC">
        <w:trPr>
          <w:trHeight w:val="213"/>
        </w:trPr>
        <w:tc>
          <w:tcPr>
            <w:tcW w:w="944" w:type="dxa"/>
          </w:tcPr>
          <w:p w14:paraId="6AB99B77" w14:textId="77777777" w:rsidR="00B72D84" w:rsidRPr="00067325" w:rsidRDefault="00B72D84" w:rsidP="001654DF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67325">
              <w:rPr>
                <w:rFonts w:eastAsia="Times New Roman" w:cs="Arial"/>
                <w:color w:val="000000"/>
                <w:sz w:val="20"/>
                <w:szCs w:val="20"/>
              </w:rPr>
              <w:lastRenderedPageBreak/>
              <w:t>R11</w:t>
            </w:r>
          </w:p>
        </w:tc>
        <w:tc>
          <w:tcPr>
            <w:tcW w:w="8110" w:type="dxa"/>
          </w:tcPr>
          <w:p w14:paraId="6D8E0423" w14:textId="77777777" w:rsidR="00B72D84" w:rsidRPr="00067325" w:rsidRDefault="00B72D84" w:rsidP="001654DF">
            <w:pPr>
              <w:pStyle w:val="Z2tabelatekst"/>
              <w:jc w:val="both"/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</w:pPr>
            <w:r w:rsidRPr="00067325"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  <w:t>Wersja papierowa dokumentu: System wstawia nazwę pobraną ze słownika w ISZTAR.</w:t>
            </w:r>
          </w:p>
          <w:p w14:paraId="7C419FBB" w14:textId="77777777" w:rsidR="00B72D84" w:rsidRPr="00067325" w:rsidRDefault="00B72D84" w:rsidP="001654DF">
            <w:pPr>
              <w:pStyle w:val="Z2tabelatekst"/>
              <w:jc w:val="both"/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</w:pPr>
            <w:r w:rsidRPr="00067325"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  <w:t xml:space="preserve">Walidacja dla wersji elektronicznej: porównanie wprowadzonej nazwy grupy wyrobów z wartością pobraną z systemu ISZTAR na podstawie kodu CN. </w:t>
            </w:r>
          </w:p>
        </w:tc>
      </w:tr>
      <w:tr w:rsidR="00B72D84" w:rsidRPr="005A6BCF" w14:paraId="7E3DD5F9" w14:textId="77777777" w:rsidTr="000401BC">
        <w:trPr>
          <w:trHeight w:val="213"/>
        </w:trPr>
        <w:tc>
          <w:tcPr>
            <w:tcW w:w="944" w:type="dxa"/>
          </w:tcPr>
          <w:p w14:paraId="346F8253" w14:textId="77777777" w:rsidR="00B72D84" w:rsidRPr="00067325" w:rsidRDefault="00B72D84" w:rsidP="001654DF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67325">
              <w:rPr>
                <w:rFonts w:eastAsia="Times New Roman" w:cs="Arial"/>
                <w:color w:val="000000"/>
                <w:sz w:val="20"/>
                <w:szCs w:val="20"/>
              </w:rPr>
              <w:t>R12</w:t>
            </w:r>
          </w:p>
        </w:tc>
        <w:tc>
          <w:tcPr>
            <w:tcW w:w="8110" w:type="dxa"/>
          </w:tcPr>
          <w:p w14:paraId="34E7681E" w14:textId="77777777" w:rsidR="00B72D84" w:rsidRPr="00067325" w:rsidRDefault="00B72D84" w:rsidP="001654DF">
            <w:pPr>
              <w:pStyle w:val="Z2tabelatekst"/>
              <w:jc w:val="both"/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</w:pPr>
            <w:r w:rsidRPr="00067325"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  <w:t>Wartość przekazywana dla wywołania usługi pobrania danych z ISZTAR dla pól „Nazwa grupy wyrobów” i „Stawka podatku”.</w:t>
            </w:r>
          </w:p>
          <w:p w14:paraId="2C92290E" w14:textId="77777777" w:rsidR="00B72D84" w:rsidRPr="00067325" w:rsidRDefault="00B72D84" w:rsidP="001654DF">
            <w:pPr>
              <w:pStyle w:val="Z2tabelatekst"/>
              <w:jc w:val="both"/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</w:pPr>
            <w:r w:rsidRPr="00067325"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  <w:t>Walidacja czy kod CN jest w zakresie obsługiwanym przez załącznik danego typu. Jeśli nie błąd typu 2.</w:t>
            </w:r>
          </w:p>
        </w:tc>
      </w:tr>
      <w:tr w:rsidR="00B72D84" w:rsidRPr="005A6BCF" w14:paraId="5CAA75F5" w14:textId="77777777" w:rsidTr="000401BC">
        <w:trPr>
          <w:trHeight w:val="213"/>
        </w:trPr>
        <w:tc>
          <w:tcPr>
            <w:tcW w:w="944" w:type="dxa"/>
          </w:tcPr>
          <w:p w14:paraId="2546B422" w14:textId="77777777" w:rsidR="00B72D84" w:rsidRPr="00067325" w:rsidRDefault="00B72D84" w:rsidP="001654DF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67325">
              <w:rPr>
                <w:rFonts w:eastAsia="Times New Roman" w:cs="Arial"/>
                <w:color w:val="000000"/>
                <w:sz w:val="20"/>
                <w:szCs w:val="20"/>
              </w:rPr>
              <w:t>R13</w:t>
            </w:r>
          </w:p>
        </w:tc>
        <w:tc>
          <w:tcPr>
            <w:tcW w:w="8110" w:type="dxa"/>
          </w:tcPr>
          <w:p w14:paraId="24794DCD" w14:textId="77777777" w:rsidR="00B72D84" w:rsidRPr="00067325" w:rsidRDefault="00B72D84" w:rsidP="001654DF">
            <w:pPr>
              <w:pStyle w:val="Z2tabelatekst"/>
              <w:jc w:val="both"/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</w:pPr>
            <w:r w:rsidRPr="00067325"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  <w:t>Walidacja: wprowadzona wartość powinna być równa wyliczonej ze wzoru: wartość w polu „Ilość wyrobów w mililitrach” * wartość w polu „Stawka podatku”.</w:t>
            </w:r>
          </w:p>
        </w:tc>
      </w:tr>
      <w:tr w:rsidR="00B72D84" w:rsidRPr="005A6BCF" w14:paraId="49532A60" w14:textId="77777777" w:rsidTr="000401BC">
        <w:trPr>
          <w:trHeight w:val="213"/>
        </w:trPr>
        <w:tc>
          <w:tcPr>
            <w:tcW w:w="944" w:type="dxa"/>
          </w:tcPr>
          <w:p w14:paraId="127C1298" w14:textId="77777777" w:rsidR="00B72D84" w:rsidRPr="00067325" w:rsidRDefault="00B72D84" w:rsidP="001654DF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67325">
              <w:rPr>
                <w:rFonts w:eastAsia="Times New Roman" w:cs="Arial"/>
                <w:color w:val="000000"/>
                <w:sz w:val="20"/>
                <w:szCs w:val="20"/>
              </w:rPr>
              <w:t>R15</w:t>
            </w:r>
          </w:p>
        </w:tc>
        <w:tc>
          <w:tcPr>
            <w:tcW w:w="8110" w:type="dxa"/>
          </w:tcPr>
          <w:p w14:paraId="3CE21BD9" w14:textId="77777777" w:rsidR="00B72D84" w:rsidRPr="00067325" w:rsidRDefault="00B72D84" w:rsidP="001654DF">
            <w:pPr>
              <w:pStyle w:val="Z2tabelatekst"/>
              <w:jc w:val="both"/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</w:pPr>
            <w:r w:rsidRPr="00067325"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  <w:t>Walidacja: sprawdzenie czy suma kwot z pozycji „Nadwyżka przedpłaty akcyzy” i „Przedpłata akcyzy do zapłaty” deklaracji AKC-PA (F) (za okres) jest równa wprowadzonej w polu wartości.</w:t>
            </w:r>
          </w:p>
        </w:tc>
      </w:tr>
      <w:tr w:rsidR="00B72D84" w:rsidRPr="005A6BCF" w14:paraId="6421B709" w14:textId="77777777" w:rsidTr="000401BC">
        <w:trPr>
          <w:trHeight w:val="213"/>
        </w:trPr>
        <w:tc>
          <w:tcPr>
            <w:tcW w:w="944" w:type="dxa"/>
          </w:tcPr>
          <w:p w14:paraId="168D76D9" w14:textId="77777777" w:rsidR="00B72D84" w:rsidRPr="00067325" w:rsidRDefault="00B72D84" w:rsidP="001654DF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67325">
              <w:rPr>
                <w:rFonts w:eastAsia="Times New Roman" w:cs="Arial"/>
                <w:color w:val="000000"/>
                <w:sz w:val="20"/>
                <w:szCs w:val="20"/>
              </w:rPr>
              <w:t>R16</w:t>
            </w:r>
          </w:p>
        </w:tc>
        <w:tc>
          <w:tcPr>
            <w:tcW w:w="8110" w:type="dxa"/>
          </w:tcPr>
          <w:p w14:paraId="4C1531BB" w14:textId="77777777" w:rsidR="00B72D84" w:rsidRPr="00067325" w:rsidRDefault="00B72D84" w:rsidP="001654DF">
            <w:pPr>
              <w:pStyle w:val="Z2tabelatekst"/>
              <w:jc w:val="both"/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</w:pPr>
            <w:r w:rsidRPr="00067325"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  <w:t>Walidacja: jeśli wynik wyliczenia jest różny od wprowadzonej wartości, to jest Błąd. Jeśli wyliczona wartość jest ujemna, powinno być 0</w:t>
            </w:r>
          </w:p>
        </w:tc>
      </w:tr>
      <w:tr w:rsidR="00B72D84" w:rsidRPr="005A6BCF" w14:paraId="042F07A5" w14:textId="77777777" w:rsidTr="000401BC">
        <w:trPr>
          <w:trHeight w:val="213"/>
        </w:trPr>
        <w:tc>
          <w:tcPr>
            <w:tcW w:w="944" w:type="dxa"/>
          </w:tcPr>
          <w:p w14:paraId="7C77C7E1" w14:textId="77777777" w:rsidR="00B72D84" w:rsidRPr="00067325" w:rsidRDefault="00B72D84" w:rsidP="001654DF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67325">
              <w:rPr>
                <w:rFonts w:eastAsia="Times New Roman" w:cs="Arial"/>
                <w:color w:val="000000"/>
                <w:sz w:val="20"/>
                <w:szCs w:val="20"/>
              </w:rPr>
              <w:t>R17</w:t>
            </w:r>
          </w:p>
        </w:tc>
        <w:tc>
          <w:tcPr>
            <w:tcW w:w="8110" w:type="dxa"/>
          </w:tcPr>
          <w:p w14:paraId="1A3C0D5C" w14:textId="77777777" w:rsidR="00B72D84" w:rsidRPr="00067325" w:rsidRDefault="00B72D84" w:rsidP="001654DF">
            <w:pPr>
              <w:pStyle w:val="Z2tabelatekst"/>
              <w:jc w:val="both"/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</w:pPr>
            <w:r w:rsidRPr="00067325"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  <w:t>Pole niewymagalne (puste) w przypadku, gdy nie złożono AKC-PA za ten sam okres rozliczeniowy.</w:t>
            </w:r>
          </w:p>
          <w:p w14:paraId="0CD93766" w14:textId="77777777" w:rsidR="00B72D84" w:rsidRPr="00067325" w:rsidRDefault="00B72D84" w:rsidP="001654DF">
            <w:pPr>
              <w:pStyle w:val="Z2tabelatekst"/>
              <w:jc w:val="both"/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</w:pPr>
            <w:r w:rsidRPr="00067325"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  <w:t>Walidacja: jeśli wynik wyliczenia jest różny od wprowadzonej wartości, to jest Błąd. Jeśli wyliczona wartość jest ujemna, powinno być 0.</w:t>
            </w:r>
          </w:p>
        </w:tc>
      </w:tr>
      <w:tr w:rsidR="00B72D84" w:rsidRPr="005A6BCF" w14:paraId="46A9ACDA" w14:textId="77777777" w:rsidTr="000401BC">
        <w:trPr>
          <w:trHeight w:val="213"/>
        </w:trPr>
        <w:tc>
          <w:tcPr>
            <w:tcW w:w="944" w:type="dxa"/>
          </w:tcPr>
          <w:p w14:paraId="1B44F247" w14:textId="77777777" w:rsidR="00B72D84" w:rsidRPr="00067325" w:rsidRDefault="00B72D84" w:rsidP="001654DF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67325">
              <w:rPr>
                <w:rFonts w:eastAsia="Times New Roman" w:cs="Arial"/>
                <w:color w:val="000000"/>
                <w:sz w:val="20"/>
                <w:szCs w:val="20"/>
              </w:rPr>
              <w:t>R18</w:t>
            </w:r>
          </w:p>
        </w:tc>
        <w:tc>
          <w:tcPr>
            <w:tcW w:w="8110" w:type="dxa"/>
          </w:tcPr>
          <w:p w14:paraId="3F0F3D26" w14:textId="77777777" w:rsidR="00B72D84" w:rsidRPr="00067325" w:rsidRDefault="00B72D84" w:rsidP="001654DF">
            <w:pPr>
              <w:pStyle w:val="Z2tabelatekst"/>
              <w:jc w:val="both"/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</w:pPr>
            <w:r w:rsidRPr="00067325">
              <w:rPr>
                <w:rFonts w:ascii="Lato" w:hAnsi="Lato" w:cs="Arial"/>
                <w:sz w:val="20"/>
                <w:szCs w:val="20"/>
              </w:rPr>
              <w:t>Wartość pola („ubytek” lub „całkowite zniszczenie”)</w:t>
            </w:r>
          </w:p>
        </w:tc>
      </w:tr>
      <w:tr w:rsidR="00B72D84" w14:paraId="159D15D0" w14:textId="77777777" w:rsidTr="000401BC">
        <w:trPr>
          <w:trHeight w:val="213"/>
        </w:trPr>
        <w:tc>
          <w:tcPr>
            <w:tcW w:w="944" w:type="dxa"/>
          </w:tcPr>
          <w:p w14:paraId="7658FD0F" w14:textId="77777777" w:rsidR="00B72D84" w:rsidRPr="00067325" w:rsidRDefault="00B72D84" w:rsidP="001654DF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067325">
              <w:rPr>
                <w:rFonts w:eastAsia="Times New Roman" w:cs="Arial"/>
                <w:color w:val="000000"/>
                <w:sz w:val="20"/>
                <w:szCs w:val="20"/>
              </w:rPr>
              <w:t>R19</w:t>
            </w:r>
          </w:p>
        </w:tc>
        <w:tc>
          <w:tcPr>
            <w:tcW w:w="8110" w:type="dxa"/>
          </w:tcPr>
          <w:p w14:paraId="4EF12ECC" w14:textId="77777777" w:rsidR="00B72D84" w:rsidRPr="00067325" w:rsidRDefault="00B72D84" w:rsidP="001654DF">
            <w:pPr>
              <w:rPr>
                <w:rFonts w:eastAsia="Times New Roman" w:cs="Arial"/>
                <w:sz w:val="20"/>
                <w:szCs w:val="20"/>
              </w:rPr>
            </w:pPr>
            <w:r w:rsidRPr="00067325">
              <w:rPr>
                <w:rFonts w:eastAsia="Times New Roman" w:cs="Arial"/>
                <w:sz w:val="20"/>
                <w:szCs w:val="20"/>
              </w:rPr>
              <w:t>Dopuszczalnym okresem (period) za który będzie mogła być złożona deklaracja: nie może być wcześniejszy niż luty 2018 roku.</w:t>
            </w:r>
          </w:p>
        </w:tc>
      </w:tr>
    </w:tbl>
    <w:p w14:paraId="2EEB9917" w14:textId="77777777" w:rsidR="00F53FE2" w:rsidRDefault="00F53FE2">
      <w:r>
        <w:br w:type="page"/>
      </w:r>
    </w:p>
    <w:p w14:paraId="1B029962" w14:textId="77777777" w:rsidR="00840865" w:rsidRPr="00522834" w:rsidRDefault="00840865" w:rsidP="00C048E5">
      <w:pPr>
        <w:pStyle w:val="Nagwek2"/>
      </w:pPr>
      <w:bookmarkStart w:id="456" w:name="_Toc182566498"/>
      <w:r w:rsidRPr="00522834">
        <w:lastRenderedPageBreak/>
        <w:t>Załączniki AKC-4/</w:t>
      </w:r>
      <w:r>
        <w:t>N</w:t>
      </w:r>
      <w:r w:rsidRPr="00522834">
        <w:t xml:space="preserve"> do deklaracji AKC4</w:t>
      </w:r>
      <w:bookmarkEnd w:id="456"/>
    </w:p>
    <w:p w14:paraId="4DC2FC7F" w14:textId="77777777" w:rsidR="00840865" w:rsidRDefault="00840865" w:rsidP="00C048E5">
      <w:pPr>
        <w:pStyle w:val="Nagwek3"/>
      </w:pPr>
      <w:bookmarkStart w:id="457" w:name="_Toc182566499"/>
      <w:r>
        <w:t>Komunikat AKC4N</w:t>
      </w:r>
      <w:bookmarkEnd w:id="457"/>
    </w:p>
    <w:p w14:paraId="4C5D814F" w14:textId="77777777" w:rsidR="00840865" w:rsidRPr="00481FCB" w:rsidRDefault="00840865" w:rsidP="00840865">
      <w:pPr>
        <w:pStyle w:val="Schema-Description"/>
        <w:spacing w:before="0" w:beforeAutospacing="0" w:after="0" w:afterAutospacing="0"/>
        <w:rPr>
          <w:rFonts w:ascii="Lato" w:hAnsi="Lato" w:cs="Arial"/>
          <w:sz w:val="24"/>
          <w:szCs w:val="24"/>
        </w:rPr>
      </w:pPr>
      <w:r w:rsidRPr="00481FCB">
        <w:rPr>
          <w:rFonts w:ascii="Lato" w:hAnsi="Lato"/>
          <w:sz w:val="24"/>
          <w:szCs w:val="24"/>
        </w:rPr>
        <w:t>PODATEK AKCYZOWY OD WYROBÓW NOWATORSKICH</w:t>
      </w:r>
    </w:p>
    <w:p w14:paraId="3A368020" w14:textId="77777777" w:rsidR="00840865" w:rsidRDefault="00840865" w:rsidP="00C048E5">
      <w:pPr>
        <w:pStyle w:val="Nagwek3"/>
      </w:pPr>
      <w:bookmarkStart w:id="458" w:name="_Toc182566500"/>
      <w:r>
        <w:t>Specyfikacja AKC4N</w:t>
      </w:r>
      <w:bookmarkEnd w:id="458"/>
    </w:p>
    <w:p w14:paraId="57DE2FF4" w14:textId="77777777" w:rsidR="00840865" w:rsidRPr="00481FCB" w:rsidRDefault="00840865" w:rsidP="00840865">
      <w:r w:rsidRPr="00481FCB">
        <w:t xml:space="preserve">Struktury typu </w:t>
      </w:r>
      <w:r w:rsidRPr="00481FCB">
        <w:rPr>
          <w:rFonts w:eastAsia="Times New Roman"/>
        </w:rPr>
        <w:t>ZDailyAmount, ZCalculOfAmountOfExciseDuty</w:t>
      </w:r>
      <w:r w:rsidRPr="00481FCB">
        <w:t xml:space="preserve"> zostały zdefiniowane w dokumencie </w:t>
      </w:r>
      <w:r w:rsidRPr="00481FCB">
        <w:fldChar w:fldCharType="begin"/>
      </w:r>
      <w:r w:rsidRPr="00481FCB">
        <w:instrText xml:space="preserve"> REF _Ref361653747 \r \h  \* MERGEFORMAT </w:instrText>
      </w:r>
      <w:r w:rsidRPr="00481FCB">
        <w:fldChar w:fldCharType="separate"/>
      </w:r>
      <w:r w:rsidRPr="00481FCB">
        <w:t>A1</w:t>
      </w:r>
      <w:r w:rsidRPr="00481FCB">
        <w:fldChar w:fldCharType="end"/>
      </w:r>
      <w:r w:rsidRPr="00481FCB">
        <w:t xml:space="preserve"> i nie będą tutaj szczegółowo omawiane.</w:t>
      </w:r>
    </w:p>
    <w:p w14:paraId="23F534D4" w14:textId="6EEE4C0E" w:rsidR="00644607" w:rsidRDefault="00644607" w:rsidP="00644607">
      <w:pPr>
        <w:pStyle w:val="Legenda"/>
        <w:keepNext/>
      </w:pPr>
      <w:bookmarkStart w:id="459" w:name="_Toc182566669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138</w:t>
      </w:r>
      <w:r w:rsidR="00715F4C">
        <w:rPr>
          <w:noProof/>
        </w:rPr>
        <w:fldChar w:fldCharType="end"/>
      </w:r>
      <w:r>
        <w:t xml:space="preserve">. </w:t>
      </w:r>
      <w:r w:rsidRPr="00DA7E8B">
        <w:t>Dane ogólne w ramach struktury załącznika AKC-4/N</w:t>
      </w:r>
      <w:bookmarkEnd w:id="459"/>
    </w:p>
    <w:tbl>
      <w:tblPr>
        <w:tblStyle w:val="Siatkatabelijasn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0401BC" w:rsidRPr="00AB43F8" w14:paraId="7019A483" w14:textId="77777777" w:rsidTr="00C070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09E91037" w14:textId="77777777" w:rsidR="000401BC" w:rsidRPr="00AB43F8" w:rsidRDefault="000401BC" w:rsidP="00F353E2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AB43F8">
              <w:rPr>
                <w:rFonts w:eastAsia="Times New Roman" w:cs="Arial"/>
                <w:b/>
                <w:sz w:val="18"/>
                <w:szCs w:val="18"/>
              </w:rPr>
              <w:t>Ogólne</w:t>
            </w:r>
          </w:p>
        </w:tc>
        <w:tc>
          <w:tcPr>
            <w:tcW w:w="6584" w:type="dxa"/>
          </w:tcPr>
          <w:p w14:paraId="5D99CB50" w14:textId="2124554C" w:rsidR="000401BC" w:rsidRPr="00AB43F8" w:rsidRDefault="000401BC" w:rsidP="00F353E2">
            <w:pPr>
              <w:rPr>
                <w:rFonts w:eastAsia="Times New Roman" w:cs="Arial"/>
                <w:b/>
                <w:sz w:val="18"/>
                <w:szCs w:val="18"/>
              </w:rPr>
            </w:pPr>
          </w:p>
        </w:tc>
      </w:tr>
      <w:tr w:rsidR="00840865" w:rsidRPr="00AB43F8" w14:paraId="68529885" w14:textId="77777777" w:rsidTr="00C07074">
        <w:tc>
          <w:tcPr>
            <w:tcW w:w="2738" w:type="dxa"/>
          </w:tcPr>
          <w:p w14:paraId="22C91760" w14:textId="77777777" w:rsidR="00840865" w:rsidRPr="00AB43F8" w:rsidRDefault="00840865" w:rsidP="00F353E2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17927301" w14:textId="7777777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 xml:space="preserve">Struktura załącznika do </w:t>
            </w:r>
            <w:r w:rsidRPr="00AB43F8">
              <w:rPr>
                <w:rFonts w:cs="Arial"/>
                <w:sz w:val="20"/>
                <w:szCs w:val="20"/>
              </w:rPr>
              <w:t xml:space="preserve">deklaracji AKC4 </w:t>
            </w:r>
          </w:p>
        </w:tc>
      </w:tr>
      <w:tr w:rsidR="00840865" w:rsidRPr="00AB43F8" w14:paraId="2490914B" w14:textId="77777777" w:rsidTr="00C07074">
        <w:tc>
          <w:tcPr>
            <w:tcW w:w="2738" w:type="dxa"/>
          </w:tcPr>
          <w:p w14:paraId="43B21822" w14:textId="77777777" w:rsidR="00840865" w:rsidRPr="00AB43F8" w:rsidRDefault="00840865" w:rsidP="00F353E2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2254A6D2" w14:textId="7777777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40865" w:rsidRPr="00AB43F8" w14:paraId="04471C1A" w14:textId="77777777" w:rsidTr="00C07074">
        <w:tc>
          <w:tcPr>
            <w:tcW w:w="2738" w:type="dxa"/>
          </w:tcPr>
          <w:p w14:paraId="5922BD44" w14:textId="77777777" w:rsidR="00840865" w:rsidRPr="00AB43F8" w:rsidRDefault="00840865" w:rsidP="00F353E2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24C3BD6F" w14:textId="7777777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2_0</w:t>
            </w:r>
          </w:p>
        </w:tc>
      </w:tr>
      <w:tr w:rsidR="00840865" w:rsidRPr="00AB43F8" w14:paraId="0B25DCE4" w14:textId="77777777" w:rsidTr="00C07074">
        <w:tc>
          <w:tcPr>
            <w:tcW w:w="2738" w:type="dxa"/>
          </w:tcPr>
          <w:p w14:paraId="370DBD94" w14:textId="77777777" w:rsidR="00840865" w:rsidRPr="00AB43F8" w:rsidRDefault="00840865" w:rsidP="00F353E2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Zależności od innych deklaracji</w:t>
            </w:r>
          </w:p>
        </w:tc>
        <w:tc>
          <w:tcPr>
            <w:tcW w:w="6584" w:type="dxa"/>
          </w:tcPr>
          <w:p w14:paraId="252EB015" w14:textId="7777777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40865" w:rsidRPr="00AB43F8" w14:paraId="7EFAF6A8" w14:textId="77777777" w:rsidTr="00C07074">
        <w:tc>
          <w:tcPr>
            <w:tcW w:w="2738" w:type="dxa"/>
          </w:tcPr>
          <w:p w14:paraId="4697C057" w14:textId="77777777" w:rsidR="00840865" w:rsidRPr="00AB43F8" w:rsidRDefault="00840865" w:rsidP="00F353E2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46BA9535" w14:textId="7777777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XML</w:t>
            </w:r>
          </w:p>
        </w:tc>
      </w:tr>
      <w:tr w:rsidR="00840865" w:rsidRPr="00AB43F8" w14:paraId="6259A49A" w14:textId="77777777" w:rsidTr="00C07074">
        <w:tc>
          <w:tcPr>
            <w:tcW w:w="2738" w:type="dxa"/>
          </w:tcPr>
          <w:p w14:paraId="7CD57427" w14:textId="77777777" w:rsidR="00840865" w:rsidRPr="00AB43F8" w:rsidRDefault="00840865" w:rsidP="00F353E2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23D5F661" w14:textId="7777777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840865" w:rsidRPr="00AB43F8" w14:paraId="0EFA93F1" w14:textId="77777777" w:rsidTr="00C07074">
        <w:tc>
          <w:tcPr>
            <w:tcW w:w="2738" w:type="dxa"/>
          </w:tcPr>
          <w:p w14:paraId="240C9F15" w14:textId="77777777" w:rsidR="00840865" w:rsidRPr="00AB43F8" w:rsidRDefault="00840865" w:rsidP="00F353E2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133FBB21" w14:textId="7777777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XML</w:t>
            </w:r>
          </w:p>
        </w:tc>
      </w:tr>
      <w:tr w:rsidR="00840865" w:rsidRPr="00AB43F8" w14:paraId="400DE881" w14:textId="77777777" w:rsidTr="00C07074">
        <w:tc>
          <w:tcPr>
            <w:tcW w:w="2738" w:type="dxa"/>
          </w:tcPr>
          <w:p w14:paraId="3E0A4BCF" w14:textId="77777777" w:rsidR="00840865" w:rsidRPr="00AB43F8" w:rsidRDefault="00840865" w:rsidP="00F353E2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Namespaces</w:t>
            </w:r>
          </w:p>
        </w:tc>
        <w:tc>
          <w:tcPr>
            <w:tcW w:w="6584" w:type="dxa"/>
          </w:tcPr>
          <w:p w14:paraId="2C0B1413" w14:textId="7777777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http://www.e-clo.pl/ZEFIR2/eZefir2/xsd/v6_0/Types.xsd</w:t>
            </w:r>
          </w:p>
        </w:tc>
      </w:tr>
      <w:tr w:rsidR="00840865" w:rsidRPr="00AB43F8" w14:paraId="532DF6DC" w14:textId="77777777" w:rsidTr="00C07074">
        <w:tc>
          <w:tcPr>
            <w:tcW w:w="2738" w:type="dxa"/>
          </w:tcPr>
          <w:p w14:paraId="709D8144" w14:textId="77777777" w:rsidR="00840865" w:rsidRPr="00AB43F8" w:rsidRDefault="00840865" w:rsidP="00F353E2">
            <w:pPr>
              <w:snapToGrid w:val="0"/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6574F6D3" w14:textId="7777777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akc_4n.xsd</w:t>
            </w:r>
          </w:p>
        </w:tc>
      </w:tr>
    </w:tbl>
    <w:p w14:paraId="39942D03" w14:textId="77777777" w:rsidR="00840865" w:rsidRPr="00AB7581" w:rsidRDefault="00840865" w:rsidP="00C048E5">
      <w:pPr>
        <w:pStyle w:val="Nagwek3"/>
      </w:pPr>
      <w:bookmarkStart w:id="460" w:name="_Toc182566501"/>
      <w:r w:rsidRPr="00AB7581">
        <w:t>Struktura AKC4N</w:t>
      </w:r>
      <w:bookmarkEnd w:id="460"/>
    </w:p>
    <w:p w14:paraId="106280F7" w14:textId="77777777" w:rsidR="00AB7581" w:rsidRPr="00AB7581" w:rsidRDefault="00AB7581" w:rsidP="00AB7581">
      <w:pPr>
        <w:pStyle w:val="Akapitzlist"/>
        <w:numPr>
          <w:ilvl w:val="0"/>
          <w:numId w:val="26"/>
        </w:numPr>
        <w:rPr>
          <w:rFonts w:ascii="Consolas" w:hAnsi="Consolas"/>
          <w:lang w:val="en-GB"/>
        </w:rPr>
      </w:pPr>
      <w:r w:rsidRPr="00AB7581">
        <w:rPr>
          <w:rFonts w:ascii="Consolas" w:hAnsi="Consolas"/>
          <w:lang w:val="en-GB"/>
        </w:rPr>
        <w:t>(AKC4NType)</w:t>
      </w:r>
    </w:p>
    <w:p w14:paraId="2DFA3B41" w14:textId="7507B1E7" w:rsidR="00AB7581" w:rsidRPr="00AB7581" w:rsidRDefault="00AB7581" w:rsidP="00AB7581">
      <w:pPr>
        <w:pStyle w:val="Akapitzlist"/>
        <w:numPr>
          <w:ilvl w:val="0"/>
          <w:numId w:val="26"/>
        </w:numPr>
        <w:rPr>
          <w:rFonts w:ascii="Consolas" w:hAnsi="Consolas"/>
          <w:lang w:val="en-GB"/>
        </w:rPr>
      </w:pPr>
      <w:r w:rsidRPr="00AB7581">
        <w:rPr>
          <w:rFonts w:ascii="Consolas" w:hAnsi="Consolas"/>
          <w:lang w:val="en-GB"/>
        </w:rPr>
        <w:t>(HeaderType)</w:t>
      </w:r>
    </w:p>
    <w:p w14:paraId="73BFF6F0" w14:textId="22D2AC5E" w:rsidR="00AB7581" w:rsidRPr="00AB7581" w:rsidRDefault="00AB7581" w:rsidP="00AB7581">
      <w:pPr>
        <w:pStyle w:val="Akapitzlist"/>
        <w:numPr>
          <w:ilvl w:val="0"/>
          <w:numId w:val="26"/>
        </w:numPr>
        <w:rPr>
          <w:rFonts w:ascii="Consolas" w:hAnsi="Consolas"/>
          <w:lang w:val="en-GB"/>
        </w:rPr>
      </w:pPr>
      <w:r w:rsidRPr="00AB7581">
        <w:rPr>
          <w:rFonts w:ascii="Consolas" w:hAnsi="Consolas"/>
          <w:lang w:val="en-GB"/>
        </w:rPr>
        <w:t>(WarehouseType)</w:t>
      </w:r>
    </w:p>
    <w:p w14:paraId="26715C96" w14:textId="322CFEB7" w:rsidR="00AB7581" w:rsidRPr="00AB7581" w:rsidRDefault="00AB7581" w:rsidP="00AB7581">
      <w:pPr>
        <w:pStyle w:val="Akapitzlist"/>
        <w:numPr>
          <w:ilvl w:val="0"/>
          <w:numId w:val="26"/>
        </w:numPr>
        <w:rPr>
          <w:rFonts w:ascii="Consolas" w:hAnsi="Consolas"/>
          <w:lang w:val="en-GB"/>
        </w:rPr>
      </w:pPr>
      <w:r w:rsidRPr="00AB7581">
        <w:rPr>
          <w:rFonts w:ascii="Consolas" w:hAnsi="Consolas"/>
          <w:lang w:val="en-GB"/>
        </w:rPr>
        <w:t>(ExciseDutyInformationType)</w:t>
      </w:r>
    </w:p>
    <w:p w14:paraId="65F9A2A8" w14:textId="0B3CF830" w:rsidR="00AB7581" w:rsidRPr="00AB7581" w:rsidRDefault="00AB7581" w:rsidP="00AB7581">
      <w:pPr>
        <w:pStyle w:val="Akapitzlist"/>
        <w:numPr>
          <w:ilvl w:val="0"/>
          <w:numId w:val="26"/>
        </w:numPr>
        <w:rPr>
          <w:rFonts w:ascii="Consolas" w:hAnsi="Consolas"/>
          <w:lang w:val="en-GB"/>
        </w:rPr>
      </w:pPr>
      <w:r w:rsidRPr="00AB7581">
        <w:rPr>
          <w:rFonts w:ascii="Consolas" w:hAnsi="Consolas"/>
          <w:lang w:val="en-GB"/>
        </w:rPr>
        <w:t>(CalculOfAmoountOfExciseDutyType)</w:t>
      </w:r>
    </w:p>
    <w:p w14:paraId="34E201C4" w14:textId="18A73CB3" w:rsidR="00AB7581" w:rsidRPr="00AB7581" w:rsidRDefault="00AB7581" w:rsidP="00AB7581">
      <w:pPr>
        <w:pStyle w:val="Akapitzlist"/>
        <w:numPr>
          <w:ilvl w:val="0"/>
          <w:numId w:val="26"/>
        </w:numPr>
        <w:rPr>
          <w:rFonts w:ascii="Consolas" w:hAnsi="Consolas"/>
          <w:lang w:val="en-GB"/>
        </w:rPr>
      </w:pPr>
      <w:r w:rsidRPr="00AB7581">
        <w:rPr>
          <w:rFonts w:ascii="Consolas" w:hAnsi="Consolas"/>
          <w:lang w:val="en-GB"/>
        </w:rPr>
        <w:t>(CleareanceExciseDutyType)</w:t>
      </w:r>
    </w:p>
    <w:p w14:paraId="5D6A83E8" w14:textId="1B253707" w:rsidR="00AB7581" w:rsidRPr="00AB7581" w:rsidRDefault="00AB7581" w:rsidP="00AB7581">
      <w:pPr>
        <w:pStyle w:val="Akapitzlist"/>
        <w:numPr>
          <w:ilvl w:val="0"/>
          <w:numId w:val="26"/>
        </w:numPr>
        <w:rPr>
          <w:rFonts w:ascii="Consolas" w:hAnsi="Consolas"/>
          <w:lang w:val="en-GB"/>
        </w:rPr>
      </w:pPr>
      <w:r w:rsidRPr="00AB7581">
        <w:rPr>
          <w:rFonts w:ascii="Consolas" w:hAnsi="Consolas"/>
          <w:lang w:val="en-GB"/>
        </w:rPr>
        <w:t>(ItemsType)</w:t>
      </w:r>
    </w:p>
    <w:p w14:paraId="5A5354F7" w14:textId="35EBBD70" w:rsidR="00AB7581" w:rsidRPr="00AB7581" w:rsidRDefault="00AB7581" w:rsidP="00AB7581">
      <w:pPr>
        <w:pStyle w:val="Akapitzlist"/>
        <w:numPr>
          <w:ilvl w:val="0"/>
          <w:numId w:val="26"/>
        </w:numPr>
        <w:rPr>
          <w:rFonts w:ascii="Consolas" w:hAnsi="Consolas"/>
          <w:lang w:val="en-GB"/>
        </w:rPr>
      </w:pPr>
      <w:r w:rsidRPr="00AB7581">
        <w:rPr>
          <w:rFonts w:ascii="Consolas" w:hAnsi="Consolas"/>
          <w:lang w:val="en-GB"/>
        </w:rPr>
        <w:t>(ItemType)</w:t>
      </w:r>
    </w:p>
    <w:p w14:paraId="49EF60F8" w14:textId="0BCE8C1F" w:rsidR="00AB7581" w:rsidRPr="00AB7581" w:rsidRDefault="00AB7581" w:rsidP="00AB7581">
      <w:pPr>
        <w:pStyle w:val="Akapitzlist"/>
        <w:numPr>
          <w:ilvl w:val="0"/>
          <w:numId w:val="26"/>
        </w:numPr>
        <w:rPr>
          <w:rFonts w:ascii="Consolas" w:hAnsi="Consolas"/>
          <w:lang w:val="en-GB"/>
        </w:rPr>
      </w:pPr>
      <w:r w:rsidRPr="00AB7581">
        <w:rPr>
          <w:rFonts w:ascii="Consolas" w:hAnsi="Consolas"/>
          <w:lang w:val="en-GB"/>
        </w:rPr>
        <w:t>(DailyPaymentInformationType)</w:t>
      </w:r>
    </w:p>
    <w:p w14:paraId="3C21DFE2" w14:textId="607848BC" w:rsidR="00840865" w:rsidRPr="00AB7581" w:rsidRDefault="00AB7581" w:rsidP="00AB7581">
      <w:pPr>
        <w:pStyle w:val="Akapitzlist"/>
        <w:numPr>
          <w:ilvl w:val="0"/>
          <w:numId w:val="26"/>
        </w:numPr>
        <w:rPr>
          <w:rFonts w:ascii="Consolas" w:hAnsi="Consolas"/>
        </w:rPr>
      </w:pPr>
      <w:r w:rsidRPr="00AB7581">
        <w:rPr>
          <w:rFonts w:ascii="Consolas" w:hAnsi="Consolas"/>
        </w:rPr>
        <w:t>ZDailyAmount</w:t>
      </w:r>
    </w:p>
    <w:p w14:paraId="5132E1D7" w14:textId="637A99C7" w:rsidR="00644607" w:rsidRDefault="00644607" w:rsidP="00644607">
      <w:pPr>
        <w:pStyle w:val="Legenda"/>
        <w:keepNext/>
      </w:pPr>
      <w:bookmarkStart w:id="461" w:name="_Toc182566670"/>
      <w:r>
        <w:lastRenderedPageBreak/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139</w:t>
      </w:r>
      <w:r w:rsidR="00715F4C">
        <w:rPr>
          <w:noProof/>
        </w:rPr>
        <w:fldChar w:fldCharType="end"/>
      </w:r>
      <w:r>
        <w:t xml:space="preserve">. </w:t>
      </w:r>
      <w:r w:rsidRPr="00716AFD">
        <w:t>Struktura elementu AKC4NType</w:t>
      </w:r>
      <w:bookmarkEnd w:id="461"/>
    </w:p>
    <w:tbl>
      <w:tblPr>
        <w:tblStyle w:val="Siatkatabelijasna"/>
        <w:tblW w:w="0" w:type="auto"/>
        <w:tblLook w:val="01E0" w:firstRow="1" w:lastRow="1" w:firstColumn="1" w:lastColumn="1" w:noHBand="0" w:noVBand="0"/>
      </w:tblPr>
      <w:tblGrid>
        <w:gridCol w:w="1737"/>
        <w:gridCol w:w="3242"/>
        <w:gridCol w:w="825"/>
        <w:gridCol w:w="2052"/>
        <w:gridCol w:w="1192"/>
      </w:tblGrid>
      <w:tr w:rsidR="00840865" w:rsidRPr="00AB43F8" w14:paraId="062F982F" w14:textId="77777777" w:rsidTr="00AB75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39" w:type="dxa"/>
          </w:tcPr>
          <w:p w14:paraId="1AC86ED8" w14:textId="77777777" w:rsidR="00840865" w:rsidRPr="00AB43F8" w:rsidRDefault="00840865" w:rsidP="00F353E2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AB43F8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245" w:type="dxa"/>
          </w:tcPr>
          <w:p w14:paraId="16511EE0" w14:textId="77777777" w:rsidR="00840865" w:rsidRPr="00AB43F8" w:rsidRDefault="00840865" w:rsidP="00F353E2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AB43F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25" w:type="dxa"/>
          </w:tcPr>
          <w:p w14:paraId="411A3903" w14:textId="77777777" w:rsidR="00840865" w:rsidRPr="00AB43F8" w:rsidRDefault="00840865" w:rsidP="00F353E2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AB43F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53" w:type="dxa"/>
          </w:tcPr>
          <w:p w14:paraId="260A066D" w14:textId="77777777" w:rsidR="00840865" w:rsidRPr="00AB43F8" w:rsidRDefault="00840865" w:rsidP="00F353E2">
            <w:pPr>
              <w:rPr>
                <w:rFonts w:cs="Arial"/>
                <w:b/>
                <w:sz w:val="18"/>
                <w:szCs w:val="18"/>
              </w:rPr>
            </w:pPr>
            <w:r w:rsidRPr="00AB43F8">
              <w:rPr>
                <w:rFonts w:cs="Arial"/>
                <w:b/>
                <w:sz w:val="18"/>
                <w:szCs w:val="18"/>
              </w:rPr>
              <w:t>Typ</w:t>
            </w:r>
          </w:p>
        </w:tc>
        <w:tc>
          <w:tcPr>
            <w:tcW w:w="1192" w:type="dxa"/>
          </w:tcPr>
          <w:p w14:paraId="69A5515F" w14:textId="77777777" w:rsidR="00840865" w:rsidRPr="00AB43F8" w:rsidRDefault="00840865" w:rsidP="00F353E2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AB43F8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840865" w:rsidRPr="00AB43F8" w14:paraId="02C6F72E" w14:textId="77777777" w:rsidTr="00AB7581">
        <w:trPr>
          <w:trHeight w:val="213"/>
        </w:trPr>
        <w:tc>
          <w:tcPr>
            <w:tcW w:w="1739" w:type="dxa"/>
          </w:tcPr>
          <w:p w14:paraId="6AEE016A" w14:textId="77777777" w:rsidR="00840865" w:rsidRPr="00AB43F8" w:rsidRDefault="00840865" w:rsidP="00F353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Header</w:t>
            </w:r>
          </w:p>
        </w:tc>
        <w:tc>
          <w:tcPr>
            <w:tcW w:w="3245" w:type="dxa"/>
          </w:tcPr>
          <w:p w14:paraId="47B91E24" w14:textId="77777777" w:rsidR="00840865" w:rsidRPr="00AB43F8" w:rsidRDefault="00840865" w:rsidP="00F353E2">
            <w:pPr>
              <w:rPr>
                <w:rFonts w:eastAsia="Times New Roman" w:cs="Arial"/>
                <w:b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Nagłówek</w:t>
            </w:r>
          </w:p>
        </w:tc>
        <w:tc>
          <w:tcPr>
            <w:tcW w:w="825" w:type="dxa"/>
          </w:tcPr>
          <w:p w14:paraId="23C634CE" w14:textId="77777777" w:rsidR="00840865" w:rsidRPr="00AB43F8" w:rsidRDefault="00840865" w:rsidP="00F353E2">
            <w:pPr>
              <w:rPr>
                <w:rFonts w:eastAsia="Times New Roman" w:cs="Arial"/>
                <w:b/>
                <w:sz w:val="20"/>
                <w:szCs w:val="20"/>
              </w:rPr>
            </w:pPr>
            <w:r w:rsidRPr="00AB43F8">
              <w:rPr>
                <w:rFonts w:eastAsia="Times New Roman" w:cs="Arial"/>
                <w:b/>
                <w:sz w:val="20"/>
                <w:szCs w:val="20"/>
              </w:rPr>
              <w:t>-</w:t>
            </w:r>
          </w:p>
        </w:tc>
        <w:tc>
          <w:tcPr>
            <w:tcW w:w="2053" w:type="dxa"/>
          </w:tcPr>
          <w:p w14:paraId="05E481A1" w14:textId="77777777" w:rsidR="00840865" w:rsidRPr="00601F27" w:rsidRDefault="00840865" w:rsidP="00F353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instrText xml:space="preserve"> REF HeaderType_f \h  \* MERGEFORMAT </w:instrTex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t>HeaderType</w: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2" w:type="dxa"/>
          </w:tcPr>
          <w:p w14:paraId="2A4DB935" w14:textId="7777777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840865" w:rsidRPr="00AB43F8" w14:paraId="0BAC6676" w14:textId="77777777" w:rsidTr="00AB7581">
        <w:trPr>
          <w:trHeight w:val="213"/>
        </w:trPr>
        <w:tc>
          <w:tcPr>
            <w:tcW w:w="1739" w:type="dxa"/>
          </w:tcPr>
          <w:p w14:paraId="260559C8" w14:textId="77777777" w:rsidR="00840865" w:rsidRPr="00AB43F8" w:rsidRDefault="00840865" w:rsidP="00F353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version</w:t>
            </w:r>
          </w:p>
        </w:tc>
        <w:tc>
          <w:tcPr>
            <w:tcW w:w="3245" w:type="dxa"/>
          </w:tcPr>
          <w:p w14:paraId="36521EBB" w14:textId="7777777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Wersja schematu, z którą zgodny jest komunikat.</w:t>
            </w:r>
          </w:p>
        </w:tc>
        <w:tc>
          <w:tcPr>
            <w:tcW w:w="825" w:type="dxa"/>
          </w:tcPr>
          <w:p w14:paraId="0771CAF2" w14:textId="77777777" w:rsidR="00840865" w:rsidRPr="00AB43F8" w:rsidRDefault="00840865" w:rsidP="00F353E2">
            <w:pPr>
              <w:rPr>
                <w:rFonts w:eastAsia="Times New Roman" w:cs="Arial"/>
                <w:b/>
                <w:sz w:val="20"/>
                <w:szCs w:val="20"/>
              </w:rPr>
            </w:pPr>
            <w:r w:rsidRPr="00AB43F8">
              <w:rPr>
                <w:rFonts w:eastAsia="Times New Roman" w:cs="Arial"/>
                <w:b/>
                <w:sz w:val="20"/>
                <w:szCs w:val="20"/>
              </w:rPr>
              <w:t>-</w:t>
            </w:r>
          </w:p>
        </w:tc>
        <w:tc>
          <w:tcPr>
            <w:tcW w:w="2053" w:type="dxa"/>
          </w:tcPr>
          <w:p w14:paraId="338365AE" w14:textId="77777777" w:rsidR="00840865" w:rsidRPr="00601F27" w:rsidRDefault="00840865" w:rsidP="00F353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</w:rPr>
              <w:t>ZVersion</w:t>
            </w:r>
          </w:p>
        </w:tc>
        <w:tc>
          <w:tcPr>
            <w:tcW w:w="1192" w:type="dxa"/>
          </w:tcPr>
          <w:p w14:paraId="52E08DCA" w14:textId="7777777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</w:tbl>
    <w:p w14:paraId="414A0871" w14:textId="052FFB2F" w:rsidR="00644607" w:rsidRDefault="00644607" w:rsidP="00644607">
      <w:pPr>
        <w:pStyle w:val="Legenda"/>
        <w:keepNext/>
      </w:pPr>
      <w:bookmarkStart w:id="462" w:name="_Toc182566671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140</w:t>
      </w:r>
      <w:r w:rsidR="00715F4C">
        <w:rPr>
          <w:noProof/>
        </w:rPr>
        <w:fldChar w:fldCharType="end"/>
      </w:r>
      <w:r>
        <w:t xml:space="preserve">. </w:t>
      </w:r>
      <w:r w:rsidRPr="00E746C4">
        <w:t>Struktura elementu HeaderType</w:t>
      </w:r>
      <w:bookmarkEnd w:id="462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840865" w:rsidRPr="00AB43F8" w14:paraId="7413A2EF" w14:textId="77777777" w:rsidTr="00A869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6689FC36" w14:textId="77777777" w:rsidR="00840865" w:rsidRPr="00AB43F8" w:rsidRDefault="00840865" w:rsidP="00F353E2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AB43F8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569D8FE3" w14:textId="77777777" w:rsidR="00840865" w:rsidRPr="00AB43F8" w:rsidRDefault="00840865" w:rsidP="00F353E2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AB43F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75A5E35C" w14:textId="77777777" w:rsidR="00840865" w:rsidRPr="00AB43F8" w:rsidRDefault="00840865" w:rsidP="00F353E2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AB43F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78102FD6" w14:textId="77777777" w:rsidR="00840865" w:rsidRPr="00AB43F8" w:rsidRDefault="00840865" w:rsidP="00F353E2">
            <w:pPr>
              <w:rPr>
                <w:rFonts w:cs="Arial"/>
                <w:b/>
                <w:sz w:val="18"/>
                <w:szCs w:val="18"/>
              </w:rPr>
            </w:pPr>
            <w:r w:rsidRPr="00AB43F8">
              <w:rPr>
                <w:rFonts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200828D8" w14:textId="77777777" w:rsidR="00840865" w:rsidRPr="00AB43F8" w:rsidRDefault="00840865" w:rsidP="00F353E2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AB43F8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840865" w:rsidRPr="00AB43F8" w14:paraId="673310D7" w14:textId="77777777" w:rsidTr="00A86973">
        <w:trPr>
          <w:trHeight w:val="213"/>
        </w:trPr>
        <w:tc>
          <w:tcPr>
            <w:tcW w:w="1788" w:type="dxa"/>
          </w:tcPr>
          <w:p w14:paraId="305E9B11" w14:textId="77777777" w:rsidR="00840865" w:rsidRPr="00AB43F8" w:rsidRDefault="00840865" w:rsidP="00F353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identifier</w:t>
            </w:r>
          </w:p>
        </w:tc>
        <w:tc>
          <w:tcPr>
            <w:tcW w:w="3360" w:type="dxa"/>
          </w:tcPr>
          <w:p w14:paraId="386FB8E9" w14:textId="7777777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Identyfikator podatkowy NIP/numer PESEL podatnika.</w:t>
            </w:r>
          </w:p>
        </w:tc>
        <w:tc>
          <w:tcPr>
            <w:tcW w:w="840" w:type="dxa"/>
          </w:tcPr>
          <w:p w14:paraId="3115A567" w14:textId="7777777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2095" w:type="dxa"/>
          </w:tcPr>
          <w:p w14:paraId="26772355" w14:textId="77777777" w:rsidR="00840865" w:rsidRPr="00AB43F8" w:rsidRDefault="00840865" w:rsidP="00F353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ZIdentification</w:t>
            </w:r>
          </w:p>
          <w:p w14:paraId="43932F39" w14:textId="7777777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197" w:type="dxa"/>
          </w:tcPr>
          <w:p w14:paraId="00877228" w14:textId="7777777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840865" w:rsidRPr="00AB43F8" w14:paraId="7EC46EB6" w14:textId="77777777" w:rsidTr="00A86973">
        <w:trPr>
          <w:trHeight w:val="213"/>
        </w:trPr>
        <w:tc>
          <w:tcPr>
            <w:tcW w:w="1788" w:type="dxa"/>
          </w:tcPr>
          <w:p w14:paraId="2D19FDAC" w14:textId="77777777" w:rsidR="00840865" w:rsidRPr="00AB43F8" w:rsidRDefault="00840865" w:rsidP="00F353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period</w:t>
            </w:r>
          </w:p>
        </w:tc>
        <w:tc>
          <w:tcPr>
            <w:tcW w:w="3360" w:type="dxa"/>
          </w:tcPr>
          <w:p w14:paraId="59256E33" w14:textId="7777777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Data w formacie miesiąc i rok za jaki została złożona deklaracja.</w:t>
            </w:r>
          </w:p>
        </w:tc>
        <w:tc>
          <w:tcPr>
            <w:tcW w:w="840" w:type="dxa"/>
          </w:tcPr>
          <w:p w14:paraId="0C0175A5" w14:textId="7777777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2, 3</w:t>
            </w:r>
          </w:p>
        </w:tc>
        <w:tc>
          <w:tcPr>
            <w:tcW w:w="2095" w:type="dxa"/>
          </w:tcPr>
          <w:p w14:paraId="2F0AE9A0" w14:textId="77777777" w:rsidR="00840865" w:rsidRPr="00AB43F8" w:rsidRDefault="00840865" w:rsidP="00F353E2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  <w:lang w:val="pl-PL"/>
              </w:rPr>
              <w:t>ZPeriod</w:t>
            </w:r>
          </w:p>
          <w:p w14:paraId="50B158D2" w14:textId="1E37016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AB43F8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AB43F8">
              <w:rPr>
                <w:rFonts w:eastAsia="Times New Roman" w:cs="Arial"/>
                <w:sz w:val="20"/>
                <w:szCs w:val="20"/>
              </w:rPr>
              <w:instrText xml:space="preserve"> REF Rf1 \h </w:instrText>
            </w:r>
            <w:r w:rsidR="00AB43F8" w:rsidRPr="00AB43F8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AB43F8">
              <w:rPr>
                <w:rFonts w:eastAsia="Times New Roman" w:cs="Arial"/>
                <w:sz w:val="20"/>
                <w:szCs w:val="20"/>
              </w:rPr>
            </w:r>
            <w:r w:rsidRPr="00AB43F8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Pr="00AB43F8">
              <w:rPr>
                <w:rFonts w:eastAsia="Times New Roman" w:cs="Arial"/>
                <w:sz w:val="20"/>
                <w:szCs w:val="20"/>
              </w:rPr>
              <w:t>R1</w:t>
            </w:r>
            <w:r w:rsidRPr="00AB43F8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Pr="00AB43F8">
              <w:rPr>
                <w:rFonts w:eastAsia="Times New Roman" w:cs="Arial"/>
                <w:sz w:val="20"/>
                <w:szCs w:val="20"/>
              </w:rPr>
              <w:t>,R19</w:t>
            </w:r>
          </w:p>
        </w:tc>
        <w:tc>
          <w:tcPr>
            <w:tcW w:w="1197" w:type="dxa"/>
          </w:tcPr>
          <w:p w14:paraId="3EA944E2" w14:textId="7777777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840865" w:rsidRPr="00AB43F8" w14:paraId="13F9208A" w14:textId="77777777" w:rsidTr="00A86973">
        <w:trPr>
          <w:trHeight w:val="213"/>
        </w:trPr>
        <w:tc>
          <w:tcPr>
            <w:tcW w:w="1788" w:type="dxa"/>
          </w:tcPr>
          <w:p w14:paraId="50D82970" w14:textId="77777777" w:rsidR="00840865" w:rsidRPr="00AB43F8" w:rsidRDefault="00840865" w:rsidP="00F353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formNo</w:t>
            </w:r>
          </w:p>
        </w:tc>
        <w:tc>
          <w:tcPr>
            <w:tcW w:w="3360" w:type="dxa"/>
          </w:tcPr>
          <w:p w14:paraId="0FBA8821" w14:textId="7777777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Numer formularza. Podatnik może załączyć wiele formularzy załącznika tego samego typu.</w:t>
            </w:r>
          </w:p>
        </w:tc>
        <w:tc>
          <w:tcPr>
            <w:tcW w:w="840" w:type="dxa"/>
          </w:tcPr>
          <w:p w14:paraId="020516AF" w14:textId="7777777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4</w:t>
            </w:r>
          </w:p>
        </w:tc>
        <w:tc>
          <w:tcPr>
            <w:tcW w:w="2095" w:type="dxa"/>
          </w:tcPr>
          <w:p w14:paraId="1843EFFF" w14:textId="77777777" w:rsidR="00840865" w:rsidRPr="00AB43F8" w:rsidRDefault="00840865" w:rsidP="00F353E2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  <w:lang w:val="pl-PL"/>
              </w:rPr>
              <w:t>ZFormNo</w:t>
            </w:r>
          </w:p>
          <w:p w14:paraId="015ADADE" w14:textId="3F3D8CDB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AB43F8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AB43F8">
              <w:rPr>
                <w:rFonts w:eastAsia="Times New Roman" w:cs="Arial"/>
                <w:sz w:val="20"/>
                <w:szCs w:val="20"/>
              </w:rPr>
              <w:instrText xml:space="preserve"> REF Rf2 \h </w:instrText>
            </w:r>
            <w:r w:rsidR="00AB43F8" w:rsidRPr="00AB43F8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AB43F8">
              <w:rPr>
                <w:rFonts w:eastAsia="Times New Roman" w:cs="Arial"/>
                <w:sz w:val="20"/>
                <w:szCs w:val="20"/>
              </w:rPr>
            </w:r>
            <w:r w:rsidRPr="00AB43F8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Pr="00AB43F8">
              <w:rPr>
                <w:rFonts w:eastAsia="Times New Roman" w:cs="Arial"/>
                <w:sz w:val="20"/>
                <w:szCs w:val="20"/>
              </w:rPr>
              <w:t>R2</w:t>
            </w:r>
            <w:r w:rsidRPr="00AB43F8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58B16DF" w14:textId="7777777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840865" w:rsidRPr="00601F27" w14:paraId="10953A80" w14:textId="77777777" w:rsidTr="00A86973">
        <w:trPr>
          <w:trHeight w:val="213"/>
        </w:trPr>
        <w:tc>
          <w:tcPr>
            <w:tcW w:w="1788" w:type="dxa"/>
          </w:tcPr>
          <w:p w14:paraId="5761FD99" w14:textId="77777777" w:rsidR="00840865" w:rsidRPr="00AB43F8" w:rsidRDefault="00840865" w:rsidP="00F353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Warehouse</w:t>
            </w:r>
          </w:p>
        </w:tc>
        <w:tc>
          <w:tcPr>
            <w:tcW w:w="3360" w:type="dxa"/>
          </w:tcPr>
          <w:p w14:paraId="654AC643" w14:textId="77777777" w:rsidR="00840865" w:rsidRPr="00601F27" w:rsidRDefault="00840865" w:rsidP="00F353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</w:rPr>
              <w:t>Dane o składzie podatkowym</w:t>
            </w:r>
          </w:p>
        </w:tc>
        <w:tc>
          <w:tcPr>
            <w:tcW w:w="840" w:type="dxa"/>
          </w:tcPr>
          <w:p w14:paraId="00A4DB40" w14:textId="77777777" w:rsidR="00840865" w:rsidRPr="00601F27" w:rsidRDefault="00840865" w:rsidP="00F353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</w:rPr>
              <w:t>B</w:t>
            </w:r>
          </w:p>
        </w:tc>
        <w:tc>
          <w:tcPr>
            <w:tcW w:w="2095" w:type="dxa"/>
          </w:tcPr>
          <w:p w14:paraId="4F7BD0BC" w14:textId="77777777" w:rsidR="00840865" w:rsidRPr="00601F27" w:rsidRDefault="00840865" w:rsidP="00F353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instrText xml:space="preserve"> REF WarehouseType_f \h  \* MERGEFORMAT </w:instrTex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t>WarehouseType</w: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C0395C3" w14:textId="77777777" w:rsidR="00840865" w:rsidRPr="00601F27" w:rsidRDefault="00840865" w:rsidP="00F353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</w:rPr>
              <w:t>0..1</w:t>
            </w:r>
          </w:p>
        </w:tc>
      </w:tr>
      <w:tr w:rsidR="00840865" w:rsidRPr="00601F27" w14:paraId="24B294AF" w14:textId="77777777" w:rsidTr="00A86973">
        <w:trPr>
          <w:trHeight w:val="213"/>
        </w:trPr>
        <w:tc>
          <w:tcPr>
            <w:tcW w:w="1788" w:type="dxa"/>
          </w:tcPr>
          <w:p w14:paraId="47F2001D" w14:textId="77777777" w:rsidR="00840865" w:rsidRPr="00AB43F8" w:rsidRDefault="00840865" w:rsidP="00F353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ExciseDutyInformation</w:t>
            </w:r>
          </w:p>
        </w:tc>
        <w:tc>
          <w:tcPr>
            <w:tcW w:w="3360" w:type="dxa"/>
          </w:tcPr>
          <w:p w14:paraId="29FB3A8B" w14:textId="77777777" w:rsidR="00840865" w:rsidRPr="006F610A" w:rsidRDefault="00840865" w:rsidP="00F353E2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6F610A">
              <w:rPr>
                <w:rStyle w:val="pole"/>
                <w:rFonts w:ascii="Lato" w:hAnsi="Lato"/>
                <w:sz w:val="20"/>
                <w:szCs w:val="20"/>
                <w:lang w:val="pl-PL"/>
              </w:rPr>
              <w:t>Dane o składzie podatkowym, obliczeniach i rozliczeniach kwot podatku akcyzowego.</w:t>
            </w:r>
          </w:p>
        </w:tc>
        <w:tc>
          <w:tcPr>
            <w:tcW w:w="840" w:type="dxa"/>
          </w:tcPr>
          <w:p w14:paraId="2601B074" w14:textId="77777777" w:rsidR="00840865" w:rsidRPr="00601F27" w:rsidRDefault="00840865" w:rsidP="00F353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</w:rPr>
              <w:t>C, D, F</w:t>
            </w:r>
          </w:p>
        </w:tc>
        <w:tc>
          <w:tcPr>
            <w:tcW w:w="2095" w:type="dxa"/>
          </w:tcPr>
          <w:p w14:paraId="29DB1055" w14:textId="77777777" w:rsidR="00840865" w:rsidRPr="00601F27" w:rsidRDefault="00840865" w:rsidP="00F353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instrText xml:space="preserve"> REF ExciseDutyInformationType_f \h  \* MERGEFORMAT </w:instrTex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t>ExciseDutyInformationType</w: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  <w:p w14:paraId="540E5D93" w14:textId="37518F7E" w:rsidR="00840865" w:rsidRPr="00601F27" w:rsidRDefault="00840865" w:rsidP="00F353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</w:rPr>
              <w:t xml:space="preserve">Patrz reguła </w: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instrText xml:space="preserve"> REF Rf3 \h </w:instrText>
            </w:r>
            <w:r w:rsidR="00AB43F8" w:rsidRPr="00601F27">
              <w:rPr>
                <w:rStyle w:val="pole"/>
                <w:rFonts w:ascii="Lato" w:hAnsi="Lato"/>
                <w:sz w:val="20"/>
                <w:szCs w:val="20"/>
              </w:rPr>
              <w:instrText xml:space="preserve"> \* MERGEFORMAT </w:instrTex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t>R3</w: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628C24B" w14:textId="77777777" w:rsidR="00840865" w:rsidRPr="00601F27" w:rsidRDefault="00840865" w:rsidP="00F353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</w:rPr>
              <w:t>0..1</w:t>
            </w:r>
          </w:p>
        </w:tc>
      </w:tr>
      <w:tr w:rsidR="00840865" w:rsidRPr="00601F27" w14:paraId="56C36B02" w14:textId="77777777" w:rsidTr="00A86973">
        <w:trPr>
          <w:trHeight w:val="213"/>
        </w:trPr>
        <w:tc>
          <w:tcPr>
            <w:tcW w:w="1788" w:type="dxa"/>
          </w:tcPr>
          <w:p w14:paraId="71FEC474" w14:textId="77777777" w:rsidR="00840865" w:rsidRPr="00AB43F8" w:rsidRDefault="00840865" w:rsidP="00F353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DailyPaymentInformation</w:t>
            </w:r>
          </w:p>
        </w:tc>
        <w:tc>
          <w:tcPr>
            <w:tcW w:w="3360" w:type="dxa"/>
          </w:tcPr>
          <w:p w14:paraId="55C38FE6" w14:textId="77777777" w:rsidR="00840865" w:rsidRPr="00601F27" w:rsidRDefault="00840865" w:rsidP="00F353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</w:rPr>
              <w:t>Suma kwot wpłat dziennych</w:t>
            </w:r>
          </w:p>
        </w:tc>
        <w:tc>
          <w:tcPr>
            <w:tcW w:w="840" w:type="dxa"/>
          </w:tcPr>
          <w:p w14:paraId="4A744AD6" w14:textId="77777777" w:rsidR="00840865" w:rsidRPr="00601F27" w:rsidRDefault="00840865" w:rsidP="00F353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</w:rPr>
              <w:t>E</w:t>
            </w:r>
          </w:p>
        </w:tc>
        <w:tc>
          <w:tcPr>
            <w:tcW w:w="2095" w:type="dxa"/>
          </w:tcPr>
          <w:p w14:paraId="6A67DD3D" w14:textId="77777777" w:rsidR="00840865" w:rsidRPr="00601F27" w:rsidRDefault="00840865" w:rsidP="00F353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instrText xml:space="preserve"> REF DailyPaymentInformationType_f \h  \* MERGEFORMAT </w:instrTex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t>DailyPaymentInformationType</w: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D9F63C6" w14:textId="77777777" w:rsidR="00840865" w:rsidRPr="00601F27" w:rsidRDefault="00840865" w:rsidP="00F353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</w:rPr>
              <w:t>0..1</w:t>
            </w:r>
          </w:p>
        </w:tc>
      </w:tr>
    </w:tbl>
    <w:p w14:paraId="2513B329" w14:textId="024A0904" w:rsidR="00644607" w:rsidRPr="00601F27" w:rsidRDefault="00644607" w:rsidP="00601F27">
      <w:pPr>
        <w:pStyle w:val="Legenda"/>
        <w:rPr>
          <w:rStyle w:val="pole"/>
          <w:rFonts w:ascii="Lato" w:hAnsi="Lato"/>
          <w:sz w:val="20"/>
          <w:szCs w:val="20"/>
        </w:rPr>
      </w:pPr>
      <w:bookmarkStart w:id="463" w:name="_Toc182566672"/>
      <w:r w:rsidRPr="00601F27">
        <w:rPr>
          <w:rStyle w:val="pole"/>
          <w:rFonts w:ascii="Lato" w:hAnsi="Lato"/>
          <w:sz w:val="20"/>
          <w:szCs w:val="20"/>
        </w:rPr>
        <w:t xml:space="preserve">Tabela </w:t>
      </w:r>
      <w:r w:rsidR="00601F27" w:rsidRPr="00601F27">
        <w:rPr>
          <w:rStyle w:val="pole"/>
          <w:rFonts w:ascii="Lato" w:hAnsi="Lato"/>
          <w:sz w:val="20"/>
          <w:szCs w:val="20"/>
        </w:rPr>
        <w:fldChar w:fldCharType="begin"/>
      </w:r>
      <w:r w:rsidR="00601F27" w:rsidRPr="00601F27">
        <w:rPr>
          <w:rStyle w:val="pole"/>
          <w:rFonts w:ascii="Lato" w:hAnsi="Lato"/>
          <w:sz w:val="20"/>
          <w:szCs w:val="20"/>
        </w:rPr>
        <w:instrText xml:space="preserve"> SEQ Tabela \* ARABIC </w:instrText>
      </w:r>
      <w:r w:rsidR="00601F27" w:rsidRPr="00601F27">
        <w:rPr>
          <w:rStyle w:val="pole"/>
          <w:rFonts w:ascii="Lato" w:hAnsi="Lato"/>
          <w:sz w:val="20"/>
          <w:szCs w:val="20"/>
        </w:rPr>
        <w:fldChar w:fldCharType="separate"/>
      </w:r>
      <w:r w:rsidR="005E1037" w:rsidRPr="00601F27">
        <w:rPr>
          <w:rStyle w:val="pole"/>
          <w:rFonts w:ascii="Lato" w:hAnsi="Lato"/>
          <w:sz w:val="20"/>
          <w:szCs w:val="20"/>
        </w:rPr>
        <w:t>141</w:t>
      </w:r>
      <w:r w:rsidR="00601F27" w:rsidRPr="00601F27">
        <w:rPr>
          <w:rStyle w:val="pole"/>
          <w:rFonts w:ascii="Lato" w:hAnsi="Lato"/>
          <w:sz w:val="20"/>
          <w:szCs w:val="20"/>
        </w:rPr>
        <w:fldChar w:fldCharType="end"/>
      </w:r>
      <w:r w:rsidRPr="00601F27">
        <w:rPr>
          <w:rStyle w:val="pole"/>
          <w:rFonts w:ascii="Lato" w:hAnsi="Lato"/>
          <w:sz w:val="20"/>
          <w:szCs w:val="20"/>
        </w:rPr>
        <w:t>. Struktura elementu WarehouseType</w:t>
      </w:r>
      <w:bookmarkEnd w:id="463"/>
    </w:p>
    <w:tbl>
      <w:tblPr>
        <w:tblStyle w:val="Siatkatabelijasna"/>
        <w:tblW w:w="9225" w:type="dxa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197"/>
      </w:tblGrid>
      <w:tr w:rsidR="00840865" w:rsidRPr="00AB43F8" w14:paraId="3BAE3C66" w14:textId="77777777" w:rsidTr="00AE5C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6D590C13" w14:textId="77777777" w:rsidR="00840865" w:rsidRPr="00AB43F8" w:rsidRDefault="00840865" w:rsidP="00F353E2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AB43F8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0C313290" w14:textId="77777777" w:rsidR="00840865" w:rsidRPr="00AB43F8" w:rsidRDefault="00840865" w:rsidP="00F353E2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AB43F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566D62F4" w14:textId="77777777" w:rsidR="00840865" w:rsidRPr="00AB43F8" w:rsidRDefault="00840865" w:rsidP="00F353E2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AB43F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3D79FDA9" w14:textId="77777777" w:rsidR="00840865" w:rsidRPr="00AB43F8" w:rsidRDefault="00840865" w:rsidP="00F353E2">
            <w:pPr>
              <w:rPr>
                <w:rFonts w:cs="Arial"/>
                <w:b/>
                <w:sz w:val="18"/>
                <w:szCs w:val="18"/>
              </w:rPr>
            </w:pPr>
            <w:r w:rsidRPr="00AB43F8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0C052021" w14:textId="77777777" w:rsidR="00840865" w:rsidRPr="00AB43F8" w:rsidRDefault="00840865" w:rsidP="00F353E2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AB43F8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840865" w:rsidRPr="00AB43F8" w14:paraId="334FB141" w14:textId="77777777" w:rsidTr="00AE5C01">
        <w:trPr>
          <w:trHeight w:val="213"/>
        </w:trPr>
        <w:tc>
          <w:tcPr>
            <w:tcW w:w="1788" w:type="dxa"/>
          </w:tcPr>
          <w:p w14:paraId="264FE78D" w14:textId="77777777" w:rsidR="00840865" w:rsidRPr="00AB43F8" w:rsidRDefault="00840865" w:rsidP="00F353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operatorNo</w:t>
            </w:r>
          </w:p>
        </w:tc>
        <w:tc>
          <w:tcPr>
            <w:tcW w:w="3360" w:type="dxa"/>
          </w:tcPr>
          <w:p w14:paraId="6272E589" w14:textId="7777777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Numer akcyzowy składu (pole7 wypełnia podatnik prowadzący skład)</w:t>
            </w:r>
          </w:p>
        </w:tc>
        <w:tc>
          <w:tcPr>
            <w:tcW w:w="840" w:type="dxa"/>
          </w:tcPr>
          <w:p w14:paraId="6CDCA663" w14:textId="7777777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2040" w:type="dxa"/>
          </w:tcPr>
          <w:p w14:paraId="67E81A33" w14:textId="77777777" w:rsidR="00840865" w:rsidRPr="00AB43F8" w:rsidRDefault="00840865" w:rsidP="00F353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string(13)</w:t>
            </w:r>
          </w:p>
          <w:p w14:paraId="4E4208A5" w14:textId="4EFA97C2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AB43F8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AB43F8">
              <w:rPr>
                <w:rFonts w:eastAsia="Times New Roman" w:cs="Arial"/>
                <w:sz w:val="20"/>
                <w:szCs w:val="20"/>
              </w:rPr>
              <w:instrText xml:space="preserve"> REF Rf4 \h </w:instrText>
            </w:r>
            <w:r w:rsidR="00AB43F8" w:rsidRPr="00AB43F8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AB43F8">
              <w:rPr>
                <w:rFonts w:eastAsia="Times New Roman" w:cs="Arial"/>
                <w:sz w:val="20"/>
                <w:szCs w:val="20"/>
              </w:rPr>
            </w:r>
            <w:r w:rsidRPr="00AB43F8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Pr="00AB43F8">
              <w:rPr>
                <w:rFonts w:eastAsia="Times New Roman" w:cs="Arial"/>
                <w:sz w:val="20"/>
                <w:szCs w:val="20"/>
              </w:rPr>
              <w:t>R4</w:t>
            </w:r>
            <w:r w:rsidRPr="00AB43F8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6526DEB" w14:textId="7777777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840865" w:rsidRPr="00AB43F8" w14:paraId="7C5FACC0" w14:textId="77777777" w:rsidTr="00AE5C01">
        <w:trPr>
          <w:trHeight w:val="213"/>
        </w:trPr>
        <w:tc>
          <w:tcPr>
            <w:tcW w:w="1788" w:type="dxa"/>
          </w:tcPr>
          <w:p w14:paraId="134FDF23" w14:textId="77777777" w:rsidR="00840865" w:rsidRPr="00AB43F8" w:rsidRDefault="00840865" w:rsidP="00F353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userNo</w:t>
            </w:r>
          </w:p>
        </w:tc>
        <w:tc>
          <w:tcPr>
            <w:tcW w:w="3360" w:type="dxa"/>
          </w:tcPr>
          <w:p w14:paraId="7A2FF0FE" w14:textId="7777777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Numer akcyzowy kładu (pole 8 wypełnia podatnik będący właścicielem wyrobów akcyzowych, korzystający z cudzego składu)</w:t>
            </w:r>
          </w:p>
        </w:tc>
        <w:tc>
          <w:tcPr>
            <w:tcW w:w="840" w:type="dxa"/>
          </w:tcPr>
          <w:p w14:paraId="1C3D31B8" w14:textId="7777777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8</w:t>
            </w:r>
          </w:p>
        </w:tc>
        <w:tc>
          <w:tcPr>
            <w:tcW w:w="2040" w:type="dxa"/>
          </w:tcPr>
          <w:p w14:paraId="72A9139E" w14:textId="77777777" w:rsidR="00840865" w:rsidRPr="00AB43F8" w:rsidRDefault="00840865" w:rsidP="00F353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string(13)</w:t>
            </w:r>
          </w:p>
          <w:p w14:paraId="5B6281F1" w14:textId="7E9CD626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AB43F8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AB43F8">
              <w:rPr>
                <w:rFonts w:eastAsia="Times New Roman" w:cs="Arial"/>
                <w:sz w:val="20"/>
                <w:szCs w:val="20"/>
              </w:rPr>
              <w:instrText xml:space="preserve"> REF Rf5 \h </w:instrText>
            </w:r>
            <w:r w:rsidR="00AB43F8" w:rsidRPr="00AB43F8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AB43F8">
              <w:rPr>
                <w:rFonts w:eastAsia="Times New Roman" w:cs="Arial"/>
                <w:sz w:val="20"/>
                <w:szCs w:val="20"/>
              </w:rPr>
            </w:r>
            <w:r w:rsidRPr="00AB43F8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Pr="00AB43F8">
              <w:rPr>
                <w:rFonts w:eastAsia="Times New Roman" w:cs="Arial"/>
                <w:sz w:val="20"/>
                <w:szCs w:val="20"/>
              </w:rPr>
              <w:t>R5</w:t>
            </w:r>
            <w:r w:rsidRPr="00AB43F8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D1FE9F7" w14:textId="7777777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840865" w:rsidRPr="00AB43F8" w14:paraId="674A8B53" w14:textId="77777777" w:rsidTr="00AE5C01">
        <w:trPr>
          <w:trHeight w:val="213"/>
        </w:trPr>
        <w:tc>
          <w:tcPr>
            <w:tcW w:w="1788" w:type="dxa"/>
          </w:tcPr>
          <w:p w14:paraId="7D73440C" w14:textId="77777777" w:rsidR="00840865" w:rsidRPr="00AB43F8" w:rsidRDefault="00840865" w:rsidP="00F353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address</w:t>
            </w:r>
          </w:p>
        </w:tc>
        <w:tc>
          <w:tcPr>
            <w:tcW w:w="3360" w:type="dxa"/>
          </w:tcPr>
          <w:p w14:paraId="4A067BC4" w14:textId="7777777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Adres składu</w:t>
            </w:r>
          </w:p>
        </w:tc>
        <w:tc>
          <w:tcPr>
            <w:tcW w:w="840" w:type="dxa"/>
          </w:tcPr>
          <w:p w14:paraId="75C6EE55" w14:textId="7777777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9</w:t>
            </w:r>
          </w:p>
        </w:tc>
        <w:tc>
          <w:tcPr>
            <w:tcW w:w="2040" w:type="dxa"/>
          </w:tcPr>
          <w:p w14:paraId="6BB234CD" w14:textId="77777777" w:rsidR="00840865" w:rsidRPr="00AB43F8" w:rsidRDefault="00840865" w:rsidP="00F353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string(512)</w:t>
            </w:r>
          </w:p>
          <w:p w14:paraId="2EA09B7A" w14:textId="61D0667D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AB43F8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AB43F8">
              <w:rPr>
                <w:rFonts w:eastAsia="Times New Roman" w:cs="Arial"/>
                <w:sz w:val="20"/>
                <w:szCs w:val="20"/>
              </w:rPr>
              <w:instrText xml:space="preserve"> REF Rf6 \h </w:instrText>
            </w:r>
            <w:r w:rsidR="00AB43F8" w:rsidRPr="00AB43F8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AB43F8">
              <w:rPr>
                <w:rFonts w:eastAsia="Times New Roman" w:cs="Arial"/>
                <w:sz w:val="20"/>
                <w:szCs w:val="20"/>
              </w:rPr>
            </w:r>
            <w:r w:rsidRPr="00AB43F8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Pr="00AB43F8">
              <w:rPr>
                <w:rFonts w:eastAsia="Times New Roman" w:cs="Arial"/>
                <w:sz w:val="20"/>
                <w:szCs w:val="20"/>
              </w:rPr>
              <w:t>R6</w:t>
            </w:r>
            <w:r w:rsidRPr="00AB43F8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2796CA9" w14:textId="7777777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840865" w:rsidRPr="00AB43F8" w14:paraId="75A59561" w14:textId="77777777" w:rsidTr="00AE5C01">
        <w:trPr>
          <w:trHeight w:val="213"/>
        </w:trPr>
        <w:tc>
          <w:tcPr>
            <w:tcW w:w="1788" w:type="dxa"/>
          </w:tcPr>
          <w:p w14:paraId="31CFD9A0" w14:textId="77777777" w:rsidR="00840865" w:rsidRPr="00AB43F8" w:rsidRDefault="00840865" w:rsidP="00F353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oneTime</w:t>
            </w:r>
          </w:p>
        </w:tc>
        <w:tc>
          <w:tcPr>
            <w:tcW w:w="3360" w:type="dxa"/>
          </w:tcPr>
          <w:p w14:paraId="0DDCAD3D" w14:textId="7777777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Jednorazowe</w:t>
            </w:r>
          </w:p>
        </w:tc>
        <w:tc>
          <w:tcPr>
            <w:tcW w:w="840" w:type="dxa"/>
          </w:tcPr>
          <w:p w14:paraId="65EEB607" w14:textId="7777777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40" w:type="dxa"/>
          </w:tcPr>
          <w:p w14:paraId="11CA2594" w14:textId="77777777" w:rsidR="00840865" w:rsidRPr="00AB43F8" w:rsidRDefault="00840865" w:rsidP="00F353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boolean</w:t>
            </w:r>
          </w:p>
        </w:tc>
        <w:tc>
          <w:tcPr>
            <w:tcW w:w="1197" w:type="dxa"/>
          </w:tcPr>
          <w:p w14:paraId="13105BFC" w14:textId="7777777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</w:tbl>
    <w:p w14:paraId="1C2C54B1" w14:textId="3770A660" w:rsidR="00644607" w:rsidRDefault="00644607" w:rsidP="00644607">
      <w:pPr>
        <w:pStyle w:val="Legenda"/>
        <w:keepNext/>
      </w:pPr>
      <w:bookmarkStart w:id="464" w:name="_Toc182566673"/>
      <w:r>
        <w:lastRenderedPageBreak/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142</w:t>
      </w:r>
      <w:r w:rsidR="00715F4C">
        <w:rPr>
          <w:noProof/>
        </w:rPr>
        <w:fldChar w:fldCharType="end"/>
      </w:r>
      <w:r>
        <w:t xml:space="preserve">. </w:t>
      </w:r>
      <w:r w:rsidRPr="00481988">
        <w:t>Struktura elementu ExciseDutyInformationType</w:t>
      </w:r>
      <w:bookmarkEnd w:id="464"/>
    </w:p>
    <w:tbl>
      <w:tblPr>
        <w:tblStyle w:val="Siatkatabelijasna"/>
        <w:tblW w:w="93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195"/>
        <w:gridCol w:w="1197"/>
      </w:tblGrid>
      <w:tr w:rsidR="00840865" w:rsidRPr="00AB43F8" w14:paraId="016D804C" w14:textId="77777777" w:rsidTr="00A869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5638E400" w14:textId="77777777" w:rsidR="00840865" w:rsidRPr="00AB43F8" w:rsidRDefault="00840865" w:rsidP="00F353E2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AB43F8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5F8FBE79" w14:textId="77777777" w:rsidR="00840865" w:rsidRPr="00AB43F8" w:rsidRDefault="00840865" w:rsidP="00F353E2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AB43F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288B0612" w14:textId="77777777" w:rsidR="00840865" w:rsidRPr="00AB43F8" w:rsidRDefault="00840865" w:rsidP="00F353E2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AB43F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195" w:type="dxa"/>
          </w:tcPr>
          <w:p w14:paraId="78749968" w14:textId="77777777" w:rsidR="00840865" w:rsidRPr="00AB43F8" w:rsidRDefault="00840865" w:rsidP="00F353E2">
            <w:pPr>
              <w:rPr>
                <w:rFonts w:cs="Arial"/>
                <w:b/>
                <w:sz w:val="18"/>
                <w:szCs w:val="18"/>
              </w:rPr>
            </w:pPr>
            <w:r w:rsidRPr="00AB43F8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2C2E25D1" w14:textId="77777777" w:rsidR="00840865" w:rsidRPr="00AB43F8" w:rsidRDefault="00840865" w:rsidP="00F353E2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AB43F8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840865" w:rsidRPr="00AB43F8" w14:paraId="34CFC33F" w14:textId="77777777" w:rsidTr="00A86973">
        <w:trPr>
          <w:trHeight w:val="213"/>
        </w:trPr>
        <w:tc>
          <w:tcPr>
            <w:tcW w:w="1788" w:type="dxa"/>
          </w:tcPr>
          <w:p w14:paraId="60DF8E04" w14:textId="77777777" w:rsidR="00840865" w:rsidRPr="00AB43F8" w:rsidRDefault="00840865" w:rsidP="00F353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CalculOfAmountOfExciseDuty</w:t>
            </w:r>
          </w:p>
        </w:tc>
        <w:tc>
          <w:tcPr>
            <w:tcW w:w="3360" w:type="dxa"/>
          </w:tcPr>
          <w:p w14:paraId="7B58284F" w14:textId="7777777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Obliczenie wysokości podatku akcyzowego</w:t>
            </w:r>
          </w:p>
        </w:tc>
        <w:tc>
          <w:tcPr>
            <w:tcW w:w="840" w:type="dxa"/>
          </w:tcPr>
          <w:p w14:paraId="000F69D8" w14:textId="7777777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C</w:t>
            </w:r>
          </w:p>
        </w:tc>
        <w:tc>
          <w:tcPr>
            <w:tcW w:w="2195" w:type="dxa"/>
          </w:tcPr>
          <w:p w14:paraId="6A5C42C8" w14:textId="77777777" w:rsidR="00840865" w:rsidRPr="00AB43F8" w:rsidRDefault="00840865" w:rsidP="00F353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CalculOfAmountOfExciseDuty</w:t>
            </w:r>
            <w:r w:rsidR="00855336" w:rsidRPr="00AB43F8">
              <w:rPr>
                <w:rStyle w:val="pole"/>
                <w:rFonts w:ascii="Lato" w:hAnsi="Lato"/>
                <w:sz w:val="20"/>
                <w:szCs w:val="20"/>
              </w:rPr>
              <w:t>Type</w:t>
            </w:r>
          </w:p>
        </w:tc>
        <w:tc>
          <w:tcPr>
            <w:tcW w:w="1197" w:type="dxa"/>
          </w:tcPr>
          <w:p w14:paraId="707ADF27" w14:textId="7777777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840865" w:rsidRPr="00AB43F8" w14:paraId="5B0435B1" w14:textId="77777777" w:rsidTr="00A86973">
        <w:trPr>
          <w:trHeight w:val="213"/>
        </w:trPr>
        <w:tc>
          <w:tcPr>
            <w:tcW w:w="1788" w:type="dxa"/>
          </w:tcPr>
          <w:p w14:paraId="218206E7" w14:textId="77777777" w:rsidR="00840865" w:rsidRPr="00AB43F8" w:rsidRDefault="00840865" w:rsidP="00F353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CleareanceExciseDuty</w:t>
            </w:r>
          </w:p>
        </w:tc>
        <w:tc>
          <w:tcPr>
            <w:tcW w:w="3360" w:type="dxa"/>
          </w:tcPr>
          <w:p w14:paraId="144F9C8B" w14:textId="7777777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Rozliczenie podatku akcyzowego</w:t>
            </w:r>
          </w:p>
        </w:tc>
        <w:tc>
          <w:tcPr>
            <w:tcW w:w="840" w:type="dxa"/>
          </w:tcPr>
          <w:p w14:paraId="4D35450E" w14:textId="7777777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D</w:t>
            </w:r>
          </w:p>
        </w:tc>
        <w:tc>
          <w:tcPr>
            <w:tcW w:w="2195" w:type="dxa"/>
          </w:tcPr>
          <w:p w14:paraId="0FA70BA5" w14:textId="77777777" w:rsidR="00840865" w:rsidRPr="00601F27" w:rsidRDefault="00840865" w:rsidP="00F353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instrText xml:space="preserve"> REF CleareanceExciseDutyType_f \h  \* MERGEFORMAT </w:instrTex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t>CleareanceExciseDutyType</w: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6767F74" w14:textId="7777777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840865" w:rsidRPr="00AB43F8" w14:paraId="7D72F369" w14:textId="77777777" w:rsidTr="00A86973">
        <w:trPr>
          <w:trHeight w:val="213"/>
        </w:trPr>
        <w:tc>
          <w:tcPr>
            <w:tcW w:w="1788" w:type="dxa"/>
          </w:tcPr>
          <w:p w14:paraId="4B8CBC1D" w14:textId="77777777" w:rsidR="00840865" w:rsidRPr="00AB43F8" w:rsidRDefault="00840865" w:rsidP="00F353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Items</w:t>
            </w:r>
          </w:p>
        </w:tc>
        <w:tc>
          <w:tcPr>
            <w:tcW w:w="3360" w:type="dxa"/>
          </w:tcPr>
          <w:p w14:paraId="71198531" w14:textId="7777777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Obliczenie wysokości podatku akcyzowego od</w:t>
            </w:r>
            <w:r w:rsidR="0047420D" w:rsidRPr="00AB43F8">
              <w:rPr>
                <w:rFonts w:eastAsia="Times New Roman" w:cs="Arial"/>
                <w:sz w:val="20"/>
                <w:szCs w:val="20"/>
              </w:rPr>
              <w:t xml:space="preserve"> poszczególnych wyrobów</w:t>
            </w:r>
          </w:p>
        </w:tc>
        <w:tc>
          <w:tcPr>
            <w:tcW w:w="840" w:type="dxa"/>
          </w:tcPr>
          <w:p w14:paraId="7B178EC6" w14:textId="7777777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F</w:t>
            </w:r>
          </w:p>
        </w:tc>
        <w:tc>
          <w:tcPr>
            <w:tcW w:w="2195" w:type="dxa"/>
          </w:tcPr>
          <w:p w14:paraId="51CD4A60" w14:textId="77777777" w:rsidR="00840865" w:rsidRPr="00601F27" w:rsidRDefault="00840865" w:rsidP="00F353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instrText xml:space="preserve"> REF ItemsType_f \h  \* MERGEFORMAT </w:instrTex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t>ItemsType</w:t>
            </w:r>
            <w:r w:rsidRPr="00601F27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BAB15DF" w14:textId="7777777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</w:tbl>
    <w:p w14:paraId="2C90ECC8" w14:textId="20538995" w:rsidR="00644607" w:rsidRDefault="00644607" w:rsidP="00644607">
      <w:pPr>
        <w:pStyle w:val="Legenda"/>
        <w:keepNext/>
      </w:pPr>
      <w:bookmarkStart w:id="465" w:name="_Toc182566674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143</w:t>
      </w:r>
      <w:r w:rsidR="00715F4C">
        <w:rPr>
          <w:noProof/>
        </w:rPr>
        <w:fldChar w:fldCharType="end"/>
      </w:r>
      <w:r>
        <w:t xml:space="preserve">. </w:t>
      </w:r>
      <w:r w:rsidRPr="008C1621">
        <w:t>Struktura elementu CalculOdAmountOfExciseDutyType</w:t>
      </w:r>
      <w:bookmarkEnd w:id="465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855336" w:rsidRPr="00AB43F8" w14:paraId="1B0CFED6" w14:textId="77777777" w:rsidTr="00A869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7BDB5B5A" w14:textId="77777777" w:rsidR="00855336" w:rsidRPr="00AB43F8" w:rsidRDefault="00855336" w:rsidP="00855336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AB43F8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294C7618" w14:textId="77777777" w:rsidR="00855336" w:rsidRPr="00AB43F8" w:rsidRDefault="00855336" w:rsidP="00855336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AB43F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755B4DDC" w14:textId="77777777" w:rsidR="00855336" w:rsidRPr="00AB43F8" w:rsidRDefault="00855336" w:rsidP="00855336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AB43F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4AC6D447" w14:textId="77777777" w:rsidR="00855336" w:rsidRPr="00AB43F8" w:rsidRDefault="00855336" w:rsidP="00855336">
            <w:pPr>
              <w:rPr>
                <w:rFonts w:cs="Arial"/>
                <w:b/>
                <w:sz w:val="18"/>
                <w:szCs w:val="18"/>
              </w:rPr>
            </w:pPr>
            <w:r w:rsidRPr="00AB43F8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48CA7C3D" w14:textId="77777777" w:rsidR="00855336" w:rsidRPr="00AB43F8" w:rsidRDefault="00855336" w:rsidP="00855336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AB43F8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855336" w:rsidRPr="00AB43F8" w14:paraId="656B951F" w14:textId="77777777" w:rsidTr="00A86973">
        <w:trPr>
          <w:trHeight w:val="213"/>
        </w:trPr>
        <w:tc>
          <w:tcPr>
            <w:tcW w:w="1788" w:type="dxa"/>
          </w:tcPr>
          <w:p w14:paraId="5C9926F1" w14:textId="77777777" w:rsidR="00855336" w:rsidRPr="00AB43F8" w:rsidRDefault="00855336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totalAmountOfTax</w:t>
            </w:r>
          </w:p>
        </w:tc>
        <w:tc>
          <w:tcPr>
            <w:tcW w:w="3360" w:type="dxa"/>
          </w:tcPr>
          <w:p w14:paraId="7A77C529" w14:textId="77777777" w:rsidR="00855336" w:rsidRPr="00AB43F8" w:rsidRDefault="00855336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Razem obliczony podatek. Suma kwot z poz.252 formularzy AKC-4/N</w:t>
            </w:r>
          </w:p>
        </w:tc>
        <w:tc>
          <w:tcPr>
            <w:tcW w:w="840" w:type="dxa"/>
          </w:tcPr>
          <w:p w14:paraId="5FD3BF63" w14:textId="77777777" w:rsidR="00855336" w:rsidRPr="00AB43F8" w:rsidRDefault="00855336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10</w:t>
            </w:r>
          </w:p>
        </w:tc>
        <w:tc>
          <w:tcPr>
            <w:tcW w:w="2095" w:type="dxa"/>
          </w:tcPr>
          <w:p w14:paraId="59621ECB" w14:textId="77777777" w:rsidR="00855336" w:rsidRPr="00AB43F8" w:rsidRDefault="00855336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</w:tc>
        <w:tc>
          <w:tcPr>
            <w:tcW w:w="1197" w:type="dxa"/>
          </w:tcPr>
          <w:p w14:paraId="244425D1" w14:textId="77777777" w:rsidR="00855336" w:rsidRPr="00AB43F8" w:rsidRDefault="00855336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855336" w:rsidRPr="00AB43F8" w14:paraId="1D9617A7" w14:textId="77777777" w:rsidTr="00A86973">
        <w:trPr>
          <w:trHeight w:val="213"/>
        </w:trPr>
        <w:tc>
          <w:tcPr>
            <w:tcW w:w="1788" w:type="dxa"/>
          </w:tcPr>
          <w:p w14:paraId="6B44AA10" w14:textId="77777777" w:rsidR="00855336" w:rsidRPr="00AB43F8" w:rsidRDefault="00855336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reductions</w:t>
            </w:r>
          </w:p>
        </w:tc>
        <w:tc>
          <w:tcPr>
            <w:tcW w:w="3360" w:type="dxa"/>
          </w:tcPr>
          <w:p w14:paraId="443D25EB" w14:textId="77777777" w:rsidR="00855336" w:rsidRPr="00AB43F8" w:rsidRDefault="00855336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Zwolnienia i obniżenia. Wykazana kwota nie może przekroczyć kwoty z poz.10.</w:t>
            </w:r>
          </w:p>
        </w:tc>
        <w:tc>
          <w:tcPr>
            <w:tcW w:w="840" w:type="dxa"/>
          </w:tcPr>
          <w:p w14:paraId="78E476D1" w14:textId="77777777" w:rsidR="00855336" w:rsidRPr="00AB43F8" w:rsidRDefault="00855336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11</w:t>
            </w:r>
          </w:p>
        </w:tc>
        <w:tc>
          <w:tcPr>
            <w:tcW w:w="2095" w:type="dxa"/>
          </w:tcPr>
          <w:p w14:paraId="6FAF36F2" w14:textId="77777777" w:rsidR="00855336" w:rsidRPr="00601F27" w:rsidRDefault="00855336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</w:rPr>
              <w:t>ZAmountP</w:t>
            </w:r>
          </w:p>
        </w:tc>
        <w:tc>
          <w:tcPr>
            <w:tcW w:w="1197" w:type="dxa"/>
          </w:tcPr>
          <w:p w14:paraId="2FDBC80B" w14:textId="77777777" w:rsidR="00855336" w:rsidRPr="00AB43F8" w:rsidRDefault="00855336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855336" w:rsidRPr="00AB43F8" w14:paraId="7086AAC7" w14:textId="77777777" w:rsidTr="00A86973">
        <w:trPr>
          <w:trHeight w:val="213"/>
        </w:trPr>
        <w:tc>
          <w:tcPr>
            <w:tcW w:w="1788" w:type="dxa"/>
          </w:tcPr>
          <w:p w14:paraId="22162A5A" w14:textId="77777777" w:rsidR="00855336" w:rsidRPr="00AB43F8" w:rsidRDefault="00855336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totalOfTax</w:t>
            </w:r>
          </w:p>
        </w:tc>
        <w:tc>
          <w:tcPr>
            <w:tcW w:w="3360" w:type="dxa"/>
          </w:tcPr>
          <w:p w14:paraId="47637984" w14:textId="77777777" w:rsidR="00855336" w:rsidRPr="00AB43F8" w:rsidRDefault="00855336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Ogółem podatek. Od kwoty z poz.10 należy odjąć kwote z poz.11.</w:t>
            </w:r>
          </w:p>
        </w:tc>
        <w:tc>
          <w:tcPr>
            <w:tcW w:w="840" w:type="dxa"/>
          </w:tcPr>
          <w:p w14:paraId="4E3986FB" w14:textId="77777777" w:rsidR="00855336" w:rsidRPr="00AB43F8" w:rsidRDefault="00855336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13</w:t>
            </w:r>
          </w:p>
        </w:tc>
        <w:tc>
          <w:tcPr>
            <w:tcW w:w="2095" w:type="dxa"/>
          </w:tcPr>
          <w:p w14:paraId="0FFC36B5" w14:textId="77777777" w:rsidR="00855336" w:rsidRPr="00601F27" w:rsidRDefault="00855336" w:rsidP="0085533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</w:rPr>
              <w:t>ZAmountP</w:t>
            </w:r>
          </w:p>
        </w:tc>
        <w:tc>
          <w:tcPr>
            <w:tcW w:w="1197" w:type="dxa"/>
          </w:tcPr>
          <w:p w14:paraId="59CB8A54" w14:textId="77777777" w:rsidR="00855336" w:rsidRPr="00AB43F8" w:rsidRDefault="00855336" w:rsidP="00855336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</w:tbl>
    <w:p w14:paraId="79529491" w14:textId="77777777" w:rsidR="00855336" w:rsidRPr="00AB43F8" w:rsidRDefault="00855336" w:rsidP="00840865">
      <w:pPr>
        <w:rPr>
          <w:sz w:val="20"/>
          <w:szCs w:val="20"/>
        </w:rPr>
      </w:pPr>
    </w:p>
    <w:p w14:paraId="6F80A19E" w14:textId="5B706156" w:rsidR="00644607" w:rsidRDefault="00644607" w:rsidP="00644607">
      <w:pPr>
        <w:pStyle w:val="Legenda"/>
        <w:keepNext/>
      </w:pPr>
      <w:bookmarkStart w:id="466" w:name="_Toc182566675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144</w:t>
      </w:r>
      <w:r w:rsidR="00715F4C">
        <w:rPr>
          <w:noProof/>
        </w:rPr>
        <w:fldChar w:fldCharType="end"/>
      </w:r>
      <w:r>
        <w:t xml:space="preserve">. </w:t>
      </w:r>
      <w:r w:rsidRPr="002D2B49">
        <w:t>Struktura elementu CleareanceExciseDutyType</w:t>
      </w:r>
      <w:bookmarkEnd w:id="466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840865" w:rsidRPr="00AB43F8" w14:paraId="6554582F" w14:textId="77777777" w:rsidTr="00A869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12C8C484" w14:textId="77777777" w:rsidR="00840865" w:rsidRPr="00AB43F8" w:rsidRDefault="00840865" w:rsidP="00F353E2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AB43F8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3B27AF94" w14:textId="77777777" w:rsidR="00840865" w:rsidRPr="00AB43F8" w:rsidRDefault="00840865" w:rsidP="00F353E2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AB43F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7C87A05F" w14:textId="77777777" w:rsidR="00840865" w:rsidRPr="00AB43F8" w:rsidRDefault="00840865" w:rsidP="00F353E2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AB43F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7A205405" w14:textId="77777777" w:rsidR="00840865" w:rsidRPr="00AB43F8" w:rsidRDefault="00840865" w:rsidP="00F353E2">
            <w:pPr>
              <w:rPr>
                <w:rFonts w:cs="Arial"/>
                <w:b/>
                <w:sz w:val="18"/>
                <w:szCs w:val="18"/>
              </w:rPr>
            </w:pPr>
            <w:r w:rsidRPr="00AB43F8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4544393B" w14:textId="77777777" w:rsidR="00840865" w:rsidRPr="00AB43F8" w:rsidRDefault="00840865" w:rsidP="00F353E2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AB43F8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840865" w:rsidRPr="00AB43F8" w14:paraId="2E971853" w14:textId="77777777" w:rsidTr="00A86973">
        <w:trPr>
          <w:trHeight w:val="213"/>
        </w:trPr>
        <w:tc>
          <w:tcPr>
            <w:tcW w:w="1788" w:type="dxa"/>
          </w:tcPr>
          <w:p w14:paraId="6FC7F56A" w14:textId="77777777" w:rsidR="00840865" w:rsidRPr="00AB43F8" w:rsidRDefault="00840865" w:rsidP="00F353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amountOfExciseStamps</w:t>
            </w:r>
          </w:p>
        </w:tc>
        <w:tc>
          <w:tcPr>
            <w:tcW w:w="3360" w:type="dxa"/>
          </w:tcPr>
          <w:p w14:paraId="651EC463" w14:textId="7777777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Kwota stanowiąca wartość podatkowych znaków akcyzy</w:t>
            </w:r>
          </w:p>
        </w:tc>
        <w:tc>
          <w:tcPr>
            <w:tcW w:w="840" w:type="dxa"/>
          </w:tcPr>
          <w:p w14:paraId="686104EC" w14:textId="7777777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13</w:t>
            </w:r>
          </w:p>
        </w:tc>
        <w:tc>
          <w:tcPr>
            <w:tcW w:w="2095" w:type="dxa"/>
          </w:tcPr>
          <w:p w14:paraId="6D06AE58" w14:textId="77777777" w:rsidR="00840865" w:rsidRPr="00AB43F8" w:rsidRDefault="00840865" w:rsidP="00F353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ZAmount</w:t>
            </w:r>
            <w:r w:rsidR="00855336" w:rsidRPr="00AB43F8">
              <w:rPr>
                <w:rStyle w:val="pole"/>
                <w:rFonts w:ascii="Lato" w:hAnsi="Lato"/>
                <w:sz w:val="20"/>
                <w:szCs w:val="20"/>
              </w:rPr>
              <w:t>T</w:t>
            </w:r>
          </w:p>
        </w:tc>
        <w:tc>
          <w:tcPr>
            <w:tcW w:w="1197" w:type="dxa"/>
          </w:tcPr>
          <w:p w14:paraId="345B534A" w14:textId="7777777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840865" w:rsidRPr="00AB43F8" w14:paraId="29457556" w14:textId="77777777" w:rsidTr="00A86973">
        <w:trPr>
          <w:trHeight w:val="213"/>
        </w:trPr>
        <w:tc>
          <w:tcPr>
            <w:tcW w:w="1788" w:type="dxa"/>
          </w:tcPr>
          <w:p w14:paraId="758CE4D7" w14:textId="77777777" w:rsidR="00840865" w:rsidRPr="00AB43F8" w:rsidRDefault="00840865" w:rsidP="00F353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amountOfPrePayment</w:t>
            </w:r>
          </w:p>
        </w:tc>
        <w:tc>
          <w:tcPr>
            <w:tcW w:w="3360" w:type="dxa"/>
          </w:tcPr>
          <w:p w14:paraId="39341141" w14:textId="77777777" w:rsidR="00840865" w:rsidRPr="00AB43F8" w:rsidRDefault="00840865" w:rsidP="00F353E2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AB43F8">
              <w:rPr>
                <w:rFonts w:cs="Arial"/>
                <w:color w:val="000000"/>
                <w:sz w:val="20"/>
                <w:szCs w:val="20"/>
              </w:rPr>
              <w:t>Kwota przedpłaty akcyzy</w:t>
            </w:r>
          </w:p>
        </w:tc>
        <w:tc>
          <w:tcPr>
            <w:tcW w:w="840" w:type="dxa"/>
          </w:tcPr>
          <w:p w14:paraId="1D86BBEA" w14:textId="77777777" w:rsidR="00840865" w:rsidRPr="00AB43F8" w:rsidRDefault="00840865" w:rsidP="00F353E2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AB43F8">
              <w:rPr>
                <w:rFonts w:eastAsia="Times New Roman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095" w:type="dxa"/>
          </w:tcPr>
          <w:p w14:paraId="54E3B68E" w14:textId="77777777" w:rsidR="00840865" w:rsidRPr="00AB43F8" w:rsidRDefault="00840865" w:rsidP="00F353E2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</w:t>
            </w:r>
            <w:r w:rsidR="00855336" w:rsidRPr="00AB43F8">
              <w:rPr>
                <w:rStyle w:val="pole"/>
                <w:rFonts w:ascii="Lato" w:hAnsi="Lato"/>
                <w:sz w:val="20"/>
                <w:szCs w:val="20"/>
                <w:lang w:val="pl-PL"/>
              </w:rPr>
              <w:t>T</w:t>
            </w:r>
          </w:p>
          <w:p w14:paraId="3EDF486B" w14:textId="12F8BED3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AB43F8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AB43F8">
              <w:rPr>
                <w:rFonts w:eastAsia="Times New Roman" w:cs="Arial"/>
                <w:sz w:val="20"/>
                <w:szCs w:val="20"/>
              </w:rPr>
              <w:instrText xml:space="preserve"> REF Rf15 \h </w:instrText>
            </w:r>
            <w:r w:rsidR="00AB43F8" w:rsidRPr="00AB43F8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AB43F8">
              <w:rPr>
                <w:rFonts w:eastAsia="Times New Roman" w:cs="Arial"/>
                <w:sz w:val="20"/>
                <w:szCs w:val="20"/>
              </w:rPr>
            </w:r>
            <w:r w:rsidRPr="00AB43F8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Pr="00AB43F8">
              <w:rPr>
                <w:rFonts w:eastAsia="Times New Roman" w:cs="Arial"/>
                <w:color w:val="000000"/>
                <w:sz w:val="20"/>
                <w:szCs w:val="20"/>
              </w:rPr>
              <w:t>R15</w:t>
            </w:r>
            <w:r w:rsidRPr="00AB43F8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6E9FAC1" w14:textId="7777777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840865" w:rsidRPr="00AB43F8" w14:paraId="4E3FDDF2" w14:textId="77777777" w:rsidTr="00A86973">
        <w:trPr>
          <w:trHeight w:val="213"/>
        </w:trPr>
        <w:tc>
          <w:tcPr>
            <w:tcW w:w="1788" w:type="dxa"/>
          </w:tcPr>
          <w:p w14:paraId="68B3390F" w14:textId="77777777" w:rsidR="00840865" w:rsidRPr="00AB43F8" w:rsidRDefault="00840865" w:rsidP="00F353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taxChargeable</w:t>
            </w:r>
          </w:p>
        </w:tc>
        <w:tc>
          <w:tcPr>
            <w:tcW w:w="3360" w:type="dxa"/>
          </w:tcPr>
          <w:p w14:paraId="3EA0E5F7" w14:textId="7777777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cs="Arial"/>
                <w:sz w:val="20"/>
                <w:szCs w:val="20"/>
              </w:rPr>
              <w:t>Podatek należny</w:t>
            </w:r>
          </w:p>
        </w:tc>
        <w:tc>
          <w:tcPr>
            <w:tcW w:w="840" w:type="dxa"/>
          </w:tcPr>
          <w:p w14:paraId="3DA315B0" w14:textId="7777777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15</w:t>
            </w:r>
          </w:p>
        </w:tc>
        <w:tc>
          <w:tcPr>
            <w:tcW w:w="2095" w:type="dxa"/>
          </w:tcPr>
          <w:p w14:paraId="3483DC6D" w14:textId="77777777" w:rsidR="00840865" w:rsidRPr="00AB43F8" w:rsidRDefault="00840865" w:rsidP="00F353E2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ZAmountP</w:t>
            </w:r>
          </w:p>
          <w:p w14:paraId="41AC131F" w14:textId="6BBD7054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AB43F8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AB43F8">
              <w:rPr>
                <w:rFonts w:eastAsia="Times New Roman" w:cs="Arial"/>
                <w:sz w:val="20"/>
                <w:szCs w:val="20"/>
              </w:rPr>
              <w:instrText xml:space="preserve"> REF Rf16 \h </w:instrText>
            </w:r>
            <w:r w:rsidR="00AB43F8" w:rsidRPr="00AB43F8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AB43F8">
              <w:rPr>
                <w:rFonts w:eastAsia="Times New Roman" w:cs="Arial"/>
                <w:sz w:val="20"/>
                <w:szCs w:val="20"/>
              </w:rPr>
            </w:r>
            <w:r w:rsidRPr="00AB43F8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Pr="00AB43F8">
              <w:rPr>
                <w:rFonts w:eastAsia="Times New Roman" w:cs="Arial"/>
                <w:color w:val="000000"/>
                <w:sz w:val="20"/>
                <w:szCs w:val="20"/>
              </w:rPr>
              <w:t>R16</w:t>
            </w:r>
            <w:r w:rsidRPr="00AB43F8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16657B8" w14:textId="7777777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840865" w:rsidRPr="00AB43F8" w14:paraId="4E999C79" w14:textId="77777777" w:rsidTr="00A86973">
        <w:trPr>
          <w:trHeight w:val="213"/>
        </w:trPr>
        <w:tc>
          <w:tcPr>
            <w:tcW w:w="1788" w:type="dxa"/>
          </w:tcPr>
          <w:p w14:paraId="03327E49" w14:textId="77777777" w:rsidR="00840865" w:rsidRPr="00AB43F8" w:rsidRDefault="00840865" w:rsidP="00F353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surplusExcessPayment</w:t>
            </w:r>
          </w:p>
        </w:tc>
        <w:tc>
          <w:tcPr>
            <w:tcW w:w="3360" w:type="dxa"/>
          </w:tcPr>
          <w:p w14:paraId="43236EA4" w14:textId="7777777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cs="Arial"/>
                <w:sz w:val="20"/>
                <w:szCs w:val="20"/>
              </w:rPr>
              <w:t>Nadwyżka (Nadwyżka przedpłaty – w przypadku produkcji poza składem podatkowym)</w:t>
            </w:r>
          </w:p>
        </w:tc>
        <w:tc>
          <w:tcPr>
            <w:tcW w:w="840" w:type="dxa"/>
          </w:tcPr>
          <w:p w14:paraId="4158654B" w14:textId="7777777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16</w:t>
            </w:r>
          </w:p>
        </w:tc>
        <w:tc>
          <w:tcPr>
            <w:tcW w:w="2095" w:type="dxa"/>
          </w:tcPr>
          <w:p w14:paraId="7732C54F" w14:textId="77777777" w:rsidR="00840865" w:rsidRPr="00AB43F8" w:rsidRDefault="00840865" w:rsidP="00F353E2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ZAmountP</w:t>
            </w:r>
          </w:p>
          <w:p w14:paraId="71C86A72" w14:textId="5D8B31E3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AB43F8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AB43F8">
              <w:rPr>
                <w:rFonts w:eastAsia="Times New Roman" w:cs="Arial"/>
                <w:sz w:val="20"/>
                <w:szCs w:val="20"/>
              </w:rPr>
              <w:instrText xml:space="preserve"> REF Rf17 \h </w:instrText>
            </w:r>
            <w:r w:rsidR="00AB43F8" w:rsidRPr="00AB43F8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AB43F8">
              <w:rPr>
                <w:rFonts w:eastAsia="Times New Roman" w:cs="Arial"/>
                <w:sz w:val="20"/>
                <w:szCs w:val="20"/>
              </w:rPr>
            </w:r>
            <w:r w:rsidRPr="00AB43F8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Pr="00AB43F8">
              <w:rPr>
                <w:rFonts w:eastAsia="Times New Roman" w:cs="Arial"/>
                <w:color w:val="000000"/>
                <w:sz w:val="20"/>
                <w:szCs w:val="20"/>
              </w:rPr>
              <w:t>R17</w:t>
            </w:r>
            <w:r w:rsidRPr="00AB43F8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0A89645" w14:textId="7777777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</w:tbl>
    <w:p w14:paraId="16323582" w14:textId="6B800A57" w:rsidR="00644607" w:rsidRDefault="00644607" w:rsidP="00644607">
      <w:pPr>
        <w:pStyle w:val="Legenda"/>
        <w:keepNext/>
      </w:pPr>
      <w:bookmarkStart w:id="467" w:name="_Toc182566676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145</w:t>
      </w:r>
      <w:r w:rsidR="00715F4C">
        <w:rPr>
          <w:noProof/>
        </w:rPr>
        <w:fldChar w:fldCharType="end"/>
      </w:r>
      <w:r>
        <w:t xml:space="preserve">. </w:t>
      </w:r>
      <w:r w:rsidRPr="00947B21">
        <w:t>Struktura elementu ItemsType</w:t>
      </w:r>
      <w:bookmarkEnd w:id="467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840865" w:rsidRPr="00AB43F8" w14:paraId="2ED8BF29" w14:textId="77777777" w:rsidTr="00A869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539F5D33" w14:textId="77777777" w:rsidR="00840865" w:rsidRPr="00AB43F8" w:rsidRDefault="00840865" w:rsidP="00F353E2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AB43F8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23C760B2" w14:textId="77777777" w:rsidR="00840865" w:rsidRPr="00AB43F8" w:rsidRDefault="00840865" w:rsidP="00F353E2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AB43F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32D5471C" w14:textId="77777777" w:rsidR="00840865" w:rsidRPr="00AB43F8" w:rsidRDefault="00840865" w:rsidP="00F353E2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AB43F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3B15CAB9" w14:textId="77777777" w:rsidR="00840865" w:rsidRPr="00AB43F8" w:rsidRDefault="00840865" w:rsidP="00F353E2">
            <w:pPr>
              <w:rPr>
                <w:rFonts w:cs="Arial"/>
                <w:b/>
                <w:sz w:val="18"/>
                <w:szCs w:val="18"/>
              </w:rPr>
            </w:pPr>
            <w:r w:rsidRPr="00AB43F8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4E0EF4F8" w14:textId="77777777" w:rsidR="00840865" w:rsidRPr="00AB43F8" w:rsidRDefault="00840865" w:rsidP="00F353E2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AB43F8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840865" w:rsidRPr="00AB43F8" w14:paraId="05B94E79" w14:textId="77777777" w:rsidTr="00A86973">
        <w:trPr>
          <w:trHeight w:val="213"/>
        </w:trPr>
        <w:tc>
          <w:tcPr>
            <w:tcW w:w="1788" w:type="dxa"/>
          </w:tcPr>
          <w:p w14:paraId="4C2A6568" w14:textId="77777777" w:rsidR="00840865" w:rsidRPr="00AB43F8" w:rsidRDefault="00543F9F" w:rsidP="00F353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exportValueOfGoods</w:t>
            </w:r>
          </w:p>
        </w:tc>
        <w:tc>
          <w:tcPr>
            <w:tcW w:w="3360" w:type="dxa"/>
          </w:tcPr>
          <w:p w14:paraId="118114A3" w14:textId="77777777" w:rsidR="00840865" w:rsidRPr="00AB43F8" w:rsidRDefault="00543F9F" w:rsidP="00856AEA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AB43F8">
              <w:rPr>
                <w:rFonts w:eastAsia="Times New Roman" w:cs="Arial"/>
                <w:color w:val="000000"/>
                <w:sz w:val="20"/>
                <w:szCs w:val="20"/>
              </w:rPr>
              <w:t xml:space="preserve">Sprzedaż na eksport: Średnia ważona detaliczna cena sprzedaży </w:t>
            </w:r>
            <w:r w:rsidRPr="00AB43F8">
              <w:rPr>
                <w:rFonts w:eastAsia="Times New Roman" w:cs="Arial"/>
                <w:color w:val="000000"/>
                <w:sz w:val="20"/>
                <w:szCs w:val="20"/>
              </w:rPr>
              <w:lastRenderedPageBreak/>
              <w:t>tytoniu do palenia obowiązująca w danym roku kalendarzowym</w:t>
            </w:r>
          </w:p>
        </w:tc>
        <w:tc>
          <w:tcPr>
            <w:tcW w:w="840" w:type="dxa"/>
          </w:tcPr>
          <w:p w14:paraId="20015A21" w14:textId="77777777" w:rsidR="00840865" w:rsidRPr="00AB43F8" w:rsidRDefault="00543F9F" w:rsidP="00F353E2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AB43F8">
              <w:rPr>
                <w:rFonts w:eastAsia="Times New Roman" w:cs="Arial"/>
                <w:color w:val="000000"/>
                <w:sz w:val="20"/>
                <w:szCs w:val="20"/>
              </w:rPr>
              <w:lastRenderedPageBreak/>
              <w:t>247</w:t>
            </w:r>
          </w:p>
        </w:tc>
        <w:tc>
          <w:tcPr>
            <w:tcW w:w="2095" w:type="dxa"/>
          </w:tcPr>
          <w:p w14:paraId="6EEB5E34" w14:textId="77777777" w:rsidR="00840865" w:rsidRPr="00AB43F8" w:rsidRDefault="00543F9F" w:rsidP="00F353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</w:tc>
        <w:tc>
          <w:tcPr>
            <w:tcW w:w="1197" w:type="dxa"/>
          </w:tcPr>
          <w:p w14:paraId="5689F643" w14:textId="77777777" w:rsidR="00840865" w:rsidRPr="00AB43F8" w:rsidRDefault="00543F9F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543F9F" w:rsidRPr="00AB43F8" w14:paraId="23E3D7F1" w14:textId="77777777" w:rsidTr="00A86973">
        <w:trPr>
          <w:trHeight w:val="213"/>
        </w:trPr>
        <w:tc>
          <w:tcPr>
            <w:tcW w:w="1788" w:type="dxa"/>
          </w:tcPr>
          <w:p w14:paraId="31041B2D" w14:textId="77777777" w:rsidR="00543F9F" w:rsidRPr="00AB43F8" w:rsidRDefault="00543F9F" w:rsidP="00F353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exportNumberOfGoods</w:t>
            </w:r>
          </w:p>
        </w:tc>
        <w:tc>
          <w:tcPr>
            <w:tcW w:w="3360" w:type="dxa"/>
          </w:tcPr>
          <w:p w14:paraId="05934F10" w14:textId="77777777" w:rsidR="00543F9F" w:rsidRPr="00AB43F8" w:rsidRDefault="00543F9F" w:rsidP="00F353E2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AB43F8">
              <w:rPr>
                <w:rFonts w:cs="Arial"/>
                <w:color w:val="000000"/>
                <w:sz w:val="20"/>
                <w:szCs w:val="20"/>
              </w:rPr>
              <w:t>Sprzedaż na eksport: Ilość wyrobów w kg</w:t>
            </w:r>
          </w:p>
        </w:tc>
        <w:tc>
          <w:tcPr>
            <w:tcW w:w="840" w:type="dxa"/>
          </w:tcPr>
          <w:p w14:paraId="7F4CD7C0" w14:textId="77777777" w:rsidR="00543F9F" w:rsidRPr="00AB43F8" w:rsidRDefault="00543F9F" w:rsidP="00F353E2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AB43F8">
              <w:rPr>
                <w:rFonts w:eastAsia="Times New Roman" w:cs="Arial"/>
                <w:color w:val="000000"/>
                <w:sz w:val="20"/>
                <w:szCs w:val="20"/>
              </w:rPr>
              <w:t>248</w:t>
            </w:r>
          </w:p>
        </w:tc>
        <w:tc>
          <w:tcPr>
            <w:tcW w:w="2095" w:type="dxa"/>
          </w:tcPr>
          <w:p w14:paraId="41FDD0C5" w14:textId="77777777" w:rsidR="00543F9F" w:rsidRPr="00AB43F8" w:rsidRDefault="00543F9F" w:rsidP="00F353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ZAmountE</w:t>
            </w:r>
          </w:p>
        </w:tc>
        <w:tc>
          <w:tcPr>
            <w:tcW w:w="1197" w:type="dxa"/>
          </w:tcPr>
          <w:p w14:paraId="413EDE52" w14:textId="77777777" w:rsidR="00543F9F" w:rsidRPr="00AB43F8" w:rsidRDefault="00543F9F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543F9F" w:rsidRPr="00AB43F8" w14:paraId="2204E679" w14:textId="77777777" w:rsidTr="00A86973">
        <w:trPr>
          <w:trHeight w:val="213"/>
        </w:trPr>
        <w:tc>
          <w:tcPr>
            <w:tcW w:w="1788" w:type="dxa"/>
          </w:tcPr>
          <w:p w14:paraId="76DFFE75" w14:textId="77777777" w:rsidR="00543F9F" w:rsidRPr="00AB43F8" w:rsidRDefault="00543F9F" w:rsidP="00F353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exportTaxRatePercentage</w:t>
            </w:r>
          </w:p>
        </w:tc>
        <w:tc>
          <w:tcPr>
            <w:tcW w:w="3360" w:type="dxa"/>
          </w:tcPr>
          <w:p w14:paraId="0A31BA67" w14:textId="77777777" w:rsidR="00543F9F" w:rsidRPr="00AB43F8" w:rsidRDefault="00543F9F" w:rsidP="00856AEA">
            <w:pPr>
              <w:rPr>
                <w:rFonts w:cs="Arial"/>
                <w:color w:val="000000"/>
                <w:sz w:val="20"/>
                <w:szCs w:val="20"/>
              </w:rPr>
            </w:pPr>
            <w:r w:rsidRPr="00AB43F8">
              <w:rPr>
                <w:rFonts w:cs="Arial"/>
                <w:color w:val="000000"/>
                <w:sz w:val="20"/>
                <w:szCs w:val="20"/>
              </w:rPr>
              <w:t>Sprzedaż na eksport: Stawka podatku wyrażona ułamkiem dziesiętnym z dokładnością do 4 miejsc po przecinku.</w:t>
            </w:r>
          </w:p>
        </w:tc>
        <w:tc>
          <w:tcPr>
            <w:tcW w:w="840" w:type="dxa"/>
          </w:tcPr>
          <w:p w14:paraId="30C8CA79" w14:textId="77777777" w:rsidR="00543F9F" w:rsidRPr="00AB43F8" w:rsidRDefault="00543F9F" w:rsidP="00F353E2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AB43F8">
              <w:rPr>
                <w:rFonts w:eastAsia="Times New Roman" w:cs="Arial"/>
                <w:color w:val="000000"/>
                <w:sz w:val="20"/>
                <w:szCs w:val="20"/>
              </w:rPr>
              <w:t>249a</w:t>
            </w:r>
          </w:p>
        </w:tc>
        <w:tc>
          <w:tcPr>
            <w:tcW w:w="2095" w:type="dxa"/>
          </w:tcPr>
          <w:p w14:paraId="220C619F" w14:textId="77777777" w:rsidR="00543F9F" w:rsidRPr="00AB43F8" w:rsidRDefault="00543F9F" w:rsidP="00F353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ZPercentage</w:t>
            </w:r>
          </w:p>
        </w:tc>
        <w:tc>
          <w:tcPr>
            <w:tcW w:w="1197" w:type="dxa"/>
          </w:tcPr>
          <w:p w14:paraId="5009C62F" w14:textId="77777777" w:rsidR="00543F9F" w:rsidRPr="00AB43F8" w:rsidRDefault="00543F9F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840865" w:rsidRPr="00AB43F8" w14:paraId="5FACF32C" w14:textId="77777777" w:rsidTr="00A86973">
        <w:trPr>
          <w:trHeight w:val="213"/>
        </w:trPr>
        <w:tc>
          <w:tcPr>
            <w:tcW w:w="1788" w:type="dxa"/>
          </w:tcPr>
          <w:p w14:paraId="310A6AED" w14:textId="77777777" w:rsidR="00840865" w:rsidRPr="00AB43F8" w:rsidRDefault="00840865" w:rsidP="00F353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exportTaxRate</w:t>
            </w:r>
          </w:p>
        </w:tc>
        <w:tc>
          <w:tcPr>
            <w:tcW w:w="3360" w:type="dxa"/>
          </w:tcPr>
          <w:p w14:paraId="77B4DE0F" w14:textId="77777777" w:rsidR="00840865" w:rsidRPr="00AB43F8" w:rsidRDefault="00840865" w:rsidP="00F353E2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AB43F8">
              <w:rPr>
                <w:rFonts w:cs="Arial"/>
                <w:color w:val="000000"/>
                <w:sz w:val="20"/>
                <w:szCs w:val="20"/>
              </w:rPr>
              <w:t>Sprzedaż na eksport: Stawka podatku</w:t>
            </w:r>
          </w:p>
        </w:tc>
        <w:tc>
          <w:tcPr>
            <w:tcW w:w="840" w:type="dxa"/>
          </w:tcPr>
          <w:p w14:paraId="70B7EF17" w14:textId="77777777" w:rsidR="00840865" w:rsidRPr="00AB43F8" w:rsidRDefault="00840865" w:rsidP="00F353E2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AB43F8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  <w:r w:rsidR="00543F9F" w:rsidRPr="00AB43F8">
              <w:rPr>
                <w:rFonts w:eastAsia="Times New Roman" w:cs="Arial"/>
                <w:color w:val="000000"/>
                <w:sz w:val="20"/>
                <w:szCs w:val="20"/>
              </w:rPr>
              <w:t>49b</w:t>
            </w:r>
          </w:p>
        </w:tc>
        <w:tc>
          <w:tcPr>
            <w:tcW w:w="2095" w:type="dxa"/>
          </w:tcPr>
          <w:p w14:paraId="5B5C391E" w14:textId="77777777" w:rsidR="00840865" w:rsidRPr="00AB43F8" w:rsidRDefault="00840865" w:rsidP="00F353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</w:tc>
        <w:tc>
          <w:tcPr>
            <w:tcW w:w="1197" w:type="dxa"/>
          </w:tcPr>
          <w:p w14:paraId="7C082629" w14:textId="7777777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840865" w:rsidRPr="00AB43F8" w14:paraId="2A933FBC" w14:textId="77777777" w:rsidTr="00A86973">
        <w:trPr>
          <w:trHeight w:val="213"/>
        </w:trPr>
        <w:tc>
          <w:tcPr>
            <w:tcW w:w="1788" w:type="dxa"/>
          </w:tcPr>
          <w:p w14:paraId="08F9B7A1" w14:textId="77777777" w:rsidR="00840865" w:rsidRPr="00AB43F8" w:rsidRDefault="00840865" w:rsidP="00F353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exportTotalAmountOfTax</w:t>
            </w:r>
          </w:p>
        </w:tc>
        <w:tc>
          <w:tcPr>
            <w:tcW w:w="3360" w:type="dxa"/>
          </w:tcPr>
          <w:p w14:paraId="6F064A64" w14:textId="77777777" w:rsidR="00840865" w:rsidRPr="00AB43F8" w:rsidRDefault="00543F9F" w:rsidP="00856AEA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AB43F8">
              <w:rPr>
                <w:rFonts w:cs="Arial"/>
                <w:color w:val="000000"/>
                <w:sz w:val="20"/>
                <w:szCs w:val="20"/>
              </w:rPr>
              <w:t>Sprzedaż na eksport: Łączna kwota podatku w zł</w:t>
            </w:r>
          </w:p>
        </w:tc>
        <w:tc>
          <w:tcPr>
            <w:tcW w:w="840" w:type="dxa"/>
          </w:tcPr>
          <w:p w14:paraId="5F60D34A" w14:textId="77777777" w:rsidR="00840865" w:rsidRPr="00AB43F8" w:rsidRDefault="00840865" w:rsidP="00F353E2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AB43F8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  <w:r w:rsidR="00543F9F" w:rsidRPr="00AB43F8">
              <w:rPr>
                <w:rFonts w:eastAsia="Times New Roman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095" w:type="dxa"/>
          </w:tcPr>
          <w:p w14:paraId="2096AC8E" w14:textId="77777777" w:rsidR="00840865" w:rsidRPr="00AB43F8" w:rsidRDefault="00840865" w:rsidP="00F353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</w:tc>
        <w:tc>
          <w:tcPr>
            <w:tcW w:w="1197" w:type="dxa"/>
          </w:tcPr>
          <w:p w14:paraId="4F6681ED" w14:textId="7777777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840865" w:rsidRPr="00AB43F8" w14:paraId="1B4323C6" w14:textId="77777777" w:rsidTr="00A86973">
        <w:trPr>
          <w:trHeight w:val="213"/>
        </w:trPr>
        <w:tc>
          <w:tcPr>
            <w:tcW w:w="1788" w:type="dxa"/>
          </w:tcPr>
          <w:p w14:paraId="6E00D294" w14:textId="77777777" w:rsidR="00840865" w:rsidRPr="00AB43F8" w:rsidRDefault="00543F9F" w:rsidP="00F353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totalValueofGoods</w:t>
            </w:r>
          </w:p>
        </w:tc>
        <w:tc>
          <w:tcPr>
            <w:tcW w:w="3360" w:type="dxa"/>
          </w:tcPr>
          <w:p w14:paraId="309B7C51" w14:textId="77777777" w:rsidR="00840865" w:rsidRPr="00AB43F8" w:rsidRDefault="00543F9F" w:rsidP="00F353E2">
            <w:pPr>
              <w:rPr>
                <w:rFonts w:cs="Arial"/>
                <w:color w:val="000000"/>
                <w:sz w:val="20"/>
                <w:szCs w:val="20"/>
              </w:rPr>
            </w:pPr>
            <w:r w:rsidRPr="00AB43F8">
              <w:rPr>
                <w:rFonts w:cs="Arial"/>
                <w:color w:val="000000"/>
                <w:sz w:val="20"/>
                <w:szCs w:val="20"/>
              </w:rPr>
              <w:t>Razem: Średnia ważona detaliczna cena sprzedaży tytoniu do palenia obowiązująca w danym roku kalendarzowym</w:t>
            </w:r>
          </w:p>
        </w:tc>
        <w:tc>
          <w:tcPr>
            <w:tcW w:w="840" w:type="dxa"/>
          </w:tcPr>
          <w:p w14:paraId="57FCEF57" w14:textId="77777777" w:rsidR="00840865" w:rsidRPr="00AB43F8" w:rsidRDefault="00543F9F" w:rsidP="00F353E2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AB43F8">
              <w:rPr>
                <w:rFonts w:eastAsia="Times New Roman" w:cs="Arial"/>
                <w:color w:val="000000"/>
                <w:sz w:val="20"/>
                <w:szCs w:val="20"/>
              </w:rPr>
              <w:t>251</w:t>
            </w:r>
          </w:p>
        </w:tc>
        <w:tc>
          <w:tcPr>
            <w:tcW w:w="2095" w:type="dxa"/>
          </w:tcPr>
          <w:p w14:paraId="1D76B420" w14:textId="77777777" w:rsidR="00840865" w:rsidRPr="00AB43F8" w:rsidRDefault="00543F9F" w:rsidP="00F353E2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ZAmountT</w:t>
            </w:r>
          </w:p>
        </w:tc>
        <w:tc>
          <w:tcPr>
            <w:tcW w:w="1197" w:type="dxa"/>
          </w:tcPr>
          <w:p w14:paraId="6DE8E918" w14:textId="77777777" w:rsidR="00840865" w:rsidRPr="00AB43F8" w:rsidRDefault="00543F9F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840865" w:rsidRPr="00AB43F8" w14:paraId="479C86A6" w14:textId="77777777" w:rsidTr="00A86973">
        <w:trPr>
          <w:trHeight w:val="213"/>
        </w:trPr>
        <w:tc>
          <w:tcPr>
            <w:tcW w:w="1788" w:type="dxa"/>
          </w:tcPr>
          <w:p w14:paraId="79C025B0" w14:textId="77777777" w:rsidR="00840865" w:rsidRPr="00AB43F8" w:rsidRDefault="00840865" w:rsidP="00F353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totalAmountOfTax</w:t>
            </w:r>
          </w:p>
        </w:tc>
        <w:tc>
          <w:tcPr>
            <w:tcW w:w="3360" w:type="dxa"/>
          </w:tcPr>
          <w:p w14:paraId="5B72CB12" w14:textId="77777777" w:rsidR="00840865" w:rsidRPr="00AB43F8" w:rsidRDefault="00380231" w:rsidP="00856AEA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AB43F8">
              <w:rPr>
                <w:rFonts w:cs="Arial"/>
                <w:color w:val="000000"/>
                <w:sz w:val="20"/>
                <w:szCs w:val="20"/>
              </w:rPr>
              <w:t>Razem: Łączna kwota podatku w zł</w:t>
            </w:r>
          </w:p>
        </w:tc>
        <w:tc>
          <w:tcPr>
            <w:tcW w:w="840" w:type="dxa"/>
          </w:tcPr>
          <w:p w14:paraId="5DE54E60" w14:textId="77777777" w:rsidR="00840865" w:rsidRPr="00AB43F8" w:rsidRDefault="00840865" w:rsidP="00F353E2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AB43F8">
              <w:rPr>
                <w:rFonts w:eastAsia="Times New Roman" w:cs="Arial"/>
                <w:color w:val="000000"/>
                <w:sz w:val="20"/>
                <w:szCs w:val="20"/>
              </w:rPr>
              <w:t>25</w:t>
            </w:r>
            <w:r w:rsidR="00380231" w:rsidRPr="00AB43F8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95" w:type="dxa"/>
          </w:tcPr>
          <w:p w14:paraId="40FC94BD" w14:textId="77777777" w:rsidR="00840865" w:rsidRPr="00AB43F8" w:rsidRDefault="00840865" w:rsidP="00F353E2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ZAmountT</w:t>
            </w:r>
          </w:p>
          <w:p w14:paraId="34E2E4A9" w14:textId="4005B68B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AB43F8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AB43F8">
              <w:rPr>
                <w:rFonts w:eastAsia="Times New Roman" w:cs="Arial"/>
                <w:sz w:val="20"/>
                <w:szCs w:val="20"/>
              </w:rPr>
              <w:instrText xml:space="preserve"> REF Rf15 \h </w:instrText>
            </w:r>
            <w:r w:rsidR="00AB43F8" w:rsidRPr="00AB43F8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AB43F8">
              <w:rPr>
                <w:rFonts w:eastAsia="Times New Roman" w:cs="Arial"/>
                <w:sz w:val="20"/>
                <w:szCs w:val="20"/>
              </w:rPr>
            </w:r>
            <w:r w:rsidRPr="00AB43F8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Pr="00AB43F8">
              <w:rPr>
                <w:rFonts w:eastAsia="Times New Roman" w:cs="Arial"/>
                <w:color w:val="000000"/>
                <w:sz w:val="20"/>
                <w:szCs w:val="20"/>
              </w:rPr>
              <w:t>R15</w:t>
            </w:r>
            <w:r w:rsidRPr="00AB43F8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F6B049A" w14:textId="7777777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840865" w:rsidRPr="00AB43F8" w14:paraId="074073C7" w14:textId="77777777" w:rsidTr="00A86973">
        <w:trPr>
          <w:trHeight w:val="213"/>
        </w:trPr>
        <w:tc>
          <w:tcPr>
            <w:tcW w:w="1788" w:type="dxa"/>
          </w:tcPr>
          <w:p w14:paraId="5AE66E23" w14:textId="77777777" w:rsidR="00840865" w:rsidRPr="00AB43F8" w:rsidRDefault="00840865" w:rsidP="00F353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Item</w:t>
            </w:r>
          </w:p>
        </w:tc>
        <w:tc>
          <w:tcPr>
            <w:tcW w:w="3360" w:type="dxa"/>
          </w:tcPr>
          <w:p w14:paraId="551C1AC4" w14:textId="7777777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 xml:space="preserve">Obliczenie wysokości podatku akcyzowego od </w:t>
            </w:r>
            <w:r w:rsidR="0047420D" w:rsidRPr="00AB43F8">
              <w:rPr>
                <w:rFonts w:eastAsia="Times New Roman" w:cs="Arial"/>
                <w:sz w:val="20"/>
                <w:szCs w:val="20"/>
              </w:rPr>
              <w:t>poszczególnych wyrobów</w:t>
            </w:r>
          </w:p>
        </w:tc>
        <w:tc>
          <w:tcPr>
            <w:tcW w:w="840" w:type="dxa"/>
          </w:tcPr>
          <w:p w14:paraId="323BBA2E" w14:textId="7777777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F</w:t>
            </w:r>
          </w:p>
        </w:tc>
        <w:tc>
          <w:tcPr>
            <w:tcW w:w="2095" w:type="dxa"/>
          </w:tcPr>
          <w:p w14:paraId="38623C8B" w14:textId="77777777" w:rsidR="00840865" w:rsidRPr="00AB43F8" w:rsidRDefault="00840865" w:rsidP="00F353E2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601F27">
              <w:rPr>
                <w:rStyle w:val="pole"/>
                <w:rFonts w:ascii="Lato" w:hAnsi="Lato"/>
                <w:sz w:val="20"/>
                <w:szCs w:val="20"/>
                <w:lang w:val="pl-PL"/>
              </w:rPr>
              <w:fldChar w:fldCharType="begin"/>
            </w:r>
            <w:r w:rsidRPr="00601F27">
              <w:rPr>
                <w:rStyle w:val="pole"/>
                <w:rFonts w:ascii="Lato" w:hAnsi="Lato"/>
                <w:sz w:val="20"/>
                <w:szCs w:val="20"/>
                <w:lang w:val="pl-PL"/>
              </w:rPr>
              <w:instrText xml:space="preserve"> REF ItemType_f \h  \* MERGEFORMAT </w:instrText>
            </w:r>
            <w:r w:rsidRPr="00601F27">
              <w:rPr>
                <w:rStyle w:val="pole"/>
                <w:rFonts w:ascii="Lato" w:hAnsi="Lato"/>
                <w:sz w:val="20"/>
                <w:szCs w:val="20"/>
                <w:lang w:val="pl-PL"/>
              </w:rPr>
            </w:r>
            <w:r w:rsidRPr="00601F27">
              <w:rPr>
                <w:rStyle w:val="pole"/>
                <w:rFonts w:ascii="Lato" w:hAnsi="Lato"/>
                <w:sz w:val="20"/>
                <w:szCs w:val="20"/>
                <w:lang w:val="pl-PL"/>
              </w:rPr>
              <w:fldChar w:fldCharType="separate"/>
            </w:r>
            <w:r w:rsidRPr="00601F27">
              <w:rPr>
                <w:rStyle w:val="pole"/>
                <w:rFonts w:ascii="Lato" w:hAnsi="Lato"/>
                <w:sz w:val="20"/>
                <w:szCs w:val="20"/>
                <w:lang w:val="pl-PL"/>
              </w:rPr>
              <w:t>ItemType</w:t>
            </w:r>
            <w:r w:rsidRPr="00601F27">
              <w:rPr>
                <w:rStyle w:val="pole"/>
                <w:rFonts w:ascii="Lato" w:hAnsi="Lato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04C4C1EC" w14:textId="77777777" w:rsidR="00840865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0..999</w:t>
            </w:r>
          </w:p>
          <w:p w14:paraId="2BB9856D" w14:textId="77777777" w:rsidR="005E1037" w:rsidRPr="00AB43F8" w:rsidRDefault="005E1037" w:rsidP="00F353E2">
            <w:pPr>
              <w:rPr>
                <w:rFonts w:eastAsia="Times New Roman" w:cs="Arial"/>
                <w:sz w:val="20"/>
                <w:szCs w:val="20"/>
              </w:rPr>
            </w:pPr>
          </w:p>
        </w:tc>
      </w:tr>
    </w:tbl>
    <w:p w14:paraId="02593212" w14:textId="38283A59" w:rsidR="005E1037" w:rsidRDefault="005E1037" w:rsidP="005E1037">
      <w:pPr>
        <w:pStyle w:val="Legenda"/>
        <w:keepNext/>
      </w:pPr>
      <w:bookmarkStart w:id="468" w:name="_Toc182566677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>
        <w:rPr>
          <w:noProof/>
        </w:rPr>
        <w:t>146</w:t>
      </w:r>
      <w:r w:rsidR="00715F4C">
        <w:rPr>
          <w:noProof/>
        </w:rPr>
        <w:fldChar w:fldCharType="end"/>
      </w:r>
      <w:r>
        <w:t xml:space="preserve">. </w:t>
      </w:r>
      <w:r w:rsidRPr="002D2ECD">
        <w:t>Struktura elementu ItemType</w:t>
      </w:r>
      <w:bookmarkEnd w:id="468"/>
    </w:p>
    <w:tbl>
      <w:tblPr>
        <w:tblStyle w:val="Siatkatabelijasn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5E1037" w:rsidRPr="00AB43F8" w14:paraId="3F7D0CD4" w14:textId="77777777" w:rsidTr="00A869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3BF6F0D9" w14:textId="77777777" w:rsidR="005E1037" w:rsidRPr="00AB43F8" w:rsidRDefault="005E1037" w:rsidP="001954FE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AB43F8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0B828442" w14:textId="77777777" w:rsidR="005E1037" w:rsidRPr="00AB43F8" w:rsidRDefault="005E1037" w:rsidP="001954FE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AB43F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2918A022" w14:textId="77777777" w:rsidR="005E1037" w:rsidRPr="00AB43F8" w:rsidRDefault="005E1037" w:rsidP="001954FE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AB43F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30C40F1F" w14:textId="77777777" w:rsidR="005E1037" w:rsidRPr="00AB43F8" w:rsidRDefault="005E1037" w:rsidP="001954FE">
            <w:pPr>
              <w:rPr>
                <w:rFonts w:cs="Arial"/>
                <w:b/>
                <w:sz w:val="18"/>
                <w:szCs w:val="18"/>
              </w:rPr>
            </w:pPr>
            <w:r w:rsidRPr="00AB43F8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6C84D8C6" w14:textId="77777777" w:rsidR="005E1037" w:rsidRPr="00AB43F8" w:rsidRDefault="005E1037" w:rsidP="001954FE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AB43F8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5E1037" w:rsidRPr="00AB43F8" w14:paraId="63DBBF87" w14:textId="77777777" w:rsidTr="00A86973">
        <w:trPr>
          <w:trHeight w:val="213"/>
        </w:trPr>
        <w:tc>
          <w:tcPr>
            <w:tcW w:w="1788" w:type="dxa"/>
          </w:tcPr>
          <w:p w14:paraId="3B62063F" w14:textId="77777777" w:rsidR="005E1037" w:rsidRPr="00AB43F8" w:rsidRDefault="005E1037" w:rsidP="001954F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id</w:t>
            </w:r>
          </w:p>
        </w:tc>
        <w:tc>
          <w:tcPr>
            <w:tcW w:w="3360" w:type="dxa"/>
          </w:tcPr>
          <w:p w14:paraId="3A966193" w14:textId="77777777" w:rsidR="005E1037" w:rsidRPr="00AB43F8" w:rsidRDefault="005E1037" w:rsidP="001954FE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Liczba porządkowa.</w:t>
            </w:r>
          </w:p>
        </w:tc>
        <w:tc>
          <w:tcPr>
            <w:tcW w:w="840" w:type="dxa"/>
          </w:tcPr>
          <w:p w14:paraId="362A1134" w14:textId="77777777" w:rsidR="005E1037" w:rsidRPr="00AB43F8" w:rsidRDefault="005E1037" w:rsidP="001954FE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F.a</w:t>
            </w:r>
          </w:p>
        </w:tc>
        <w:tc>
          <w:tcPr>
            <w:tcW w:w="2095" w:type="dxa"/>
          </w:tcPr>
          <w:p w14:paraId="06E2D8B4" w14:textId="77777777" w:rsidR="005E1037" w:rsidRPr="00AB43F8" w:rsidRDefault="005E1037" w:rsidP="001954F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ZNumeric</w:t>
            </w:r>
          </w:p>
        </w:tc>
        <w:tc>
          <w:tcPr>
            <w:tcW w:w="1197" w:type="dxa"/>
          </w:tcPr>
          <w:p w14:paraId="47A01894" w14:textId="77777777" w:rsidR="005E1037" w:rsidRPr="00AB43F8" w:rsidRDefault="005E1037" w:rsidP="001954FE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5E1037" w:rsidRPr="00AB43F8" w14:paraId="67220767" w14:textId="77777777" w:rsidTr="00A86973">
        <w:trPr>
          <w:trHeight w:val="213"/>
        </w:trPr>
        <w:tc>
          <w:tcPr>
            <w:tcW w:w="1788" w:type="dxa"/>
          </w:tcPr>
          <w:p w14:paraId="004F8F1D" w14:textId="77777777" w:rsidR="005E1037" w:rsidRPr="00AB43F8" w:rsidRDefault="005E1037" w:rsidP="001954F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groupOfGoodsName</w:t>
            </w:r>
          </w:p>
        </w:tc>
        <w:tc>
          <w:tcPr>
            <w:tcW w:w="3360" w:type="dxa"/>
          </w:tcPr>
          <w:p w14:paraId="073202B0" w14:textId="77777777" w:rsidR="005E1037" w:rsidRPr="00AB43F8" w:rsidRDefault="005E1037" w:rsidP="001954FE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Nazwa grupy wyrobów, dla których ustalono odrębne stawki podatkowe</w:t>
            </w:r>
          </w:p>
        </w:tc>
        <w:tc>
          <w:tcPr>
            <w:tcW w:w="840" w:type="dxa"/>
          </w:tcPr>
          <w:p w14:paraId="249DC16E" w14:textId="77777777" w:rsidR="005E1037" w:rsidRPr="00AB43F8" w:rsidRDefault="005E1037" w:rsidP="001954FE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F.b</w:t>
            </w:r>
          </w:p>
        </w:tc>
        <w:tc>
          <w:tcPr>
            <w:tcW w:w="2095" w:type="dxa"/>
          </w:tcPr>
          <w:p w14:paraId="5312503F" w14:textId="77777777" w:rsidR="005E1037" w:rsidRPr="00AB43F8" w:rsidRDefault="005E1037" w:rsidP="001954F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ZCharacter</w:t>
            </w:r>
          </w:p>
          <w:p w14:paraId="009D73CB" w14:textId="77777777" w:rsidR="005E1037" w:rsidRPr="00AB43F8" w:rsidRDefault="005E1037" w:rsidP="001954FE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AB43F8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AB43F8">
              <w:rPr>
                <w:rFonts w:eastAsia="Times New Roman" w:cs="Arial"/>
                <w:sz w:val="20"/>
                <w:szCs w:val="20"/>
              </w:rPr>
              <w:instrText xml:space="preserve"> REF Rf11 \h  \* MERGEFORMAT </w:instrText>
            </w:r>
            <w:r w:rsidRPr="00AB43F8">
              <w:rPr>
                <w:rFonts w:eastAsia="Times New Roman" w:cs="Arial"/>
                <w:sz w:val="20"/>
                <w:szCs w:val="20"/>
              </w:rPr>
            </w:r>
            <w:r w:rsidRPr="00AB43F8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Pr="00AB43F8">
              <w:rPr>
                <w:rFonts w:eastAsia="Times New Roman" w:cs="Arial"/>
                <w:color w:val="000000"/>
                <w:sz w:val="20"/>
                <w:szCs w:val="20"/>
              </w:rPr>
              <w:t>R11</w:t>
            </w:r>
            <w:r w:rsidRPr="00AB43F8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36FE7F2" w14:textId="77777777" w:rsidR="005E1037" w:rsidRPr="00AB43F8" w:rsidRDefault="005E1037" w:rsidP="001954FE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5E1037" w:rsidRPr="00AB43F8" w14:paraId="7EDEB227" w14:textId="77777777" w:rsidTr="00A86973">
        <w:trPr>
          <w:trHeight w:val="213"/>
        </w:trPr>
        <w:tc>
          <w:tcPr>
            <w:tcW w:w="1788" w:type="dxa"/>
          </w:tcPr>
          <w:p w14:paraId="1F82F39E" w14:textId="77777777" w:rsidR="005E1037" w:rsidRPr="00AB43F8" w:rsidRDefault="005E1037" w:rsidP="001954F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shortages</w:t>
            </w:r>
          </w:p>
        </w:tc>
        <w:tc>
          <w:tcPr>
            <w:tcW w:w="3360" w:type="dxa"/>
          </w:tcPr>
          <w:p w14:paraId="7DC8B37C" w14:textId="77777777" w:rsidR="005E1037" w:rsidRPr="00AB43F8" w:rsidRDefault="005E1037" w:rsidP="001954FE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Możliwość oznaczenia w przypadku wykazywania ubytków wyrobów akcyzowych (przekraczających normy dopuszczalnych ubytków) lub całkowitego zniszczenia wyrobów.</w:t>
            </w:r>
          </w:p>
        </w:tc>
        <w:tc>
          <w:tcPr>
            <w:tcW w:w="840" w:type="dxa"/>
          </w:tcPr>
          <w:p w14:paraId="179A9A01" w14:textId="77777777" w:rsidR="005E1037" w:rsidRPr="00AB43F8" w:rsidRDefault="005E1037" w:rsidP="001954FE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2112D8E1" w14:textId="77777777" w:rsidR="005E1037" w:rsidRPr="00AB43F8" w:rsidRDefault="005E1037" w:rsidP="001954F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ZShortages</w:t>
            </w:r>
          </w:p>
          <w:p w14:paraId="6B16F246" w14:textId="77777777" w:rsidR="005E1037" w:rsidRPr="00AB43F8" w:rsidRDefault="005E1037" w:rsidP="001954FE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AB43F8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AB43F8">
              <w:rPr>
                <w:rFonts w:eastAsia="Times New Roman" w:cs="Arial"/>
                <w:sz w:val="20"/>
                <w:szCs w:val="20"/>
              </w:rPr>
              <w:instrText xml:space="preserve"> REF Rf18 \h  \* MERGEFORMAT </w:instrText>
            </w:r>
            <w:r w:rsidRPr="00AB43F8">
              <w:rPr>
                <w:rFonts w:eastAsia="Times New Roman" w:cs="Arial"/>
                <w:sz w:val="20"/>
                <w:szCs w:val="20"/>
              </w:rPr>
            </w:r>
            <w:r w:rsidRPr="00AB43F8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Pr="00AB43F8">
              <w:rPr>
                <w:rFonts w:eastAsia="Times New Roman" w:cs="Arial"/>
                <w:color w:val="000000"/>
                <w:sz w:val="20"/>
                <w:szCs w:val="20"/>
              </w:rPr>
              <w:t>R18</w:t>
            </w:r>
            <w:r w:rsidRPr="00AB43F8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A594CA8" w14:textId="77777777" w:rsidR="005E1037" w:rsidRPr="00AB43F8" w:rsidRDefault="005E1037" w:rsidP="001954FE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5E1037" w:rsidRPr="00AB43F8" w14:paraId="7E40ACD2" w14:textId="77777777" w:rsidTr="00A86973">
        <w:trPr>
          <w:trHeight w:val="213"/>
        </w:trPr>
        <w:tc>
          <w:tcPr>
            <w:tcW w:w="1788" w:type="dxa"/>
          </w:tcPr>
          <w:p w14:paraId="40657C4D" w14:textId="77777777" w:rsidR="005E1037" w:rsidRPr="00AB43F8" w:rsidRDefault="005E1037" w:rsidP="001954F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codeCN</w:t>
            </w:r>
          </w:p>
        </w:tc>
        <w:tc>
          <w:tcPr>
            <w:tcW w:w="3360" w:type="dxa"/>
          </w:tcPr>
          <w:p w14:paraId="105E72D0" w14:textId="77777777" w:rsidR="005E1037" w:rsidRPr="00AB43F8" w:rsidRDefault="005E1037" w:rsidP="001954FE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Ośmiocyfrowy kod CN.</w:t>
            </w:r>
          </w:p>
        </w:tc>
        <w:tc>
          <w:tcPr>
            <w:tcW w:w="840" w:type="dxa"/>
          </w:tcPr>
          <w:p w14:paraId="12674B10" w14:textId="77777777" w:rsidR="005E1037" w:rsidRPr="00AB43F8" w:rsidRDefault="005E1037" w:rsidP="001954FE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F.c</w:t>
            </w:r>
          </w:p>
        </w:tc>
        <w:tc>
          <w:tcPr>
            <w:tcW w:w="2095" w:type="dxa"/>
          </w:tcPr>
          <w:p w14:paraId="1FB772D1" w14:textId="77777777" w:rsidR="005E1037" w:rsidRPr="00AB43F8" w:rsidRDefault="005E1037" w:rsidP="001954FE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  <w:lang w:val="pl-PL"/>
              </w:rPr>
              <w:t>ZCodeCN</w:t>
            </w:r>
          </w:p>
          <w:p w14:paraId="5BBC72C6" w14:textId="77777777" w:rsidR="005E1037" w:rsidRPr="00AB43F8" w:rsidRDefault="005E1037" w:rsidP="001954FE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AB43F8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AB43F8">
              <w:rPr>
                <w:rFonts w:eastAsia="Times New Roman" w:cs="Arial"/>
                <w:sz w:val="20"/>
                <w:szCs w:val="20"/>
              </w:rPr>
              <w:instrText xml:space="preserve"> REF Rf12 \h  \* MERGEFORMAT </w:instrText>
            </w:r>
            <w:r w:rsidRPr="00AB43F8">
              <w:rPr>
                <w:rFonts w:eastAsia="Times New Roman" w:cs="Arial"/>
                <w:sz w:val="20"/>
                <w:szCs w:val="20"/>
              </w:rPr>
            </w:r>
            <w:r w:rsidRPr="00AB43F8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Pr="00AB43F8">
              <w:rPr>
                <w:rFonts w:eastAsia="Times New Roman" w:cs="Arial"/>
                <w:color w:val="000000"/>
                <w:sz w:val="20"/>
                <w:szCs w:val="20"/>
              </w:rPr>
              <w:t>R12</w:t>
            </w:r>
            <w:r w:rsidRPr="00AB43F8">
              <w:rPr>
                <w:rFonts w:eastAsia="Times New Roman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78BEE45" w14:textId="77777777" w:rsidR="005E1037" w:rsidRPr="00AB43F8" w:rsidRDefault="005E1037" w:rsidP="001954FE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5E1037" w:rsidRPr="00AB43F8" w14:paraId="204FF87A" w14:textId="77777777" w:rsidTr="00A86973">
        <w:trPr>
          <w:trHeight w:val="213"/>
        </w:trPr>
        <w:tc>
          <w:tcPr>
            <w:tcW w:w="1788" w:type="dxa"/>
          </w:tcPr>
          <w:p w14:paraId="1232F9BD" w14:textId="77777777" w:rsidR="005E1037" w:rsidRPr="00AB43F8" w:rsidRDefault="005E1037" w:rsidP="001954F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lastRenderedPageBreak/>
              <w:t>weightedAverageRetailPrice</w:t>
            </w:r>
          </w:p>
        </w:tc>
        <w:tc>
          <w:tcPr>
            <w:tcW w:w="3360" w:type="dxa"/>
          </w:tcPr>
          <w:p w14:paraId="48A38E78" w14:textId="77777777" w:rsidR="005E1037" w:rsidRPr="00AB43F8" w:rsidRDefault="005E1037" w:rsidP="001954FE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Średnia ważona detaliczna cena sprzedaży tytoniu do palenia obowiązująca w danym roku kalendarzowym.</w:t>
            </w:r>
          </w:p>
        </w:tc>
        <w:tc>
          <w:tcPr>
            <w:tcW w:w="840" w:type="dxa"/>
          </w:tcPr>
          <w:p w14:paraId="459D5E05" w14:textId="77777777" w:rsidR="005E1037" w:rsidRPr="00AB43F8" w:rsidRDefault="005E1037" w:rsidP="001954FE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F.d</w:t>
            </w:r>
          </w:p>
        </w:tc>
        <w:tc>
          <w:tcPr>
            <w:tcW w:w="2095" w:type="dxa"/>
          </w:tcPr>
          <w:p w14:paraId="412CCA25" w14:textId="77777777" w:rsidR="005E1037" w:rsidRPr="00AB43F8" w:rsidRDefault="005E1037" w:rsidP="001954FE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ZAmountC</w:t>
            </w:r>
          </w:p>
        </w:tc>
        <w:tc>
          <w:tcPr>
            <w:tcW w:w="1197" w:type="dxa"/>
          </w:tcPr>
          <w:p w14:paraId="6E53CF98" w14:textId="77777777" w:rsidR="005E1037" w:rsidRPr="00AB43F8" w:rsidRDefault="005E1037" w:rsidP="001954FE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5E1037" w:rsidRPr="00AB43F8" w14:paraId="2FC77C94" w14:textId="77777777" w:rsidTr="00A86973">
        <w:trPr>
          <w:trHeight w:val="213"/>
        </w:trPr>
        <w:tc>
          <w:tcPr>
            <w:tcW w:w="1788" w:type="dxa"/>
          </w:tcPr>
          <w:p w14:paraId="36FC1658" w14:textId="77777777" w:rsidR="005E1037" w:rsidRPr="00AB43F8" w:rsidRDefault="005E1037" w:rsidP="001954F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numberOfGoods</w:t>
            </w:r>
          </w:p>
        </w:tc>
        <w:tc>
          <w:tcPr>
            <w:tcW w:w="3360" w:type="dxa"/>
          </w:tcPr>
          <w:p w14:paraId="7FF20661" w14:textId="77777777" w:rsidR="005E1037" w:rsidRPr="00AB43F8" w:rsidRDefault="005E1037" w:rsidP="001954FE">
            <w:pPr>
              <w:pStyle w:val="Z2tabelatekst"/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</w:pPr>
            <w:r w:rsidRPr="00AB43F8"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  <w:t>Ilość wyrobów w kilogramach (z dokładnością do trzech miejsc po przecinku)</w:t>
            </w:r>
          </w:p>
        </w:tc>
        <w:tc>
          <w:tcPr>
            <w:tcW w:w="840" w:type="dxa"/>
          </w:tcPr>
          <w:p w14:paraId="02EBC455" w14:textId="77777777" w:rsidR="005E1037" w:rsidRPr="00AB43F8" w:rsidRDefault="005E1037" w:rsidP="001954FE">
            <w:pPr>
              <w:pStyle w:val="Z2tabelatekst"/>
              <w:jc w:val="both"/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</w:pPr>
            <w:r w:rsidRPr="00AB43F8"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  <w:t>F.e</w:t>
            </w:r>
          </w:p>
        </w:tc>
        <w:tc>
          <w:tcPr>
            <w:tcW w:w="2095" w:type="dxa"/>
          </w:tcPr>
          <w:p w14:paraId="29D7A58E" w14:textId="77777777" w:rsidR="005E1037" w:rsidRPr="00AB43F8" w:rsidRDefault="005E1037" w:rsidP="001954F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ZAmountE</w:t>
            </w:r>
          </w:p>
        </w:tc>
        <w:tc>
          <w:tcPr>
            <w:tcW w:w="1197" w:type="dxa"/>
          </w:tcPr>
          <w:p w14:paraId="50F706AA" w14:textId="77777777" w:rsidR="005E1037" w:rsidRPr="00AB43F8" w:rsidRDefault="005E1037" w:rsidP="001954FE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5E1037" w:rsidRPr="00AB43F8" w14:paraId="67F01FBB" w14:textId="77777777" w:rsidTr="00A86973">
        <w:trPr>
          <w:trHeight w:val="213"/>
        </w:trPr>
        <w:tc>
          <w:tcPr>
            <w:tcW w:w="1788" w:type="dxa"/>
          </w:tcPr>
          <w:p w14:paraId="130304EC" w14:textId="77777777" w:rsidR="005E1037" w:rsidRPr="00AB43F8" w:rsidRDefault="005E1037" w:rsidP="001954F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taxRatePercentage</w:t>
            </w:r>
          </w:p>
        </w:tc>
        <w:tc>
          <w:tcPr>
            <w:tcW w:w="3360" w:type="dxa"/>
          </w:tcPr>
          <w:p w14:paraId="75E08C53" w14:textId="77777777" w:rsidR="005E1037" w:rsidRPr="00AB43F8" w:rsidRDefault="005E1037" w:rsidP="001954FE">
            <w:pPr>
              <w:pStyle w:val="Z2tabelatekst"/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</w:pPr>
            <w:r w:rsidRPr="00AB43F8"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  <w:t>Stawka podatku wyrażona ułamkiem dziesiętnym z dokładnością do 4 miejsc po przecinku.</w:t>
            </w:r>
          </w:p>
        </w:tc>
        <w:tc>
          <w:tcPr>
            <w:tcW w:w="840" w:type="dxa"/>
          </w:tcPr>
          <w:p w14:paraId="42744E01" w14:textId="77777777" w:rsidR="005E1037" w:rsidRPr="00AB43F8" w:rsidRDefault="005E1037" w:rsidP="001954FE">
            <w:pPr>
              <w:pStyle w:val="Z2tabelatekst"/>
              <w:jc w:val="both"/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</w:pPr>
            <w:r w:rsidRPr="00AB43F8"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  <w:t>F.f.a</w:t>
            </w:r>
          </w:p>
        </w:tc>
        <w:tc>
          <w:tcPr>
            <w:tcW w:w="2095" w:type="dxa"/>
          </w:tcPr>
          <w:p w14:paraId="02E14DF7" w14:textId="77777777" w:rsidR="005E1037" w:rsidRPr="00AB43F8" w:rsidRDefault="005E1037" w:rsidP="001954F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ZPercentage</w:t>
            </w:r>
          </w:p>
        </w:tc>
        <w:tc>
          <w:tcPr>
            <w:tcW w:w="1197" w:type="dxa"/>
          </w:tcPr>
          <w:p w14:paraId="1878A8CB" w14:textId="77777777" w:rsidR="005E1037" w:rsidRPr="00AB43F8" w:rsidRDefault="005E1037" w:rsidP="001954FE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5E1037" w:rsidRPr="00AB43F8" w14:paraId="3BBD35F3" w14:textId="77777777" w:rsidTr="00A86973">
        <w:trPr>
          <w:trHeight w:val="213"/>
        </w:trPr>
        <w:tc>
          <w:tcPr>
            <w:tcW w:w="1788" w:type="dxa"/>
          </w:tcPr>
          <w:p w14:paraId="01FE2B52" w14:textId="77777777" w:rsidR="005E1037" w:rsidRPr="00AB43F8" w:rsidRDefault="005E1037" w:rsidP="001954F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taxRatePercentageFromIsztar</w:t>
            </w:r>
          </w:p>
        </w:tc>
        <w:tc>
          <w:tcPr>
            <w:tcW w:w="3360" w:type="dxa"/>
          </w:tcPr>
          <w:p w14:paraId="0ED088DD" w14:textId="77777777" w:rsidR="005E1037" w:rsidRPr="00AB43F8" w:rsidRDefault="005E1037" w:rsidP="001954FE">
            <w:pPr>
              <w:pStyle w:val="Z2tabelatekst"/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</w:pPr>
            <w:r w:rsidRPr="00AB43F8"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  <w:t>Czy stawka podatku akcyzowego w polu taxRatePercentage jest pobrana z Systemu ISZTAR.</w:t>
            </w:r>
          </w:p>
        </w:tc>
        <w:tc>
          <w:tcPr>
            <w:tcW w:w="840" w:type="dxa"/>
          </w:tcPr>
          <w:p w14:paraId="711F2FDF" w14:textId="77777777" w:rsidR="005E1037" w:rsidRPr="00AB43F8" w:rsidRDefault="005E1037" w:rsidP="001954FE">
            <w:pPr>
              <w:pStyle w:val="Z2tabelatekst"/>
              <w:jc w:val="both"/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</w:pPr>
            <w:r w:rsidRPr="00AB43F8"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  <w:t>-</w:t>
            </w:r>
          </w:p>
        </w:tc>
        <w:tc>
          <w:tcPr>
            <w:tcW w:w="2095" w:type="dxa"/>
          </w:tcPr>
          <w:p w14:paraId="547C6796" w14:textId="77777777" w:rsidR="005E1037" w:rsidRPr="00AB43F8" w:rsidRDefault="005E1037" w:rsidP="001954F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boolean</w:t>
            </w:r>
          </w:p>
        </w:tc>
        <w:tc>
          <w:tcPr>
            <w:tcW w:w="1197" w:type="dxa"/>
          </w:tcPr>
          <w:p w14:paraId="439EBCC9" w14:textId="77777777" w:rsidR="005E1037" w:rsidRPr="00AB43F8" w:rsidRDefault="005E1037" w:rsidP="001954FE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5E1037" w:rsidRPr="00AB43F8" w14:paraId="7CD39BF4" w14:textId="77777777" w:rsidTr="00A86973">
        <w:trPr>
          <w:trHeight w:val="213"/>
        </w:trPr>
        <w:tc>
          <w:tcPr>
            <w:tcW w:w="1788" w:type="dxa"/>
          </w:tcPr>
          <w:p w14:paraId="64CB7754" w14:textId="77777777" w:rsidR="005E1037" w:rsidRPr="00AB43F8" w:rsidRDefault="005E1037" w:rsidP="001954F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taxRate</w:t>
            </w:r>
          </w:p>
        </w:tc>
        <w:tc>
          <w:tcPr>
            <w:tcW w:w="3360" w:type="dxa"/>
          </w:tcPr>
          <w:p w14:paraId="6CADB95D" w14:textId="77777777" w:rsidR="005E1037" w:rsidRPr="00AB43F8" w:rsidRDefault="005E1037" w:rsidP="001954FE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Stawka podatku. Stawka wyrażona kwotowa.</w:t>
            </w:r>
          </w:p>
        </w:tc>
        <w:tc>
          <w:tcPr>
            <w:tcW w:w="840" w:type="dxa"/>
          </w:tcPr>
          <w:p w14:paraId="5FAD1B8B" w14:textId="77777777" w:rsidR="005E1037" w:rsidRPr="00AB43F8" w:rsidRDefault="005E1037" w:rsidP="001954FE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F.f.b</w:t>
            </w:r>
          </w:p>
        </w:tc>
        <w:tc>
          <w:tcPr>
            <w:tcW w:w="2095" w:type="dxa"/>
          </w:tcPr>
          <w:p w14:paraId="0F069FF5" w14:textId="77777777" w:rsidR="005E1037" w:rsidRPr="00AB43F8" w:rsidRDefault="005E1037" w:rsidP="001954F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  <w:p w14:paraId="0C33222B" w14:textId="77777777" w:rsidR="005E1037" w:rsidRPr="00AB43F8" w:rsidRDefault="005E1037" w:rsidP="001954FE">
            <w:pPr>
              <w:rPr>
                <w:rStyle w:val="pole"/>
                <w:rFonts w:ascii="Lato" w:hAnsi="Lato"/>
                <w:sz w:val="20"/>
                <w:szCs w:val="20"/>
              </w:rPr>
            </w:pPr>
          </w:p>
        </w:tc>
        <w:tc>
          <w:tcPr>
            <w:tcW w:w="1197" w:type="dxa"/>
          </w:tcPr>
          <w:p w14:paraId="20B28CE3" w14:textId="77777777" w:rsidR="005E1037" w:rsidRPr="00AB43F8" w:rsidRDefault="005E1037" w:rsidP="001954FE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5E1037" w:rsidRPr="00AB43F8" w14:paraId="253272D4" w14:textId="77777777" w:rsidTr="00A86973">
        <w:trPr>
          <w:trHeight w:val="213"/>
        </w:trPr>
        <w:tc>
          <w:tcPr>
            <w:tcW w:w="1788" w:type="dxa"/>
          </w:tcPr>
          <w:p w14:paraId="5D12E862" w14:textId="77777777" w:rsidR="005E1037" w:rsidRPr="00AB43F8" w:rsidRDefault="005E1037" w:rsidP="001954F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taxRateFromIsztar</w:t>
            </w:r>
          </w:p>
        </w:tc>
        <w:tc>
          <w:tcPr>
            <w:tcW w:w="3360" w:type="dxa"/>
          </w:tcPr>
          <w:p w14:paraId="3969E479" w14:textId="77777777" w:rsidR="005E1037" w:rsidRPr="00AB43F8" w:rsidRDefault="005E1037" w:rsidP="001954FE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Czy stawka podatku akcyzowego w polu taxRate jest pobrana z Systemu ISZTAR.</w:t>
            </w:r>
          </w:p>
        </w:tc>
        <w:tc>
          <w:tcPr>
            <w:tcW w:w="840" w:type="dxa"/>
          </w:tcPr>
          <w:p w14:paraId="2E6ECCE0" w14:textId="77777777" w:rsidR="005E1037" w:rsidRPr="00AB43F8" w:rsidRDefault="005E1037" w:rsidP="001954FE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6BB67BD3" w14:textId="77777777" w:rsidR="005E1037" w:rsidRPr="00AB43F8" w:rsidRDefault="005E1037" w:rsidP="001954FE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boolean</w:t>
            </w:r>
          </w:p>
        </w:tc>
        <w:tc>
          <w:tcPr>
            <w:tcW w:w="1197" w:type="dxa"/>
          </w:tcPr>
          <w:p w14:paraId="52B92E4F" w14:textId="77777777" w:rsidR="005E1037" w:rsidRPr="00AB43F8" w:rsidRDefault="005E1037" w:rsidP="001954FE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0..1</w:t>
            </w:r>
          </w:p>
        </w:tc>
      </w:tr>
      <w:tr w:rsidR="005E1037" w:rsidRPr="00AB43F8" w14:paraId="69C1F430" w14:textId="77777777" w:rsidTr="00A86973">
        <w:trPr>
          <w:trHeight w:val="213"/>
        </w:trPr>
        <w:tc>
          <w:tcPr>
            <w:tcW w:w="1788" w:type="dxa"/>
          </w:tcPr>
          <w:p w14:paraId="1B6BF899" w14:textId="77777777" w:rsidR="005E1037" w:rsidRPr="00AB43F8" w:rsidRDefault="005E1037" w:rsidP="001954F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amountOfTax</w:t>
            </w:r>
          </w:p>
        </w:tc>
        <w:tc>
          <w:tcPr>
            <w:tcW w:w="3360" w:type="dxa"/>
          </w:tcPr>
          <w:p w14:paraId="182CC74C" w14:textId="77777777" w:rsidR="005E1037" w:rsidRPr="00AB43F8" w:rsidRDefault="005E1037" w:rsidP="001954FE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cs="Arial"/>
                <w:sz w:val="20"/>
                <w:szCs w:val="20"/>
              </w:rPr>
              <w:t>Łączna kwota podatku w zł</w:t>
            </w:r>
          </w:p>
        </w:tc>
        <w:tc>
          <w:tcPr>
            <w:tcW w:w="840" w:type="dxa"/>
          </w:tcPr>
          <w:p w14:paraId="08E66D8E" w14:textId="77777777" w:rsidR="005E1037" w:rsidRPr="00AB43F8" w:rsidRDefault="005E1037" w:rsidP="001954FE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F.g</w:t>
            </w:r>
          </w:p>
        </w:tc>
        <w:tc>
          <w:tcPr>
            <w:tcW w:w="2095" w:type="dxa"/>
          </w:tcPr>
          <w:p w14:paraId="0B0583E1" w14:textId="77777777" w:rsidR="005E1037" w:rsidRPr="00AB43F8" w:rsidRDefault="005E1037" w:rsidP="001954FE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ZAmountT</w:t>
            </w:r>
          </w:p>
          <w:p w14:paraId="6DA1176B" w14:textId="77777777" w:rsidR="005E1037" w:rsidRPr="00AB43F8" w:rsidRDefault="005E1037" w:rsidP="001954FE">
            <w:pPr>
              <w:tabs>
                <w:tab w:val="right" w:pos="2511"/>
              </w:tabs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AB43F8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AB43F8">
              <w:rPr>
                <w:rFonts w:eastAsia="Times New Roman" w:cs="Arial"/>
                <w:sz w:val="20"/>
                <w:szCs w:val="20"/>
              </w:rPr>
              <w:instrText xml:space="preserve"> REF Rf13 \h  \* MERGEFORMAT </w:instrText>
            </w:r>
            <w:r w:rsidRPr="00AB43F8">
              <w:rPr>
                <w:rFonts w:eastAsia="Times New Roman" w:cs="Arial"/>
                <w:sz w:val="20"/>
                <w:szCs w:val="20"/>
              </w:rPr>
            </w:r>
            <w:r w:rsidRPr="00AB43F8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Pr="00AB43F8">
              <w:rPr>
                <w:rFonts w:eastAsia="Times New Roman" w:cs="Arial"/>
                <w:color w:val="000000"/>
                <w:sz w:val="20"/>
                <w:szCs w:val="20"/>
              </w:rPr>
              <w:t>R13</w:t>
            </w:r>
            <w:r w:rsidRPr="00AB43F8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Pr="00AB43F8">
              <w:rPr>
                <w:rFonts w:eastAsia="Times New Roman" w:cs="Arial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580C450D" w14:textId="77777777" w:rsidR="005E1037" w:rsidRPr="00AB43F8" w:rsidRDefault="005E1037" w:rsidP="001954FE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</w:tbl>
    <w:p w14:paraId="29EC6CD0" w14:textId="4FE68D5A" w:rsidR="005E1037" w:rsidRDefault="005E1037" w:rsidP="005E1037">
      <w:pPr>
        <w:pStyle w:val="Legenda"/>
        <w:keepNext/>
      </w:pPr>
      <w:bookmarkStart w:id="469" w:name="_Toc182566678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>
        <w:rPr>
          <w:noProof/>
        </w:rPr>
        <w:t>147</w:t>
      </w:r>
      <w:r w:rsidR="00715F4C">
        <w:rPr>
          <w:noProof/>
        </w:rPr>
        <w:fldChar w:fldCharType="end"/>
      </w:r>
      <w:r>
        <w:t xml:space="preserve">. </w:t>
      </w:r>
      <w:r w:rsidRPr="007D6F5A">
        <w:t>Struktura elementu DailyPaymentInformationType</w:t>
      </w:r>
      <w:bookmarkEnd w:id="469"/>
    </w:p>
    <w:tbl>
      <w:tblPr>
        <w:tblStyle w:val="Siatkatabelijasna"/>
        <w:tblW w:w="9265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80"/>
        <w:gridCol w:w="1197"/>
      </w:tblGrid>
      <w:tr w:rsidR="00840865" w:rsidRPr="00AB43F8" w14:paraId="5BC80C5E" w14:textId="77777777" w:rsidTr="00A869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5E4E3C14" w14:textId="77777777" w:rsidR="00840865" w:rsidRPr="00AB43F8" w:rsidRDefault="00840865" w:rsidP="00F353E2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AB43F8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7A63B98F" w14:textId="77777777" w:rsidR="00840865" w:rsidRPr="00AB43F8" w:rsidRDefault="00840865" w:rsidP="00F353E2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AB43F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5ED28B2C" w14:textId="77777777" w:rsidR="00840865" w:rsidRPr="00AB43F8" w:rsidRDefault="00840865" w:rsidP="00F353E2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AB43F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80" w:type="dxa"/>
          </w:tcPr>
          <w:p w14:paraId="4E320A4C" w14:textId="77777777" w:rsidR="00840865" w:rsidRPr="00AB43F8" w:rsidRDefault="00840865" w:rsidP="00F353E2">
            <w:pPr>
              <w:rPr>
                <w:rFonts w:cs="Arial"/>
                <w:b/>
                <w:sz w:val="18"/>
                <w:szCs w:val="18"/>
              </w:rPr>
            </w:pPr>
            <w:r w:rsidRPr="00AB43F8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70C1F45A" w14:textId="77777777" w:rsidR="00840865" w:rsidRPr="00AB43F8" w:rsidRDefault="00840865" w:rsidP="00F353E2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AB43F8">
              <w:rPr>
                <w:rFonts w:eastAsia="Times New Roman" w:cs="Arial"/>
                <w:b/>
                <w:sz w:val="18"/>
                <w:szCs w:val="18"/>
              </w:rPr>
              <w:t>Liczebność</w:t>
            </w:r>
          </w:p>
        </w:tc>
      </w:tr>
      <w:tr w:rsidR="00840865" w:rsidRPr="00AB43F8" w14:paraId="10CF8580" w14:textId="77777777" w:rsidTr="00A86973">
        <w:trPr>
          <w:trHeight w:val="213"/>
        </w:trPr>
        <w:tc>
          <w:tcPr>
            <w:tcW w:w="1788" w:type="dxa"/>
          </w:tcPr>
          <w:p w14:paraId="248F4CBD" w14:textId="77777777" w:rsidR="00840865" w:rsidRPr="00AB43F8" w:rsidRDefault="00840865" w:rsidP="00F353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totalDueAmountOfDailyPaym</w:t>
            </w:r>
          </w:p>
        </w:tc>
        <w:tc>
          <w:tcPr>
            <w:tcW w:w="3360" w:type="dxa"/>
          </w:tcPr>
          <w:p w14:paraId="287FB94A" w14:textId="77777777" w:rsidR="00840865" w:rsidRPr="00AB43F8" w:rsidRDefault="00840865" w:rsidP="00F353E2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AB43F8">
              <w:rPr>
                <w:rFonts w:cs="Arial"/>
                <w:sz w:val="20"/>
                <w:szCs w:val="20"/>
              </w:rPr>
              <w:t>Razem kwota należnych wpłat dziennych (suma kwot z kolumny c)</w:t>
            </w:r>
          </w:p>
        </w:tc>
        <w:tc>
          <w:tcPr>
            <w:tcW w:w="840" w:type="dxa"/>
          </w:tcPr>
          <w:p w14:paraId="46F4226D" w14:textId="77777777" w:rsidR="00840865" w:rsidRPr="00AB43F8" w:rsidRDefault="00840865" w:rsidP="00F353E2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AB43F8">
              <w:rPr>
                <w:rFonts w:eastAsia="Times New Roman" w:cs="Arial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2080" w:type="dxa"/>
          </w:tcPr>
          <w:p w14:paraId="1ED98192" w14:textId="77777777" w:rsidR="00840865" w:rsidRPr="00AB43F8" w:rsidRDefault="00840865" w:rsidP="00F353E2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</w:t>
            </w:r>
            <w:r w:rsidR="00855336" w:rsidRPr="00AB43F8">
              <w:rPr>
                <w:rStyle w:val="pole"/>
                <w:rFonts w:ascii="Lato" w:hAnsi="Lato"/>
                <w:sz w:val="20"/>
                <w:szCs w:val="20"/>
                <w:lang w:val="pl-PL"/>
              </w:rPr>
              <w:t>T</w:t>
            </w:r>
          </w:p>
          <w:p w14:paraId="194C8CF1" w14:textId="7558082E" w:rsidR="00840865" w:rsidRPr="00AB43F8" w:rsidRDefault="00840865" w:rsidP="00F353E2">
            <w:pPr>
              <w:tabs>
                <w:tab w:val="right" w:pos="2511"/>
              </w:tabs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AB43F8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AB43F8">
              <w:rPr>
                <w:rFonts w:eastAsia="Times New Roman" w:cs="Arial"/>
                <w:sz w:val="20"/>
                <w:szCs w:val="20"/>
              </w:rPr>
              <w:instrText xml:space="preserve"> REF Rf8 \h </w:instrText>
            </w:r>
            <w:r w:rsidR="00AB43F8" w:rsidRPr="00AB43F8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AB43F8">
              <w:rPr>
                <w:rFonts w:eastAsia="Times New Roman" w:cs="Arial"/>
                <w:sz w:val="20"/>
                <w:szCs w:val="20"/>
              </w:rPr>
            </w:r>
            <w:r w:rsidRPr="00AB43F8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Pr="00AB43F8">
              <w:rPr>
                <w:rFonts w:eastAsia="Times New Roman" w:cs="Arial"/>
                <w:sz w:val="20"/>
                <w:szCs w:val="20"/>
              </w:rPr>
              <w:t>R8</w:t>
            </w:r>
            <w:r w:rsidRPr="00AB43F8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Pr="00AB43F8">
              <w:rPr>
                <w:rFonts w:eastAsia="Times New Roman" w:cs="Arial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28C7B74B" w14:textId="7777777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840865" w:rsidRPr="00AB43F8" w14:paraId="17C27822" w14:textId="77777777" w:rsidTr="00A86973">
        <w:trPr>
          <w:trHeight w:val="213"/>
        </w:trPr>
        <w:tc>
          <w:tcPr>
            <w:tcW w:w="1788" w:type="dxa"/>
          </w:tcPr>
          <w:p w14:paraId="04413D65" w14:textId="77777777" w:rsidR="00840865" w:rsidRPr="00AB43F8" w:rsidRDefault="00840865" w:rsidP="00F353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totalAmountOfExcessDailyPaymPrevDecl</w:t>
            </w:r>
          </w:p>
        </w:tc>
        <w:tc>
          <w:tcPr>
            <w:tcW w:w="3360" w:type="dxa"/>
          </w:tcPr>
          <w:p w14:paraId="55DD0084" w14:textId="77777777" w:rsidR="00840865" w:rsidRPr="00AB43F8" w:rsidRDefault="00840865" w:rsidP="00F353E2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AB43F8">
              <w:rPr>
                <w:rFonts w:cs="Arial"/>
                <w:sz w:val="20"/>
                <w:szCs w:val="20"/>
              </w:rPr>
              <w:t>Razem kwota nadwyżki wpłat z poprzedniej deklaracji zaliczona na poczet wpłat dziennych (suma kwot z kolumny e)</w:t>
            </w:r>
          </w:p>
        </w:tc>
        <w:tc>
          <w:tcPr>
            <w:tcW w:w="840" w:type="dxa"/>
          </w:tcPr>
          <w:p w14:paraId="1A69A3F8" w14:textId="77777777" w:rsidR="00840865" w:rsidRPr="00AB43F8" w:rsidRDefault="00840865" w:rsidP="00F353E2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AB43F8">
              <w:rPr>
                <w:rFonts w:eastAsia="Times New Roman" w:cs="Arial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2080" w:type="dxa"/>
          </w:tcPr>
          <w:p w14:paraId="61C416AA" w14:textId="77777777" w:rsidR="00840865" w:rsidRPr="00AB43F8" w:rsidRDefault="00840865" w:rsidP="00F353E2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</w:t>
            </w:r>
            <w:r w:rsidR="00035D00" w:rsidRPr="00AB43F8">
              <w:rPr>
                <w:rStyle w:val="pole"/>
                <w:rFonts w:ascii="Lato" w:hAnsi="Lato"/>
                <w:sz w:val="20"/>
                <w:szCs w:val="20"/>
                <w:lang w:val="pl-PL"/>
              </w:rPr>
              <w:t>T</w:t>
            </w:r>
          </w:p>
          <w:p w14:paraId="3AA67317" w14:textId="4D3EBA08" w:rsidR="00840865" w:rsidRPr="00AB43F8" w:rsidRDefault="00840865" w:rsidP="00F353E2">
            <w:pPr>
              <w:tabs>
                <w:tab w:val="right" w:pos="2511"/>
              </w:tabs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AB43F8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AB43F8">
              <w:rPr>
                <w:rFonts w:eastAsia="Times New Roman" w:cs="Arial"/>
                <w:sz w:val="20"/>
                <w:szCs w:val="20"/>
              </w:rPr>
              <w:instrText xml:space="preserve"> REF Rf9 \h </w:instrText>
            </w:r>
            <w:r w:rsidR="00AB43F8" w:rsidRPr="00AB43F8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AB43F8">
              <w:rPr>
                <w:rFonts w:eastAsia="Times New Roman" w:cs="Arial"/>
                <w:sz w:val="20"/>
                <w:szCs w:val="20"/>
              </w:rPr>
            </w:r>
            <w:r w:rsidRPr="00AB43F8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Pr="00AB43F8">
              <w:rPr>
                <w:rFonts w:eastAsia="Times New Roman" w:cs="Arial"/>
                <w:sz w:val="20"/>
                <w:szCs w:val="20"/>
              </w:rPr>
              <w:t>R9</w:t>
            </w:r>
            <w:r w:rsidRPr="00AB43F8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Pr="00AB43F8">
              <w:rPr>
                <w:rFonts w:eastAsia="Times New Roman" w:cs="Arial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1E9A1273" w14:textId="7777777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840865" w:rsidRPr="00AB43F8" w14:paraId="73E40CE3" w14:textId="77777777" w:rsidTr="00A86973">
        <w:trPr>
          <w:trHeight w:val="213"/>
        </w:trPr>
        <w:tc>
          <w:tcPr>
            <w:tcW w:w="1788" w:type="dxa"/>
          </w:tcPr>
          <w:p w14:paraId="1A87663A" w14:textId="77777777" w:rsidR="00840865" w:rsidRPr="00AB43F8" w:rsidRDefault="00840865" w:rsidP="00F353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totalAmountOfDailyPaym</w:t>
            </w:r>
          </w:p>
        </w:tc>
        <w:tc>
          <w:tcPr>
            <w:tcW w:w="3360" w:type="dxa"/>
          </w:tcPr>
          <w:p w14:paraId="5769898C" w14:textId="77777777" w:rsidR="00840865" w:rsidRPr="00AB43F8" w:rsidRDefault="00840865" w:rsidP="00F353E2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AB43F8">
              <w:rPr>
                <w:rFonts w:cs="Arial"/>
                <w:sz w:val="20"/>
                <w:szCs w:val="20"/>
              </w:rPr>
              <w:t>Razem kwota dokonanych wpłat dziennych (suma kwot z kolumny f)</w:t>
            </w:r>
          </w:p>
        </w:tc>
        <w:tc>
          <w:tcPr>
            <w:tcW w:w="840" w:type="dxa"/>
          </w:tcPr>
          <w:p w14:paraId="06CEAED5" w14:textId="77777777" w:rsidR="00840865" w:rsidRPr="00AB43F8" w:rsidRDefault="00840865" w:rsidP="00F353E2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AB43F8">
              <w:rPr>
                <w:rFonts w:eastAsia="Times New Roman" w:cs="Arial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2080" w:type="dxa"/>
          </w:tcPr>
          <w:p w14:paraId="4215D53B" w14:textId="77777777" w:rsidR="00840865" w:rsidRPr="00AB43F8" w:rsidRDefault="00840865" w:rsidP="00F353E2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  <w:lang w:val="pl-PL"/>
              </w:rPr>
              <w:t>ZAmount</w:t>
            </w:r>
            <w:r w:rsidR="00035D00" w:rsidRPr="00AB43F8">
              <w:rPr>
                <w:rStyle w:val="pole"/>
                <w:rFonts w:ascii="Lato" w:hAnsi="Lato"/>
                <w:sz w:val="20"/>
                <w:szCs w:val="20"/>
                <w:lang w:val="pl-PL"/>
              </w:rPr>
              <w:t>T</w:t>
            </w:r>
          </w:p>
          <w:p w14:paraId="5AA20695" w14:textId="7A739F57" w:rsidR="00840865" w:rsidRPr="00AB43F8" w:rsidRDefault="00840865" w:rsidP="00F353E2">
            <w:pPr>
              <w:tabs>
                <w:tab w:val="right" w:pos="2511"/>
              </w:tabs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 xml:space="preserve">Patrz reguła </w:t>
            </w:r>
            <w:r w:rsidRPr="00AB43F8">
              <w:rPr>
                <w:rFonts w:eastAsia="Times New Roman" w:cs="Arial"/>
                <w:sz w:val="20"/>
                <w:szCs w:val="20"/>
              </w:rPr>
              <w:fldChar w:fldCharType="begin"/>
            </w:r>
            <w:r w:rsidRPr="00AB43F8">
              <w:rPr>
                <w:rFonts w:eastAsia="Times New Roman" w:cs="Arial"/>
                <w:sz w:val="20"/>
                <w:szCs w:val="20"/>
              </w:rPr>
              <w:instrText xml:space="preserve"> REF Rf10 \h </w:instrText>
            </w:r>
            <w:r w:rsidR="00AB43F8" w:rsidRPr="00AB43F8">
              <w:rPr>
                <w:rFonts w:eastAsia="Times New Roman" w:cs="Arial"/>
                <w:sz w:val="20"/>
                <w:szCs w:val="20"/>
              </w:rPr>
              <w:instrText xml:space="preserve"> \* MERGEFORMAT </w:instrText>
            </w:r>
            <w:r w:rsidRPr="00AB43F8">
              <w:rPr>
                <w:rFonts w:eastAsia="Times New Roman" w:cs="Arial"/>
                <w:sz w:val="20"/>
                <w:szCs w:val="20"/>
              </w:rPr>
            </w:r>
            <w:r w:rsidRPr="00AB43F8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Pr="00AB43F8">
              <w:rPr>
                <w:rFonts w:eastAsia="Times New Roman" w:cs="Arial"/>
                <w:sz w:val="20"/>
                <w:szCs w:val="20"/>
              </w:rPr>
              <w:t>R10</w:t>
            </w:r>
            <w:r w:rsidRPr="00AB43F8">
              <w:rPr>
                <w:rFonts w:eastAsia="Times New Roman" w:cs="Arial"/>
                <w:sz w:val="20"/>
                <w:szCs w:val="20"/>
              </w:rPr>
              <w:fldChar w:fldCharType="end"/>
            </w:r>
            <w:r w:rsidRPr="00AB43F8">
              <w:rPr>
                <w:rFonts w:eastAsia="Times New Roman" w:cs="Arial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14E36D48" w14:textId="7777777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1..1</w:t>
            </w:r>
          </w:p>
        </w:tc>
      </w:tr>
      <w:tr w:rsidR="00840865" w:rsidRPr="00AB43F8" w14:paraId="291D49FD" w14:textId="77777777" w:rsidTr="00A86973">
        <w:trPr>
          <w:trHeight w:val="213"/>
        </w:trPr>
        <w:tc>
          <w:tcPr>
            <w:tcW w:w="1788" w:type="dxa"/>
          </w:tcPr>
          <w:p w14:paraId="0ECF6757" w14:textId="77777777" w:rsidR="00840865" w:rsidRPr="00AB43F8" w:rsidRDefault="00840865" w:rsidP="00F353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DailyAmount</w:t>
            </w:r>
          </w:p>
        </w:tc>
        <w:tc>
          <w:tcPr>
            <w:tcW w:w="3360" w:type="dxa"/>
          </w:tcPr>
          <w:p w14:paraId="45BC2648" w14:textId="7777777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Informacja o wpłatach dziennych</w:t>
            </w:r>
          </w:p>
        </w:tc>
        <w:tc>
          <w:tcPr>
            <w:tcW w:w="840" w:type="dxa"/>
          </w:tcPr>
          <w:p w14:paraId="5E158267" w14:textId="7777777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E</w:t>
            </w:r>
          </w:p>
        </w:tc>
        <w:tc>
          <w:tcPr>
            <w:tcW w:w="2080" w:type="dxa"/>
          </w:tcPr>
          <w:p w14:paraId="7A3898FC" w14:textId="77777777" w:rsidR="00840865" w:rsidRPr="00AB43F8" w:rsidRDefault="00840865" w:rsidP="00F353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AB43F8">
              <w:rPr>
                <w:rStyle w:val="pole"/>
                <w:rFonts w:ascii="Lato" w:hAnsi="Lato"/>
                <w:sz w:val="20"/>
                <w:szCs w:val="20"/>
              </w:rPr>
              <w:t>ZDailyAmount</w:t>
            </w:r>
          </w:p>
        </w:tc>
        <w:tc>
          <w:tcPr>
            <w:tcW w:w="1197" w:type="dxa"/>
          </w:tcPr>
          <w:p w14:paraId="6851E724" w14:textId="77777777" w:rsidR="00840865" w:rsidRPr="00AB43F8" w:rsidRDefault="00840865" w:rsidP="00F353E2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0..999</w:t>
            </w:r>
          </w:p>
        </w:tc>
      </w:tr>
    </w:tbl>
    <w:p w14:paraId="60BAFE96" w14:textId="77777777" w:rsidR="00840865" w:rsidRDefault="00840865" w:rsidP="00C048E5">
      <w:pPr>
        <w:pStyle w:val="Nagwek3"/>
      </w:pPr>
      <w:bookmarkStart w:id="470" w:name="_Toc182566502"/>
      <w:r>
        <w:lastRenderedPageBreak/>
        <w:t>Reguły AKC4</w:t>
      </w:r>
      <w:r w:rsidR="00A45232">
        <w:t>N</w:t>
      </w:r>
      <w:bookmarkEnd w:id="470"/>
    </w:p>
    <w:p w14:paraId="0AC8A87E" w14:textId="2E452667" w:rsidR="00644607" w:rsidRDefault="00644607" w:rsidP="00644607">
      <w:pPr>
        <w:pStyle w:val="Legenda"/>
        <w:keepNext/>
      </w:pPr>
      <w:bookmarkStart w:id="471" w:name="_Toc182566679"/>
      <w:r>
        <w:t xml:space="preserve">Tabela </w:t>
      </w:r>
      <w:r w:rsidR="00715F4C">
        <w:fldChar w:fldCharType="begin"/>
      </w:r>
      <w:r w:rsidR="00715F4C">
        <w:instrText xml:space="preserve"> SEQ Tabela \* ARABIC </w:instrText>
      </w:r>
      <w:r w:rsidR="00715F4C">
        <w:fldChar w:fldCharType="separate"/>
      </w:r>
      <w:r w:rsidR="005E1037">
        <w:rPr>
          <w:noProof/>
        </w:rPr>
        <w:t>148</w:t>
      </w:r>
      <w:r w:rsidR="00715F4C">
        <w:rPr>
          <w:noProof/>
        </w:rPr>
        <w:fldChar w:fldCharType="end"/>
      </w:r>
      <w:r>
        <w:t xml:space="preserve">. </w:t>
      </w:r>
      <w:r w:rsidRPr="00612996">
        <w:t>Reguły dotyczące załącznika AKC-4/N</w:t>
      </w:r>
      <w:bookmarkEnd w:id="471"/>
    </w:p>
    <w:tbl>
      <w:tblPr>
        <w:tblStyle w:val="Siatkatabelijasna"/>
        <w:tblW w:w="0" w:type="auto"/>
        <w:tblLook w:val="01E0" w:firstRow="1" w:lastRow="1" w:firstColumn="1" w:lastColumn="1" w:noHBand="0" w:noVBand="0"/>
      </w:tblPr>
      <w:tblGrid>
        <w:gridCol w:w="944"/>
        <w:gridCol w:w="8104"/>
      </w:tblGrid>
      <w:tr w:rsidR="00A45232" w:rsidRPr="005A6BCF" w14:paraId="0BD63386" w14:textId="77777777" w:rsidTr="00A869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44" w:type="dxa"/>
          </w:tcPr>
          <w:p w14:paraId="00C5BBFA" w14:textId="77777777" w:rsidR="00A45232" w:rsidRPr="00AB43F8" w:rsidRDefault="00A45232" w:rsidP="001654DF">
            <w:pPr>
              <w:rPr>
                <w:rFonts w:eastAsia="Times New Roman" w:cs="Arial"/>
                <w:b/>
                <w:sz w:val="18"/>
                <w:szCs w:val="18"/>
              </w:rPr>
            </w:pPr>
            <w:r w:rsidRPr="00AB43F8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110" w:type="dxa"/>
          </w:tcPr>
          <w:p w14:paraId="3CC9267C" w14:textId="77777777" w:rsidR="00A45232" w:rsidRPr="00AB43F8" w:rsidRDefault="00A45232" w:rsidP="001654DF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AB43F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A45232" w:rsidRPr="005A6BCF" w14:paraId="0FD8E3F6" w14:textId="77777777" w:rsidTr="00A86973">
        <w:trPr>
          <w:trHeight w:val="213"/>
        </w:trPr>
        <w:tc>
          <w:tcPr>
            <w:tcW w:w="944" w:type="dxa"/>
          </w:tcPr>
          <w:p w14:paraId="33835DC4" w14:textId="77777777" w:rsidR="00A45232" w:rsidRPr="00AB43F8" w:rsidRDefault="00A45232" w:rsidP="001654DF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R1</w:t>
            </w:r>
          </w:p>
        </w:tc>
        <w:tc>
          <w:tcPr>
            <w:tcW w:w="8110" w:type="dxa"/>
          </w:tcPr>
          <w:p w14:paraId="51B109FC" w14:textId="77777777" w:rsidR="00A45232" w:rsidRPr="00AB43F8" w:rsidRDefault="00A45232" w:rsidP="001654DF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cs="Arial"/>
                <w:sz w:val="20"/>
                <w:szCs w:val="20"/>
              </w:rPr>
              <w:t>Pole wypełniane przez system zgodnie z wartością w analogicznym polu deklaracji AKC-4/AKC-4zo</w:t>
            </w:r>
          </w:p>
        </w:tc>
      </w:tr>
      <w:tr w:rsidR="00A45232" w:rsidRPr="005A6BCF" w14:paraId="172293CB" w14:textId="77777777" w:rsidTr="00A86973">
        <w:trPr>
          <w:trHeight w:val="213"/>
        </w:trPr>
        <w:tc>
          <w:tcPr>
            <w:tcW w:w="944" w:type="dxa"/>
          </w:tcPr>
          <w:p w14:paraId="0EAE1EED" w14:textId="77777777" w:rsidR="00A45232" w:rsidRPr="00AB43F8" w:rsidRDefault="00A45232" w:rsidP="001654DF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R2</w:t>
            </w:r>
          </w:p>
        </w:tc>
        <w:tc>
          <w:tcPr>
            <w:tcW w:w="8110" w:type="dxa"/>
          </w:tcPr>
          <w:p w14:paraId="48E5134F" w14:textId="77777777" w:rsidR="00A45232" w:rsidRPr="00AB43F8" w:rsidRDefault="00A45232" w:rsidP="001654DF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cs="Arial"/>
                <w:sz w:val="20"/>
                <w:szCs w:val="20"/>
              </w:rPr>
              <w:t>Wypełniane automatycznie na podstawie licznika kolejnego zapisanego załącznika danego typu.</w:t>
            </w:r>
          </w:p>
        </w:tc>
      </w:tr>
      <w:tr w:rsidR="00A45232" w:rsidRPr="005A6BCF" w14:paraId="0A145729" w14:textId="77777777" w:rsidTr="00A86973">
        <w:trPr>
          <w:trHeight w:val="213"/>
        </w:trPr>
        <w:tc>
          <w:tcPr>
            <w:tcW w:w="944" w:type="dxa"/>
          </w:tcPr>
          <w:p w14:paraId="248CA146" w14:textId="77777777" w:rsidR="00A45232" w:rsidRPr="00AB43F8" w:rsidRDefault="00A45232" w:rsidP="001654DF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R3</w:t>
            </w:r>
          </w:p>
        </w:tc>
        <w:tc>
          <w:tcPr>
            <w:tcW w:w="8110" w:type="dxa"/>
          </w:tcPr>
          <w:p w14:paraId="4213BBB1" w14:textId="77777777" w:rsidR="00A45232" w:rsidRPr="00AB43F8" w:rsidRDefault="00A45232" w:rsidP="001654DF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 xml:space="preserve">Element może występować tylko jeśli w dokumencie nadrzędnym w polu formKind wybrano wartość AKC-4. </w:t>
            </w:r>
          </w:p>
        </w:tc>
      </w:tr>
      <w:tr w:rsidR="00A45232" w:rsidRPr="005A6BCF" w14:paraId="227A6B93" w14:textId="77777777" w:rsidTr="00A86973">
        <w:trPr>
          <w:trHeight w:val="213"/>
        </w:trPr>
        <w:tc>
          <w:tcPr>
            <w:tcW w:w="944" w:type="dxa"/>
          </w:tcPr>
          <w:p w14:paraId="49607BE9" w14:textId="77777777" w:rsidR="00A45232" w:rsidRPr="00AB43F8" w:rsidRDefault="00A45232" w:rsidP="001654DF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R4</w:t>
            </w:r>
          </w:p>
        </w:tc>
        <w:tc>
          <w:tcPr>
            <w:tcW w:w="8110" w:type="dxa"/>
          </w:tcPr>
          <w:p w14:paraId="157E8671" w14:textId="77777777" w:rsidR="00A45232" w:rsidRPr="00AB43F8" w:rsidRDefault="00A45232" w:rsidP="001654DF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AB43F8">
              <w:rPr>
                <w:rFonts w:ascii="Lato" w:hAnsi="Lato" w:cs="Arial"/>
                <w:sz w:val="20"/>
                <w:szCs w:val="20"/>
                <w:lang w:val="pl-PL" w:eastAsia="pl-PL"/>
              </w:rPr>
              <w:t>Walidacja 1: jeśli wybrano deklarację AKC4zo to pole musi być puste.</w:t>
            </w:r>
          </w:p>
          <w:p w14:paraId="31F86D00" w14:textId="77777777" w:rsidR="00A45232" w:rsidRPr="00AB43F8" w:rsidRDefault="00A45232" w:rsidP="001654DF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cs="Arial"/>
                <w:sz w:val="20"/>
                <w:szCs w:val="20"/>
              </w:rPr>
              <w:t xml:space="preserve">Walidacja 2: Wypełnione może być tylko jedno pole numeru akcyzowego – jeśli wskazany jest własny skład to nie obcy. </w:t>
            </w:r>
          </w:p>
        </w:tc>
      </w:tr>
      <w:tr w:rsidR="00A45232" w:rsidRPr="005A6BCF" w14:paraId="75EEF66E" w14:textId="77777777" w:rsidTr="00A86973">
        <w:trPr>
          <w:trHeight w:val="213"/>
        </w:trPr>
        <w:tc>
          <w:tcPr>
            <w:tcW w:w="944" w:type="dxa"/>
          </w:tcPr>
          <w:p w14:paraId="4D7DA052" w14:textId="77777777" w:rsidR="00A45232" w:rsidRPr="00AB43F8" w:rsidRDefault="00A45232" w:rsidP="001654DF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R5</w:t>
            </w:r>
          </w:p>
        </w:tc>
        <w:tc>
          <w:tcPr>
            <w:tcW w:w="8110" w:type="dxa"/>
          </w:tcPr>
          <w:p w14:paraId="677C5349" w14:textId="77777777" w:rsidR="00A45232" w:rsidRPr="00AB43F8" w:rsidRDefault="00A45232" w:rsidP="001654DF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AB43F8">
              <w:rPr>
                <w:rFonts w:ascii="Lato" w:hAnsi="Lato" w:cs="Arial"/>
                <w:sz w:val="20"/>
                <w:szCs w:val="20"/>
                <w:lang w:val="pl-PL" w:eastAsia="pl-PL"/>
              </w:rPr>
              <w:t>Walidacja 1: jeśli wybrano deklarację AKC4zo to pole musi być puste.</w:t>
            </w:r>
          </w:p>
          <w:p w14:paraId="27940E22" w14:textId="77777777" w:rsidR="00A45232" w:rsidRPr="00AB43F8" w:rsidRDefault="00A45232" w:rsidP="001654DF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cs="Arial"/>
                <w:sz w:val="20"/>
                <w:szCs w:val="20"/>
              </w:rPr>
              <w:t xml:space="preserve">Walidacja 2: Wypełnione może być tylko jedno pole numeru akcyzowego – jeśli wskazany jest obcy skład to nie własny. </w:t>
            </w:r>
          </w:p>
        </w:tc>
      </w:tr>
      <w:tr w:rsidR="00A45232" w:rsidRPr="005A6BCF" w14:paraId="60FE4C72" w14:textId="77777777" w:rsidTr="00A86973">
        <w:trPr>
          <w:trHeight w:val="213"/>
        </w:trPr>
        <w:tc>
          <w:tcPr>
            <w:tcW w:w="944" w:type="dxa"/>
          </w:tcPr>
          <w:p w14:paraId="6B70D01F" w14:textId="77777777" w:rsidR="00A45232" w:rsidRPr="00AB43F8" w:rsidRDefault="00A45232" w:rsidP="001654DF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R6</w:t>
            </w:r>
          </w:p>
        </w:tc>
        <w:tc>
          <w:tcPr>
            <w:tcW w:w="8110" w:type="dxa"/>
          </w:tcPr>
          <w:p w14:paraId="61ED2055" w14:textId="77777777" w:rsidR="00A45232" w:rsidRPr="00AB43F8" w:rsidRDefault="00A45232" w:rsidP="001654DF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AB43F8">
              <w:rPr>
                <w:rFonts w:ascii="Lato" w:hAnsi="Lato"/>
                <w:sz w:val="20"/>
                <w:szCs w:val="20"/>
                <w:lang w:val="pl-PL" w:eastAsia="pl-PL"/>
              </w:rPr>
              <w:t>Pole wypełniane danymi z systemu PDR na podstawie numeru z pola numer akcyzowy składu. Funkcja wywoływana przyciskiem „POBIERZ ADRES”</w:t>
            </w:r>
          </w:p>
        </w:tc>
      </w:tr>
      <w:tr w:rsidR="00A45232" w:rsidRPr="005A6BCF" w14:paraId="45CB9F38" w14:textId="77777777" w:rsidTr="00A86973">
        <w:trPr>
          <w:trHeight w:val="213"/>
        </w:trPr>
        <w:tc>
          <w:tcPr>
            <w:tcW w:w="944" w:type="dxa"/>
          </w:tcPr>
          <w:p w14:paraId="16C79D04" w14:textId="77777777" w:rsidR="00A45232" w:rsidRPr="00AB43F8" w:rsidRDefault="00A45232" w:rsidP="001654DF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R8</w:t>
            </w:r>
          </w:p>
        </w:tc>
        <w:tc>
          <w:tcPr>
            <w:tcW w:w="8110" w:type="dxa"/>
          </w:tcPr>
          <w:p w14:paraId="02DF4FA4" w14:textId="77777777" w:rsidR="00A45232" w:rsidRPr="00AB43F8" w:rsidRDefault="00A45232" w:rsidP="001654DF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B43F8">
              <w:rPr>
                <w:rFonts w:ascii="Lato" w:hAnsi="Lato"/>
                <w:sz w:val="20"/>
                <w:szCs w:val="20"/>
                <w:lang w:val="pl-PL" w:eastAsia="pl-PL"/>
              </w:rPr>
              <w:t>Pole nie jest wymagalne w przypadku, gdy nie wypełniono żadnej pozycji w części „Informacja o kwotach wpłat dziennych” deklaracji.</w:t>
            </w:r>
          </w:p>
          <w:p w14:paraId="4BFEE7FF" w14:textId="77777777" w:rsidR="00A45232" w:rsidRPr="00AB43F8" w:rsidRDefault="00A45232" w:rsidP="001654DF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B43F8">
              <w:rPr>
                <w:rFonts w:ascii="Lato" w:hAnsi="Lato"/>
                <w:sz w:val="20"/>
                <w:szCs w:val="20"/>
                <w:lang w:val="pl-PL" w:eastAsia="pl-PL"/>
              </w:rPr>
              <w:t>Walidacja 1: Część „Informacja o kwotach wpłat dziennych” powinna mieć co najmniej jedną pozycję jeżeli jest wypełnione przynajmniej jedno z 3-ch pól załącznika AKC-4/N: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wyrobów.</w:t>
            </w:r>
          </w:p>
          <w:p w14:paraId="0D16FBEE" w14:textId="77777777" w:rsidR="00A45232" w:rsidRPr="00AB43F8" w:rsidRDefault="00A45232" w:rsidP="001654DF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B43F8">
              <w:rPr>
                <w:rFonts w:ascii="Lato" w:hAnsi="Lato"/>
                <w:sz w:val="20"/>
                <w:szCs w:val="20"/>
                <w:lang w:val="pl-PL" w:eastAsia="pl-PL"/>
              </w:rPr>
              <w:t xml:space="preserve">Walidacja 2: Czy wprowadzona wartość równa się sumie wartości z pól „Kwota podatku akcyzowego z dnia powstania obowiązku podatkowego” dla kolejnych dat. </w:t>
            </w:r>
          </w:p>
        </w:tc>
      </w:tr>
      <w:tr w:rsidR="00A45232" w:rsidRPr="005A6BCF" w14:paraId="32E5745D" w14:textId="77777777" w:rsidTr="00A86973">
        <w:trPr>
          <w:trHeight w:val="213"/>
        </w:trPr>
        <w:tc>
          <w:tcPr>
            <w:tcW w:w="944" w:type="dxa"/>
          </w:tcPr>
          <w:p w14:paraId="2FA8054E" w14:textId="77777777" w:rsidR="00A45232" w:rsidRPr="00AB43F8" w:rsidRDefault="00A45232" w:rsidP="001654DF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R9</w:t>
            </w:r>
          </w:p>
        </w:tc>
        <w:tc>
          <w:tcPr>
            <w:tcW w:w="8110" w:type="dxa"/>
          </w:tcPr>
          <w:p w14:paraId="5BE052A2" w14:textId="77777777" w:rsidR="00A45232" w:rsidRPr="00AB43F8" w:rsidRDefault="00A45232" w:rsidP="001654DF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B43F8">
              <w:rPr>
                <w:rFonts w:ascii="Lato" w:hAnsi="Lato"/>
                <w:sz w:val="20"/>
                <w:szCs w:val="20"/>
                <w:lang w:val="pl-PL" w:eastAsia="pl-PL"/>
              </w:rPr>
              <w:t>Pole nie jest wymagalne w przypadku, gdy nie wypełniono żadnej pozycji w części „Informacja o kwotach wpłat dziennych” deklaracji.</w:t>
            </w:r>
          </w:p>
          <w:p w14:paraId="47CEEDC3" w14:textId="77777777" w:rsidR="00A45232" w:rsidRPr="00AB43F8" w:rsidRDefault="00A45232" w:rsidP="001654DF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B43F8">
              <w:rPr>
                <w:rFonts w:ascii="Lato" w:hAnsi="Lato"/>
                <w:sz w:val="20"/>
                <w:szCs w:val="20"/>
                <w:lang w:val="pl-PL" w:eastAsia="pl-PL"/>
              </w:rPr>
              <w:t>Walidacja 1: Część „Informacja o kwotach wpłat dziennych” powinna mieć co najmniej jedną pozycję jeżeli jest wypełnione przynajmniej jedno z 3-ch pól załącznika AKC-4/F: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wyrobów.</w:t>
            </w:r>
          </w:p>
          <w:p w14:paraId="688434AB" w14:textId="77777777" w:rsidR="00A45232" w:rsidRPr="00AB43F8" w:rsidRDefault="00A45232" w:rsidP="001654DF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B43F8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 xml:space="preserve">Walidacja 2: Czy wprowadzona wartość równa się sumie wartości z pól „Kwota nadwyżki wpłat z poprzedniej deklaracji zaliczona na poczet wpłat dziennych” dla kolejnych dat. </w:t>
            </w:r>
          </w:p>
        </w:tc>
      </w:tr>
      <w:tr w:rsidR="00A45232" w:rsidRPr="005A6BCF" w14:paraId="4F58BEC6" w14:textId="77777777" w:rsidTr="00A86973">
        <w:trPr>
          <w:trHeight w:val="213"/>
        </w:trPr>
        <w:tc>
          <w:tcPr>
            <w:tcW w:w="944" w:type="dxa"/>
          </w:tcPr>
          <w:p w14:paraId="27ADF15F" w14:textId="77777777" w:rsidR="00A45232" w:rsidRPr="00AB43F8" w:rsidRDefault="00A45232" w:rsidP="001654DF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lastRenderedPageBreak/>
              <w:t>R10</w:t>
            </w:r>
          </w:p>
        </w:tc>
        <w:tc>
          <w:tcPr>
            <w:tcW w:w="8110" w:type="dxa"/>
          </w:tcPr>
          <w:p w14:paraId="57119E54" w14:textId="77777777" w:rsidR="00A45232" w:rsidRPr="00AB43F8" w:rsidRDefault="00A45232" w:rsidP="001654DF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B43F8">
              <w:rPr>
                <w:rFonts w:ascii="Lato" w:hAnsi="Lato"/>
                <w:sz w:val="20"/>
                <w:szCs w:val="20"/>
                <w:lang w:val="pl-PL" w:eastAsia="pl-PL"/>
              </w:rPr>
              <w:t>Pole nie jest wymagalne w przypadku, gdy nie wypełniono żadnej pozycji w części „Informacja o kwotach wpłat dziennych” deklaracji.</w:t>
            </w:r>
          </w:p>
          <w:p w14:paraId="59F3EE08" w14:textId="77777777" w:rsidR="00A45232" w:rsidRPr="00AB43F8" w:rsidRDefault="00A45232" w:rsidP="001654DF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B43F8">
              <w:rPr>
                <w:rFonts w:ascii="Lato" w:hAnsi="Lato"/>
                <w:sz w:val="20"/>
                <w:szCs w:val="20"/>
                <w:lang w:val="pl-PL" w:eastAsia="pl-PL"/>
              </w:rPr>
              <w:t>Walidacja 1: Część „Informacja o kwotach wpłat dziennych” powinna mieć co najmniej jedną pozycję jeżeli jest wypełnione przynajmniej jedno z 3-ch pól załącznika AKC-4/N: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wyrobów.</w:t>
            </w:r>
          </w:p>
          <w:p w14:paraId="7DFF89DC" w14:textId="77777777" w:rsidR="00A45232" w:rsidRPr="00AB43F8" w:rsidRDefault="00A45232" w:rsidP="001654DF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B43F8">
              <w:rPr>
                <w:rFonts w:ascii="Lato" w:hAnsi="Lato"/>
                <w:sz w:val="20"/>
                <w:szCs w:val="20"/>
                <w:lang w:val="pl-PL" w:eastAsia="pl-PL"/>
              </w:rPr>
              <w:t xml:space="preserve">Walidacja 2: Czy wprowadzona wartość równa się sumie wartości z pól „Kwota dokonanej wpłaty dziennej” dla kolejnych dat. </w:t>
            </w:r>
          </w:p>
        </w:tc>
      </w:tr>
      <w:tr w:rsidR="00A45232" w:rsidRPr="005A6BCF" w14:paraId="64FD6824" w14:textId="77777777" w:rsidTr="00A86973">
        <w:trPr>
          <w:trHeight w:val="213"/>
        </w:trPr>
        <w:tc>
          <w:tcPr>
            <w:tcW w:w="944" w:type="dxa"/>
          </w:tcPr>
          <w:p w14:paraId="1A9B8387" w14:textId="77777777" w:rsidR="00A45232" w:rsidRPr="00AB43F8" w:rsidRDefault="00A45232" w:rsidP="001654DF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AB43F8">
              <w:rPr>
                <w:rFonts w:eastAsia="Times New Roman" w:cs="Arial"/>
                <w:color w:val="000000"/>
                <w:sz w:val="20"/>
                <w:szCs w:val="20"/>
              </w:rPr>
              <w:t>R11</w:t>
            </w:r>
          </w:p>
        </w:tc>
        <w:tc>
          <w:tcPr>
            <w:tcW w:w="8110" w:type="dxa"/>
          </w:tcPr>
          <w:p w14:paraId="5B11A476" w14:textId="77777777" w:rsidR="00A45232" w:rsidRPr="00AB43F8" w:rsidRDefault="00A45232" w:rsidP="001654DF">
            <w:pPr>
              <w:pStyle w:val="Z2tabelatekst"/>
              <w:jc w:val="both"/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</w:pPr>
            <w:r w:rsidRPr="00AB43F8"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  <w:t>Wersja papierowa dokumentu: System wstawia nazwę pobraną ze słownika w ISZTAR.</w:t>
            </w:r>
          </w:p>
          <w:p w14:paraId="4EDF3B93" w14:textId="77777777" w:rsidR="00A45232" w:rsidRPr="00AB43F8" w:rsidRDefault="00A45232" w:rsidP="001654DF">
            <w:pPr>
              <w:pStyle w:val="Z2tabelatekst"/>
              <w:jc w:val="both"/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</w:pPr>
            <w:r w:rsidRPr="00AB43F8"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  <w:t xml:space="preserve">Walidacja dla wersji elektronicznej: porównanie wprowadzonej nazwy grupy wyrobów z wartością pobraną z systemu ISZTAR na podstawie kodu CN. </w:t>
            </w:r>
          </w:p>
        </w:tc>
      </w:tr>
      <w:tr w:rsidR="00A45232" w:rsidRPr="005A6BCF" w14:paraId="37982207" w14:textId="77777777" w:rsidTr="00A86973">
        <w:trPr>
          <w:trHeight w:val="213"/>
        </w:trPr>
        <w:tc>
          <w:tcPr>
            <w:tcW w:w="944" w:type="dxa"/>
          </w:tcPr>
          <w:p w14:paraId="689122F0" w14:textId="77777777" w:rsidR="00A45232" w:rsidRPr="00AB43F8" w:rsidRDefault="00A45232" w:rsidP="001654DF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AB43F8">
              <w:rPr>
                <w:rFonts w:eastAsia="Times New Roman" w:cs="Arial"/>
                <w:color w:val="000000"/>
                <w:sz w:val="20"/>
                <w:szCs w:val="20"/>
              </w:rPr>
              <w:t>R12</w:t>
            </w:r>
          </w:p>
        </w:tc>
        <w:tc>
          <w:tcPr>
            <w:tcW w:w="8110" w:type="dxa"/>
          </w:tcPr>
          <w:p w14:paraId="22F646AD" w14:textId="77777777" w:rsidR="00A45232" w:rsidRPr="00AB43F8" w:rsidRDefault="00A45232" w:rsidP="001654DF">
            <w:pPr>
              <w:pStyle w:val="Z2tabelatekst"/>
              <w:jc w:val="both"/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</w:pPr>
            <w:r w:rsidRPr="00AB43F8"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  <w:t>Wartość przekazywana dla wywołania usługi pobrania danych z ISZTAR dla pól „Nazwa grupy wyrobów” i „Stawka podatku”.</w:t>
            </w:r>
          </w:p>
          <w:p w14:paraId="5D022D7E" w14:textId="77777777" w:rsidR="00A45232" w:rsidRPr="00AB43F8" w:rsidRDefault="00A45232" w:rsidP="001654DF">
            <w:pPr>
              <w:pStyle w:val="Z2tabelatekst"/>
              <w:jc w:val="both"/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</w:pPr>
            <w:r w:rsidRPr="00AB43F8"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  <w:t>Walidacja czy kod CN jest w zakresie obsługiwanym przez załącznik danego typu. Jeśli nie błąd typu 2.</w:t>
            </w:r>
          </w:p>
        </w:tc>
      </w:tr>
      <w:tr w:rsidR="00A45232" w:rsidRPr="005A6BCF" w14:paraId="64035EF6" w14:textId="77777777" w:rsidTr="00A86973">
        <w:trPr>
          <w:trHeight w:val="213"/>
        </w:trPr>
        <w:tc>
          <w:tcPr>
            <w:tcW w:w="944" w:type="dxa"/>
          </w:tcPr>
          <w:p w14:paraId="625E258E" w14:textId="77777777" w:rsidR="00A45232" w:rsidRPr="00AB43F8" w:rsidRDefault="00A45232" w:rsidP="001654DF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AB43F8">
              <w:rPr>
                <w:rFonts w:eastAsia="Times New Roman" w:cs="Arial"/>
                <w:color w:val="000000"/>
                <w:sz w:val="20"/>
                <w:szCs w:val="20"/>
              </w:rPr>
              <w:t>R13</w:t>
            </w:r>
          </w:p>
        </w:tc>
        <w:tc>
          <w:tcPr>
            <w:tcW w:w="8110" w:type="dxa"/>
          </w:tcPr>
          <w:p w14:paraId="50D3AF92" w14:textId="77777777" w:rsidR="00A45232" w:rsidRPr="00AB43F8" w:rsidRDefault="00A45232" w:rsidP="001654DF">
            <w:pPr>
              <w:pStyle w:val="Z2tabelatekst"/>
              <w:jc w:val="both"/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</w:pPr>
            <w:r w:rsidRPr="00AB43F8"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  <w:t xml:space="preserve">Walidacja: wprowadzona wartość powinna być równa wartości wyliczonej według wzoru: „Ilość wyrobów w kilogramach” razy „Stawka podatku kwotowa” + „Średnia ważona detaliczna cea sprzedaży tytoniu do palenia obowiązująca w danym roku kalendarzowym” razy „Stawka podatku procentowa” </w:t>
            </w:r>
          </w:p>
        </w:tc>
      </w:tr>
      <w:tr w:rsidR="00A45232" w:rsidRPr="005A6BCF" w14:paraId="0B7FF74E" w14:textId="77777777" w:rsidTr="00A86973">
        <w:trPr>
          <w:trHeight w:val="213"/>
        </w:trPr>
        <w:tc>
          <w:tcPr>
            <w:tcW w:w="944" w:type="dxa"/>
          </w:tcPr>
          <w:p w14:paraId="705EE4EC" w14:textId="77777777" w:rsidR="00A45232" w:rsidRPr="00AB43F8" w:rsidRDefault="00A45232" w:rsidP="001654DF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AB43F8">
              <w:rPr>
                <w:rFonts w:eastAsia="Times New Roman" w:cs="Arial"/>
                <w:color w:val="000000"/>
                <w:sz w:val="20"/>
                <w:szCs w:val="20"/>
              </w:rPr>
              <w:t>R15</w:t>
            </w:r>
          </w:p>
        </w:tc>
        <w:tc>
          <w:tcPr>
            <w:tcW w:w="8110" w:type="dxa"/>
          </w:tcPr>
          <w:p w14:paraId="03811E9C" w14:textId="77777777" w:rsidR="00A45232" w:rsidRPr="00AB43F8" w:rsidRDefault="00A45232" w:rsidP="001654DF">
            <w:pPr>
              <w:pStyle w:val="Z2tabelatekst"/>
              <w:jc w:val="both"/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</w:pPr>
            <w:r w:rsidRPr="00AB43F8"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  <w:t>Walidacja: sprawdzenie czy suma kwot z pozycji „Nadwyżka przedpłaty akcyzy” i „Przedpłata akcyzy do zapłaty” deklaracji AKC-PA (N) (za okres) jest równa wprowadzonej w polu wartości.</w:t>
            </w:r>
          </w:p>
        </w:tc>
      </w:tr>
      <w:tr w:rsidR="00A45232" w:rsidRPr="005A6BCF" w14:paraId="0318E6A4" w14:textId="77777777" w:rsidTr="00A86973">
        <w:trPr>
          <w:trHeight w:val="213"/>
        </w:trPr>
        <w:tc>
          <w:tcPr>
            <w:tcW w:w="944" w:type="dxa"/>
          </w:tcPr>
          <w:p w14:paraId="473F1A64" w14:textId="77777777" w:rsidR="00A45232" w:rsidRPr="00AB43F8" w:rsidRDefault="00A45232" w:rsidP="001654DF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AB43F8">
              <w:rPr>
                <w:rFonts w:eastAsia="Times New Roman" w:cs="Arial"/>
                <w:color w:val="000000"/>
                <w:sz w:val="20"/>
                <w:szCs w:val="20"/>
              </w:rPr>
              <w:t>R16</w:t>
            </w:r>
          </w:p>
        </w:tc>
        <w:tc>
          <w:tcPr>
            <w:tcW w:w="8110" w:type="dxa"/>
          </w:tcPr>
          <w:p w14:paraId="5AE44ADD" w14:textId="77777777" w:rsidR="00A45232" w:rsidRPr="00AB43F8" w:rsidRDefault="00A45232" w:rsidP="001654DF">
            <w:pPr>
              <w:pStyle w:val="Z2tabelatekst"/>
              <w:jc w:val="both"/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</w:pPr>
            <w:r w:rsidRPr="00AB43F8"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  <w:t>Walidacja: jeśli wynik wyliczenia jest różny od wprowadzonej wartości, to jest Błąd. Jeśli wyliczona wartość jest ujemna, powinno być 0</w:t>
            </w:r>
          </w:p>
        </w:tc>
      </w:tr>
      <w:tr w:rsidR="00A45232" w:rsidRPr="005A6BCF" w14:paraId="51C319B0" w14:textId="77777777" w:rsidTr="00A86973">
        <w:trPr>
          <w:trHeight w:val="213"/>
        </w:trPr>
        <w:tc>
          <w:tcPr>
            <w:tcW w:w="944" w:type="dxa"/>
          </w:tcPr>
          <w:p w14:paraId="6D54D9B2" w14:textId="77777777" w:rsidR="00A45232" w:rsidRPr="00AB43F8" w:rsidRDefault="00A45232" w:rsidP="001654DF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AB43F8">
              <w:rPr>
                <w:rFonts w:eastAsia="Times New Roman" w:cs="Arial"/>
                <w:color w:val="000000"/>
                <w:sz w:val="20"/>
                <w:szCs w:val="20"/>
              </w:rPr>
              <w:t>R17</w:t>
            </w:r>
          </w:p>
        </w:tc>
        <w:tc>
          <w:tcPr>
            <w:tcW w:w="8110" w:type="dxa"/>
          </w:tcPr>
          <w:p w14:paraId="6B3083BD" w14:textId="77777777" w:rsidR="00A45232" w:rsidRPr="00AB43F8" w:rsidRDefault="00A45232" w:rsidP="001654DF">
            <w:pPr>
              <w:pStyle w:val="Z2tabelatekst"/>
              <w:jc w:val="both"/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</w:pPr>
            <w:r w:rsidRPr="00AB43F8"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  <w:t>Pole niewymagalne (puste) w przypadku, gdy nie złożono AKC-PA za ten sam okres rozliczeniowy.</w:t>
            </w:r>
          </w:p>
          <w:p w14:paraId="3F3AE72A" w14:textId="77777777" w:rsidR="00A45232" w:rsidRPr="00AB43F8" w:rsidRDefault="00A45232" w:rsidP="001654DF">
            <w:pPr>
              <w:pStyle w:val="Z2tabelatekst"/>
              <w:jc w:val="both"/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</w:pPr>
            <w:r w:rsidRPr="00AB43F8"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  <w:t>Walidacja: jeśli wynik wyliczenia jest różny od wprowadzonej wartości, to jest Błąd. Jeśli wyliczona wartość jest ujemna, powinno być 0.</w:t>
            </w:r>
          </w:p>
        </w:tc>
      </w:tr>
      <w:tr w:rsidR="00A45232" w:rsidRPr="005A6BCF" w14:paraId="6A532E0A" w14:textId="77777777" w:rsidTr="00A86973">
        <w:trPr>
          <w:trHeight w:val="213"/>
        </w:trPr>
        <w:tc>
          <w:tcPr>
            <w:tcW w:w="944" w:type="dxa"/>
          </w:tcPr>
          <w:p w14:paraId="44BD5033" w14:textId="77777777" w:rsidR="00A45232" w:rsidRPr="00AB43F8" w:rsidRDefault="00A45232" w:rsidP="001654DF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AB43F8">
              <w:rPr>
                <w:rFonts w:eastAsia="Times New Roman" w:cs="Arial"/>
                <w:color w:val="000000"/>
                <w:sz w:val="20"/>
                <w:szCs w:val="20"/>
              </w:rPr>
              <w:t>R18</w:t>
            </w:r>
          </w:p>
        </w:tc>
        <w:tc>
          <w:tcPr>
            <w:tcW w:w="8110" w:type="dxa"/>
          </w:tcPr>
          <w:p w14:paraId="2DBA9782" w14:textId="77777777" w:rsidR="00A45232" w:rsidRPr="00AB43F8" w:rsidRDefault="00A45232" w:rsidP="001654DF">
            <w:pPr>
              <w:pStyle w:val="Z2tabelatekst"/>
              <w:jc w:val="both"/>
              <w:rPr>
                <w:rFonts w:ascii="Lato" w:hAnsi="Lato"/>
                <w:color w:val="000000"/>
                <w:sz w:val="20"/>
                <w:szCs w:val="20"/>
                <w:lang w:val="pl-PL" w:eastAsia="pl-PL"/>
              </w:rPr>
            </w:pPr>
            <w:r w:rsidRPr="00AB43F8">
              <w:rPr>
                <w:rFonts w:ascii="Lato" w:hAnsi="Lato" w:cs="Arial"/>
                <w:sz w:val="20"/>
                <w:szCs w:val="20"/>
              </w:rPr>
              <w:t>Wartość pola („ubytek” lub „całkowite zniszczenie”)</w:t>
            </w:r>
          </w:p>
        </w:tc>
      </w:tr>
      <w:tr w:rsidR="00A45232" w14:paraId="7850FE74" w14:textId="77777777" w:rsidTr="00A86973">
        <w:trPr>
          <w:trHeight w:val="213"/>
        </w:trPr>
        <w:tc>
          <w:tcPr>
            <w:tcW w:w="944" w:type="dxa"/>
          </w:tcPr>
          <w:p w14:paraId="141A3158" w14:textId="77777777" w:rsidR="00A45232" w:rsidRPr="00AB43F8" w:rsidRDefault="00A45232" w:rsidP="001654DF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AB43F8">
              <w:rPr>
                <w:rFonts w:eastAsia="Times New Roman" w:cs="Arial"/>
                <w:color w:val="000000"/>
                <w:sz w:val="20"/>
                <w:szCs w:val="20"/>
              </w:rPr>
              <w:lastRenderedPageBreak/>
              <w:t>R19</w:t>
            </w:r>
          </w:p>
        </w:tc>
        <w:tc>
          <w:tcPr>
            <w:tcW w:w="8110" w:type="dxa"/>
          </w:tcPr>
          <w:p w14:paraId="4BE3AC2C" w14:textId="77777777" w:rsidR="00A45232" w:rsidRPr="00AB43F8" w:rsidRDefault="00A45232" w:rsidP="001654DF">
            <w:pPr>
              <w:rPr>
                <w:rFonts w:eastAsia="Times New Roman" w:cs="Arial"/>
                <w:sz w:val="20"/>
                <w:szCs w:val="20"/>
              </w:rPr>
            </w:pPr>
            <w:r w:rsidRPr="00AB43F8">
              <w:rPr>
                <w:rFonts w:eastAsia="Times New Roman" w:cs="Arial"/>
                <w:sz w:val="20"/>
                <w:szCs w:val="20"/>
              </w:rPr>
              <w:t>Dopuszczalnym okresem (period) za który będzie mogła być złożona deklaracja: nie może być wcześniejszy niż luty 2018 roku.</w:t>
            </w:r>
          </w:p>
        </w:tc>
      </w:tr>
    </w:tbl>
    <w:p w14:paraId="2EA545BD" w14:textId="77777777" w:rsidR="00EF2230" w:rsidRDefault="00EF2230" w:rsidP="00C048E5">
      <w:pPr>
        <w:pStyle w:val="Nagwek1"/>
      </w:pPr>
      <w:bookmarkStart w:id="472" w:name="_Toc361145818"/>
      <w:bookmarkStart w:id="473" w:name="_Toc349568563"/>
      <w:bookmarkStart w:id="474" w:name="_Toc341696655"/>
      <w:bookmarkStart w:id="475" w:name="_Toc182566503"/>
      <w:bookmarkStart w:id="476" w:name="_Toc341696656"/>
      <w:bookmarkStart w:id="477" w:name="_Toc349568564"/>
      <w:bookmarkStart w:id="478" w:name="_Toc348954635"/>
      <w:r>
        <w:lastRenderedPageBreak/>
        <w:t>Załączniki</w:t>
      </w:r>
      <w:bookmarkEnd w:id="472"/>
      <w:bookmarkEnd w:id="473"/>
      <w:bookmarkEnd w:id="474"/>
      <w:bookmarkEnd w:id="475"/>
    </w:p>
    <w:p w14:paraId="157120E1" w14:textId="77777777" w:rsidR="00EF2230" w:rsidRDefault="00EF2230" w:rsidP="00C048E5">
      <w:pPr>
        <w:pStyle w:val="Nagwek2"/>
      </w:pPr>
      <w:bookmarkStart w:id="479" w:name="_Toc348954634"/>
      <w:bookmarkStart w:id="480" w:name="_Toc361145819"/>
      <w:bookmarkStart w:id="481" w:name="_Toc182566504"/>
      <w:r>
        <w:t>Pliki deklaracji AKC-</w:t>
      </w:r>
      <w:bookmarkEnd w:id="479"/>
      <w:bookmarkEnd w:id="480"/>
      <w:r w:rsidR="002D0C5B">
        <w:t>4</w:t>
      </w:r>
      <w:bookmarkEnd w:id="481"/>
    </w:p>
    <w:p w14:paraId="30071A93" w14:textId="77777777" w:rsidR="005C3EE5" w:rsidRDefault="00EF2230" w:rsidP="00C048E5">
      <w:pPr>
        <w:pStyle w:val="Nagwek3"/>
      </w:pPr>
      <w:r>
        <w:t xml:space="preserve"> </w:t>
      </w:r>
      <w:bookmarkStart w:id="482" w:name="_Toc182566505"/>
      <w:r w:rsidR="008C0311">
        <w:t xml:space="preserve">Plik </w:t>
      </w:r>
      <w:r w:rsidR="008B4C4D">
        <w:t>akc_</w:t>
      </w:r>
      <w:r w:rsidR="00A24C92">
        <w:t>4</w:t>
      </w:r>
      <w:r w:rsidR="005C3EE5">
        <w:t>.xsd</w:t>
      </w:r>
      <w:bookmarkEnd w:id="476"/>
      <w:bookmarkEnd w:id="477"/>
      <w:bookmarkEnd w:id="478"/>
      <w:bookmarkEnd w:id="482"/>
    </w:p>
    <w:p w14:paraId="1B935425" w14:textId="77777777" w:rsidR="002923B2" w:rsidRPr="00CA2DA7" w:rsidRDefault="002923B2" w:rsidP="002923B2">
      <w:pPr>
        <w:jc w:val="both"/>
        <w:rPr>
          <w:lang w:val="x-none"/>
        </w:rPr>
      </w:pPr>
      <w:r>
        <w:rPr>
          <w:lang w:val="x-none"/>
        </w:rPr>
        <w:t>Plik zawierający definicję struktury</w:t>
      </w:r>
      <w:r w:rsidRPr="00CA2DA7">
        <w:rPr>
          <w:lang w:val="x-none"/>
        </w:rPr>
        <w:t xml:space="preserve"> danych dla deklaracji</w:t>
      </w:r>
      <w:r>
        <w:rPr>
          <w:lang w:val="x-none"/>
        </w:rPr>
        <w:t>.</w:t>
      </w:r>
    </w:p>
    <w:p w14:paraId="7E0FC1A4" w14:textId="77777777" w:rsidR="00962C79" w:rsidRDefault="00962C79" w:rsidP="00C048E5">
      <w:pPr>
        <w:pStyle w:val="Nagwek2"/>
      </w:pPr>
      <w:bookmarkStart w:id="483" w:name="_Toc182566506"/>
      <w:r>
        <w:t>Plik załącznika AKC-4/A do deklaracji AKC-4</w:t>
      </w:r>
      <w:bookmarkEnd w:id="483"/>
    </w:p>
    <w:p w14:paraId="3D84A53E" w14:textId="77777777" w:rsidR="00962C79" w:rsidRDefault="00962C79" w:rsidP="00C048E5">
      <w:pPr>
        <w:pStyle w:val="Nagwek3"/>
      </w:pPr>
      <w:bookmarkStart w:id="484" w:name="_Toc182566507"/>
      <w:r>
        <w:t>Plik akc_4a.xsd</w:t>
      </w:r>
      <w:bookmarkEnd w:id="484"/>
    </w:p>
    <w:p w14:paraId="24C40E52" w14:textId="77777777" w:rsidR="00962C79" w:rsidRDefault="00962C79" w:rsidP="00962C79">
      <w:pPr>
        <w:ind w:left="720"/>
      </w:pPr>
      <w:r>
        <w:t>Plik zawiera strukturę załącznika AKC-4/A do deklaracji AKC-4.</w:t>
      </w:r>
    </w:p>
    <w:p w14:paraId="10662E9E" w14:textId="77777777" w:rsidR="00A520A5" w:rsidRDefault="00A520A5" w:rsidP="00C048E5">
      <w:pPr>
        <w:pStyle w:val="Nagwek2"/>
      </w:pPr>
      <w:bookmarkStart w:id="485" w:name="_Toc182566508"/>
      <w:r>
        <w:t>Plik załącznika AKC-4/B do deklaracji AKC-4</w:t>
      </w:r>
      <w:bookmarkEnd w:id="485"/>
    </w:p>
    <w:p w14:paraId="3B171A2C" w14:textId="77777777" w:rsidR="00A520A5" w:rsidRDefault="00A520A5" w:rsidP="00C048E5">
      <w:pPr>
        <w:pStyle w:val="Nagwek3"/>
      </w:pPr>
      <w:bookmarkStart w:id="486" w:name="_Toc182566509"/>
      <w:r>
        <w:t>Plik akc_4b.xsd</w:t>
      </w:r>
      <w:bookmarkEnd w:id="486"/>
    </w:p>
    <w:p w14:paraId="0053DB5C" w14:textId="77777777" w:rsidR="00A520A5" w:rsidRDefault="00A520A5" w:rsidP="00A520A5">
      <w:pPr>
        <w:ind w:left="720"/>
      </w:pPr>
      <w:r>
        <w:t>Plik zawiera strukturę załącznika AKC-4/</w:t>
      </w:r>
      <w:r w:rsidR="009D08FE">
        <w:t>B</w:t>
      </w:r>
      <w:r>
        <w:t xml:space="preserve"> do deklaracji AKC-4.</w:t>
      </w:r>
    </w:p>
    <w:p w14:paraId="2C1315F1" w14:textId="77777777" w:rsidR="0007689F" w:rsidRDefault="0007689F" w:rsidP="00C048E5">
      <w:pPr>
        <w:pStyle w:val="Nagwek2"/>
      </w:pPr>
      <w:bookmarkStart w:id="487" w:name="_Toc182566510"/>
      <w:r>
        <w:t>Plik załącznika AKC-4/C do deklaracji AKC-4</w:t>
      </w:r>
      <w:bookmarkEnd w:id="487"/>
    </w:p>
    <w:p w14:paraId="733D76E5" w14:textId="77777777" w:rsidR="0007689F" w:rsidRDefault="0007689F" w:rsidP="00C048E5">
      <w:pPr>
        <w:pStyle w:val="Nagwek3"/>
      </w:pPr>
      <w:bookmarkStart w:id="488" w:name="_Toc182566511"/>
      <w:r>
        <w:t>Plik akc_4c.xsd</w:t>
      </w:r>
      <w:bookmarkEnd w:id="488"/>
    </w:p>
    <w:p w14:paraId="18072E33" w14:textId="77777777" w:rsidR="0007689F" w:rsidRDefault="0007689F" w:rsidP="0007689F">
      <w:pPr>
        <w:ind w:left="720"/>
      </w:pPr>
      <w:r>
        <w:t>Plik zawiera strukturę załącznika AKC-4/C do deklaracji AKC-4.</w:t>
      </w:r>
    </w:p>
    <w:p w14:paraId="66840981" w14:textId="77777777" w:rsidR="0062186D" w:rsidRDefault="0062186D" w:rsidP="00C048E5">
      <w:pPr>
        <w:pStyle w:val="Nagwek2"/>
      </w:pPr>
      <w:bookmarkStart w:id="489" w:name="_Toc182566512"/>
      <w:r>
        <w:t>Plik załącznika AKC-4/D do deklaracji AKC-4</w:t>
      </w:r>
      <w:bookmarkEnd w:id="489"/>
    </w:p>
    <w:p w14:paraId="726D95CB" w14:textId="77777777" w:rsidR="0062186D" w:rsidRDefault="0062186D" w:rsidP="00C048E5">
      <w:pPr>
        <w:pStyle w:val="Nagwek3"/>
      </w:pPr>
      <w:bookmarkStart w:id="490" w:name="_Toc182566513"/>
      <w:r>
        <w:t>Plik akc_4d.xsd</w:t>
      </w:r>
      <w:bookmarkEnd w:id="490"/>
    </w:p>
    <w:p w14:paraId="71187737" w14:textId="77777777" w:rsidR="0062186D" w:rsidRDefault="0062186D" w:rsidP="0062186D">
      <w:pPr>
        <w:ind w:left="720"/>
      </w:pPr>
      <w:r>
        <w:t>Plik zawiera strukturę załącznika AKC-4/D do deklaracji AKC-4.</w:t>
      </w:r>
    </w:p>
    <w:p w14:paraId="52A27D87" w14:textId="77777777" w:rsidR="003B652F" w:rsidRDefault="003B652F" w:rsidP="00C048E5">
      <w:pPr>
        <w:pStyle w:val="Nagwek2"/>
      </w:pPr>
      <w:bookmarkStart w:id="491" w:name="_Toc182566514"/>
      <w:r>
        <w:t>Plik załącznika AKC-4/E do deklaracji AKC-4</w:t>
      </w:r>
      <w:bookmarkEnd w:id="491"/>
    </w:p>
    <w:p w14:paraId="3EB68A52" w14:textId="77777777" w:rsidR="003B652F" w:rsidRDefault="003B652F" w:rsidP="00C048E5">
      <w:pPr>
        <w:pStyle w:val="Nagwek3"/>
      </w:pPr>
      <w:bookmarkStart w:id="492" w:name="_Toc182566515"/>
      <w:r>
        <w:t>Plik akc_4e.xsd</w:t>
      </w:r>
      <w:bookmarkEnd w:id="492"/>
    </w:p>
    <w:p w14:paraId="7BE5434D" w14:textId="77777777" w:rsidR="003B652F" w:rsidRDefault="003B652F" w:rsidP="003B652F">
      <w:pPr>
        <w:ind w:left="720"/>
      </w:pPr>
      <w:r>
        <w:t>Plik zawiera strukturę załącznika AKC-4/E do deklaracji AKC-4.</w:t>
      </w:r>
    </w:p>
    <w:p w14:paraId="2553E72C" w14:textId="77777777" w:rsidR="000A7263" w:rsidRDefault="000A7263" w:rsidP="00C048E5">
      <w:pPr>
        <w:pStyle w:val="Nagwek2"/>
      </w:pPr>
      <w:bookmarkStart w:id="493" w:name="_Toc182566516"/>
      <w:r>
        <w:t>Plik załącznika AKC-4/F do deklaracji AKC-4</w:t>
      </w:r>
      <w:bookmarkEnd w:id="493"/>
    </w:p>
    <w:p w14:paraId="1ED842C0" w14:textId="77777777" w:rsidR="000A7263" w:rsidRDefault="000A7263" w:rsidP="00C048E5">
      <w:pPr>
        <w:pStyle w:val="Nagwek3"/>
      </w:pPr>
      <w:bookmarkStart w:id="494" w:name="_Toc182566517"/>
      <w:r>
        <w:t>Plik akc_4f.xsd</w:t>
      </w:r>
      <w:bookmarkEnd w:id="494"/>
    </w:p>
    <w:p w14:paraId="69858954" w14:textId="77777777" w:rsidR="000A7263" w:rsidRDefault="000A7263" w:rsidP="000A7263">
      <w:pPr>
        <w:ind w:left="720"/>
      </w:pPr>
      <w:r>
        <w:t>Plik zawiera strukturę załącznika AKC-4/F do deklaracji AKC-4.</w:t>
      </w:r>
    </w:p>
    <w:p w14:paraId="42F24397" w14:textId="77777777" w:rsidR="00D93C2A" w:rsidRDefault="00D93C2A" w:rsidP="00C048E5">
      <w:pPr>
        <w:pStyle w:val="Nagwek2"/>
      </w:pPr>
      <w:bookmarkStart w:id="495" w:name="_Toc182566518"/>
      <w:r>
        <w:lastRenderedPageBreak/>
        <w:t>Plik załącznika AKC-4/H do deklaracji AKC-4</w:t>
      </w:r>
      <w:bookmarkEnd w:id="495"/>
    </w:p>
    <w:p w14:paraId="6317DD28" w14:textId="77777777" w:rsidR="00D93C2A" w:rsidRDefault="00D93C2A" w:rsidP="00C048E5">
      <w:pPr>
        <w:pStyle w:val="Nagwek3"/>
      </w:pPr>
      <w:bookmarkStart w:id="496" w:name="_Toc182566519"/>
      <w:r>
        <w:t>Plik akc_4h.xsd</w:t>
      </w:r>
      <w:bookmarkEnd w:id="496"/>
    </w:p>
    <w:p w14:paraId="258C378D" w14:textId="77777777" w:rsidR="00D93C2A" w:rsidRDefault="00D93C2A" w:rsidP="00D93C2A">
      <w:pPr>
        <w:ind w:left="720"/>
      </w:pPr>
      <w:r>
        <w:t>Plik zawiera strukturę załącznika AKC-4/</w:t>
      </w:r>
      <w:r w:rsidR="00AC03FA">
        <w:t>H</w:t>
      </w:r>
      <w:r>
        <w:t xml:space="preserve"> do deklaracji AKC-4.</w:t>
      </w:r>
    </w:p>
    <w:p w14:paraId="0F3BE4E8" w14:textId="77777777" w:rsidR="0013767E" w:rsidRDefault="0013767E" w:rsidP="00C048E5">
      <w:pPr>
        <w:pStyle w:val="Nagwek2"/>
      </w:pPr>
      <w:bookmarkStart w:id="497" w:name="_Toc182566520"/>
      <w:r>
        <w:t>Plik załącznika AKC-4/I do deklaracji AKC-4</w:t>
      </w:r>
      <w:bookmarkEnd w:id="497"/>
    </w:p>
    <w:p w14:paraId="07C9531B" w14:textId="77777777" w:rsidR="0013767E" w:rsidRDefault="0013767E" w:rsidP="00C048E5">
      <w:pPr>
        <w:pStyle w:val="Nagwek3"/>
      </w:pPr>
      <w:bookmarkStart w:id="498" w:name="_Toc182566521"/>
      <w:r>
        <w:t>Plik akc_4i.xsd</w:t>
      </w:r>
      <w:bookmarkEnd w:id="498"/>
    </w:p>
    <w:p w14:paraId="5185D679" w14:textId="77777777" w:rsidR="0013767E" w:rsidRDefault="0013767E" w:rsidP="0013767E">
      <w:pPr>
        <w:ind w:left="720"/>
      </w:pPr>
      <w:r>
        <w:t>Plik zawiera strukturę załącznika AKC-4/I do deklaracji AKC-4.</w:t>
      </w:r>
    </w:p>
    <w:p w14:paraId="1681CB7B" w14:textId="77777777" w:rsidR="0013767E" w:rsidRDefault="0013767E" w:rsidP="00C048E5">
      <w:pPr>
        <w:pStyle w:val="Nagwek2"/>
      </w:pPr>
      <w:bookmarkStart w:id="499" w:name="_Toc182566522"/>
      <w:r>
        <w:t>Plik załącznika AKC-4/J do deklaracji AKC-4</w:t>
      </w:r>
      <w:bookmarkEnd w:id="499"/>
    </w:p>
    <w:p w14:paraId="0C67FA44" w14:textId="77777777" w:rsidR="0013767E" w:rsidRDefault="0013767E" w:rsidP="00C048E5">
      <w:pPr>
        <w:pStyle w:val="Nagwek3"/>
      </w:pPr>
      <w:bookmarkStart w:id="500" w:name="_Toc182566523"/>
      <w:r>
        <w:t>Plik akc_4j.xsd</w:t>
      </w:r>
      <w:bookmarkEnd w:id="500"/>
    </w:p>
    <w:p w14:paraId="0BF8A83F" w14:textId="77777777" w:rsidR="0013767E" w:rsidRDefault="0013767E" w:rsidP="0013767E">
      <w:pPr>
        <w:ind w:left="720"/>
      </w:pPr>
      <w:r>
        <w:t>Plik zawiera strukturę załącznika AKC-4/J do deklaracji AKC-4.</w:t>
      </w:r>
    </w:p>
    <w:p w14:paraId="5D5B2C70" w14:textId="77777777" w:rsidR="0013767E" w:rsidRDefault="0013767E" w:rsidP="00C048E5">
      <w:pPr>
        <w:pStyle w:val="Nagwek2"/>
      </w:pPr>
      <w:bookmarkStart w:id="501" w:name="_Toc182566524"/>
      <w:r>
        <w:t>Plik załącznika AKC-4/K do deklaracji AKC-4</w:t>
      </w:r>
      <w:bookmarkEnd w:id="501"/>
    </w:p>
    <w:p w14:paraId="0DC49D55" w14:textId="77777777" w:rsidR="0013767E" w:rsidRDefault="0013767E" w:rsidP="00C048E5">
      <w:pPr>
        <w:pStyle w:val="Nagwek3"/>
      </w:pPr>
      <w:bookmarkStart w:id="502" w:name="_Toc182566525"/>
      <w:r>
        <w:t>Plik akc_4k.xsd</w:t>
      </w:r>
      <w:bookmarkEnd w:id="502"/>
    </w:p>
    <w:p w14:paraId="4AD474C9" w14:textId="77777777" w:rsidR="0013767E" w:rsidRPr="00962C79" w:rsidRDefault="0013767E" w:rsidP="001F6F9A">
      <w:pPr>
        <w:ind w:left="720"/>
      </w:pPr>
      <w:r>
        <w:t>Plik zawiera strukturę załącznika AKC-4/K do deklaracji AKC-4.</w:t>
      </w:r>
    </w:p>
    <w:p w14:paraId="5391119E" w14:textId="77777777" w:rsidR="001F6F9A" w:rsidRDefault="001F6F9A" w:rsidP="00C048E5">
      <w:pPr>
        <w:pStyle w:val="Nagwek2"/>
      </w:pPr>
      <w:bookmarkStart w:id="503" w:name="_Toc182566526"/>
      <w:r>
        <w:t>Plik załącznika AKC-4/L do deklaracji AKC-4</w:t>
      </w:r>
      <w:bookmarkEnd w:id="503"/>
    </w:p>
    <w:p w14:paraId="7F5DC8FD" w14:textId="77777777" w:rsidR="001F6F9A" w:rsidRDefault="001F6F9A" w:rsidP="00C048E5">
      <w:pPr>
        <w:pStyle w:val="Nagwek3"/>
      </w:pPr>
      <w:bookmarkStart w:id="504" w:name="_Toc182566527"/>
      <w:r>
        <w:t>Plik akc_4l.xsd</w:t>
      </w:r>
      <w:bookmarkEnd w:id="504"/>
    </w:p>
    <w:p w14:paraId="4BF49602" w14:textId="77777777" w:rsidR="001F6F9A" w:rsidRDefault="001F6F9A" w:rsidP="001F6F9A">
      <w:pPr>
        <w:ind w:left="720"/>
      </w:pPr>
      <w:r>
        <w:t>Plik zawiera strukturę załącznika AKC-4/L do deklaracji AKC-4.</w:t>
      </w:r>
    </w:p>
    <w:p w14:paraId="012BAD90" w14:textId="77777777" w:rsidR="00A45232" w:rsidRDefault="00A45232" w:rsidP="00C048E5">
      <w:pPr>
        <w:pStyle w:val="Nagwek2"/>
      </w:pPr>
      <w:bookmarkStart w:id="505" w:name="_Toc182566528"/>
      <w:r>
        <w:t>Plik załącznika AKC-4/M do deklaracji AKC-4</w:t>
      </w:r>
      <w:bookmarkEnd w:id="505"/>
    </w:p>
    <w:p w14:paraId="03AE10D5" w14:textId="77777777" w:rsidR="00A45232" w:rsidRDefault="00A45232" w:rsidP="00C048E5">
      <w:pPr>
        <w:pStyle w:val="Nagwek3"/>
      </w:pPr>
      <w:bookmarkStart w:id="506" w:name="_Toc182566529"/>
      <w:r>
        <w:t>Plik akc_4m.xsd</w:t>
      </w:r>
      <w:bookmarkEnd w:id="506"/>
    </w:p>
    <w:p w14:paraId="47C8729A" w14:textId="77777777" w:rsidR="00A45232" w:rsidRDefault="00A45232" w:rsidP="00A45232">
      <w:pPr>
        <w:ind w:left="720"/>
      </w:pPr>
      <w:r>
        <w:t>Plik zawiera strukturę załącznika AKC-4/M do deklaracji AKC-4.</w:t>
      </w:r>
    </w:p>
    <w:p w14:paraId="6FE15E42" w14:textId="77777777" w:rsidR="00A45232" w:rsidRDefault="00A45232" w:rsidP="00C048E5">
      <w:pPr>
        <w:pStyle w:val="Nagwek2"/>
      </w:pPr>
      <w:bookmarkStart w:id="507" w:name="_Toc182566530"/>
      <w:r>
        <w:t>Plik załącznika AKC-4/N do deklaracji AKC-4</w:t>
      </w:r>
      <w:bookmarkEnd w:id="507"/>
    </w:p>
    <w:p w14:paraId="33EA028A" w14:textId="77777777" w:rsidR="00A45232" w:rsidRDefault="00A45232" w:rsidP="00C048E5">
      <w:pPr>
        <w:pStyle w:val="Nagwek3"/>
      </w:pPr>
      <w:bookmarkStart w:id="508" w:name="_Toc182566531"/>
      <w:r>
        <w:t>Plik akc_4n.xsd</w:t>
      </w:r>
      <w:bookmarkEnd w:id="508"/>
    </w:p>
    <w:p w14:paraId="337025A6" w14:textId="77777777" w:rsidR="00A45232" w:rsidRDefault="00A45232" w:rsidP="00A45232">
      <w:pPr>
        <w:ind w:left="720"/>
      </w:pPr>
      <w:r>
        <w:t>Plik zawiera strukturę załącznika AKC-4/N do deklaracji AKC-4.</w:t>
      </w:r>
    </w:p>
    <w:sectPr w:rsidR="00A45232" w:rsidSect="00E06683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1B866" w14:textId="77777777" w:rsidR="00B67273" w:rsidRDefault="00B67273" w:rsidP="007D0A84">
      <w:r>
        <w:separator/>
      </w:r>
    </w:p>
    <w:p w14:paraId="6E7C1B2F" w14:textId="77777777" w:rsidR="00B67273" w:rsidRDefault="00B67273" w:rsidP="007D0A84"/>
  </w:endnote>
  <w:endnote w:type="continuationSeparator" w:id="0">
    <w:p w14:paraId="6FCEE29F" w14:textId="77777777" w:rsidR="00B67273" w:rsidRDefault="00B67273" w:rsidP="007D0A84">
      <w:r>
        <w:continuationSeparator/>
      </w:r>
    </w:p>
    <w:p w14:paraId="6ED8F155" w14:textId="77777777" w:rsidR="00B67273" w:rsidRDefault="00B67273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Bk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0DC8C" w14:textId="77777777" w:rsidR="00855336" w:rsidRDefault="00855336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A399B9C" w14:textId="77777777" w:rsidR="00855336" w:rsidRDefault="00855336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7408A" w14:textId="77777777" w:rsidR="00855336" w:rsidRPr="005E41DE" w:rsidRDefault="00855336" w:rsidP="005E41DE">
    <w:pPr>
      <w:pBdr>
        <w:top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5E41DE">
      <w:rPr>
        <w:rFonts w:ascii="Arial" w:hAnsi="Arial" w:cs="Arial"/>
        <w:sz w:val="20"/>
        <w:szCs w:val="20"/>
      </w:rPr>
      <w:t xml:space="preserve">Strona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PAGE </w:instrText>
    </w:r>
    <w:r w:rsidRPr="005E41DE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49</w:t>
    </w:r>
    <w:r w:rsidRPr="005E41DE">
      <w:rPr>
        <w:rFonts w:ascii="Arial" w:hAnsi="Arial" w:cs="Arial"/>
        <w:sz w:val="20"/>
        <w:szCs w:val="20"/>
      </w:rPr>
      <w:fldChar w:fldCharType="end"/>
    </w:r>
    <w:r w:rsidRPr="005E41DE">
      <w:rPr>
        <w:rFonts w:ascii="Arial" w:hAnsi="Arial" w:cs="Arial"/>
        <w:sz w:val="20"/>
        <w:szCs w:val="20"/>
      </w:rPr>
      <w:t xml:space="preserve"> z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NUMPAGES </w:instrText>
    </w:r>
    <w:r w:rsidRPr="005E41DE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62</w:t>
    </w:r>
    <w:r w:rsidRPr="005E41DE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D5B29" w14:textId="77777777" w:rsidR="00B67273" w:rsidRDefault="00B67273" w:rsidP="007D0A84">
      <w:r>
        <w:separator/>
      </w:r>
    </w:p>
    <w:p w14:paraId="033F1455" w14:textId="77777777" w:rsidR="00B67273" w:rsidRDefault="00B67273" w:rsidP="007D0A84"/>
  </w:footnote>
  <w:footnote w:type="continuationSeparator" w:id="0">
    <w:p w14:paraId="42F287DD" w14:textId="77777777" w:rsidR="00B67273" w:rsidRDefault="00B67273" w:rsidP="007D0A84">
      <w:r>
        <w:continuationSeparator/>
      </w:r>
    </w:p>
    <w:p w14:paraId="6D53091E" w14:textId="77777777" w:rsidR="00B67273" w:rsidRDefault="00B67273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DF55C" w14:textId="69DDB591" w:rsidR="00855336" w:rsidRPr="0096472A" w:rsidRDefault="00E3288D" w:rsidP="0096472A">
    <w:pPr>
      <w:pStyle w:val="Nagwek"/>
      <w:tabs>
        <w:tab w:val="clear" w:pos="4320"/>
        <w:tab w:val="clear" w:pos="8640"/>
        <w:tab w:val="center" w:pos="4678"/>
        <w:tab w:val="right" w:pos="9356"/>
      </w:tabs>
      <w:rPr>
        <w:noProof/>
      </w:rPr>
    </w:pPr>
    <w:r>
      <w:rPr>
        <w:noProof/>
        <w:lang w:val="en-GB" w:eastAsia="en-GB"/>
      </w:rPr>
      <w:drawing>
        <wp:inline distT="0" distB="0" distL="0" distR="0" wp14:anchorId="532BF4BC" wp14:editId="5858AE55">
          <wp:extent cx="3186007" cy="650123"/>
          <wp:effectExtent l="0" t="0" r="0" b="0"/>
          <wp:docPr id="1763179067" name="Obraz 1763179067" descr="Logotyp Krajowej Administracji Skarbowej (KAS) i Systemu Informacyjnego Skarbowo-Celnego (SISC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Krajowej Administracji Skarbowej (KAS) i Systemu Informacyjnego Skarbowo-Celnego (SISC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2766" cy="653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0736C03"/>
    <w:multiLevelType w:val="hybridMultilevel"/>
    <w:tmpl w:val="04ACAB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9C150A"/>
    <w:multiLevelType w:val="hybridMultilevel"/>
    <w:tmpl w:val="DBC843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165C87"/>
    <w:multiLevelType w:val="hybridMultilevel"/>
    <w:tmpl w:val="E3EC7A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45425"/>
    <w:multiLevelType w:val="multilevel"/>
    <w:tmpl w:val="DABE6444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3371"/>
        </w:tabs>
        <w:ind w:left="3371" w:hanging="851"/>
      </w:pPr>
      <w:rPr>
        <w:rFonts w:ascii="Lato" w:hAnsi="Lato" w:hint="default"/>
        <w:b w:val="0"/>
        <w:bCs/>
        <w:i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val="x-none" w:eastAsia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7" w15:restartNumberingAfterBreak="0">
    <w:nsid w:val="166D76DF"/>
    <w:multiLevelType w:val="hybridMultilevel"/>
    <w:tmpl w:val="59429F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D0D73"/>
    <w:multiLevelType w:val="hybridMultilevel"/>
    <w:tmpl w:val="48F685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9423CD"/>
    <w:multiLevelType w:val="hybridMultilevel"/>
    <w:tmpl w:val="75E8D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AD4C8D"/>
    <w:multiLevelType w:val="hybridMultilevel"/>
    <w:tmpl w:val="02E8DA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86DBB"/>
    <w:multiLevelType w:val="hybridMultilevel"/>
    <w:tmpl w:val="E38042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4A354D"/>
    <w:multiLevelType w:val="hybridMultilevel"/>
    <w:tmpl w:val="03E258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5E4015"/>
    <w:multiLevelType w:val="hybridMultilevel"/>
    <w:tmpl w:val="66508B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0B3593"/>
    <w:multiLevelType w:val="hybridMultilevel"/>
    <w:tmpl w:val="05FAB5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7" w15:restartNumberingAfterBreak="0">
    <w:nsid w:val="35BC34BB"/>
    <w:multiLevelType w:val="hybridMultilevel"/>
    <w:tmpl w:val="3C8C3D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B525FC"/>
    <w:multiLevelType w:val="hybridMultilevel"/>
    <w:tmpl w:val="CFE411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24353D"/>
    <w:multiLevelType w:val="hybridMultilevel"/>
    <w:tmpl w:val="5D9243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147DF6"/>
    <w:multiLevelType w:val="hybridMultilevel"/>
    <w:tmpl w:val="B38EC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3" w15:restartNumberingAfterBreak="0">
    <w:nsid w:val="6DB63005"/>
    <w:multiLevelType w:val="hybridMultilevel"/>
    <w:tmpl w:val="FA40EE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6"/>
  </w:num>
  <w:num w:numId="3">
    <w:abstractNumId w:val="22"/>
  </w:num>
  <w:num w:numId="4">
    <w:abstractNumId w:val="3"/>
  </w:num>
  <w:num w:numId="5">
    <w:abstractNumId w:val="16"/>
  </w:num>
  <w:num w:numId="6">
    <w:abstractNumId w:val="5"/>
  </w:num>
  <w:num w:numId="7">
    <w:abstractNumId w:val="15"/>
  </w:num>
  <w:num w:numId="8">
    <w:abstractNumId w:val="21"/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4"/>
  </w:num>
  <w:num w:numId="14">
    <w:abstractNumId w:val="19"/>
  </w:num>
  <w:num w:numId="15">
    <w:abstractNumId w:val="7"/>
  </w:num>
  <w:num w:numId="16">
    <w:abstractNumId w:val="11"/>
  </w:num>
  <w:num w:numId="17">
    <w:abstractNumId w:val="1"/>
  </w:num>
  <w:num w:numId="18">
    <w:abstractNumId w:val="10"/>
  </w:num>
  <w:num w:numId="19">
    <w:abstractNumId w:val="23"/>
  </w:num>
  <w:num w:numId="20">
    <w:abstractNumId w:val="14"/>
  </w:num>
  <w:num w:numId="21">
    <w:abstractNumId w:val="8"/>
  </w:num>
  <w:num w:numId="22">
    <w:abstractNumId w:val="12"/>
  </w:num>
  <w:num w:numId="23">
    <w:abstractNumId w:val="2"/>
  </w:num>
  <w:num w:numId="24">
    <w:abstractNumId w:val="13"/>
  </w:num>
  <w:num w:numId="25">
    <w:abstractNumId w:val="9"/>
  </w:num>
  <w:num w:numId="26">
    <w:abstractNumId w:val="1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efaultTableStyle w:val="Tabela-Siatka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4B2"/>
    <w:rsid w:val="00000638"/>
    <w:rsid w:val="00000E6C"/>
    <w:rsid w:val="0000139B"/>
    <w:rsid w:val="0000199C"/>
    <w:rsid w:val="00002270"/>
    <w:rsid w:val="0000379A"/>
    <w:rsid w:val="00003D13"/>
    <w:rsid w:val="00004C2C"/>
    <w:rsid w:val="00004DC5"/>
    <w:rsid w:val="00005509"/>
    <w:rsid w:val="0000679B"/>
    <w:rsid w:val="0000721C"/>
    <w:rsid w:val="00007E47"/>
    <w:rsid w:val="00010350"/>
    <w:rsid w:val="00010FA9"/>
    <w:rsid w:val="00011D3A"/>
    <w:rsid w:val="00013FD3"/>
    <w:rsid w:val="00014EA2"/>
    <w:rsid w:val="000154AF"/>
    <w:rsid w:val="000158A1"/>
    <w:rsid w:val="00016325"/>
    <w:rsid w:val="000164B0"/>
    <w:rsid w:val="000172F6"/>
    <w:rsid w:val="00017454"/>
    <w:rsid w:val="000174FC"/>
    <w:rsid w:val="00017896"/>
    <w:rsid w:val="000200C5"/>
    <w:rsid w:val="00021EAB"/>
    <w:rsid w:val="000220A0"/>
    <w:rsid w:val="0002249D"/>
    <w:rsid w:val="00022515"/>
    <w:rsid w:val="00023012"/>
    <w:rsid w:val="00023F46"/>
    <w:rsid w:val="000246D0"/>
    <w:rsid w:val="00024A70"/>
    <w:rsid w:val="00024E81"/>
    <w:rsid w:val="00024EFC"/>
    <w:rsid w:val="00025093"/>
    <w:rsid w:val="0002544A"/>
    <w:rsid w:val="000258BD"/>
    <w:rsid w:val="00026161"/>
    <w:rsid w:val="000265EB"/>
    <w:rsid w:val="00027B41"/>
    <w:rsid w:val="000309D4"/>
    <w:rsid w:val="0003208F"/>
    <w:rsid w:val="0003228A"/>
    <w:rsid w:val="00033522"/>
    <w:rsid w:val="0003426E"/>
    <w:rsid w:val="00034C39"/>
    <w:rsid w:val="00034E28"/>
    <w:rsid w:val="00035006"/>
    <w:rsid w:val="00035695"/>
    <w:rsid w:val="00035D00"/>
    <w:rsid w:val="00035F34"/>
    <w:rsid w:val="00035F37"/>
    <w:rsid w:val="0003638D"/>
    <w:rsid w:val="00036C3E"/>
    <w:rsid w:val="00037DF7"/>
    <w:rsid w:val="000401BC"/>
    <w:rsid w:val="000405BA"/>
    <w:rsid w:val="00040A18"/>
    <w:rsid w:val="00040CE8"/>
    <w:rsid w:val="00040DB6"/>
    <w:rsid w:val="000412BA"/>
    <w:rsid w:val="00042AA7"/>
    <w:rsid w:val="00044099"/>
    <w:rsid w:val="00044402"/>
    <w:rsid w:val="00044568"/>
    <w:rsid w:val="00044DEB"/>
    <w:rsid w:val="00045101"/>
    <w:rsid w:val="00045783"/>
    <w:rsid w:val="00045788"/>
    <w:rsid w:val="000459F6"/>
    <w:rsid w:val="000467B5"/>
    <w:rsid w:val="00050429"/>
    <w:rsid w:val="00050718"/>
    <w:rsid w:val="00050910"/>
    <w:rsid w:val="00050C48"/>
    <w:rsid w:val="00050E71"/>
    <w:rsid w:val="00052E3A"/>
    <w:rsid w:val="000532A7"/>
    <w:rsid w:val="00053840"/>
    <w:rsid w:val="000540FF"/>
    <w:rsid w:val="000547E1"/>
    <w:rsid w:val="000548F3"/>
    <w:rsid w:val="00055AC5"/>
    <w:rsid w:val="00055B49"/>
    <w:rsid w:val="00056119"/>
    <w:rsid w:val="000566E5"/>
    <w:rsid w:val="00056781"/>
    <w:rsid w:val="00056E1E"/>
    <w:rsid w:val="00060111"/>
    <w:rsid w:val="0006018E"/>
    <w:rsid w:val="00060B0C"/>
    <w:rsid w:val="000619C6"/>
    <w:rsid w:val="0006207D"/>
    <w:rsid w:val="00063316"/>
    <w:rsid w:val="00063503"/>
    <w:rsid w:val="00063F52"/>
    <w:rsid w:val="0006464A"/>
    <w:rsid w:val="00064AF0"/>
    <w:rsid w:val="00064EFD"/>
    <w:rsid w:val="00065140"/>
    <w:rsid w:val="0006520B"/>
    <w:rsid w:val="00065494"/>
    <w:rsid w:val="00065988"/>
    <w:rsid w:val="00065F73"/>
    <w:rsid w:val="00066ADF"/>
    <w:rsid w:val="00067325"/>
    <w:rsid w:val="000673AE"/>
    <w:rsid w:val="00067FEA"/>
    <w:rsid w:val="000707BB"/>
    <w:rsid w:val="00070E26"/>
    <w:rsid w:val="000715F5"/>
    <w:rsid w:val="00072327"/>
    <w:rsid w:val="00072D55"/>
    <w:rsid w:val="00072EBE"/>
    <w:rsid w:val="000734C3"/>
    <w:rsid w:val="00074C86"/>
    <w:rsid w:val="0007524F"/>
    <w:rsid w:val="00076781"/>
    <w:rsid w:val="0007689F"/>
    <w:rsid w:val="00076B90"/>
    <w:rsid w:val="00076C0A"/>
    <w:rsid w:val="00076D12"/>
    <w:rsid w:val="000779FD"/>
    <w:rsid w:val="000804A6"/>
    <w:rsid w:val="000805DC"/>
    <w:rsid w:val="00080ECB"/>
    <w:rsid w:val="0008149D"/>
    <w:rsid w:val="00081AB8"/>
    <w:rsid w:val="00083205"/>
    <w:rsid w:val="00083542"/>
    <w:rsid w:val="0008386E"/>
    <w:rsid w:val="00084457"/>
    <w:rsid w:val="00085870"/>
    <w:rsid w:val="00086C72"/>
    <w:rsid w:val="0008784C"/>
    <w:rsid w:val="00091144"/>
    <w:rsid w:val="000934A9"/>
    <w:rsid w:val="00093538"/>
    <w:rsid w:val="00097986"/>
    <w:rsid w:val="000A0458"/>
    <w:rsid w:val="000A0DD8"/>
    <w:rsid w:val="000A107E"/>
    <w:rsid w:val="000A1D16"/>
    <w:rsid w:val="000A2072"/>
    <w:rsid w:val="000A2B35"/>
    <w:rsid w:val="000A3EDB"/>
    <w:rsid w:val="000A494E"/>
    <w:rsid w:val="000A5C28"/>
    <w:rsid w:val="000A6AF1"/>
    <w:rsid w:val="000A71C7"/>
    <w:rsid w:val="000A7263"/>
    <w:rsid w:val="000B1AAA"/>
    <w:rsid w:val="000B1B12"/>
    <w:rsid w:val="000B3EAE"/>
    <w:rsid w:val="000B42A1"/>
    <w:rsid w:val="000B4713"/>
    <w:rsid w:val="000B4AAB"/>
    <w:rsid w:val="000B5847"/>
    <w:rsid w:val="000B5A33"/>
    <w:rsid w:val="000B5FB9"/>
    <w:rsid w:val="000B6612"/>
    <w:rsid w:val="000B668C"/>
    <w:rsid w:val="000B7539"/>
    <w:rsid w:val="000B7CB0"/>
    <w:rsid w:val="000C08EC"/>
    <w:rsid w:val="000C0B3E"/>
    <w:rsid w:val="000C0D2E"/>
    <w:rsid w:val="000C185F"/>
    <w:rsid w:val="000C2AEB"/>
    <w:rsid w:val="000C63C0"/>
    <w:rsid w:val="000C7663"/>
    <w:rsid w:val="000D083E"/>
    <w:rsid w:val="000D0B89"/>
    <w:rsid w:val="000D19AC"/>
    <w:rsid w:val="000D2059"/>
    <w:rsid w:val="000D2898"/>
    <w:rsid w:val="000D33C6"/>
    <w:rsid w:val="000D3AD4"/>
    <w:rsid w:val="000D4491"/>
    <w:rsid w:val="000D4C90"/>
    <w:rsid w:val="000D5C37"/>
    <w:rsid w:val="000D5EA2"/>
    <w:rsid w:val="000D623F"/>
    <w:rsid w:val="000D7E14"/>
    <w:rsid w:val="000E0240"/>
    <w:rsid w:val="000E10D8"/>
    <w:rsid w:val="000E129E"/>
    <w:rsid w:val="000E1E6E"/>
    <w:rsid w:val="000E2E61"/>
    <w:rsid w:val="000E4F6A"/>
    <w:rsid w:val="000E5D43"/>
    <w:rsid w:val="000E623B"/>
    <w:rsid w:val="000E62C9"/>
    <w:rsid w:val="000E74AA"/>
    <w:rsid w:val="000E7EDF"/>
    <w:rsid w:val="000E7F02"/>
    <w:rsid w:val="000F02FB"/>
    <w:rsid w:val="000F0652"/>
    <w:rsid w:val="000F0CEE"/>
    <w:rsid w:val="000F0EE2"/>
    <w:rsid w:val="000F136B"/>
    <w:rsid w:val="000F1B3C"/>
    <w:rsid w:val="000F1BC4"/>
    <w:rsid w:val="000F2C48"/>
    <w:rsid w:val="000F2F6A"/>
    <w:rsid w:val="000F3191"/>
    <w:rsid w:val="000F31D2"/>
    <w:rsid w:val="000F33B4"/>
    <w:rsid w:val="000F3AC0"/>
    <w:rsid w:val="000F3DD8"/>
    <w:rsid w:val="000F438A"/>
    <w:rsid w:val="000F4D15"/>
    <w:rsid w:val="000F4DAB"/>
    <w:rsid w:val="000F5549"/>
    <w:rsid w:val="000F5774"/>
    <w:rsid w:val="000F5DAD"/>
    <w:rsid w:val="000F6854"/>
    <w:rsid w:val="00100460"/>
    <w:rsid w:val="0010074F"/>
    <w:rsid w:val="001008A9"/>
    <w:rsid w:val="00100FFB"/>
    <w:rsid w:val="00101307"/>
    <w:rsid w:val="00101CE2"/>
    <w:rsid w:val="00101F88"/>
    <w:rsid w:val="00102224"/>
    <w:rsid w:val="00103D22"/>
    <w:rsid w:val="00103EBE"/>
    <w:rsid w:val="0010564B"/>
    <w:rsid w:val="00106019"/>
    <w:rsid w:val="0010626C"/>
    <w:rsid w:val="001062A8"/>
    <w:rsid w:val="0010649E"/>
    <w:rsid w:val="00106865"/>
    <w:rsid w:val="00106A11"/>
    <w:rsid w:val="00106AC5"/>
    <w:rsid w:val="00106D69"/>
    <w:rsid w:val="00107697"/>
    <w:rsid w:val="00107B7C"/>
    <w:rsid w:val="00107DA2"/>
    <w:rsid w:val="00110683"/>
    <w:rsid w:val="0011093D"/>
    <w:rsid w:val="00110F6F"/>
    <w:rsid w:val="001120E3"/>
    <w:rsid w:val="0011244B"/>
    <w:rsid w:val="00112CB4"/>
    <w:rsid w:val="00113437"/>
    <w:rsid w:val="001135FF"/>
    <w:rsid w:val="00113668"/>
    <w:rsid w:val="00113676"/>
    <w:rsid w:val="00113BCB"/>
    <w:rsid w:val="00113E1D"/>
    <w:rsid w:val="001143F7"/>
    <w:rsid w:val="001158EE"/>
    <w:rsid w:val="00116114"/>
    <w:rsid w:val="00116B69"/>
    <w:rsid w:val="00116F38"/>
    <w:rsid w:val="00117850"/>
    <w:rsid w:val="00117D4A"/>
    <w:rsid w:val="001207D5"/>
    <w:rsid w:val="00122788"/>
    <w:rsid w:val="00124A08"/>
    <w:rsid w:val="0012590D"/>
    <w:rsid w:val="00125BDF"/>
    <w:rsid w:val="0012617A"/>
    <w:rsid w:val="00126C4D"/>
    <w:rsid w:val="00127D0D"/>
    <w:rsid w:val="0013039B"/>
    <w:rsid w:val="001303B8"/>
    <w:rsid w:val="00130986"/>
    <w:rsid w:val="001318B6"/>
    <w:rsid w:val="001320C1"/>
    <w:rsid w:val="00132DEB"/>
    <w:rsid w:val="001335AD"/>
    <w:rsid w:val="00133744"/>
    <w:rsid w:val="00133782"/>
    <w:rsid w:val="001338C3"/>
    <w:rsid w:val="00134B6F"/>
    <w:rsid w:val="00135581"/>
    <w:rsid w:val="00135E8A"/>
    <w:rsid w:val="00135EBE"/>
    <w:rsid w:val="00135F3D"/>
    <w:rsid w:val="00136C98"/>
    <w:rsid w:val="001371DA"/>
    <w:rsid w:val="0013767E"/>
    <w:rsid w:val="0013785F"/>
    <w:rsid w:val="00141993"/>
    <w:rsid w:val="00141D91"/>
    <w:rsid w:val="001427F4"/>
    <w:rsid w:val="001433D1"/>
    <w:rsid w:val="00145843"/>
    <w:rsid w:val="00145A6D"/>
    <w:rsid w:val="00146E34"/>
    <w:rsid w:val="00147848"/>
    <w:rsid w:val="001514FB"/>
    <w:rsid w:val="001519EF"/>
    <w:rsid w:val="00152BB1"/>
    <w:rsid w:val="00153FE9"/>
    <w:rsid w:val="00154223"/>
    <w:rsid w:val="0015424C"/>
    <w:rsid w:val="0015444F"/>
    <w:rsid w:val="00154E9C"/>
    <w:rsid w:val="00155CE4"/>
    <w:rsid w:val="00155D34"/>
    <w:rsid w:val="0015662F"/>
    <w:rsid w:val="00156E87"/>
    <w:rsid w:val="00156ECE"/>
    <w:rsid w:val="001572B7"/>
    <w:rsid w:val="001572F8"/>
    <w:rsid w:val="0015791D"/>
    <w:rsid w:val="001613E1"/>
    <w:rsid w:val="001615F7"/>
    <w:rsid w:val="001621D0"/>
    <w:rsid w:val="00162431"/>
    <w:rsid w:val="0016369C"/>
    <w:rsid w:val="0016423F"/>
    <w:rsid w:val="001643D6"/>
    <w:rsid w:val="001654DF"/>
    <w:rsid w:val="00165AFA"/>
    <w:rsid w:val="00166E27"/>
    <w:rsid w:val="00167006"/>
    <w:rsid w:val="00167530"/>
    <w:rsid w:val="0016795E"/>
    <w:rsid w:val="00170673"/>
    <w:rsid w:val="001707F0"/>
    <w:rsid w:val="00172191"/>
    <w:rsid w:val="00172536"/>
    <w:rsid w:val="001729C3"/>
    <w:rsid w:val="001732C9"/>
    <w:rsid w:val="00173D7D"/>
    <w:rsid w:val="001755CA"/>
    <w:rsid w:val="00175DDD"/>
    <w:rsid w:val="0017629B"/>
    <w:rsid w:val="001767A9"/>
    <w:rsid w:val="00176D0E"/>
    <w:rsid w:val="00180682"/>
    <w:rsid w:val="00181E3A"/>
    <w:rsid w:val="00182EC3"/>
    <w:rsid w:val="00183201"/>
    <w:rsid w:val="00183692"/>
    <w:rsid w:val="00183E44"/>
    <w:rsid w:val="00184D98"/>
    <w:rsid w:val="0018576D"/>
    <w:rsid w:val="001858C8"/>
    <w:rsid w:val="0018594C"/>
    <w:rsid w:val="0018612F"/>
    <w:rsid w:val="00187461"/>
    <w:rsid w:val="00187627"/>
    <w:rsid w:val="00187CB5"/>
    <w:rsid w:val="001910DD"/>
    <w:rsid w:val="00191898"/>
    <w:rsid w:val="00191A04"/>
    <w:rsid w:val="00193EE9"/>
    <w:rsid w:val="00194635"/>
    <w:rsid w:val="00194BF6"/>
    <w:rsid w:val="001952DE"/>
    <w:rsid w:val="001966F8"/>
    <w:rsid w:val="001A095A"/>
    <w:rsid w:val="001A1306"/>
    <w:rsid w:val="001A1BED"/>
    <w:rsid w:val="001A1C01"/>
    <w:rsid w:val="001A1E5E"/>
    <w:rsid w:val="001A2A4F"/>
    <w:rsid w:val="001A2CA2"/>
    <w:rsid w:val="001A2D45"/>
    <w:rsid w:val="001A3203"/>
    <w:rsid w:val="001A66D1"/>
    <w:rsid w:val="001A6D14"/>
    <w:rsid w:val="001A6D7E"/>
    <w:rsid w:val="001A7F9A"/>
    <w:rsid w:val="001B1C68"/>
    <w:rsid w:val="001B3B84"/>
    <w:rsid w:val="001B415E"/>
    <w:rsid w:val="001B481E"/>
    <w:rsid w:val="001B5A16"/>
    <w:rsid w:val="001B5F25"/>
    <w:rsid w:val="001B5F9A"/>
    <w:rsid w:val="001C0016"/>
    <w:rsid w:val="001C07B7"/>
    <w:rsid w:val="001C0BE0"/>
    <w:rsid w:val="001C0E6B"/>
    <w:rsid w:val="001C21DA"/>
    <w:rsid w:val="001C4234"/>
    <w:rsid w:val="001C5204"/>
    <w:rsid w:val="001C6732"/>
    <w:rsid w:val="001C680A"/>
    <w:rsid w:val="001C6EB2"/>
    <w:rsid w:val="001D08A3"/>
    <w:rsid w:val="001D1ACD"/>
    <w:rsid w:val="001D21A9"/>
    <w:rsid w:val="001D26E8"/>
    <w:rsid w:val="001D272F"/>
    <w:rsid w:val="001D33BE"/>
    <w:rsid w:val="001D3662"/>
    <w:rsid w:val="001D3742"/>
    <w:rsid w:val="001D4E09"/>
    <w:rsid w:val="001D5101"/>
    <w:rsid w:val="001D5F33"/>
    <w:rsid w:val="001D6170"/>
    <w:rsid w:val="001D67CF"/>
    <w:rsid w:val="001D7BA3"/>
    <w:rsid w:val="001E013C"/>
    <w:rsid w:val="001E020F"/>
    <w:rsid w:val="001E0351"/>
    <w:rsid w:val="001E083D"/>
    <w:rsid w:val="001E100C"/>
    <w:rsid w:val="001E1E18"/>
    <w:rsid w:val="001E1E66"/>
    <w:rsid w:val="001E23EC"/>
    <w:rsid w:val="001E253F"/>
    <w:rsid w:val="001E290A"/>
    <w:rsid w:val="001E503C"/>
    <w:rsid w:val="001E545D"/>
    <w:rsid w:val="001E57B3"/>
    <w:rsid w:val="001E6877"/>
    <w:rsid w:val="001E6DC5"/>
    <w:rsid w:val="001E7397"/>
    <w:rsid w:val="001E771C"/>
    <w:rsid w:val="001E7E06"/>
    <w:rsid w:val="001F05CD"/>
    <w:rsid w:val="001F0A02"/>
    <w:rsid w:val="001F0DD7"/>
    <w:rsid w:val="001F327A"/>
    <w:rsid w:val="001F3B71"/>
    <w:rsid w:val="001F5383"/>
    <w:rsid w:val="001F5F7F"/>
    <w:rsid w:val="001F613C"/>
    <w:rsid w:val="001F6F9A"/>
    <w:rsid w:val="001F7478"/>
    <w:rsid w:val="001F771E"/>
    <w:rsid w:val="001F776D"/>
    <w:rsid w:val="001F77ED"/>
    <w:rsid w:val="00200CAA"/>
    <w:rsid w:val="00201B37"/>
    <w:rsid w:val="00201EF5"/>
    <w:rsid w:val="00202C00"/>
    <w:rsid w:val="00202EA0"/>
    <w:rsid w:val="00203AA1"/>
    <w:rsid w:val="00203C29"/>
    <w:rsid w:val="0020471E"/>
    <w:rsid w:val="002047B1"/>
    <w:rsid w:val="0020545E"/>
    <w:rsid w:val="002058D9"/>
    <w:rsid w:val="00205E66"/>
    <w:rsid w:val="00207098"/>
    <w:rsid w:val="002100B6"/>
    <w:rsid w:val="00210F00"/>
    <w:rsid w:val="00211695"/>
    <w:rsid w:val="00212FC5"/>
    <w:rsid w:val="00213414"/>
    <w:rsid w:val="002138CE"/>
    <w:rsid w:val="0021450A"/>
    <w:rsid w:val="002146A0"/>
    <w:rsid w:val="002153F0"/>
    <w:rsid w:val="00216890"/>
    <w:rsid w:val="00217B8F"/>
    <w:rsid w:val="002200E9"/>
    <w:rsid w:val="002208C3"/>
    <w:rsid w:val="00220BBF"/>
    <w:rsid w:val="00222BD2"/>
    <w:rsid w:val="00222C99"/>
    <w:rsid w:val="00222ED9"/>
    <w:rsid w:val="002230BB"/>
    <w:rsid w:val="0022380D"/>
    <w:rsid w:val="00224180"/>
    <w:rsid w:val="0022428E"/>
    <w:rsid w:val="00224343"/>
    <w:rsid w:val="002248A5"/>
    <w:rsid w:val="00224ABE"/>
    <w:rsid w:val="00225962"/>
    <w:rsid w:val="00225B07"/>
    <w:rsid w:val="002262FC"/>
    <w:rsid w:val="0022676B"/>
    <w:rsid w:val="00226E74"/>
    <w:rsid w:val="002321D7"/>
    <w:rsid w:val="0023234F"/>
    <w:rsid w:val="00232BCD"/>
    <w:rsid w:val="00232BDE"/>
    <w:rsid w:val="00232DE9"/>
    <w:rsid w:val="00232F82"/>
    <w:rsid w:val="00233174"/>
    <w:rsid w:val="002336F0"/>
    <w:rsid w:val="002349F2"/>
    <w:rsid w:val="00235109"/>
    <w:rsid w:val="00235CBC"/>
    <w:rsid w:val="00235FFC"/>
    <w:rsid w:val="00236EB7"/>
    <w:rsid w:val="00237AB5"/>
    <w:rsid w:val="00237E2E"/>
    <w:rsid w:val="00240E9C"/>
    <w:rsid w:val="00241144"/>
    <w:rsid w:val="002414D3"/>
    <w:rsid w:val="0024177B"/>
    <w:rsid w:val="00241903"/>
    <w:rsid w:val="00241C8C"/>
    <w:rsid w:val="0024296D"/>
    <w:rsid w:val="00242A35"/>
    <w:rsid w:val="00242B70"/>
    <w:rsid w:val="00242EEF"/>
    <w:rsid w:val="002438AD"/>
    <w:rsid w:val="0024396D"/>
    <w:rsid w:val="0024532B"/>
    <w:rsid w:val="00245B08"/>
    <w:rsid w:val="002462C7"/>
    <w:rsid w:val="00246D75"/>
    <w:rsid w:val="0025002B"/>
    <w:rsid w:val="002504DB"/>
    <w:rsid w:val="002516BD"/>
    <w:rsid w:val="00251EF3"/>
    <w:rsid w:val="00251FF9"/>
    <w:rsid w:val="00252A58"/>
    <w:rsid w:val="00252AF2"/>
    <w:rsid w:val="00252EDC"/>
    <w:rsid w:val="00252F9B"/>
    <w:rsid w:val="00253F17"/>
    <w:rsid w:val="00254F98"/>
    <w:rsid w:val="00255393"/>
    <w:rsid w:val="0025612E"/>
    <w:rsid w:val="002563DF"/>
    <w:rsid w:val="002566B5"/>
    <w:rsid w:val="00260606"/>
    <w:rsid w:val="00260CC4"/>
    <w:rsid w:val="002611AE"/>
    <w:rsid w:val="002611C8"/>
    <w:rsid w:val="00261D79"/>
    <w:rsid w:val="00262F8D"/>
    <w:rsid w:val="0026332E"/>
    <w:rsid w:val="0026369D"/>
    <w:rsid w:val="0026369E"/>
    <w:rsid w:val="002636E2"/>
    <w:rsid w:val="00263784"/>
    <w:rsid w:val="0026475F"/>
    <w:rsid w:val="00265101"/>
    <w:rsid w:val="002667E4"/>
    <w:rsid w:val="0026752D"/>
    <w:rsid w:val="00267AA9"/>
    <w:rsid w:val="00267E57"/>
    <w:rsid w:val="00270A59"/>
    <w:rsid w:val="00270DE0"/>
    <w:rsid w:val="00270E74"/>
    <w:rsid w:val="0027147B"/>
    <w:rsid w:val="00271B35"/>
    <w:rsid w:val="002724D4"/>
    <w:rsid w:val="002724EE"/>
    <w:rsid w:val="00272D1D"/>
    <w:rsid w:val="00274A41"/>
    <w:rsid w:val="00274C69"/>
    <w:rsid w:val="00274CBC"/>
    <w:rsid w:val="002758EA"/>
    <w:rsid w:val="002766D1"/>
    <w:rsid w:val="00276FCB"/>
    <w:rsid w:val="00277C5A"/>
    <w:rsid w:val="00280685"/>
    <w:rsid w:val="00281340"/>
    <w:rsid w:val="002813F4"/>
    <w:rsid w:val="00282B6F"/>
    <w:rsid w:val="00283B9B"/>
    <w:rsid w:val="00283CFF"/>
    <w:rsid w:val="002841C4"/>
    <w:rsid w:val="002852F9"/>
    <w:rsid w:val="00285D00"/>
    <w:rsid w:val="00285FE5"/>
    <w:rsid w:val="00286227"/>
    <w:rsid w:val="002868DC"/>
    <w:rsid w:val="00286C9D"/>
    <w:rsid w:val="002903F9"/>
    <w:rsid w:val="00290809"/>
    <w:rsid w:val="002908C5"/>
    <w:rsid w:val="00290901"/>
    <w:rsid w:val="00290B45"/>
    <w:rsid w:val="00292208"/>
    <w:rsid w:val="002923B2"/>
    <w:rsid w:val="002929AE"/>
    <w:rsid w:val="00292E5C"/>
    <w:rsid w:val="00293F43"/>
    <w:rsid w:val="00295396"/>
    <w:rsid w:val="002953A9"/>
    <w:rsid w:val="002958DE"/>
    <w:rsid w:val="00296070"/>
    <w:rsid w:val="002963C1"/>
    <w:rsid w:val="002965B0"/>
    <w:rsid w:val="00297D19"/>
    <w:rsid w:val="002A02C3"/>
    <w:rsid w:val="002A0AE8"/>
    <w:rsid w:val="002A10DD"/>
    <w:rsid w:val="002A558F"/>
    <w:rsid w:val="002A595C"/>
    <w:rsid w:val="002A5D48"/>
    <w:rsid w:val="002A6A58"/>
    <w:rsid w:val="002B08F2"/>
    <w:rsid w:val="002B1027"/>
    <w:rsid w:val="002B1562"/>
    <w:rsid w:val="002B18A6"/>
    <w:rsid w:val="002B1E3F"/>
    <w:rsid w:val="002B275B"/>
    <w:rsid w:val="002B28A2"/>
    <w:rsid w:val="002B2C0E"/>
    <w:rsid w:val="002B36E3"/>
    <w:rsid w:val="002B39D0"/>
    <w:rsid w:val="002B3C9A"/>
    <w:rsid w:val="002B401E"/>
    <w:rsid w:val="002B410E"/>
    <w:rsid w:val="002B4759"/>
    <w:rsid w:val="002B542D"/>
    <w:rsid w:val="002B6427"/>
    <w:rsid w:val="002B667C"/>
    <w:rsid w:val="002B6F3A"/>
    <w:rsid w:val="002B73B2"/>
    <w:rsid w:val="002B7969"/>
    <w:rsid w:val="002C1F0E"/>
    <w:rsid w:val="002C2B9C"/>
    <w:rsid w:val="002C3B08"/>
    <w:rsid w:val="002C4508"/>
    <w:rsid w:val="002C496A"/>
    <w:rsid w:val="002C4C52"/>
    <w:rsid w:val="002C5004"/>
    <w:rsid w:val="002C535A"/>
    <w:rsid w:val="002C57F1"/>
    <w:rsid w:val="002C5B53"/>
    <w:rsid w:val="002C6C81"/>
    <w:rsid w:val="002C6E13"/>
    <w:rsid w:val="002C7AEF"/>
    <w:rsid w:val="002C7C3B"/>
    <w:rsid w:val="002C7D90"/>
    <w:rsid w:val="002C7EEC"/>
    <w:rsid w:val="002D03E2"/>
    <w:rsid w:val="002D0BB2"/>
    <w:rsid w:val="002D0C5B"/>
    <w:rsid w:val="002D0F3E"/>
    <w:rsid w:val="002D10FC"/>
    <w:rsid w:val="002D14EB"/>
    <w:rsid w:val="002D161F"/>
    <w:rsid w:val="002D1E01"/>
    <w:rsid w:val="002D235C"/>
    <w:rsid w:val="002D3727"/>
    <w:rsid w:val="002D43DA"/>
    <w:rsid w:val="002D4A1A"/>
    <w:rsid w:val="002D4F90"/>
    <w:rsid w:val="002D5AC9"/>
    <w:rsid w:val="002D5CDB"/>
    <w:rsid w:val="002D6FD0"/>
    <w:rsid w:val="002D7865"/>
    <w:rsid w:val="002E00E4"/>
    <w:rsid w:val="002E0A29"/>
    <w:rsid w:val="002E1389"/>
    <w:rsid w:val="002E22C5"/>
    <w:rsid w:val="002E280E"/>
    <w:rsid w:val="002E2ED0"/>
    <w:rsid w:val="002E3936"/>
    <w:rsid w:val="002E3F99"/>
    <w:rsid w:val="002E4729"/>
    <w:rsid w:val="002E5094"/>
    <w:rsid w:val="002E55D1"/>
    <w:rsid w:val="002E5886"/>
    <w:rsid w:val="002E5F91"/>
    <w:rsid w:val="002E656F"/>
    <w:rsid w:val="002E6C7A"/>
    <w:rsid w:val="002E6CAE"/>
    <w:rsid w:val="002E7017"/>
    <w:rsid w:val="002E739F"/>
    <w:rsid w:val="002E7D48"/>
    <w:rsid w:val="002F03AA"/>
    <w:rsid w:val="002F0B6D"/>
    <w:rsid w:val="002F1161"/>
    <w:rsid w:val="002F1551"/>
    <w:rsid w:val="002F1C1D"/>
    <w:rsid w:val="002F1F9A"/>
    <w:rsid w:val="002F2134"/>
    <w:rsid w:val="002F2B6D"/>
    <w:rsid w:val="002F2EC1"/>
    <w:rsid w:val="002F2F94"/>
    <w:rsid w:val="002F31F2"/>
    <w:rsid w:val="002F4020"/>
    <w:rsid w:val="002F44BD"/>
    <w:rsid w:val="002F4CFF"/>
    <w:rsid w:val="002F5659"/>
    <w:rsid w:val="002F5DA2"/>
    <w:rsid w:val="002F6148"/>
    <w:rsid w:val="002F6598"/>
    <w:rsid w:val="002F754B"/>
    <w:rsid w:val="002F75A9"/>
    <w:rsid w:val="002F7B09"/>
    <w:rsid w:val="00300449"/>
    <w:rsid w:val="00300B1E"/>
    <w:rsid w:val="00300E2F"/>
    <w:rsid w:val="003010F1"/>
    <w:rsid w:val="00301127"/>
    <w:rsid w:val="003017B6"/>
    <w:rsid w:val="003017E9"/>
    <w:rsid w:val="003018C7"/>
    <w:rsid w:val="00301D31"/>
    <w:rsid w:val="00302934"/>
    <w:rsid w:val="00303488"/>
    <w:rsid w:val="00303494"/>
    <w:rsid w:val="00303756"/>
    <w:rsid w:val="00303A39"/>
    <w:rsid w:val="00303CEC"/>
    <w:rsid w:val="00304B66"/>
    <w:rsid w:val="00305334"/>
    <w:rsid w:val="00305B9D"/>
    <w:rsid w:val="0030629A"/>
    <w:rsid w:val="00306524"/>
    <w:rsid w:val="00306529"/>
    <w:rsid w:val="00306F22"/>
    <w:rsid w:val="00307173"/>
    <w:rsid w:val="00307C5F"/>
    <w:rsid w:val="003111A0"/>
    <w:rsid w:val="003113B9"/>
    <w:rsid w:val="00311BD7"/>
    <w:rsid w:val="00311FCE"/>
    <w:rsid w:val="003127DE"/>
    <w:rsid w:val="00314588"/>
    <w:rsid w:val="00314A96"/>
    <w:rsid w:val="00314E25"/>
    <w:rsid w:val="00315499"/>
    <w:rsid w:val="003157B1"/>
    <w:rsid w:val="003159E5"/>
    <w:rsid w:val="00315A6B"/>
    <w:rsid w:val="00315ACD"/>
    <w:rsid w:val="00315E3D"/>
    <w:rsid w:val="00315FB8"/>
    <w:rsid w:val="003167F4"/>
    <w:rsid w:val="00316CC3"/>
    <w:rsid w:val="00316E85"/>
    <w:rsid w:val="003204EF"/>
    <w:rsid w:val="00320753"/>
    <w:rsid w:val="00322B8C"/>
    <w:rsid w:val="00323260"/>
    <w:rsid w:val="003234F1"/>
    <w:rsid w:val="003235BF"/>
    <w:rsid w:val="0032593C"/>
    <w:rsid w:val="00326BF4"/>
    <w:rsid w:val="00326C2B"/>
    <w:rsid w:val="00327B0E"/>
    <w:rsid w:val="00327D3F"/>
    <w:rsid w:val="00327F13"/>
    <w:rsid w:val="003306D5"/>
    <w:rsid w:val="00331B6B"/>
    <w:rsid w:val="00331E5B"/>
    <w:rsid w:val="003324B4"/>
    <w:rsid w:val="00332FA4"/>
    <w:rsid w:val="00335F95"/>
    <w:rsid w:val="003368A9"/>
    <w:rsid w:val="00336EDE"/>
    <w:rsid w:val="00337FCE"/>
    <w:rsid w:val="00337FE3"/>
    <w:rsid w:val="00340725"/>
    <w:rsid w:val="00340818"/>
    <w:rsid w:val="003413CB"/>
    <w:rsid w:val="0034188B"/>
    <w:rsid w:val="00341A45"/>
    <w:rsid w:val="00342EDB"/>
    <w:rsid w:val="0034327C"/>
    <w:rsid w:val="00343B4A"/>
    <w:rsid w:val="00343D82"/>
    <w:rsid w:val="00343DC8"/>
    <w:rsid w:val="003447F8"/>
    <w:rsid w:val="00344CCF"/>
    <w:rsid w:val="003466A9"/>
    <w:rsid w:val="00347513"/>
    <w:rsid w:val="00347D15"/>
    <w:rsid w:val="00347DA6"/>
    <w:rsid w:val="00350B27"/>
    <w:rsid w:val="003524CC"/>
    <w:rsid w:val="00352716"/>
    <w:rsid w:val="00353667"/>
    <w:rsid w:val="0035375C"/>
    <w:rsid w:val="0035383A"/>
    <w:rsid w:val="00354A70"/>
    <w:rsid w:val="00355571"/>
    <w:rsid w:val="00355684"/>
    <w:rsid w:val="0035634B"/>
    <w:rsid w:val="00357389"/>
    <w:rsid w:val="00357F72"/>
    <w:rsid w:val="00360054"/>
    <w:rsid w:val="00360CF0"/>
    <w:rsid w:val="003615C3"/>
    <w:rsid w:val="003619FB"/>
    <w:rsid w:val="00363521"/>
    <w:rsid w:val="0036392C"/>
    <w:rsid w:val="00363E74"/>
    <w:rsid w:val="003643A8"/>
    <w:rsid w:val="00364D03"/>
    <w:rsid w:val="0036523A"/>
    <w:rsid w:val="003658E2"/>
    <w:rsid w:val="00365E7F"/>
    <w:rsid w:val="00366238"/>
    <w:rsid w:val="00367E17"/>
    <w:rsid w:val="00371B9E"/>
    <w:rsid w:val="00371C80"/>
    <w:rsid w:val="003734EB"/>
    <w:rsid w:val="003742B3"/>
    <w:rsid w:val="00374AEC"/>
    <w:rsid w:val="00374EFD"/>
    <w:rsid w:val="00376567"/>
    <w:rsid w:val="00376907"/>
    <w:rsid w:val="0037716E"/>
    <w:rsid w:val="00377196"/>
    <w:rsid w:val="00377A05"/>
    <w:rsid w:val="00380231"/>
    <w:rsid w:val="003808FC"/>
    <w:rsid w:val="00381207"/>
    <w:rsid w:val="003832C4"/>
    <w:rsid w:val="0038345B"/>
    <w:rsid w:val="003842F4"/>
    <w:rsid w:val="0038445A"/>
    <w:rsid w:val="0038491A"/>
    <w:rsid w:val="0038562D"/>
    <w:rsid w:val="003868F4"/>
    <w:rsid w:val="00386A34"/>
    <w:rsid w:val="00387459"/>
    <w:rsid w:val="00387663"/>
    <w:rsid w:val="003878B0"/>
    <w:rsid w:val="003909E3"/>
    <w:rsid w:val="00390ED5"/>
    <w:rsid w:val="003915A1"/>
    <w:rsid w:val="00391806"/>
    <w:rsid w:val="00391A1B"/>
    <w:rsid w:val="00391C0E"/>
    <w:rsid w:val="003925BC"/>
    <w:rsid w:val="00392911"/>
    <w:rsid w:val="00392C48"/>
    <w:rsid w:val="00392CC0"/>
    <w:rsid w:val="00393F48"/>
    <w:rsid w:val="003943FA"/>
    <w:rsid w:val="003945C9"/>
    <w:rsid w:val="00394C81"/>
    <w:rsid w:val="00397258"/>
    <w:rsid w:val="003A0551"/>
    <w:rsid w:val="003A0B6E"/>
    <w:rsid w:val="003A0DCD"/>
    <w:rsid w:val="003A1B1B"/>
    <w:rsid w:val="003A1B70"/>
    <w:rsid w:val="003A1FFD"/>
    <w:rsid w:val="003A2323"/>
    <w:rsid w:val="003A27CA"/>
    <w:rsid w:val="003A384B"/>
    <w:rsid w:val="003A40B8"/>
    <w:rsid w:val="003A482F"/>
    <w:rsid w:val="003A49F6"/>
    <w:rsid w:val="003A4B79"/>
    <w:rsid w:val="003A6D06"/>
    <w:rsid w:val="003A7E83"/>
    <w:rsid w:val="003B07A1"/>
    <w:rsid w:val="003B094D"/>
    <w:rsid w:val="003B1FD0"/>
    <w:rsid w:val="003B2A2A"/>
    <w:rsid w:val="003B2FEA"/>
    <w:rsid w:val="003B36A6"/>
    <w:rsid w:val="003B3F2A"/>
    <w:rsid w:val="003B4129"/>
    <w:rsid w:val="003B4AA7"/>
    <w:rsid w:val="003B4C9C"/>
    <w:rsid w:val="003B4E9C"/>
    <w:rsid w:val="003B5733"/>
    <w:rsid w:val="003B5786"/>
    <w:rsid w:val="003B59A0"/>
    <w:rsid w:val="003B5B48"/>
    <w:rsid w:val="003B60A9"/>
    <w:rsid w:val="003B652F"/>
    <w:rsid w:val="003B6E39"/>
    <w:rsid w:val="003B7BB3"/>
    <w:rsid w:val="003C02CE"/>
    <w:rsid w:val="003C07AC"/>
    <w:rsid w:val="003C07FF"/>
    <w:rsid w:val="003C12EA"/>
    <w:rsid w:val="003C17B7"/>
    <w:rsid w:val="003C199C"/>
    <w:rsid w:val="003C2C17"/>
    <w:rsid w:val="003C2FC6"/>
    <w:rsid w:val="003C430D"/>
    <w:rsid w:val="003C4C7D"/>
    <w:rsid w:val="003C4D84"/>
    <w:rsid w:val="003C4E2A"/>
    <w:rsid w:val="003C5B12"/>
    <w:rsid w:val="003C5E46"/>
    <w:rsid w:val="003C6269"/>
    <w:rsid w:val="003C63C5"/>
    <w:rsid w:val="003C66B6"/>
    <w:rsid w:val="003C6B82"/>
    <w:rsid w:val="003C7778"/>
    <w:rsid w:val="003D0712"/>
    <w:rsid w:val="003D17E8"/>
    <w:rsid w:val="003D18E6"/>
    <w:rsid w:val="003D25AE"/>
    <w:rsid w:val="003D300D"/>
    <w:rsid w:val="003D3736"/>
    <w:rsid w:val="003D37A0"/>
    <w:rsid w:val="003D3919"/>
    <w:rsid w:val="003D3CB7"/>
    <w:rsid w:val="003D4790"/>
    <w:rsid w:val="003D5289"/>
    <w:rsid w:val="003D5320"/>
    <w:rsid w:val="003D5734"/>
    <w:rsid w:val="003D579E"/>
    <w:rsid w:val="003D5D08"/>
    <w:rsid w:val="003D5D8D"/>
    <w:rsid w:val="003D7C51"/>
    <w:rsid w:val="003E005F"/>
    <w:rsid w:val="003E08DA"/>
    <w:rsid w:val="003E1088"/>
    <w:rsid w:val="003E1651"/>
    <w:rsid w:val="003E224C"/>
    <w:rsid w:val="003E2FE3"/>
    <w:rsid w:val="003E5AEE"/>
    <w:rsid w:val="003E6A94"/>
    <w:rsid w:val="003E6C77"/>
    <w:rsid w:val="003E6D4B"/>
    <w:rsid w:val="003E711D"/>
    <w:rsid w:val="003E76B1"/>
    <w:rsid w:val="003E7C16"/>
    <w:rsid w:val="003E7DD4"/>
    <w:rsid w:val="003F0176"/>
    <w:rsid w:val="003F030F"/>
    <w:rsid w:val="003F034D"/>
    <w:rsid w:val="003F05B3"/>
    <w:rsid w:val="003F2657"/>
    <w:rsid w:val="003F28A6"/>
    <w:rsid w:val="003F2C55"/>
    <w:rsid w:val="003F300D"/>
    <w:rsid w:val="003F3585"/>
    <w:rsid w:val="003F40FC"/>
    <w:rsid w:val="003F4466"/>
    <w:rsid w:val="003F4A3E"/>
    <w:rsid w:val="003F5F81"/>
    <w:rsid w:val="003F6578"/>
    <w:rsid w:val="003F68A8"/>
    <w:rsid w:val="003F745A"/>
    <w:rsid w:val="003F7CC4"/>
    <w:rsid w:val="00400627"/>
    <w:rsid w:val="004009A2"/>
    <w:rsid w:val="0040182D"/>
    <w:rsid w:val="004027CC"/>
    <w:rsid w:val="004030C6"/>
    <w:rsid w:val="00403C2C"/>
    <w:rsid w:val="00404706"/>
    <w:rsid w:val="00404BEC"/>
    <w:rsid w:val="00406092"/>
    <w:rsid w:val="0040700B"/>
    <w:rsid w:val="00407124"/>
    <w:rsid w:val="0040751F"/>
    <w:rsid w:val="0040758B"/>
    <w:rsid w:val="00407EE8"/>
    <w:rsid w:val="00410190"/>
    <w:rsid w:val="0041075E"/>
    <w:rsid w:val="0041210B"/>
    <w:rsid w:val="00412FAD"/>
    <w:rsid w:val="004136BD"/>
    <w:rsid w:val="00414057"/>
    <w:rsid w:val="004140E4"/>
    <w:rsid w:val="004155AA"/>
    <w:rsid w:val="00416856"/>
    <w:rsid w:val="0041692A"/>
    <w:rsid w:val="00416C9B"/>
    <w:rsid w:val="004171F3"/>
    <w:rsid w:val="00417DC1"/>
    <w:rsid w:val="0042019D"/>
    <w:rsid w:val="004209C1"/>
    <w:rsid w:val="00420C84"/>
    <w:rsid w:val="00420EC5"/>
    <w:rsid w:val="00422070"/>
    <w:rsid w:val="00422CE9"/>
    <w:rsid w:val="00425011"/>
    <w:rsid w:val="004253A4"/>
    <w:rsid w:val="0042696D"/>
    <w:rsid w:val="00426EBF"/>
    <w:rsid w:val="00427820"/>
    <w:rsid w:val="00427AFA"/>
    <w:rsid w:val="00427E8B"/>
    <w:rsid w:val="00430B8A"/>
    <w:rsid w:val="00430FCF"/>
    <w:rsid w:val="00431CD0"/>
    <w:rsid w:val="00432AA5"/>
    <w:rsid w:val="00432C9D"/>
    <w:rsid w:val="00432D03"/>
    <w:rsid w:val="004333D7"/>
    <w:rsid w:val="004335AE"/>
    <w:rsid w:val="004344DE"/>
    <w:rsid w:val="004363FC"/>
    <w:rsid w:val="00436987"/>
    <w:rsid w:val="00436D86"/>
    <w:rsid w:val="00437081"/>
    <w:rsid w:val="004379FF"/>
    <w:rsid w:val="00441677"/>
    <w:rsid w:val="00441835"/>
    <w:rsid w:val="00441B72"/>
    <w:rsid w:val="00441DDF"/>
    <w:rsid w:val="00442F89"/>
    <w:rsid w:val="00443DB2"/>
    <w:rsid w:val="00445460"/>
    <w:rsid w:val="0044583B"/>
    <w:rsid w:val="00447526"/>
    <w:rsid w:val="00447F0F"/>
    <w:rsid w:val="00450B33"/>
    <w:rsid w:val="004516E7"/>
    <w:rsid w:val="00451BC4"/>
    <w:rsid w:val="004520B9"/>
    <w:rsid w:val="0045609A"/>
    <w:rsid w:val="004564FE"/>
    <w:rsid w:val="004566FC"/>
    <w:rsid w:val="00456826"/>
    <w:rsid w:val="00457BD5"/>
    <w:rsid w:val="0046114D"/>
    <w:rsid w:val="0046230A"/>
    <w:rsid w:val="00462742"/>
    <w:rsid w:val="004633DF"/>
    <w:rsid w:val="004642F5"/>
    <w:rsid w:val="00464854"/>
    <w:rsid w:val="00465090"/>
    <w:rsid w:val="0046607A"/>
    <w:rsid w:val="00466708"/>
    <w:rsid w:val="00466899"/>
    <w:rsid w:val="00467366"/>
    <w:rsid w:val="00467542"/>
    <w:rsid w:val="004704EC"/>
    <w:rsid w:val="00470BA5"/>
    <w:rsid w:val="0047255C"/>
    <w:rsid w:val="00472699"/>
    <w:rsid w:val="00473892"/>
    <w:rsid w:val="00473EAA"/>
    <w:rsid w:val="0047420D"/>
    <w:rsid w:val="004743CA"/>
    <w:rsid w:val="0047480B"/>
    <w:rsid w:val="00474BDB"/>
    <w:rsid w:val="00475CD4"/>
    <w:rsid w:val="004763D5"/>
    <w:rsid w:val="004778C0"/>
    <w:rsid w:val="00477D77"/>
    <w:rsid w:val="004805F9"/>
    <w:rsid w:val="00480A01"/>
    <w:rsid w:val="004811F6"/>
    <w:rsid w:val="00481EA0"/>
    <w:rsid w:val="00481FCB"/>
    <w:rsid w:val="0048311F"/>
    <w:rsid w:val="00483DA0"/>
    <w:rsid w:val="00484A7F"/>
    <w:rsid w:val="00484B96"/>
    <w:rsid w:val="00484C38"/>
    <w:rsid w:val="004862BB"/>
    <w:rsid w:val="0048648A"/>
    <w:rsid w:val="00486DE1"/>
    <w:rsid w:val="0049281E"/>
    <w:rsid w:val="004931CF"/>
    <w:rsid w:val="004947FE"/>
    <w:rsid w:val="00496114"/>
    <w:rsid w:val="004975A6"/>
    <w:rsid w:val="0049797F"/>
    <w:rsid w:val="004A0393"/>
    <w:rsid w:val="004A05FE"/>
    <w:rsid w:val="004A0617"/>
    <w:rsid w:val="004A0FB2"/>
    <w:rsid w:val="004A268D"/>
    <w:rsid w:val="004A2BF4"/>
    <w:rsid w:val="004A2C7E"/>
    <w:rsid w:val="004A30A3"/>
    <w:rsid w:val="004A3293"/>
    <w:rsid w:val="004A49C5"/>
    <w:rsid w:val="004A5341"/>
    <w:rsid w:val="004A5C1D"/>
    <w:rsid w:val="004A6120"/>
    <w:rsid w:val="004A6F9D"/>
    <w:rsid w:val="004A7CAC"/>
    <w:rsid w:val="004A7F8A"/>
    <w:rsid w:val="004B146F"/>
    <w:rsid w:val="004B18E7"/>
    <w:rsid w:val="004B1C2E"/>
    <w:rsid w:val="004B2FCD"/>
    <w:rsid w:val="004B336F"/>
    <w:rsid w:val="004B33A9"/>
    <w:rsid w:val="004B3BB4"/>
    <w:rsid w:val="004B43DF"/>
    <w:rsid w:val="004B45C7"/>
    <w:rsid w:val="004B491A"/>
    <w:rsid w:val="004B545D"/>
    <w:rsid w:val="004B5617"/>
    <w:rsid w:val="004B6FC5"/>
    <w:rsid w:val="004C02C2"/>
    <w:rsid w:val="004C06BC"/>
    <w:rsid w:val="004C0A94"/>
    <w:rsid w:val="004C0C89"/>
    <w:rsid w:val="004C113A"/>
    <w:rsid w:val="004C1528"/>
    <w:rsid w:val="004C1945"/>
    <w:rsid w:val="004C2786"/>
    <w:rsid w:val="004C2E1F"/>
    <w:rsid w:val="004C2F1C"/>
    <w:rsid w:val="004C31D7"/>
    <w:rsid w:val="004C325D"/>
    <w:rsid w:val="004C3930"/>
    <w:rsid w:val="004C3E97"/>
    <w:rsid w:val="004C473B"/>
    <w:rsid w:val="004C4DE4"/>
    <w:rsid w:val="004C5287"/>
    <w:rsid w:val="004C5C0D"/>
    <w:rsid w:val="004C6F12"/>
    <w:rsid w:val="004C7108"/>
    <w:rsid w:val="004C77DA"/>
    <w:rsid w:val="004C78E6"/>
    <w:rsid w:val="004D02D1"/>
    <w:rsid w:val="004D0677"/>
    <w:rsid w:val="004D0821"/>
    <w:rsid w:val="004D0919"/>
    <w:rsid w:val="004D0CB1"/>
    <w:rsid w:val="004D1D86"/>
    <w:rsid w:val="004D2D63"/>
    <w:rsid w:val="004D37F7"/>
    <w:rsid w:val="004D44AB"/>
    <w:rsid w:val="004D47E6"/>
    <w:rsid w:val="004D6374"/>
    <w:rsid w:val="004D64B8"/>
    <w:rsid w:val="004D67D0"/>
    <w:rsid w:val="004D79AB"/>
    <w:rsid w:val="004E059E"/>
    <w:rsid w:val="004E1A98"/>
    <w:rsid w:val="004E2C82"/>
    <w:rsid w:val="004E3826"/>
    <w:rsid w:val="004E3C0E"/>
    <w:rsid w:val="004E40F1"/>
    <w:rsid w:val="004E415C"/>
    <w:rsid w:val="004E4572"/>
    <w:rsid w:val="004E4BE0"/>
    <w:rsid w:val="004E5F2B"/>
    <w:rsid w:val="004E66F1"/>
    <w:rsid w:val="004E7C62"/>
    <w:rsid w:val="004F20FF"/>
    <w:rsid w:val="004F24BC"/>
    <w:rsid w:val="004F280A"/>
    <w:rsid w:val="004F2FBA"/>
    <w:rsid w:val="004F4BAF"/>
    <w:rsid w:val="004F4FF8"/>
    <w:rsid w:val="004F527C"/>
    <w:rsid w:val="004F5306"/>
    <w:rsid w:val="004F58A6"/>
    <w:rsid w:val="004F5E1B"/>
    <w:rsid w:val="004F6012"/>
    <w:rsid w:val="004F720C"/>
    <w:rsid w:val="004F7C47"/>
    <w:rsid w:val="005003F5"/>
    <w:rsid w:val="00501BB5"/>
    <w:rsid w:val="0050241C"/>
    <w:rsid w:val="0050315E"/>
    <w:rsid w:val="00503AA9"/>
    <w:rsid w:val="0050405A"/>
    <w:rsid w:val="00504841"/>
    <w:rsid w:val="00505D20"/>
    <w:rsid w:val="00506B95"/>
    <w:rsid w:val="00507A04"/>
    <w:rsid w:val="00507D4F"/>
    <w:rsid w:val="005103A9"/>
    <w:rsid w:val="00511135"/>
    <w:rsid w:val="0051158F"/>
    <w:rsid w:val="00511DE9"/>
    <w:rsid w:val="00512AF4"/>
    <w:rsid w:val="00512FA4"/>
    <w:rsid w:val="0051385E"/>
    <w:rsid w:val="00513A35"/>
    <w:rsid w:val="005141BE"/>
    <w:rsid w:val="00514C24"/>
    <w:rsid w:val="005164D3"/>
    <w:rsid w:val="005165A3"/>
    <w:rsid w:val="0051665F"/>
    <w:rsid w:val="00517251"/>
    <w:rsid w:val="005173F3"/>
    <w:rsid w:val="00517498"/>
    <w:rsid w:val="005174C6"/>
    <w:rsid w:val="00521BB4"/>
    <w:rsid w:val="00522777"/>
    <w:rsid w:val="00524432"/>
    <w:rsid w:val="00524529"/>
    <w:rsid w:val="00524D05"/>
    <w:rsid w:val="0052587D"/>
    <w:rsid w:val="00527583"/>
    <w:rsid w:val="005278EE"/>
    <w:rsid w:val="00527A16"/>
    <w:rsid w:val="00530CB8"/>
    <w:rsid w:val="00530F49"/>
    <w:rsid w:val="00531A2B"/>
    <w:rsid w:val="00531F81"/>
    <w:rsid w:val="00532558"/>
    <w:rsid w:val="00532576"/>
    <w:rsid w:val="00532A7A"/>
    <w:rsid w:val="00532B17"/>
    <w:rsid w:val="005330B0"/>
    <w:rsid w:val="005339B5"/>
    <w:rsid w:val="0053449E"/>
    <w:rsid w:val="00535984"/>
    <w:rsid w:val="005366D3"/>
    <w:rsid w:val="005369E3"/>
    <w:rsid w:val="00537901"/>
    <w:rsid w:val="00540123"/>
    <w:rsid w:val="005404D9"/>
    <w:rsid w:val="0054053F"/>
    <w:rsid w:val="00540A9C"/>
    <w:rsid w:val="00541031"/>
    <w:rsid w:val="0054118E"/>
    <w:rsid w:val="00542F65"/>
    <w:rsid w:val="00542FCA"/>
    <w:rsid w:val="00543269"/>
    <w:rsid w:val="00543559"/>
    <w:rsid w:val="005437C4"/>
    <w:rsid w:val="00543BF8"/>
    <w:rsid w:val="00543F9F"/>
    <w:rsid w:val="00544A89"/>
    <w:rsid w:val="00544B90"/>
    <w:rsid w:val="00545B71"/>
    <w:rsid w:val="005462C6"/>
    <w:rsid w:val="005467EC"/>
    <w:rsid w:val="00547376"/>
    <w:rsid w:val="00547C9A"/>
    <w:rsid w:val="00547FEB"/>
    <w:rsid w:val="00550027"/>
    <w:rsid w:val="005503EE"/>
    <w:rsid w:val="00550D33"/>
    <w:rsid w:val="00551C48"/>
    <w:rsid w:val="00552930"/>
    <w:rsid w:val="00553466"/>
    <w:rsid w:val="00553A57"/>
    <w:rsid w:val="00553EE9"/>
    <w:rsid w:val="00554A34"/>
    <w:rsid w:val="00554B43"/>
    <w:rsid w:val="00554D6C"/>
    <w:rsid w:val="005556EC"/>
    <w:rsid w:val="00556940"/>
    <w:rsid w:val="00556C65"/>
    <w:rsid w:val="00556E8A"/>
    <w:rsid w:val="00557D76"/>
    <w:rsid w:val="00561FE8"/>
    <w:rsid w:val="005628FF"/>
    <w:rsid w:val="00564604"/>
    <w:rsid w:val="00564A1A"/>
    <w:rsid w:val="00565260"/>
    <w:rsid w:val="00565509"/>
    <w:rsid w:val="00565733"/>
    <w:rsid w:val="00565852"/>
    <w:rsid w:val="00566DE9"/>
    <w:rsid w:val="00567E48"/>
    <w:rsid w:val="00567F91"/>
    <w:rsid w:val="00570B18"/>
    <w:rsid w:val="00570D3A"/>
    <w:rsid w:val="005711F8"/>
    <w:rsid w:val="00572D44"/>
    <w:rsid w:val="00573AC0"/>
    <w:rsid w:val="005743F3"/>
    <w:rsid w:val="005751F3"/>
    <w:rsid w:val="00575226"/>
    <w:rsid w:val="005802A5"/>
    <w:rsid w:val="00580929"/>
    <w:rsid w:val="005822CE"/>
    <w:rsid w:val="00582478"/>
    <w:rsid w:val="005824D9"/>
    <w:rsid w:val="005826A4"/>
    <w:rsid w:val="0058389C"/>
    <w:rsid w:val="0058584D"/>
    <w:rsid w:val="00585953"/>
    <w:rsid w:val="005873E0"/>
    <w:rsid w:val="005876FF"/>
    <w:rsid w:val="0058798F"/>
    <w:rsid w:val="00587CCA"/>
    <w:rsid w:val="005905BD"/>
    <w:rsid w:val="005910E1"/>
    <w:rsid w:val="00591E6A"/>
    <w:rsid w:val="00591FA5"/>
    <w:rsid w:val="00593397"/>
    <w:rsid w:val="0059348C"/>
    <w:rsid w:val="00594612"/>
    <w:rsid w:val="00594789"/>
    <w:rsid w:val="005948DE"/>
    <w:rsid w:val="0059580D"/>
    <w:rsid w:val="00596B14"/>
    <w:rsid w:val="00597B5E"/>
    <w:rsid w:val="00597DB1"/>
    <w:rsid w:val="005A0039"/>
    <w:rsid w:val="005A118D"/>
    <w:rsid w:val="005A250C"/>
    <w:rsid w:val="005A3EC2"/>
    <w:rsid w:val="005A4844"/>
    <w:rsid w:val="005A4902"/>
    <w:rsid w:val="005A4A52"/>
    <w:rsid w:val="005A5693"/>
    <w:rsid w:val="005A5BEB"/>
    <w:rsid w:val="005A7781"/>
    <w:rsid w:val="005A7CB5"/>
    <w:rsid w:val="005A7EBC"/>
    <w:rsid w:val="005B004D"/>
    <w:rsid w:val="005B068B"/>
    <w:rsid w:val="005B0E84"/>
    <w:rsid w:val="005B1260"/>
    <w:rsid w:val="005B133B"/>
    <w:rsid w:val="005B1D72"/>
    <w:rsid w:val="005B204A"/>
    <w:rsid w:val="005B258D"/>
    <w:rsid w:val="005B302E"/>
    <w:rsid w:val="005B424C"/>
    <w:rsid w:val="005B49C0"/>
    <w:rsid w:val="005B4CB8"/>
    <w:rsid w:val="005B4F6C"/>
    <w:rsid w:val="005B57B0"/>
    <w:rsid w:val="005B61A4"/>
    <w:rsid w:val="005B6326"/>
    <w:rsid w:val="005B6A72"/>
    <w:rsid w:val="005B6B67"/>
    <w:rsid w:val="005B7C67"/>
    <w:rsid w:val="005B7F28"/>
    <w:rsid w:val="005C05CE"/>
    <w:rsid w:val="005C0675"/>
    <w:rsid w:val="005C0804"/>
    <w:rsid w:val="005C0A8E"/>
    <w:rsid w:val="005C121F"/>
    <w:rsid w:val="005C28F0"/>
    <w:rsid w:val="005C3690"/>
    <w:rsid w:val="005C3EE5"/>
    <w:rsid w:val="005C450B"/>
    <w:rsid w:val="005C45B6"/>
    <w:rsid w:val="005C49E0"/>
    <w:rsid w:val="005C4B32"/>
    <w:rsid w:val="005C5D4A"/>
    <w:rsid w:val="005C61CD"/>
    <w:rsid w:val="005C6A85"/>
    <w:rsid w:val="005C6F30"/>
    <w:rsid w:val="005D05BC"/>
    <w:rsid w:val="005D0687"/>
    <w:rsid w:val="005D06CB"/>
    <w:rsid w:val="005D16B1"/>
    <w:rsid w:val="005D190E"/>
    <w:rsid w:val="005D40C9"/>
    <w:rsid w:val="005D41D8"/>
    <w:rsid w:val="005D4377"/>
    <w:rsid w:val="005D4FF1"/>
    <w:rsid w:val="005D549F"/>
    <w:rsid w:val="005D70AE"/>
    <w:rsid w:val="005D71E4"/>
    <w:rsid w:val="005D7ED5"/>
    <w:rsid w:val="005E071E"/>
    <w:rsid w:val="005E087D"/>
    <w:rsid w:val="005E0DD2"/>
    <w:rsid w:val="005E1037"/>
    <w:rsid w:val="005E16A7"/>
    <w:rsid w:val="005E1E85"/>
    <w:rsid w:val="005E2934"/>
    <w:rsid w:val="005E29CB"/>
    <w:rsid w:val="005E2BBA"/>
    <w:rsid w:val="005E3F9F"/>
    <w:rsid w:val="005E41DE"/>
    <w:rsid w:val="005E4292"/>
    <w:rsid w:val="005E46C6"/>
    <w:rsid w:val="005E4ADE"/>
    <w:rsid w:val="005E4B73"/>
    <w:rsid w:val="005E4FFC"/>
    <w:rsid w:val="005E55A1"/>
    <w:rsid w:val="005E5B05"/>
    <w:rsid w:val="005E6523"/>
    <w:rsid w:val="005E67B7"/>
    <w:rsid w:val="005E68F1"/>
    <w:rsid w:val="005E70A6"/>
    <w:rsid w:val="005E714F"/>
    <w:rsid w:val="005E7207"/>
    <w:rsid w:val="005E7BE0"/>
    <w:rsid w:val="005E7CD8"/>
    <w:rsid w:val="005F13E6"/>
    <w:rsid w:val="005F153C"/>
    <w:rsid w:val="005F18DD"/>
    <w:rsid w:val="005F2346"/>
    <w:rsid w:val="005F3413"/>
    <w:rsid w:val="005F3E8E"/>
    <w:rsid w:val="005F45FA"/>
    <w:rsid w:val="005F4D3A"/>
    <w:rsid w:val="005F4E95"/>
    <w:rsid w:val="005F5E30"/>
    <w:rsid w:val="005F6E37"/>
    <w:rsid w:val="005F6F2B"/>
    <w:rsid w:val="005F7512"/>
    <w:rsid w:val="005F7E25"/>
    <w:rsid w:val="00600063"/>
    <w:rsid w:val="00601EF0"/>
    <w:rsid w:val="00601F27"/>
    <w:rsid w:val="00601F49"/>
    <w:rsid w:val="006020CE"/>
    <w:rsid w:val="00602461"/>
    <w:rsid w:val="006026BC"/>
    <w:rsid w:val="00602C5E"/>
    <w:rsid w:val="006030E9"/>
    <w:rsid w:val="00603A4E"/>
    <w:rsid w:val="006043E3"/>
    <w:rsid w:val="00605186"/>
    <w:rsid w:val="006055F3"/>
    <w:rsid w:val="00605E9D"/>
    <w:rsid w:val="00605FC6"/>
    <w:rsid w:val="00606E61"/>
    <w:rsid w:val="00607BF6"/>
    <w:rsid w:val="00610913"/>
    <w:rsid w:val="00610E9C"/>
    <w:rsid w:val="00611C58"/>
    <w:rsid w:val="00611D8C"/>
    <w:rsid w:val="0061275F"/>
    <w:rsid w:val="00612D10"/>
    <w:rsid w:val="006138B3"/>
    <w:rsid w:val="006145FF"/>
    <w:rsid w:val="0061509F"/>
    <w:rsid w:val="00616131"/>
    <w:rsid w:val="006174B9"/>
    <w:rsid w:val="006204E1"/>
    <w:rsid w:val="00620772"/>
    <w:rsid w:val="00620774"/>
    <w:rsid w:val="00621712"/>
    <w:rsid w:val="0062186D"/>
    <w:rsid w:val="00622691"/>
    <w:rsid w:val="0062287E"/>
    <w:rsid w:val="0062348F"/>
    <w:rsid w:val="00623558"/>
    <w:rsid w:val="006238AA"/>
    <w:rsid w:val="006240B3"/>
    <w:rsid w:val="00624358"/>
    <w:rsid w:val="006246F2"/>
    <w:rsid w:val="006253B7"/>
    <w:rsid w:val="00625F08"/>
    <w:rsid w:val="00626518"/>
    <w:rsid w:val="006265B8"/>
    <w:rsid w:val="006277E7"/>
    <w:rsid w:val="006278EC"/>
    <w:rsid w:val="00627E0D"/>
    <w:rsid w:val="006307AA"/>
    <w:rsid w:val="00631A06"/>
    <w:rsid w:val="00632B7A"/>
    <w:rsid w:val="00633798"/>
    <w:rsid w:val="00634475"/>
    <w:rsid w:val="00635229"/>
    <w:rsid w:val="00635486"/>
    <w:rsid w:val="006368D2"/>
    <w:rsid w:val="00636FD8"/>
    <w:rsid w:val="0063712A"/>
    <w:rsid w:val="006376B3"/>
    <w:rsid w:val="006378BF"/>
    <w:rsid w:val="00637C2B"/>
    <w:rsid w:val="00637DF4"/>
    <w:rsid w:val="00637E55"/>
    <w:rsid w:val="006427DE"/>
    <w:rsid w:val="00642F50"/>
    <w:rsid w:val="006433CA"/>
    <w:rsid w:val="006434C1"/>
    <w:rsid w:val="00643B6B"/>
    <w:rsid w:val="00644607"/>
    <w:rsid w:val="00644943"/>
    <w:rsid w:val="00644F5E"/>
    <w:rsid w:val="0064514A"/>
    <w:rsid w:val="0064528C"/>
    <w:rsid w:val="0064598A"/>
    <w:rsid w:val="00645B73"/>
    <w:rsid w:val="0064613A"/>
    <w:rsid w:val="00646C9B"/>
    <w:rsid w:val="00647C97"/>
    <w:rsid w:val="006501CD"/>
    <w:rsid w:val="00650CD4"/>
    <w:rsid w:val="00651126"/>
    <w:rsid w:val="006519EC"/>
    <w:rsid w:val="00651FFF"/>
    <w:rsid w:val="00652C3E"/>
    <w:rsid w:val="00652ECD"/>
    <w:rsid w:val="00652ED6"/>
    <w:rsid w:val="006532CC"/>
    <w:rsid w:val="00653458"/>
    <w:rsid w:val="006538F8"/>
    <w:rsid w:val="00653CD4"/>
    <w:rsid w:val="00653F98"/>
    <w:rsid w:val="00653FC6"/>
    <w:rsid w:val="00654129"/>
    <w:rsid w:val="0065556C"/>
    <w:rsid w:val="00655966"/>
    <w:rsid w:val="006565E5"/>
    <w:rsid w:val="0065727E"/>
    <w:rsid w:val="006575C2"/>
    <w:rsid w:val="006576DC"/>
    <w:rsid w:val="00657F11"/>
    <w:rsid w:val="00661121"/>
    <w:rsid w:val="00661A80"/>
    <w:rsid w:val="00662317"/>
    <w:rsid w:val="00662D74"/>
    <w:rsid w:val="00662E2C"/>
    <w:rsid w:val="006636BD"/>
    <w:rsid w:val="00663D0B"/>
    <w:rsid w:val="00663F02"/>
    <w:rsid w:val="006652B8"/>
    <w:rsid w:val="00665B17"/>
    <w:rsid w:val="00665E9D"/>
    <w:rsid w:val="00666244"/>
    <w:rsid w:val="00666EDC"/>
    <w:rsid w:val="00667866"/>
    <w:rsid w:val="006679C2"/>
    <w:rsid w:val="00670003"/>
    <w:rsid w:val="0067111C"/>
    <w:rsid w:val="0067159A"/>
    <w:rsid w:val="006717D0"/>
    <w:rsid w:val="00672DF2"/>
    <w:rsid w:val="006731D5"/>
    <w:rsid w:val="0067368C"/>
    <w:rsid w:val="006736CD"/>
    <w:rsid w:val="006737A7"/>
    <w:rsid w:val="00675014"/>
    <w:rsid w:val="006758CC"/>
    <w:rsid w:val="00675B74"/>
    <w:rsid w:val="00675BD4"/>
    <w:rsid w:val="00675F0B"/>
    <w:rsid w:val="00675F76"/>
    <w:rsid w:val="00676032"/>
    <w:rsid w:val="0067640A"/>
    <w:rsid w:val="00676931"/>
    <w:rsid w:val="00677146"/>
    <w:rsid w:val="006804FC"/>
    <w:rsid w:val="00682324"/>
    <w:rsid w:val="00682561"/>
    <w:rsid w:val="006825E3"/>
    <w:rsid w:val="0068279D"/>
    <w:rsid w:val="00682D67"/>
    <w:rsid w:val="00682FCC"/>
    <w:rsid w:val="00683248"/>
    <w:rsid w:val="00683818"/>
    <w:rsid w:val="00685C27"/>
    <w:rsid w:val="00686374"/>
    <w:rsid w:val="00686795"/>
    <w:rsid w:val="00686B48"/>
    <w:rsid w:val="00686D31"/>
    <w:rsid w:val="0069075B"/>
    <w:rsid w:val="006909EE"/>
    <w:rsid w:val="00690AD4"/>
    <w:rsid w:val="0069109F"/>
    <w:rsid w:val="006917C4"/>
    <w:rsid w:val="006919D7"/>
    <w:rsid w:val="00691B22"/>
    <w:rsid w:val="00691D9B"/>
    <w:rsid w:val="006922D3"/>
    <w:rsid w:val="00692362"/>
    <w:rsid w:val="006924F7"/>
    <w:rsid w:val="00693177"/>
    <w:rsid w:val="00693F9D"/>
    <w:rsid w:val="00694290"/>
    <w:rsid w:val="00694635"/>
    <w:rsid w:val="0069538E"/>
    <w:rsid w:val="00695F77"/>
    <w:rsid w:val="006969A8"/>
    <w:rsid w:val="0069777C"/>
    <w:rsid w:val="006A057C"/>
    <w:rsid w:val="006A0E17"/>
    <w:rsid w:val="006A11AF"/>
    <w:rsid w:val="006A1FD0"/>
    <w:rsid w:val="006A25A9"/>
    <w:rsid w:val="006A2E9D"/>
    <w:rsid w:val="006A3A07"/>
    <w:rsid w:val="006A41C4"/>
    <w:rsid w:val="006A422A"/>
    <w:rsid w:val="006A6D6B"/>
    <w:rsid w:val="006A7DE0"/>
    <w:rsid w:val="006B00D5"/>
    <w:rsid w:val="006B096C"/>
    <w:rsid w:val="006B0CE7"/>
    <w:rsid w:val="006B32DD"/>
    <w:rsid w:val="006B3FB3"/>
    <w:rsid w:val="006B43F7"/>
    <w:rsid w:val="006B4B41"/>
    <w:rsid w:val="006B4B88"/>
    <w:rsid w:val="006B5465"/>
    <w:rsid w:val="006B5A0D"/>
    <w:rsid w:val="006B71FC"/>
    <w:rsid w:val="006B75DB"/>
    <w:rsid w:val="006B7EE1"/>
    <w:rsid w:val="006C0979"/>
    <w:rsid w:val="006C13FF"/>
    <w:rsid w:val="006C1499"/>
    <w:rsid w:val="006C17EB"/>
    <w:rsid w:val="006C208D"/>
    <w:rsid w:val="006C2179"/>
    <w:rsid w:val="006C31D8"/>
    <w:rsid w:val="006C38C2"/>
    <w:rsid w:val="006C3F77"/>
    <w:rsid w:val="006C4210"/>
    <w:rsid w:val="006C4C5C"/>
    <w:rsid w:val="006C5232"/>
    <w:rsid w:val="006C6470"/>
    <w:rsid w:val="006C7A98"/>
    <w:rsid w:val="006D01B4"/>
    <w:rsid w:val="006D10D7"/>
    <w:rsid w:val="006D18CB"/>
    <w:rsid w:val="006D234A"/>
    <w:rsid w:val="006D260E"/>
    <w:rsid w:val="006D3883"/>
    <w:rsid w:val="006D3964"/>
    <w:rsid w:val="006D432A"/>
    <w:rsid w:val="006D7F5B"/>
    <w:rsid w:val="006E117F"/>
    <w:rsid w:val="006E128C"/>
    <w:rsid w:val="006E1AF6"/>
    <w:rsid w:val="006E1B8E"/>
    <w:rsid w:val="006E1E8F"/>
    <w:rsid w:val="006E384A"/>
    <w:rsid w:val="006E3B55"/>
    <w:rsid w:val="006E4D0D"/>
    <w:rsid w:val="006E53F6"/>
    <w:rsid w:val="006E6433"/>
    <w:rsid w:val="006E6666"/>
    <w:rsid w:val="006E6ED8"/>
    <w:rsid w:val="006E7774"/>
    <w:rsid w:val="006F1CEE"/>
    <w:rsid w:val="006F250D"/>
    <w:rsid w:val="006F2520"/>
    <w:rsid w:val="006F3DBA"/>
    <w:rsid w:val="006F49A9"/>
    <w:rsid w:val="006F4A67"/>
    <w:rsid w:val="006F4CB7"/>
    <w:rsid w:val="006F5CF8"/>
    <w:rsid w:val="006F610A"/>
    <w:rsid w:val="006F6110"/>
    <w:rsid w:val="006F6EC1"/>
    <w:rsid w:val="006F7059"/>
    <w:rsid w:val="006F792D"/>
    <w:rsid w:val="007024AC"/>
    <w:rsid w:val="00702752"/>
    <w:rsid w:val="007031EE"/>
    <w:rsid w:val="00704468"/>
    <w:rsid w:val="00704498"/>
    <w:rsid w:val="00705AE2"/>
    <w:rsid w:val="0070740A"/>
    <w:rsid w:val="00707674"/>
    <w:rsid w:val="007076E2"/>
    <w:rsid w:val="007078F0"/>
    <w:rsid w:val="00707A71"/>
    <w:rsid w:val="00707D53"/>
    <w:rsid w:val="00707F44"/>
    <w:rsid w:val="00707FAA"/>
    <w:rsid w:val="00711815"/>
    <w:rsid w:val="00712ABE"/>
    <w:rsid w:val="007146B7"/>
    <w:rsid w:val="00715213"/>
    <w:rsid w:val="00715C54"/>
    <w:rsid w:val="00715F4C"/>
    <w:rsid w:val="00716456"/>
    <w:rsid w:val="00716849"/>
    <w:rsid w:val="007173F5"/>
    <w:rsid w:val="00717544"/>
    <w:rsid w:val="007202B2"/>
    <w:rsid w:val="00720BDD"/>
    <w:rsid w:val="00720C58"/>
    <w:rsid w:val="00720DFE"/>
    <w:rsid w:val="00720EE8"/>
    <w:rsid w:val="0072221E"/>
    <w:rsid w:val="0072255B"/>
    <w:rsid w:val="00722CAB"/>
    <w:rsid w:val="007234E3"/>
    <w:rsid w:val="00723D0F"/>
    <w:rsid w:val="0072482B"/>
    <w:rsid w:val="007258E7"/>
    <w:rsid w:val="00725B81"/>
    <w:rsid w:val="00726189"/>
    <w:rsid w:val="0072638C"/>
    <w:rsid w:val="007265E3"/>
    <w:rsid w:val="00726E53"/>
    <w:rsid w:val="00727861"/>
    <w:rsid w:val="00727D3D"/>
    <w:rsid w:val="00730CA0"/>
    <w:rsid w:val="00731234"/>
    <w:rsid w:val="00731249"/>
    <w:rsid w:val="00732819"/>
    <w:rsid w:val="007333B5"/>
    <w:rsid w:val="007334DC"/>
    <w:rsid w:val="00734A32"/>
    <w:rsid w:val="00734E34"/>
    <w:rsid w:val="007353A8"/>
    <w:rsid w:val="0073563B"/>
    <w:rsid w:val="007359C4"/>
    <w:rsid w:val="00735CC1"/>
    <w:rsid w:val="00735D59"/>
    <w:rsid w:val="00735F12"/>
    <w:rsid w:val="00736906"/>
    <w:rsid w:val="00736BB5"/>
    <w:rsid w:val="00737036"/>
    <w:rsid w:val="00737274"/>
    <w:rsid w:val="007375E5"/>
    <w:rsid w:val="00737A1B"/>
    <w:rsid w:val="007405BF"/>
    <w:rsid w:val="00740F16"/>
    <w:rsid w:val="00741644"/>
    <w:rsid w:val="00741E79"/>
    <w:rsid w:val="007425F0"/>
    <w:rsid w:val="00742A61"/>
    <w:rsid w:val="00742AAA"/>
    <w:rsid w:val="0074409E"/>
    <w:rsid w:val="007442FB"/>
    <w:rsid w:val="0074438F"/>
    <w:rsid w:val="0074466D"/>
    <w:rsid w:val="00744ED9"/>
    <w:rsid w:val="00745764"/>
    <w:rsid w:val="00745BD7"/>
    <w:rsid w:val="00745FFE"/>
    <w:rsid w:val="00746394"/>
    <w:rsid w:val="00747376"/>
    <w:rsid w:val="007501E5"/>
    <w:rsid w:val="00750253"/>
    <w:rsid w:val="00750317"/>
    <w:rsid w:val="0075033C"/>
    <w:rsid w:val="00751A85"/>
    <w:rsid w:val="00751DB8"/>
    <w:rsid w:val="0075231B"/>
    <w:rsid w:val="00752F03"/>
    <w:rsid w:val="00753850"/>
    <w:rsid w:val="0075669F"/>
    <w:rsid w:val="007578D3"/>
    <w:rsid w:val="0076106D"/>
    <w:rsid w:val="00761CB8"/>
    <w:rsid w:val="00761D53"/>
    <w:rsid w:val="00761F90"/>
    <w:rsid w:val="00762167"/>
    <w:rsid w:val="007628F8"/>
    <w:rsid w:val="00762B91"/>
    <w:rsid w:val="00762D06"/>
    <w:rsid w:val="00763790"/>
    <w:rsid w:val="00764231"/>
    <w:rsid w:val="007645FA"/>
    <w:rsid w:val="00764B79"/>
    <w:rsid w:val="00764E48"/>
    <w:rsid w:val="007651EE"/>
    <w:rsid w:val="00765BC2"/>
    <w:rsid w:val="00766059"/>
    <w:rsid w:val="00766214"/>
    <w:rsid w:val="00766A8E"/>
    <w:rsid w:val="00766E83"/>
    <w:rsid w:val="00770EF9"/>
    <w:rsid w:val="00771C03"/>
    <w:rsid w:val="00771DDA"/>
    <w:rsid w:val="00772F51"/>
    <w:rsid w:val="0077443A"/>
    <w:rsid w:val="0077487F"/>
    <w:rsid w:val="0077540E"/>
    <w:rsid w:val="007754A5"/>
    <w:rsid w:val="00775A88"/>
    <w:rsid w:val="00775C9A"/>
    <w:rsid w:val="007768D4"/>
    <w:rsid w:val="00780403"/>
    <w:rsid w:val="00781855"/>
    <w:rsid w:val="007820F5"/>
    <w:rsid w:val="00782503"/>
    <w:rsid w:val="00782650"/>
    <w:rsid w:val="00782EF8"/>
    <w:rsid w:val="00783143"/>
    <w:rsid w:val="007836A4"/>
    <w:rsid w:val="00783DED"/>
    <w:rsid w:val="00783F28"/>
    <w:rsid w:val="007842E5"/>
    <w:rsid w:val="00784851"/>
    <w:rsid w:val="0078487A"/>
    <w:rsid w:val="00785279"/>
    <w:rsid w:val="0078563B"/>
    <w:rsid w:val="00786EE5"/>
    <w:rsid w:val="0078777D"/>
    <w:rsid w:val="00787953"/>
    <w:rsid w:val="00787AAA"/>
    <w:rsid w:val="00790764"/>
    <w:rsid w:val="00790BAF"/>
    <w:rsid w:val="00790DD7"/>
    <w:rsid w:val="00791477"/>
    <w:rsid w:val="00791DE7"/>
    <w:rsid w:val="0079220B"/>
    <w:rsid w:val="00792963"/>
    <w:rsid w:val="00793803"/>
    <w:rsid w:val="0079381D"/>
    <w:rsid w:val="00793CAC"/>
    <w:rsid w:val="00794BCE"/>
    <w:rsid w:val="0079524B"/>
    <w:rsid w:val="007955F7"/>
    <w:rsid w:val="00796C3C"/>
    <w:rsid w:val="0079775A"/>
    <w:rsid w:val="00797BD9"/>
    <w:rsid w:val="00797CC7"/>
    <w:rsid w:val="007A24D6"/>
    <w:rsid w:val="007A3211"/>
    <w:rsid w:val="007A325D"/>
    <w:rsid w:val="007A3C26"/>
    <w:rsid w:val="007A3CEF"/>
    <w:rsid w:val="007A4CA4"/>
    <w:rsid w:val="007A5566"/>
    <w:rsid w:val="007A5C25"/>
    <w:rsid w:val="007A5D5E"/>
    <w:rsid w:val="007A5EBA"/>
    <w:rsid w:val="007A5FF6"/>
    <w:rsid w:val="007A665F"/>
    <w:rsid w:val="007A6725"/>
    <w:rsid w:val="007A7C17"/>
    <w:rsid w:val="007B0BD9"/>
    <w:rsid w:val="007B187C"/>
    <w:rsid w:val="007B1B78"/>
    <w:rsid w:val="007B2353"/>
    <w:rsid w:val="007B245D"/>
    <w:rsid w:val="007B3244"/>
    <w:rsid w:val="007B33DC"/>
    <w:rsid w:val="007B5AE2"/>
    <w:rsid w:val="007B5B77"/>
    <w:rsid w:val="007B5EA5"/>
    <w:rsid w:val="007B60AB"/>
    <w:rsid w:val="007B6312"/>
    <w:rsid w:val="007B6D9B"/>
    <w:rsid w:val="007B6FFF"/>
    <w:rsid w:val="007C0119"/>
    <w:rsid w:val="007C080E"/>
    <w:rsid w:val="007C08DD"/>
    <w:rsid w:val="007C1340"/>
    <w:rsid w:val="007C165E"/>
    <w:rsid w:val="007C1B54"/>
    <w:rsid w:val="007C2836"/>
    <w:rsid w:val="007C43A1"/>
    <w:rsid w:val="007C528C"/>
    <w:rsid w:val="007C548B"/>
    <w:rsid w:val="007C5BA5"/>
    <w:rsid w:val="007D0A84"/>
    <w:rsid w:val="007D0BBE"/>
    <w:rsid w:val="007D18C2"/>
    <w:rsid w:val="007D1DE4"/>
    <w:rsid w:val="007D2E18"/>
    <w:rsid w:val="007D3C82"/>
    <w:rsid w:val="007D4376"/>
    <w:rsid w:val="007D4561"/>
    <w:rsid w:val="007D519B"/>
    <w:rsid w:val="007D6F7F"/>
    <w:rsid w:val="007E013B"/>
    <w:rsid w:val="007E01A9"/>
    <w:rsid w:val="007E0B12"/>
    <w:rsid w:val="007E21F5"/>
    <w:rsid w:val="007E2C44"/>
    <w:rsid w:val="007E2FB1"/>
    <w:rsid w:val="007E3D90"/>
    <w:rsid w:val="007E4484"/>
    <w:rsid w:val="007E4670"/>
    <w:rsid w:val="007E4716"/>
    <w:rsid w:val="007E524C"/>
    <w:rsid w:val="007E55D2"/>
    <w:rsid w:val="007E7071"/>
    <w:rsid w:val="007E729A"/>
    <w:rsid w:val="007F09BC"/>
    <w:rsid w:val="007F0A69"/>
    <w:rsid w:val="007F101C"/>
    <w:rsid w:val="007F27BB"/>
    <w:rsid w:val="007F2912"/>
    <w:rsid w:val="007F29B2"/>
    <w:rsid w:val="007F2CBE"/>
    <w:rsid w:val="007F4D53"/>
    <w:rsid w:val="007F52E8"/>
    <w:rsid w:val="007F59E7"/>
    <w:rsid w:val="007F7A07"/>
    <w:rsid w:val="008019A8"/>
    <w:rsid w:val="00802113"/>
    <w:rsid w:val="0080375F"/>
    <w:rsid w:val="00803C7F"/>
    <w:rsid w:val="008047B4"/>
    <w:rsid w:val="00805548"/>
    <w:rsid w:val="00805EC9"/>
    <w:rsid w:val="008068A2"/>
    <w:rsid w:val="00806F86"/>
    <w:rsid w:val="008071B9"/>
    <w:rsid w:val="00807727"/>
    <w:rsid w:val="00807A6D"/>
    <w:rsid w:val="008108E7"/>
    <w:rsid w:val="00811309"/>
    <w:rsid w:val="0081177D"/>
    <w:rsid w:val="00811AF3"/>
    <w:rsid w:val="00813103"/>
    <w:rsid w:val="00813C11"/>
    <w:rsid w:val="00813E1C"/>
    <w:rsid w:val="00813F4C"/>
    <w:rsid w:val="00814147"/>
    <w:rsid w:val="00814C48"/>
    <w:rsid w:val="00816128"/>
    <w:rsid w:val="00817421"/>
    <w:rsid w:val="00817DCF"/>
    <w:rsid w:val="008200AB"/>
    <w:rsid w:val="00820119"/>
    <w:rsid w:val="0082031F"/>
    <w:rsid w:val="008203AE"/>
    <w:rsid w:val="0082099E"/>
    <w:rsid w:val="00820B9A"/>
    <w:rsid w:val="00821605"/>
    <w:rsid w:val="00821ADD"/>
    <w:rsid w:val="008228AB"/>
    <w:rsid w:val="00822C86"/>
    <w:rsid w:val="00824B4F"/>
    <w:rsid w:val="00827A26"/>
    <w:rsid w:val="008304F5"/>
    <w:rsid w:val="008312D8"/>
    <w:rsid w:val="00831414"/>
    <w:rsid w:val="0083341D"/>
    <w:rsid w:val="00833B49"/>
    <w:rsid w:val="0083580F"/>
    <w:rsid w:val="0083603C"/>
    <w:rsid w:val="00836DD7"/>
    <w:rsid w:val="008370DD"/>
    <w:rsid w:val="0083753E"/>
    <w:rsid w:val="00837970"/>
    <w:rsid w:val="00837C52"/>
    <w:rsid w:val="008404DD"/>
    <w:rsid w:val="0084081F"/>
    <w:rsid w:val="00840865"/>
    <w:rsid w:val="008420BA"/>
    <w:rsid w:val="00842177"/>
    <w:rsid w:val="00842760"/>
    <w:rsid w:val="00844DAB"/>
    <w:rsid w:val="008453C1"/>
    <w:rsid w:val="008456C9"/>
    <w:rsid w:val="00846220"/>
    <w:rsid w:val="0084626A"/>
    <w:rsid w:val="00846AAC"/>
    <w:rsid w:val="00846D7F"/>
    <w:rsid w:val="00847416"/>
    <w:rsid w:val="00847B2E"/>
    <w:rsid w:val="00850287"/>
    <w:rsid w:val="00850C00"/>
    <w:rsid w:val="00851FF3"/>
    <w:rsid w:val="008526DC"/>
    <w:rsid w:val="00852B57"/>
    <w:rsid w:val="008535BF"/>
    <w:rsid w:val="00853665"/>
    <w:rsid w:val="00853DF8"/>
    <w:rsid w:val="00855336"/>
    <w:rsid w:val="00855AD6"/>
    <w:rsid w:val="00855C28"/>
    <w:rsid w:val="00855CFA"/>
    <w:rsid w:val="008562AC"/>
    <w:rsid w:val="008568FE"/>
    <w:rsid w:val="00856AEA"/>
    <w:rsid w:val="00857DD7"/>
    <w:rsid w:val="0086161D"/>
    <w:rsid w:val="008616C9"/>
    <w:rsid w:val="008631C2"/>
    <w:rsid w:val="00863F08"/>
    <w:rsid w:val="008640AC"/>
    <w:rsid w:val="008643D6"/>
    <w:rsid w:val="00864A1A"/>
    <w:rsid w:val="0086500C"/>
    <w:rsid w:val="008652A1"/>
    <w:rsid w:val="00866592"/>
    <w:rsid w:val="00867334"/>
    <w:rsid w:val="008674F1"/>
    <w:rsid w:val="00867788"/>
    <w:rsid w:val="0087122E"/>
    <w:rsid w:val="0087129F"/>
    <w:rsid w:val="008716E6"/>
    <w:rsid w:val="00871934"/>
    <w:rsid w:val="00871E71"/>
    <w:rsid w:val="00872910"/>
    <w:rsid w:val="00872A88"/>
    <w:rsid w:val="00872D27"/>
    <w:rsid w:val="00872D57"/>
    <w:rsid w:val="00873BDF"/>
    <w:rsid w:val="008758A5"/>
    <w:rsid w:val="00876749"/>
    <w:rsid w:val="008768FD"/>
    <w:rsid w:val="008779CF"/>
    <w:rsid w:val="0088039A"/>
    <w:rsid w:val="00880582"/>
    <w:rsid w:val="0088090D"/>
    <w:rsid w:val="00880B1E"/>
    <w:rsid w:val="008814DE"/>
    <w:rsid w:val="00881A78"/>
    <w:rsid w:val="00881A7D"/>
    <w:rsid w:val="00881DF1"/>
    <w:rsid w:val="008824A7"/>
    <w:rsid w:val="008825B6"/>
    <w:rsid w:val="0088366A"/>
    <w:rsid w:val="00883CF5"/>
    <w:rsid w:val="00884A10"/>
    <w:rsid w:val="00884A8C"/>
    <w:rsid w:val="008851F2"/>
    <w:rsid w:val="008868EB"/>
    <w:rsid w:val="00887271"/>
    <w:rsid w:val="00887C5B"/>
    <w:rsid w:val="00887CE3"/>
    <w:rsid w:val="008903C7"/>
    <w:rsid w:val="00891B1C"/>
    <w:rsid w:val="00891C98"/>
    <w:rsid w:val="008922F4"/>
    <w:rsid w:val="00892924"/>
    <w:rsid w:val="0089300F"/>
    <w:rsid w:val="008934D7"/>
    <w:rsid w:val="0089395A"/>
    <w:rsid w:val="00893E7C"/>
    <w:rsid w:val="00893FB3"/>
    <w:rsid w:val="008953E9"/>
    <w:rsid w:val="0089610E"/>
    <w:rsid w:val="008966AE"/>
    <w:rsid w:val="00896711"/>
    <w:rsid w:val="00897644"/>
    <w:rsid w:val="008A0D0F"/>
    <w:rsid w:val="008A17E5"/>
    <w:rsid w:val="008A1E11"/>
    <w:rsid w:val="008A25BE"/>
    <w:rsid w:val="008A417E"/>
    <w:rsid w:val="008A4189"/>
    <w:rsid w:val="008A47ED"/>
    <w:rsid w:val="008A4ECE"/>
    <w:rsid w:val="008A5A83"/>
    <w:rsid w:val="008A6582"/>
    <w:rsid w:val="008A6961"/>
    <w:rsid w:val="008A7330"/>
    <w:rsid w:val="008A7BE0"/>
    <w:rsid w:val="008A7D30"/>
    <w:rsid w:val="008B0DAD"/>
    <w:rsid w:val="008B122F"/>
    <w:rsid w:val="008B164D"/>
    <w:rsid w:val="008B1898"/>
    <w:rsid w:val="008B26D5"/>
    <w:rsid w:val="008B3F3D"/>
    <w:rsid w:val="008B44A0"/>
    <w:rsid w:val="008B4C4D"/>
    <w:rsid w:val="008B5162"/>
    <w:rsid w:val="008B53C6"/>
    <w:rsid w:val="008B59B3"/>
    <w:rsid w:val="008B5BDA"/>
    <w:rsid w:val="008B7585"/>
    <w:rsid w:val="008B7841"/>
    <w:rsid w:val="008B7849"/>
    <w:rsid w:val="008C0311"/>
    <w:rsid w:val="008C1E35"/>
    <w:rsid w:val="008C2D49"/>
    <w:rsid w:val="008C332A"/>
    <w:rsid w:val="008C3E8F"/>
    <w:rsid w:val="008C40D6"/>
    <w:rsid w:val="008C607B"/>
    <w:rsid w:val="008C6214"/>
    <w:rsid w:val="008C6840"/>
    <w:rsid w:val="008D05E0"/>
    <w:rsid w:val="008D1293"/>
    <w:rsid w:val="008D1BFF"/>
    <w:rsid w:val="008D1DEB"/>
    <w:rsid w:val="008D222F"/>
    <w:rsid w:val="008D2561"/>
    <w:rsid w:val="008D4D33"/>
    <w:rsid w:val="008D6B9E"/>
    <w:rsid w:val="008D7434"/>
    <w:rsid w:val="008D7DB0"/>
    <w:rsid w:val="008E0AC3"/>
    <w:rsid w:val="008E108A"/>
    <w:rsid w:val="008E115D"/>
    <w:rsid w:val="008E135C"/>
    <w:rsid w:val="008E155A"/>
    <w:rsid w:val="008E1CEB"/>
    <w:rsid w:val="008E2030"/>
    <w:rsid w:val="008E2C06"/>
    <w:rsid w:val="008E37CB"/>
    <w:rsid w:val="008E405F"/>
    <w:rsid w:val="008E420A"/>
    <w:rsid w:val="008E62F1"/>
    <w:rsid w:val="008E6853"/>
    <w:rsid w:val="008E6889"/>
    <w:rsid w:val="008E75FF"/>
    <w:rsid w:val="008F0104"/>
    <w:rsid w:val="008F0E3A"/>
    <w:rsid w:val="008F128C"/>
    <w:rsid w:val="008F2C46"/>
    <w:rsid w:val="008F2FC3"/>
    <w:rsid w:val="008F33D8"/>
    <w:rsid w:val="008F3E4F"/>
    <w:rsid w:val="008F51A9"/>
    <w:rsid w:val="008F56DD"/>
    <w:rsid w:val="008F660B"/>
    <w:rsid w:val="009011E8"/>
    <w:rsid w:val="00901BDE"/>
    <w:rsid w:val="00901FBC"/>
    <w:rsid w:val="0090268F"/>
    <w:rsid w:val="009026CC"/>
    <w:rsid w:val="009032BA"/>
    <w:rsid w:val="009038D4"/>
    <w:rsid w:val="00904E12"/>
    <w:rsid w:val="00905978"/>
    <w:rsid w:val="00905B7E"/>
    <w:rsid w:val="00906BDC"/>
    <w:rsid w:val="00906CAB"/>
    <w:rsid w:val="009078BC"/>
    <w:rsid w:val="00907C7F"/>
    <w:rsid w:val="0091003C"/>
    <w:rsid w:val="009106A2"/>
    <w:rsid w:val="00910BE8"/>
    <w:rsid w:val="009126E1"/>
    <w:rsid w:val="00913459"/>
    <w:rsid w:val="009137E1"/>
    <w:rsid w:val="00913992"/>
    <w:rsid w:val="00914BCB"/>
    <w:rsid w:val="00915038"/>
    <w:rsid w:val="009155CC"/>
    <w:rsid w:val="00915EBD"/>
    <w:rsid w:val="009163F6"/>
    <w:rsid w:val="0091663E"/>
    <w:rsid w:val="00916898"/>
    <w:rsid w:val="00917480"/>
    <w:rsid w:val="0091757F"/>
    <w:rsid w:val="00917ED3"/>
    <w:rsid w:val="009205A3"/>
    <w:rsid w:val="00920A7F"/>
    <w:rsid w:val="0092127E"/>
    <w:rsid w:val="0092186B"/>
    <w:rsid w:val="009219C9"/>
    <w:rsid w:val="00922E01"/>
    <w:rsid w:val="00923AE8"/>
    <w:rsid w:val="00923B32"/>
    <w:rsid w:val="00924289"/>
    <w:rsid w:val="0092473C"/>
    <w:rsid w:val="00924E9E"/>
    <w:rsid w:val="00925977"/>
    <w:rsid w:val="00926644"/>
    <w:rsid w:val="0092698D"/>
    <w:rsid w:val="00926F29"/>
    <w:rsid w:val="00927069"/>
    <w:rsid w:val="009275F5"/>
    <w:rsid w:val="00927B70"/>
    <w:rsid w:val="00930D67"/>
    <w:rsid w:val="009310E6"/>
    <w:rsid w:val="009312A9"/>
    <w:rsid w:val="009330DD"/>
    <w:rsid w:val="00933502"/>
    <w:rsid w:val="00933AF9"/>
    <w:rsid w:val="00933F98"/>
    <w:rsid w:val="009350B7"/>
    <w:rsid w:val="0093517E"/>
    <w:rsid w:val="00935C9A"/>
    <w:rsid w:val="00937AD4"/>
    <w:rsid w:val="00937CA7"/>
    <w:rsid w:val="00937DCD"/>
    <w:rsid w:val="00940812"/>
    <w:rsid w:val="009409B2"/>
    <w:rsid w:val="00940D90"/>
    <w:rsid w:val="00940EFE"/>
    <w:rsid w:val="00941552"/>
    <w:rsid w:val="00941C3E"/>
    <w:rsid w:val="009428EC"/>
    <w:rsid w:val="00942D6B"/>
    <w:rsid w:val="009433D4"/>
    <w:rsid w:val="009434D7"/>
    <w:rsid w:val="009434FB"/>
    <w:rsid w:val="009436A8"/>
    <w:rsid w:val="00943FB9"/>
    <w:rsid w:val="0094442F"/>
    <w:rsid w:val="009446BD"/>
    <w:rsid w:val="00944A72"/>
    <w:rsid w:val="00944A9E"/>
    <w:rsid w:val="00944CA1"/>
    <w:rsid w:val="00944E39"/>
    <w:rsid w:val="00945016"/>
    <w:rsid w:val="00945158"/>
    <w:rsid w:val="00945689"/>
    <w:rsid w:val="00945D37"/>
    <w:rsid w:val="00946944"/>
    <w:rsid w:val="009476A2"/>
    <w:rsid w:val="00947E22"/>
    <w:rsid w:val="0095001A"/>
    <w:rsid w:val="009504EB"/>
    <w:rsid w:val="00951A2F"/>
    <w:rsid w:val="00951C8D"/>
    <w:rsid w:val="0095254B"/>
    <w:rsid w:val="00952953"/>
    <w:rsid w:val="009531EC"/>
    <w:rsid w:val="00953F21"/>
    <w:rsid w:val="0095425E"/>
    <w:rsid w:val="00954351"/>
    <w:rsid w:val="00956FAD"/>
    <w:rsid w:val="00957071"/>
    <w:rsid w:val="009573D9"/>
    <w:rsid w:val="00957609"/>
    <w:rsid w:val="009615D9"/>
    <w:rsid w:val="0096222A"/>
    <w:rsid w:val="00962B65"/>
    <w:rsid w:val="00962C79"/>
    <w:rsid w:val="00962F26"/>
    <w:rsid w:val="009633C1"/>
    <w:rsid w:val="009636D6"/>
    <w:rsid w:val="00963BA6"/>
    <w:rsid w:val="00963DF5"/>
    <w:rsid w:val="0096472A"/>
    <w:rsid w:val="00964E0C"/>
    <w:rsid w:val="00964E39"/>
    <w:rsid w:val="009653D4"/>
    <w:rsid w:val="00965B1B"/>
    <w:rsid w:val="00966F6D"/>
    <w:rsid w:val="009675CE"/>
    <w:rsid w:val="00967E6D"/>
    <w:rsid w:val="00967FAE"/>
    <w:rsid w:val="009712D3"/>
    <w:rsid w:val="009713DC"/>
    <w:rsid w:val="00971949"/>
    <w:rsid w:val="00971A56"/>
    <w:rsid w:val="00972A34"/>
    <w:rsid w:val="00973235"/>
    <w:rsid w:val="00973F1C"/>
    <w:rsid w:val="00975B06"/>
    <w:rsid w:val="00975B47"/>
    <w:rsid w:val="00976D12"/>
    <w:rsid w:val="0098027D"/>
    <w:rsid w:val="00980746"/>
    <w:rsid w:val="00980810"/>
    <w:rsid w:val="00980881"/>
    <w:rsid w:val="0098189A"/>
    <w:rsid w:val="009818EE"/>
    <w:rsid w:val="00981CB7"/>
    <w:rsid w:val="00981ECF"/>
    <w:rsid w:val="00982546"/>
    <w:rsid w:val="00983089"/>
    <w:rsid w:val="0098311F"/>
    <w:rsid w:val="00983820"/>
    <w:rsid w:val="009855D5"/>
    <w:rsid w:val="00985904"/>
    <w:rsid w:val="00985C96"/>
    <w:rsid w:val="00985CFE"/>
    <w:rsid w:val="00985E7F"/>
    <w:rsid w:val="00986327"/>
    <w:rsid w:val="00987FBC"/>
    <w:rsid w:val="00992540"/>
    <w:rsid w:val="00994E88"/>
    <w:rsid w:val="0099513E"/>
    <w:rsid w:val="009954E3"/>
    <w:rsid w:val="00997021"/>
    <w:rsid w:val="009974F8"/>
    <w:rsid w:val="009977D2"/>
    <w:rsid w:val="00997D28"/>
    <w:rsid w:val="00997E14"/>
    <w:rsid w:val="00997F4B"/>
    <w:rsid w:val="009A026A"/>
    <w:rsid w:val="009A16A5"/>
    <w:rsid w:val="009A1A1A"/>
    <w:rsid w:val="009A1B4F"/>
    <w:rsid w:val="009A1B86"/>
    <w:rsid w:val="009A1E7D"/>
    <w:rsid w:val="009A29BD"/>
    <w:rsid w:val="009A2BD1"/>
    <w:rsid w:val="009A369A"/>
    <w:rsid w:val="009A3A04"/>
    <w:rsid w:val="009A43DA"/>
    <w:rsid w:val="009A4FBE"/>
    <w:rsid w:val="009A5A70"/>
    <w:rsid w:val="009A5EB3"/>
    <w:rsid w:val="009A6078"/>
    <w:rsid w:val="009A6170"/>
    <w:rsid w:val="009A686B"/>
    <w:rsid w:val="009B0611"/>
    <w:rsid w:val="009B07E6"/>
    <w:rsid w:val="009B104B"/>
    <w:rsid w:val="009B120F"/>
    <w:rsid w:val="009B32D2"/>
    <w:rsid w:val="009B42FA"/>
    <w:rsid w:val="009B44F9"/>
    <w:rsid w:val="009B4C5E"/>
    <w:rsid w:val="009B5075"/>
    <w:rsid w:val="009B55BD"/>
    <w:rsid w:val="009B59BA"/>
    <w:rsid w:val="009B64A7"/>
    <w:rsid w:val="009B6A4D"/>
    <w:rsid w:val="009B765A"/>
    <w:rsid w:val="009B789F"/>
    <w:rsid w:val="009B7FBC"/>
    <w:rsid w:val="009C02F8"/>
    <w:rsid w:val="009C08FE"/>
    <w:rsid w:val="009C0A0A"/>
    <w:rsid w:val="009C0AEA"/>
    <w:rsid w:val="009C18F4"/>
    <w:rsid w:val="009C276C"/>
    <w:rsid w:val="009C2FB5"/>
    <w:rsid w:val="009C3113"/>
    <w:rsid w:val="009C344D"/>
    <w:rsid w:val="009C497F"/>
    <w:rsid w:val="009C5379"/>
    <w:rsid w:val="009C6120"/>
    <w:rsid w:val="009C6FE9"/>
    <w:rsid w:val="009C7E4D"/>
    <w:rsid w:val="009D051D"/>
    <w:rsid w:val="009D08FE"/>
    <w:rsid w:val="009D0B99"/>
    <w:rsid w:val="009D1D42"/>
    <w:rsid w:val="009D2509"/>
    <w:rsid w:val="009D2C6A"/>
    <w:rsid w:val="009D3DE0"/>
    <w:rsid w:val="009D4396"/>
    <w:rsid w:val="009D4D0A"/>
    <w:rsid w:val="009D51B4"/>
    <w:rsid w:val="009D6999"/>
    <w:rsid w:val="009D7424"/>
    <w:rsid w:val="009D7497"/>
    <w:rsid w:val="009E0EAD"/>
    <w:rsid w:val="009E1AFF"/>
    <w:rsid w:val="009E2D2D"/>
    <w:rsid w:val="009E4381"/>
    <w:rsid w:val="009E5F0B"/>
    <w:rsid w:val="009E652F"/>
    <w:rsid w:val="009E70E5"/>
    <w:rsid w:val="009F19FE"/>
    <w:rsid w:val="009F3262"/>
    <w:rsid w:val="009F3350"/>
    <w:rsid w:val="009F3CBE"/>
    <w:rsid w:val="009F408A"/>
    <w:rsid w:val="009F42DA"/>
    <w:rsid w:val="009F42DE"/>
    <w:rsid w:val="009F46D4"/>
    <w:rsid w:val="009F4DE3"/>
    <w:rsid w:val="009F6ED6"/>
    <w:rsid w:val="009F770A"/>
    <w:rsid w:val="009F782F"/>
    <w:rsid w:val="009F7DF1"/>
    <w:rsid w:val="009F7F5D"/>
    <w:rsid w:val="00A01140"/>
    <w:rsid w:val="00A0197E"/>
    <w:rsid w:val="00A01E32"/>
    <w:rsid w:val="00A01F00"/>
    <w:rsid w:val="00A02281"/>
    <w:rsid w:val="00A025C5"/>
    <w:rsid w:val="00A029E4"/>
    <w:rsid w:val="00A031DF"/>
    <w:rsid w:val="00A03904"/>
    <w:rsid w:val="00A03AB1"/>
    <w:rsid w:val="00A03AE0"/>
    <w:rsid w:val="00A05199"/>
    <w:rsid w:val="00A05ADE"/>
    <w:rsid w:val="00A05B07"/>
    <w:rsid w:val="00A05F5A"/>
    <w:rsid w:val="00A06393"/>
    <w:rsid w:val="00A107FE"/>
    <w:rsid w:val="00A10A6C"/>
    <w:rsid w:val="00A12B50"/>
    <w:rsid w:val="00A13127"/>
    <w:rsid w:val="00A13358"/>
    <w:rsid w:val="00A13CC4"/>
    <w:rsid w:val="00A153A7"/>
    <w:rsid w:val="00A17AED"/>
    <w:rsid w:val="00A20026"/>
    <w:rsid w:val="00A22667"/>
    <w:rsid w:val="00A2272D"/>
    <w:rsid w:val="00A23CBC"/>
    <w:rsid w:val="00A24535"/>
    <w:rsid w:val="00A24AD1"/>
    <w:rsid w:val="00A24BE9"/>
    <w:rsid w:val="00A24C92"/>
    <w:rsid w:val="00A24ED2"/>
    <w:rsid w:val="00A25C00"/>
    <w:rsid w:val="00A25EB3"/>
    <w:rsid w:val="00A267DA"/>
    <w:rsid w:val="00A26D59"/>
    <w:rsid w:val="00A2734D"/>
    <w:rsid w:val="00A27D98"/>
    <w:rsid w:val="00A308AF"/>
    <w:rsid w:val="00A3212F"/>
    <w:rsid w:val="00A322A3"/>
    <w:rsid w:val="00A323F6"/>
    <w:rsid w:val="00A32D22"/>
    <w:rsid w:val="00A336A9"/>
    <w:rsid w:val="00A338F3"/>
    <w:rsid w:val="00A3664D"/>
    <w:rsid w:val="00A36766"/>
    <w:rsid w:val="00A37D8E"/>
    <w:rsid w:val="00A37E9D"/>
    <w:rsid w:val="00A401B7"/>
    <w:rsid w:val="00A419BF"/>
    <w:rsid w:val="00A41E9B"/>
    <w:rsid w:val="00A4304B"/>
    <w:rsid w:val="00A435A5"/>
    <w:rsid w:val="00A4390D"/>
    <w:rsid w:val="00A43FA2"/>
    <w:rsid w:val="00A4460B"/>
    <w:rsid w:val="00A448E5"/>
    <w:rsid w:val="00A45232"/>
    <w:rsid w:val="00A457C4"/>
    <w:rsid w:val="00A458FD"/>
    <w:rsid w:val="00A45A2F"/>
    <w:rsid w:val="00A4737B"/>
    <w:rsid w:val="00A500EC"/>
    <w:rsid w:val="00A50B30"/>
    <w:rsid w:val="00A50C2C"/>
    <w:rsid w:val="00A50FB8"/>
    <w:rsid w:val="00A5116D"/>
    <w:rsid w:val="00A520A5"/>
    <w:rsid w:val="00A55132"/>
    <w:rsid w:val="00A5536D"/>
    <w:rsid w:val="00A56A6A"/>
    <w:rsid w:val="00A56AD5"/>
    <w:rsid w:val="00A56B8E"/>
    <w:rsid w:val="00A56BA2"/>
    <w:rsid w:val="00A5765B"/>
    <w:rsid w:val="00A576AA"/>
    <w:rsid w:val="00A577BC"/>
    <w:rsid w:val="00A601AA"/>
    <w:rsid w:val="00A60A2B"/>
    <w:rsid w:val="00A61A93"/>
    <w:rsid w:val="00A62601"/>
    <w:rsid w:val="00A62A14"/>
    <w:rsid w:val="00A62D85"/>
    <w:rsid w:val="00A6368E"/>
    <w:rsid w:val="00A6381E"/>
    <w:rsid w:val="00A644D9"/>
    <w:rsid w:val="00A645ED"/>
    <w:rsid w:val="00A64606"/>
    <w:rsid w:val="00A65259"/>
    <w:rsid w:val="00A65992"/>
    <w:rsid w:val="00A66C95"/>
    <w:rsid w:val="00A70337"/>
    <w:rsid w:val="00A70B39"/>
    <w:rsid w:val="00A70DA7"/>
    <w:rsid w:val="00A723CE"/>
    <w:rsid w:val="00A72614"/>
    <w:rsid w:val="00A726DF"/>
    <w:rsid w:val="00A73228"/>
    <w:rsid w:val="00A74A10"/>
    <w:rsid w:val="00A753F4"/>
    <w:rsid w:val="00A75545"/>
    <w:rsid w:val="00A80261"/>
    <w:rsid w:val="00A80DCA"/>
    <w:rsid w:val="00A82633"/>
    <w:rsid w:val="00A82747"/>
    <w:rsid w:val="00A82F1B"/>
    <w:rsid w:val="00A83A0C"/>
    <w:rsid w:val="00A849B6"/>
    <w:rsid w:val="00A84E8D"/>
    <w:rsid w:val="00A85ECE"/>
    <w:rsid w:val="00A86973"/>
    <w:rsid w:val="00A87326"/>
    <w:rsid w:val="00A87A5E"/>
    <w:rsid w:val="00A87E39"/>
    <w:rsid w:val="00A900A2"/>
    <w:rsid w:val="00A90902"/>
    <w:rsid w:val="00A90EF9"/>
    <w:rsid w:val="00A93E56"/>
    <w:rsid w:val="00A95939"/>
    <w:rsid w:val="00A966D4"/>
    <w:rsid w:val="00A976E5"/>
    <w:rsid w:val="00A97BA5"/>
    <w:rsid w:val="00AA27D3"/>
    <w:rsid w:val="00AA36D4"/>
    <w:rsid w:val="00AA3B05"/>
    <w:rsid w:val="00AA3F04"/>
    <w:rsid w:val="00AA4021"/>
    <w:rsid w:val="00AA757D"/>
    <w:rsid w:val="00AA7F9F"/>
    <w:rsid w:val="00AB0153"/>
    <w:rsid w:val="00AB03A1"/>
    <w:rsid w:val="00AB0CA2"/>
    <w:rsid w:val="00AB1815"/>
    <w:rsid w:val="00AB1E2E"/>
    <w:rsid w:val="00AB24DC"/>
    <w:rsid w:val="00AB28AA"/>
    <w:rsid w:val="00AB2A8A"/>
    <w:rsid w:val="00AB2EEC"/>
    <w:rsid w:val="00AB32CF"/>
    <w:rsid w:val="00AB3371"/>
    <w:rsid w:val="00AB4066"/>
    <w:rsid w:val="00AB43F8"/>
    <w:rsid w:val="00AB50F5"/>
    <w:rsid w:val="00AB5E39"/>
    <w:rsid w:val="00AB657F"/>
    <w:rsid w:val="00AB7581"/>
    <w:rsid w:val="00AB7883"/>
    <w:rsid w:val="00AB7F40"/>
    <w:rsid w:val="00AC03FA"/>
    <w:rsid w:val="00AC07F2"/>
    <w:rsid w:val="00AC0EDA"/>
    <w:rsid w:val="00AC121C"/>
    <w:rsid w:val="00AC2548"/>
    <w:rsid w:val="00AC272E"/>
    <w:rsid w:val="00AC2A19"/>
    <w:rsid w:val="00AC46FA"/>
    <w:rsid w:val="00AC4C1E"/>
    <w:rsid w:val="00AC514A"/>
    <w:rsid w:val="00AC5B52"/>
    <w:rsid w:val="00AC7B45"/>
    <w:rsid w:val="00AD04EB"/>
    <w:rsid w:val="00AD0F50"/>
    <w:rsid w:val="00AD1644"/>
    <w:rsid w:val="00AD1EB2"/>
    <w:rsid w:val="00AD20CD"/>
    <w:rsid w:val="00AD22D5"/>
    <w:rsid w:val="00AD2476"/>
    <w:rsid w:val="00AD2C52"/>
    <w:rsid w:val="00AD3678"/>
    <w:rsid w:val="00AD3A58"/>
    <w:rsid w:val="00AD3CE0"/>
    <w:rsid w:val="00AD4CED"/>
    <w:rsid w:val="00AD4D24"/>
    <w:rsid w:val="00AD5FCB"/>
    <w:rsid w:val="00AD62CE"/>
    <w:rsid w:val="00AD69D0"/>
    <w:rsid w:val="00AD7604"/>
    <w:rsid w:val="00AD7B1B"/>
    <w:rsid w:val="00AD7DAB"/>
    <w:rsid w:val="00AE0F1A"/>
    <w:rsid w:val="00AE1668"/>
    <w:rsid w:val="00AE169D"/>
    <w:rsid w:val="00AE17B6"/>
    <w:rsid w:val="00AE1A5A"/>
    <w:rsid w:val="00AE1CCA"/>
    <w:rsid w:val="00AE2C54"/>
    <w:rsid w:val="00AE3B2C"/>
    <w:rsid w:val="00AE49C1"/>
    <w:rsid w:val="00AE4A13"/>
    <w:rsid w:val="00AE5762"/>
    <w:rsid w:val="00AE58E0"/>
    <w:rsid w:val="00AE58FB"/>
    <w:rsid w:val="00AE5C01"/>
    <w:rsid w:val="00AE5E43"/>
    <w:rsid w:val="00AE7395"/>
    <w:rsid w:val="00AE7804"/>
    <w:rsid w:val="00AF1770"/>
    <w:rsid w:val="00AF17F2"/>
    <w:rsid w:val="00AF197E"/>
    <w:rsid w:val="00AF2F8D"/>
    <w:rsid w:val="00AF56C6"/>
    <w:rsid w:val="00AF6977"/>
    <w:rsid w:val="00B00788"/>
    <w:rsid w:val="00B00797"/>
    <w:rsid w:val="00B026E7"/>
    <w:rsid w:val="00B026ED"/>
    <w:rsid w:val="00B029A7"/>
    <w:rsid w:val="00B02AAA"/>
    <w:rsid w:val="00B02E48"/>
    <w:rsid w:val="00B03D5C"/>
    <w:rsid w:val="00B048A6"/>
    <w:rsid w:val="00B04B52"/>
    <w:rsid w:val="00B04EF6"/>
    <w:rsid w:val="00B05B61"/>
    <w:rsid w:val="00B05FC9"/>
    <w:rsid w:val="00B063A4"/>
    <w:rsid w:val="00B075FB"/>
    <w:rsid w:val="00B07A22"/>
    <w:rsid w:val="00B10A9B"/>
    <w:rsid w:val="00B10C6F"/>
    <w:rsid w:val="00B11F06"/>
    <w:rsid w:val="00B129AD"/>
    <w:rsid w:val="00B12A1E"/>
    <w:rsid w:val="00B1333C"/>
    <w:rsid w:val="00B137D6"/>
    <w:rsid w:val="00B13C5A"/>
    <w:rsid w:val="00B14220"/>
    <w:rsid w:val="00B146F2"/>
    <w:rsid w:val="00B15751"/>
    <w:rsid w:val="00B15E1F"/>
    <w:rsid w:val="00B165B0"/>
    <w:rsid w:val="00B16CFB"/>
    <w:rsid w:val="00B21A05"/>
    <w:rsid w:val="00B220AC"/>
    <w:rsid w:val="00B22441"/>
    <w:rsid w:val="00B22907"/>
    <w:rsid w:val="00B238BB"/>
    <w:rsid w:val="00B239BA"/>
    <w:rsid w:val="00B24636"/>
    <w:rsid w:val="00B24AC7"/>
    <w:rsid w:val="00B250FA"/>
    <w:rsid w:val="00B25112"/>
    <w:rsid w:val="00B25A15"/>
    <w:rsid w:val="00B26EDE"/>
    <w:rsid w:val="00B27111"/>
    <w:rsid w:val="00B2761E"/>
    <w:rsid w:val="00B27CFB"/>
    <w:rsid w:val="00B30904"/>
    <w:rsid w:val="00B30BD7"/>
    <w:rsid w:val="00B3234F"/>
    <w:rsid w:val="00B32423"/>
    <w:rsid w:val="00B327CA"/>
    <w:rsid w:val="00B32B95"/>
    <w:rsid w:val="00B33F81"/>
    <w:rsid w:val="00B3416B"/>
    <w:rsid w:val="00B341DC"/>
    <w:rsid w:val="00B35634"/>
    <w:rsid w:val="00B35831"/>
    <w:rsid w:val="00B364EE"/>
    <w:rsid w:val="00B36DC5"/>
    <w:rsid w:val="00B37A47"/>
    <w:rsid w:val="00B401E4"/>
    <w:rsid w:val="00B403D2"/>
    <w:rsid w:val="00B40C3F"/>
    <w:rsid w:val="00B41688"/>
    <w:rsid w:val="00B416FF"/>
    <w:rsid w:val="00B423BC"/>
    <w:rsid w:val="00B426C2"/>
    <w:rsid w:val="00B42879"/>
    <w:rsid w:val="00B4296E"/>
    <w:rsid w:val="00B42E37"/>
    <w:rsid w:val="00B440F7"/>
    <w:rsid w:val="00B449CA"/>
    <w:rsid w:val="00B458B7"/>
    <w:rsid w:val="00B46C31"/>
    <w:rsid w:val="00B47445"/>
    <w:rsid w:val="00B5046C"/>
    <w:rsid w:val="00B504F8"/>
    <w:rsid w:val="00B507E4"/>
    <w:rsid w:val="00B510CA"/>
    <w:rsid w:val="00B51284"/>
    <w:rsid w:val="00B53201"/>
    <w:rsid w:val="00B567D8"/>
    <w:rsid w:val="00B57064"/>
    <w:rsid w:val="00B57762"/>
    <w:rsid w:val="00B57FE4"/>
    <w:rsid w:val="00B6018C"/>
    <w:rsid w:val="00B613FE"/>
    <w:rsid w:val="00B61461"/>
    <w:rsid w:val="00B623E9"/>
    <w:rsid w:val="00B634D6"/>
    <w:rsid w:val="00B63F00"/>
    <w:rsid w:val="00B64CC2"/>
    <w:rsid w:val="00B65AA4"/>
    <w:rsid w:val="00B65AA5"/>
    <w:rsid w:val="00B66255"/>
    <w:rsid w:val="00B67094"/>
    <w:rsid w:val="00B67273"/>
    <w:rsid w:val="00B67890"/>
    <w:rsid w:val="00B700D8"/>
    <w:rsid w:val="00B70325"/>
    <w:rsid w:val="00B70B6B"/>
    <w:rsid w:val="00B70DCA"/>
    <w:rsid w:val="00B72973"/>
    <w:rsid w:val="00B72D84"/>
    <w:rsid w:val="00B74D8D"/>
    <w:rsid w:val="00B75F66"/>
    <w:rsid w:val="00B76482"/>
    <w:rsid w:val="00B764C9"/>
    <w:rsid w:val="00B76630"/>
    <w:rsid w:val="00B76F85"/>
    <w:rsid w:val="00B77A79"/>
    <w:rsid w:val="00B77BB3"/>
    <w:rsid w:val="00B77D0A"/>
    <w:rsid w:val="00B8016D"/>
    <w:rsid w:val="00B81235"/>
    <w:rsid w:val="00B81726"/>
    <w:rsid w:val="00B818AA"/>
    <w:rsid w:val="00B8267A"/>
    <w:rsid w:val="00B82FFB"/>
    <w:rsid w:val="00B83141"/>
    <w:rsid w:val="00B849CE"/>
    <w:rsid w:val="00B84BA7"/>
    <w:rsid w:val="00B85147"/>
    <w:rsid w:val="00B8522A"/>
    <w:rsid w:val="00B85AB4"/>
    <w:rsid w:val="00B85E99"/>
    <w:rsid w:val="00B85EAA"/>
    <w:rsid w:val="00B86150"/>
    <w:rsid w:val="00B86BB1"/>
    <w:rsid w:val="00B87995"/>
    <w:rsid w:val="00B879FE"/>
    <w:rsid w:val="00B90A68"/>
    <w:rsid w:val="00B90A73"/>
    <w:rsid w:val="00B91392"/>
    <w:rsid w:val="00B915A5"/>
    <w:rsid w:val="00B91938"/>
    <w:rsid w:val="00B91B6D"/>
    <w:rsid w:val="00B91DCB"/>
    <w:rsid w:val="00B921C1"/>
    <w:rsid w:val="00B9243C"/>
    <w:rsid w:val="00B9280B"/>
    <w:rsid w:val="00B9329C"/>
    <w:rsid w:val="00B93AA6"/>
    <w:rsid w:val="00B941EA"/>
    <w:rsid w:val="00B943E5"/>
    <w:rsid w:val="00B94D0C"/>
    <w:rsid w:val="00B95B37"/>
    <w:rsid w:val="00B96794"/>
    <w:rsid w:val="00B97742"/>
    <w:rsid w:val="00BA089F"/>
    <w:rsid w:val="00BA142F"/>
    <w:rsid w:val="00BA1677"/>
    <w:rsid w:val="00BA2EDB"/>
    <w:rsid w:val="00BA356E"/>
    <w:rsid w:val="00BA3B09"/>
    <w:rsid w:val="00BA3B1D"/>
    <w:rsid w:val="00BA3E4D"/>
    <w:rsid w:val="00BA4D85"/>
    <w:rsid w:val="00BB0AB8"/>
    <w:rsid w:val="00BB13EE"/>
    <w:rsid w:val="00BB23C5"/>
    <w:rsid w:val="00BB28CB"/>
    <w:rsid w:val="00BB2C6B"/>
    <w:rsid w:val="00BB45FC"/>
    <w:rsid w:val="00BB4643"/>
    <w:rsid w:val="00BB4C4D"/>
    <w:rsid w:val="00BB4D61"/>
    <w:rsid w:val="00BB5716"/>
    <w:rsid w:val="00BB5E4C"/>
    <w:rsid w:val="00BB6B75"/>
    <w:rsid w:val="00BB7AA3"/>
    <w:rsid w:val="00BC0882"/>
    <w:rsid w:val="00BC1DA5"/>
    <w:rsid w:val="00BC2149"/>
    <w:rsid w:val="00BC35F6"/>
    <w:rsid w:val="00BC3C4D"/>
    <w:rsid w:val="00BC4552"/>
    <w:rsid w:val="00BC4AC8"/>
    <w:rsid w:val="00BC6B9B"/>
    <w:rsid w:val="00BC784D"/>
    <w:rsid w:val="00BC7E84"/>
    <w:rsid w:val="00BD0265"/>
    <w:rsid w:val="00BD0562"/>
    <w:rsid w:val="00BD071E"/>
    <w:rsid w:val="00BD0AD2"/>
    <w:rsid w:val="00BD0B49"/>
    <w:rsid w:val="00BD225C"/>
    <w:rsid w:val="00BD22F0"/>
    <w:rsid w:val="00BD2B11"/>
    <w:rsid w:val="00BD2E44"/>
    <w:rsid w:val="00BD3600"/>
    <w:rsid w:val="00BD4532"/>
    <w:rsid w:val="00BD483C"/>
    <w:rsid w:val="00BD494A"/>
    <w:rsid w:val="00BD4DDF"/>
    <w:rsid w:val="00BD717F"/>
    <w:rsid w:val="00BD7640"/>
    <w:rsid w:val="00BE1465"/>
    <w:rsid w:val="00BE1A4C"/>
    <w:rsid w:val="00BE1E4A"/>
    <w:rsid w:val="00BE2D49"/>
    <w:rsid w:val="00BE2F69"/>
    <w:rsid w:val="00BE3AD6"/>
    <w:rsid w:val="00BE3FF8"/>
    <w:rsid w:val="00BE4638"/>
    <w:rsid w:val="00BE464A"/>
    <w:rsid w:val="00BE4819"/>
    <w:rsid w:val="00BE5009"/>
    <w:rsid w:val="00BE668E"/>
    <w:rsid w:val="00BE669F"/>
    <w:rsid w:val="00BE6CCD"/>
    <w:rsid w:val="00BF07FC"/>
    <w:rsid w:val="00BF14B5"/>
    <w:rsid w:val="00BF15AB"/>
    <w:rsid w:val="00BF1724"/>
    <w:rsid w:val="00BF1937"/>
    <w:rsid w:val="00BF1BEB"/>
    <w:rsid w:val="00BF2670"/>
    <w:rsid w:val="00BF293F"/>
    <w:rsid w:val="00BF3613"/>
    <w:rsid w:val="00BF4A2E"/>
    <w:rsid w:val="00BF4E72"/>
    <w:rsid w:val="00BF5276"/>
    <w:rsid w:val="00BF5450"/>
    <w:rsid w:val="00BF56BA"/>
    <w:rsid w:val="00BF578E"/>
    <w:rsid w:val="00BF622C"/>
    <w:rsid w:val="00BF6807"/>
    <w:rsid w:val="00BF71C3"/>
    <w:rsid w:val="00C000CA"/>
    <w:rsid w:val="00C00787"/>
    <w:rsid w:val="00C01433"/>
    <w:rsid w:val="00C01FAF"/>
    <w:rsid w:val="00C02709"/>
    <w:rsid w:val="00C02B99"/>
    <w:rsid w:val="00C03D69"/>
    <w:rsid w:val="00C048E5"/>
    <w:rsid w:val="00C04A18"/>
    <w:rsid w:val="00C0682F"/>
    <w:rsid w:val="00C0689B"/>
    <w:rsid w:val="00C06B40"/>
    <w:rsid w:val="00C06DE1"/>
    <w:rsid w:val="00C07074"/>
    <w:rsid w:val="00C07343"/>
    <w:rsid w:val="00C078A7"/>
    <w:rsid w:val="00C07BCD"/>
    <w:rsid w:val="00C07E2D"/>
    <w:rsid w:val="00C10136"/>
    <w:rsid w:val="00C10871"/>
    <w:rsid w:val="00C11DD1"/>
    <w:rsid w:val="00C128EC"/>
    <w:rsid w:val="00C141A3"/>
    <w:rsid w:val="00C146C9"/>
    <w:rsid w:val="00C1471A"/>
    <w:rsid w:val="00C1569C"/>
    <w:rsid w:val="00C17008"/>
    <w:rsid w:val="00C173E5"/>
    <w:rsid w:val="00C20775"/>
    <w:rsid w:val="00C20776"/>
    <w:rsid w:val="00C214D9"/>
    <w:rsid w:val="00C215D4"/>
    <w:rsid w:val="00C21BED"/>
    <w:rsid w:val="00C228AA"/>
    <w:rsid w:val="00C23402"/>
    <w:rsid w:val="00C234DE"/>
    <w:rsid w:val="00C2376F"/>
    <w:rsid w:val="00C24805"/>
    <w:rsid w:val="00C273C2"/>
    <w:rsid w:val="00C27B10"/>
    <w:rsid w:val="00C27FF3"/>
    <w:rsid w:val="00C30210"/>
    <w:rsid w:val="00C30F45"/>
    <w:rsid w:val="00C313B8"/>
    <w:rsid w:val="00C313E4"/>
    <w:rsid w:val="00C3171D"/>
    <w:rsid w:val="00C3177B"/>
    <w:rsid w:val="00C3190F"/>
    <w:rsid w:val="00C31B14"/>
    <w:rsid w:val="00C333E8"/>
    <w:rsid w:val="00C34B22"/>
    <w:rsid w:val="00C351D8"/>
    <w:rsid w:val="00C35C8B"/>
    <w:rsid w:val="00C36042"/>
    <w:rsid w:val="00C369BB"/>
    <w:rsid w:val="00C37499"/>
    <w:rsid w:val="00C377B5"/>
    <w:rsid w:val="00C40C94"/>
    <w:rsid w:val="00C416A6"/>
    <w:rsid w:val="00C41B13"/>
    <w:rsid w:val="00C41B8E"/>
    <w:rsid w:val="00C41B9E"/>
    <w:rsid w:val="00C427DB"/>
    <w:rsid w:val="00C42E07"/>
    <w:rsid w:val="00C43119"/>
    <w:rsid w:val="00C433EF"/>
    <w:rsid w:val="00C44850"/>
    <w:rsid w:val="00C458D1"/>
    <w:rsid w:val="00C45FB8"/>
    <w:rsid w:val="00C46679"/>
    <w:rsid w:val="00C4777B"/>
    <w:rsid w:val="00C47969"/>
    <w:rsid w:val="00C50224"/>
    <w:rsid w:val="00C51130"/>
    <w:rsid w:val="00C51AEE"/>
    <w:rsid w:val="00C51D12"/>
    <w:rsid w:val="00C51EE0"/>
    <w:rsid w:val="00C52573"/>
    <w:rsid w:val="00C52A4E"/>
    <w:rsid w:val="00C533CE"/>
    <w:rsid w:val="00C54604"/>
    <w:rsid w:val="00C5537C"/>
    <w:rsid w:val="00C56015"/>
    <w:rsid w:val="00C56B38"/>
    <w:rsid w:val="00C57ABB"/>
    <w:rsid w:val="00C60063"/>
    <w:rsid w:val="00C6028B"/>
    <w:rsid w:val="00C60526"/>
    <w:rsid w:val="00C61185"/>
    <w:rsid w:val="00C6122F"/>
    <w:rsid w:val="00C615BA"/>
    <w:rsid w:val="00C63810"/>
    <w:rsid w:val="00C63E79"/>
    <w:rsid w:val="00C64819"/>
    <w:rsid w:val="00C64C11"/>
    <w:rsid w:val="00C64E07"/>
    <w:rsid w:val="00C65138"/>
    <w:rsid w:val="00C6545B"/>
    <w:rsid w:val="00C6555C"/>
    <w:rsid w:val="00C667CD"/>
    <w:rsid w:val="00C66D0F"/>
    <w:rsid w:val="00C66EA5"/>
    <w:rsid w:val="00C67396"/>
    <w:rsid w:val="00C67980"/>
    <w:rsid w:val="00C70B9C"/>
    <w:rsid w:val="00C729D8"/>
    <w:rsid w:val="00C72DA1"/>
    <w:rsid w:val="00C731B0"/>
    <w:rsid w:val="00C736D9"/>
    <w:rsid w:val="00C73BCA"/>
    <w:rsid w:val="00C74D8A"/>
    <w:rsid w:val="00C75196"/>
    <w:rsid w:val="00C7547B"/>
    <w:rsid w:val="00C75B16"/>
    <w:rsid w:val="00C76C85"/>
    <w:rsid w:val="00C76CF0"/>
    <w:rsid w:val="00C77651"/>
    <w:rsid w:val="00C80960"/>
    <w:rsid w:val="00C80DFC"/>
    <w:rsid w:val="00C81A2D"/>
    <w:rsid w:val="00C81FCA"/>
    <w:rsid w:val="00C82823"/>
    <w:rsid w:val="00C82AF1"/>
    <w:rsid w:val="00C82DE2"/>
    <w:rsid w:val="00C833B2"/>
    <w:rsid w:val="00C83A32"/>
    <w:rsid w:val="00C83BEE"/>
    <w:rsid w:val="00C83E44"/>
    <w:rsid w:val="00C85020"/>
    <w:rsid w:val="00C85640"/>
    <w:rsid w:val="00C8579E"/>
    <w:rsid w:val="00C86904"/>
    <w:rsid w:val="00C878E4"/>
    <w:rsid w:val="00C87FA9"/>
    <w:rsid w:val="00C9054B"/>
    <w:rsid w:val="00C90D2C"/>
    <w:rsid w:val="00C91F7A"/>
    <w:rsid w:val="00C92083"/>
    <w:rsid w:val="00C920D9"/>
    <w:rsid w:val="00C939AB"/>
    <w:rsid w:val="00C93C4C"/>
    <w:rsid w:val="00C94D64"/>
    <w:rsid w:val="00C95E9B"/>
    <w:rsid w:val="00C963CB"/>
    <w:rsid w:val="00C97417"/>
    <w:rsid w:val="00C97863"/>
    <w:rsid w:val="00CA1236"/>
    <w:rsid w:val="00CA2300"/>
    <w:rsid w:val="00CA300B"/>
    <w:rsid w:val="00CA3446"/>
    <w:rsid w:val="00CA38E0"/>
    <w:rsid w:val="00CA3E56"/>
    <w:rsid w:val="00CA4284"/>
    <w:rsid w:val="00CA471E"/>
    <w:rsid w:val="00CA5778"/>
    <w:rsid w:val="00CA5FB4"/>
    <w:rsid w:val="00CA7D14"/>
    <w:rsid w:val="00CA7D16"/>
    <w:rsid w:val="00CB0734"/>
    <w:rsid w:val="00CB17C2"/>
    <w:rsid w:val="00CB1D68"/>
    <w:rsid w:val="00CB2451"/>
    <w:rsid w:val="00CB30D6"/>
    <w:rsid w:val="00CB3D34"/>
    <w:rsid w:val="00CB4D81"/>
    <w:rsid w:val="00CB51E1"/>
    <w:rsid w:val="00CB5BDB"/>
    <w:rsid w:val="00CB61ED"/>
    <w:rsid w:val="00CB6385"/>
    <w:rsid w:val="00CB64B0"/>
    <w:rsid w:val="00CB69B2"/>
    <w:rsid w:val="00CB6B4A"/>
    <w:rsid w:val="00CB6FAE"/>
    <w:rsid w:val="00CB704F"/>
    <w:rsid w:val="00CB70EF"/>
    <w:rsid w:val="00CC059D"/>
    <w:rsid w:val="00CC0B02"/>
    <w:rsid w:val="00CC0D3C"/>
    <w:rsid w:val="00CC1560"/>
    <w:rsid w:val="00CC16F4"/>
    <w:rsid w:val="00CC1B30"/>
    <w:rsid w:val="00CC1F5D"/>
    <w:rsid w:val="00CC25FF"/>
    <w:rsid w:val="00CC3ADC"/>
    <w:rsid w:val="00CC45F9"/>
    <w:rsid w:val="00CC6286"/>
    <w:rsid w:val="00CC6F15"/>
    <w:rsid w:val="00CC740B"/>
    <w:rsid w:val="00CC784B"/>
    <w:rsid w:val="00CD0DA2"/>
    <w:rsid w:val="00CD0DCD"/>
    <w:rsid w:val="00CD0EC8"/>
    <w:rsid w:val="00CD1093"/>
    <w:rsid w:val="00CD14B3"/>
    <w:rsid w:val="00CD1BA6"/>
    <w:rsid w:val="00CD1C32"/>
    <w:rsid w:val="00CD2511"/>
    <w:rsid w:val="00CD331A"/>
    <w:rsid w:val="00CD33B2"/>
    <w:rsid w:val="00CD3B22"/>
    <w:rsid w:val="00CD4F17"/>
    <w:rsid w:val="00CD5561"/>
    <w:rsid w:val="00CD57D2"/>
    <w:rsid w:val="00CD5C9E"/>
    <w:rsid w:val="00CD66B5"/>
    <w:rsid w:val="00CD6BAA"/>
    <w:rsid w:val="00CD6FB8"/>
    <w:rsid w:val="00CD6FC1"/>
    <w:rsid w:val="00CD7F1D"/>
    <w:rsid w:val="00CE0540"/>
    <w:rsid w:val="00CE0619"/>
    <w:rsid w:val="00CE0C35"/>
    <w:rsid w:val="00CE13D4"/>
    <w:rsid w:val="00CE1C03"/>
    <w:rsid w:val="00CE2091"/>
    <w:rsid w:val="00CE218D"/>
    <w:rsid w:val="00CE220B"/>
    <w:rsid w:val="00CE253A"/>
    <w:rsid w:val="00CE3185"/>
    <w:rsid w:val="00CE354B"/>
    <w:rsid w:val="00CE3C08"/>
    <w:rsid w:val="00CE3CE2"/>
    <w:rsid w:val="00CE468A"/>
    <w:rsid w:val="00CE588E"/>
    <w:rsid w:val="00CE7973"/>
    <w:rsid w:val="00CE79DB"/>
    <w:rsid w:val="00CF0C96"/>
    <w:rsid w:val="00CF2B9E"/>
    <w:rsid w:val="00CF393F"/>
    <w:rsid w:val="00CF54B3"/>
    <w:rsid w:val="00CF58B0"/>
    <w:rsid w:val="00D00475"/>
    <w:rsid w:val="00D0088B"/>
    <w:rsid w:val="00D01CDD"/>
    <w:rsid w:val="00D02086"/>
    <w:rsid w:val="00D0365D"/>
    <w:rsid w:val="00D03FCE"/>
    <w:rsid w:val="00D04773"/>
    <w:rsid w:val="00D04811"/>
    <w:rsid w:val="00D04F4D"/>
    <w:rsid w:val="00D0518E"/>
    <w:rsid w:val="00D05796"/>
    <w:rsid w:val="00D05D5C"/>
    <w:rsid w:val="00D06B89"/>
    <w:rsid w:val="00D07962"/>
    <w:rsid w:val="00D07D2E"/>
    <w:rsid w:val="00D07D96"/>
    <w:rsid w:val="00D07F5B"/>
    <w:rsid w:val="00D10032"/>
    <w:rsid w:val="00D101AA"/>
    <w:rsid w:val="00D10A16"/>
    <w:rsid w:val="00D12479"/>
    <w:rsid w:val="00D127AB"/>
    <w:rsid w:val="00D12B25"/>
    <w:rsid w:val="00D13559"/>
    <w:rsid w:val="00D143FC"/>
    <w:rsid w:val="00D14746"/>
    <w:rsid w:val="00D14E23"/>
    <w:rsid w:val="00D14EFA"/>
    <w:rsid w:val="00D15778"/>
    <w:rsid w:val="00D175FD"/>
    <w:rsid w:val="00D20835"/>
    <w:rsid w:val="00D20A04"/>
    <w:rsid w:val="00D2104C"/>
    <w:rsid w:val="00D2127C"/>
    <w:rsid w:val="00D219BC"/>
    <w:rsid w:val="00D21F31"/>
    <w:rsid w:val="00D23254"/>
    <w:rsid w:val="00D25555"/>
    <w:rsid w:val="00D25E83"/>
    <w:rsid w:val="00D26515"/>
    <w:rsid w:val="00D269AA"/>
    <w:rsid w:val="00D2723B"/>
    <w:rsid w:val="00D274B3"/>
    <w:rsid w:val="00D27CCA"/>
    <w:rsid w:val="00D3079F"/>
    <w:rsid w:val="00D3088B"/>
    <w:rsid w:val="00D3126F"/>
    <w:rsid w:val="00D3175E"/>
    <w:rsid w:val="00D31FF0"/>
    <w:rsid w:val="00D325BB"/>
    <w:rsid w:val="00D32614"/>
    <w:rsid w:val="00D33FED"/>
    <w:rsid w:val="00D35208"/>
    <w:rsid w:val="00D35501"/>
    <w:rsid w:val="00D35FD9"/>
    <w:rsid w:val="00D3731E"/>
    <w:rsid w:val="00D37D66"/>
    <w:rsid w:val="00D40A8D"/>
    <w:rsid w:val="00D40E7F"/>
    <w:rsid w:val="00D413A3"/>
    <w:rsid w:val="00D4144F"/>
    <w:rsid w:val="00D419A8"/>
    <w:rsid w:val="00D41F2E"/>
    <w:rsid w:val="00D428CC"/>
    <w:rsid w:val="00D42C85"/>
    <w:rsid w:val="00D43026"/>
    <w:rsid w:val="00D43C87"/>
    <w:rsid w:val="00D43E7E"/>
    <w:rsid w:val="00D45CA9"/>
    <w:rsid w:val="00D45F6A"/>
    <w:rsid w:val="00D46B56"/>
    <w:rsid w:val="00D476C5"/>
    <w:rsid w:val="00D47DAE"/>
    <w:rsid w:val="00D47F1A"/>
    <w:rsid w:val="00D47F1B"/>
    <w:rsid w:val="00D5017A"/>
    <w:rsid w:val="00D50F0A"/>
    <w:rsid w:val="00D50F67"/>
    <w:rsid w:val="00D51626"/>
    <w:rsid w:val="00D51C7D"/>
    <w:rsid w:val="00D51DF8"/>
    <w:rsid w:val="00D53588"/>
    <w:rsid w:val="00D53B47"/>
    <w:rsid w:val="00D53BDE"/>
    <w:rsid w:val="00D53C72"/>
    <w:rsid w:val="00D53CD4"/>
    <w:rsid w:val="00D54F03"/>
    <w:rsid w:val="00D550E6"/>
    <w:rsid w:val="00D55CCB"/>
    <w:rsid w:val="00D561DA"/>
    <w:rsid w:val="00D57C63"/>
    <w:rsid w:val="00D57E60"/>
    <w:rsid w:val="00D608E6"/>
    <w:rsid w:val="00D60C4F"/>
    <w:rsid w:val="00D60CFF"/>
    <w:rsid w:val="00D610E5"/>
    <w:rsid w:val="00D6111D"/>
    <w:rsid w:val="00D61BEF"/>
    <w:rsid w:val="00D62567"/>
    <w:rsid w:val="00D635FD"/>
    <w:rsid w:val="00D64716"/>
    <w:rsid w:val="00D64ACB"/>
    <w:rsid w:val="00D64C48"/>
    <w:rsid w:val="00D652A4"/>
    <w:rsid w:val="00D65343"/>
    <w:rsid w:val="00D669E3"/>
    <w:rsid w:val="00D66C65"/>
    <w:rsid w:val="00D67031"/>
    <w:rsid w:val="00D67033"/>
    <w:rsid w:val="00D67046"/>
    <w:rsid w:val="00D67286"/>
    <w:rsid w:val="00D67FF4"/>
    <w:rsid w:val="00D707B3"/>
    <w:rsid w:val="00D70EA5"/>
    <w:rsid w:val="00D71458"/>
    <w:rsid w:val="00D717E4"/>
    <w:rsid w:val="00D73793"/>
    <w:rsid w:val="00D73AEE"/>
    <w:rsid w:val="00D73DC9"/>
    <w:rsid w:val="00D7412D"/>
    <w:rsid w:val="00D74482"/>
    <w:rsid w:val="00D749C8"/>
    <w:rsid w:val="00D74EC9"/>
    <w:rsid w:val="00D7546E"/>
    <w:rsid w:val="00D75CA9"/>
    <w:rsid w:val="00D7631C"/>
    <w:rsid w:val="00D76701"/>
    <w:rsid w:val="00D76E4D"/>
    <w:rsid w:val="00D77343"/>
    <w:rsid w:val="00D77D06"/>
    <w:rsid w:val="00D77EFD"/>
    <w:rsid w:val="00D82D3A"/>
    <w:rsid w:val="00D83EF3"/>
    <w:rsid w:val="00D84814"/>
    <w:rsid w:val="00D84E41"/>
    <w:rsid w:val="00D8540C"/>
    <w:rsid w:val="00D85434"/>
    <w:rsid w:val="00D85DAE"/>
    <w:rsid w:val="00D85E62"/>
    <w:rsid w:val="00D8625A"/>
    <w:rsid w:val="00D863D2"/>
    <w:rsid w:val="00D8680E"/>
    <w:rsid w:val="00D86AA8"/>
    <w:rsid w:val="00D86EE3"/>
    <w:rsid w:val="00D87329"/>
    <w:rsid w:val="00D87DE3"/>
    <w:rsid w:val="00D87EC3"/>
    <w:rsid w:val="00D907FC"/>
    <w:rsid w:val="00D9091A"/>
    <w:rsid w:val="00D90DCE"/>
    <w:rsid w:val="00D90DE5"/>
    <w:rsid w:val="00D92141"/>
    <w:rsid w:val="00D92B44"/>
    <w:rsid w:val="00D9370A"/>
    <w:rsid w:val="00D93909"/>
    <w:rsid w:val="00D93C2A"/>
    <w:rsid w:val="00D94D53"/>
    <w:rsid w:val="00D951AF"/>
    <w:rsid w:val="00D959B0"/>
    <w:rsid w:val="00D95EBF"/>
    <w:rsid w:val="00D96252"/>
    <w:rsid w:val="00D96C75"/>
    <w:rsid w:val="00D97C7F"/>
    <w:rsid w:val="00DA013B"/>
    <w:rsid w:val="00DA0E44"/>
    <w:rsid w:val="00DA22B8"/>
    <w:rsid w:val="00DA2367"/>
    <w:rsid w:val="00DA25F0"/>
    <w:rsid w:val="00DA338A"/>
    <w:rsid w:val="00DA3DB8"/>
    <w:rsid w:val="00DA3DFB"/>
    <w:rsid w:val="00DA63AF"/>
    <w:rsid w:val="00DA6725"/>
    <w:rsid w:val="00DA7455"/>
    <w:rsid w:val="00DA7FC0"/>
    <w:rsid w:val="00DB01DE"/>
    <w:rsid w:val="00DB074F"/>
    <w:rsid w:val="00DB122D"/>
    <w:rsid w:val="00DB15D5"/>
    <w:rsid w:val="00DB1823"/>
    <w:rsid w:val="00DB2AD7"/>
    <w:rsid w:val="00DB35EF"/>
    <w:rsid w:val="00DB3BD4"/>
    <w:rsid w:val="00DB572E"/>
    <w:rsid w:val="00DB6054"/>
    <w:rsid w:val="00DB61AF"/>
    <w:rsid w:val="00DB6DF8"/>
    <w:rsid w:val="00DB73D9"/>
    <w:rsid w:val="00DB76C8"/>
    <w:rsid w:val="00DC034C"/>
    <w:rsid w:val="00DC04E9"/>
    <w:rsid w:val="00DC15DB"/>
    <w:rsid w:val="00DC2930"/>
    <w:rsid w:val="00DC321D"/>
    <w:rsid w:val="00DC3267"/>
    <w:rsid w:val="00DC40DB"/>
    <w:rsid w:val="00DC4900"/>
    <w:rsid w:val="00DC4A1F"/>
    <w:rsid w:val="00DC4DC9"/>
    <w:rsid w:val="00DC50C9"/>
    <w:rsid w:val="00DC5608"/>
    <w:rsid w:val="00DC5AAF"/>
    <w:rsid w:val="00DC5B60"/>
    <w:rsid w:val="00DC5FD6"/>
    <w:rsid w:val="00DC6A22"/>
    <w:rsid w:val="00DC6E63"/>
    <w:rsid w:val="00DC6E6E"/>
    <w:rsid w:val="00DD005E"/>
    <w:rsid w:val="00DD0511"/>
    <w:rsid w:val="00DD1996"/>
    <w:rsid w:val="00DD1FE5"/>
    <w:rsid w:val="00DD260F"/>
    <w:rsid w:val="00DD2C05"/>
    <w:rsid w:val="00DD422C"/>
    <w:rsid w:val="00DD42C8"/>
    <w:rsid w:val="00DD5472"/>
    <w:rsid w:val="00DD5E7B"/>
    <w:rsid w:val="00DD7E89"/>
    <w:rsid w:val="00DE09EC"/>
    <w:rsid w:val="00DE1127"/>
    <w:rsid w:val="00DE3AD6"/>
    <w:rsid w:val="00DE42E9"/>
    <w:rsid w:val="00DE54A8"/>
    <w:rsid w:val="00DE578C"/>
    <w:rsid w:val="00DE73B5"/>
    <w:rsid w:val="00DE7D2D"/>
    <w:rsid w:val="00DF0746"/>
    <w:rsid w:val="00DF0FC8"/>
    <w:rsid w:val="00DF1DA5"/>
    <w:rsid w:val="00DF22EE"/>
    <w:rsid w:val="00DF2AE0"/>
    <w:rsid w:val="00DF2C48"/>
    <w:rsid w:val="00DF372F"/>
    <w:rsid w:val="00DF3C89"/>
    <w:rsid w:val="00DF40E0"/>
    <w:rsid w:val="00DF4316"/>
    <w:rsid w:val="00DF44B5"/>
    <w:rsid w:val="00DF4AAB"/>
    <w:rsid w:val="00DF4DD3"/>
    <w:rsid w:val="00DF4EDE"/>
    <w:rsid w:val="00DF5507"/>
    <w:rsid w:val="00DF6890"/>
    <w:rsid w:val="00DF6CC1"/>
    <w:rsid w:val="00E002A0"/>
    <w:rsid w:val="00E00F8D"/>
    <w:rsid w:val="00E01470"/>
    <w:rsid w:val="00E01A56"/>
    <w:rsid w:val="00E0217E"/>
    <w:rsid w:val="00E02249"/>
    <w:rsid w:val="00E03887"/>
    <w:rsid w:val="00E03E72"/>
    <w:rsid w:val="00E042E4"/>
    <w:rsid w:val="00E04DB3"/>
    <w:rsid w:val="00E04EAF"/>
    <w:rsid w:val="00E0551F"/>
    <w:rsid w:val="00E06683"/>
    <w:rsid w:val="00E069A3"/>
    <w:rsid w:val="00E06C34"/>
    <w:rsid w:val="00E07154"/>
    <w:rsid w:val="00E076C0"/>
    <w:rsid w:val="00E07AFC"/>
    <w:rsid w:val="00E07C37"/>
    <w:rsid w:val="00E07D3B"/>
    <w:rsid w:val="00E10265"/>
    <w:rsid w:val="00E10AB3"/>
    <w:rsid w:val="00E10BAB"/>
    <w:rsid w:val="00E110DE"/>
    <w:rsid w:val="00E115A2"/>
    <w:rsid w:val="00E11E2F"/>
    <w:rsid w:val="00E11EB5"/>
    <w:rsid w:val="00E11FDC"/>
    <w:rsid w:val="00E1213A"/>
    <w:rsid w:val="00E132C5"/>
    <w:rsid w:val="00E1352C"/>
    <w:rsid w:val="00E1362D"/>
    <w:rsid w:val="00E13CBD"/>
    <w:rsid w:val="00E13D62"/>
    <w:rsid w:val="00E1482E"/>
    <w:rsid w:val="00E149AD"/>
    <w:rsid w:val="00E15067"/>
    <w:rsid w:val="00E15544"/>
    <w:rsid w:val="00E17136"/>
    <w:rsid w:val="00E20067"/>
    <w:rsid w:val="00E21500"/>
    <w:rsid w:val="00E21FDD"/>
    <w:rsid w:val="00E21FE5"/>
    <w:rsid w:val="00E221F8"/>
    <w:rsid w:val="00E22F9B"/>
    <w:rsid w:val="00E23199"/>
    <w:rsid w:val="00E2421F"/>
    <w:rsid w:val="00E25211"/>
    <w:rsid w:val="00E25FF0"/>
    <w:rsid w:val="00E27D5C"/>
    <w:rsid w:val="00E303CA"/>
    <w:rsid w:val="00E30B5B"/>
    <w:rsid w:val="00E30F5C"/>
    <w:rsid w:val="00E31848"/>
    <w:rsid w:val="00E3288D"/>
    <w:rsid w:val="00E329C6"/>
    <w:rsid w:val="00E32D4C"/>
    <w:rsid w:val="00E334B2"/>
    <w:rsid w:val="00E35ABF"/>
    <w:rsid w:val="00E362D7"/>
    <w:rsid w:val="00E377F4"/>
    <w:rsid w:val="00E37EED"/>
    <w:rsid w:val="00E40F81"/>
    <w:rsid w:val="00E41761"/>
    <w:rsid w:val="00E42AB7"/>
    <w:rsid w:val="00E4353F"/>
    <w:rsid w:val="00E44FB9"/>
    <w:rsid w:val="00E45232"/>
    <w:rsid w:val="00E46771"/>
    <w:rsid w:val="00E47073"/>
    <w:rsid w:val="00E47805"/>
    <w:rsid w:val="00E50380"/>
    <w:rsid w:val="00E506F5"/>
    <w:rsid w:val="00E50A09"/>
    <w:rsid w:val="00E517F2"/>
    <w:rsid w:val="00E51FA9"/>
    <w:rsid w:val="00E52C7C"/>
    <w:rsid w:val="00E533BD"/>
    <w:rsid w:val="00E55132"/>
    <w:rsid w:val="00E55519"/>
    <w:rsid w:val="00E5581E"/>
    <w:rsid w:val="00E5662C"/>
    <w:rsid w:val="00E56F7E"/>
    <w:rsid w:val="00E57A5E"/>
    <w:rsid w:val="00E57F8A"/>
    <w:rsid w:val="00E60FC4"/>
    <w:rsid w:val="00E62B35"/>
    <w:rsid w:val="00E634A8"/>
    <w:rsid w:val="00E648B9"/>
    <w:rsid w:val="00E649EA"/>
    <w:rsid w:val="00E65154"/>
    <w:rsid w:val="00E6552A"/>
    <w:rsid w:val="00E66430"/>
    <w:rsid w:val="00E66D41"/>
    <w:rsid w:val="00E67E92"/>
    <w:rsid w:val="00E70632"/>
    <w:rsid w:val="00E70C37"/>
    <w:rsid w:val="00E71305"/>
    <w:rsid w:val="00E71AF7"/>
    <w:rsid w:val="00E72677"/>
    <w:rsid w:val="00E72AF4"/>
    <w:rsid w:val="00E72D53"/>
    <w:rsid w:val="00E7388F"/>
    <w:rsid w:val="00E73E30"/>
    <w:rsid w:val="00E73E84"/>
    <w:rsid w:val="00E7578F"/>
    <w:rsid w:val="00E75933"/>
    <w:rsid w:val="00E759D2"/>
    <w:rsid w:val="00E76925"/>
    <w:rsid w:val="00E76DE8"/>
    <w:rsid w:val="00E81087"/>
    <w:rsid w:val="00E8182E"/>
    <w:rsid w:val="00E81F86"/>
    <w:rsid w:val="00E834A2"/>
    <w:rsid w:val="00E84401"/>
    <w:rsid w:val="00E8475E"/>
    <w:rsid w:val="00E84CB9"/>
    <w:rsid w:val="00E856CC"/>
    <w:rsid w:val="00E8675F"/>
    <w:rsid w:val="00E86888"/>
    <w:rsid w:val="00E86EFE"/>
    <w:rsid w:val="00E87474"/>
    <w:rsid w:val="00E87B95"/>
    <w:rsid w:val="00E87C63"/>
    <w:rsid w:val="00E90345"/>
    <w:rsid w:val="00E91266"/>
    <w:rsid w:val="00E912B7"/>
    <w:rsid w:val="00E91300"/>
    <w:rsid w:val="00E91D3F"/>
    <w:rsid w:val="00E9282F"/>
    <w:rsid w:val="00E92D9D"/>
    <w:rsid w:val="00E92F3E"/>
    <w:rsid w:val="00E93824"/>
    <w:rsid w:val="00E9393A"/>
    <w:rsid w:val="00E93AAE"/>
    <w:rsid w:val="00E94248"/>
    <w:rsid w:val="00E943AB"/>
    <w:rsid w:val="00E94B90"/>
    <w:rsid w:val="00E955E3"/>
    <w:rsid w:val="00E95C53"/>
    <w:rsid w:val="00E96121"/>
    <w:rsid w:val="00E97F8E"/>
    <w:rsid w:val="00EA14A6"/>
    <w:rsid w:val="00EA186A"/>
    <w:rsid w:val="00EA26CE"/>
    <w:rsid w:val="00EA28B3"/>
    <w:rsid w:val="00EA34F9"/>
    <w:rsid w:val="00EA3501"/>
    <w:rsid w:val="00EA3622"/>
    <w:rsid w:val="00EA399A"/>
    <w:rsid w:val="00EA4156"/>
    <w:rsid w:val="00EA4EBA"/>
    <w:rsid w:val="00EA5496"/>
    <w:rsid w:val="00EA5AAB"/>
    <w:rsid w:val="00EA677A"/>
    <w:rsid w:val="00EA7CF8"/>
    <w:rsid w:val="00EB00B3"/>
    <w:rsid w:val="00EB0565"/>
    <w:rsid w:val="00EB0CAE"/>
    <w:rsid w:val="00EB136E"/>
    <w:rsid w:val="00EB1A4C"/>
    <w:rsid w:val="00EB1D2B"/>
    <w:rsid w:val="00EB2579"/>
    <w:rsid w:val="00EB2F19"/>
    <w:rsid w:val="00EB4A09"/>
    <w:rsid w:val="00EB4C12"/>
    <w:rsid w:val="00EB502C"/>
    <w:rsid w:val="00EB511A"/>
    <w:rsid w:val="00EB5121"/>
    <w:rsid w:val="00EB5563"/>
    <w:rsid w:val="00EB7194"/>
    <w:rsid w:val="00EB76AF"/>
    <w:rsid w:val="00EB7DEA"/>
    <w:rsid w:val="00EC014A"/>
    <w:rsid w:val="00EC2290"/>
    <w:rsid w:val="00EC2933"/>
    <w:rsid w:val="00EC3DF0"/>
    <w:rsid w:val="00EC43AB"/>
    <w:rsid w:val="00EC527A"/>
    <w:rsid w:val="00EC58F0"/>
    <w:rsid w:val="00EC5A51"/>
    <w:rsid w:val="00EC6E45"/>
    <w:rsid w:val="00EC71A6"/>
    <w:rsid w:val="00EC7AC0"/>
    <w:rsid w:val="00EC7BD0"/>
    <w:rsid w:val="00ED03C6"/>
    <w:rsid w:val="00ED05BF"/>
    <w:rsid w:val="00ED0A30"/>
    <w:rsid w:val="00ED0D54"/>
    <w:rsid w:val="00ED0E82"/>
    <w:rsid w:val="00ED0F65"/>
    <w:rsid w:val="00ED1024"/>
    <w:rsid w:val="00ED13F5"/>
    <w:rsid w:val="00ED18E6"/>
    <w:rsid w:val="00ED2043"/>
    <w:rsid w:val="00ED3878"/>
    <w:rsid w:val="00ED4144"/>
    <w:rsid w:val="00ED4274"/>
    <w:rsid w:val="00ED4DBE"/>
    <w:rsid w:val="00ED53BE"/>
    <w:rsid w:val="00ED5FFF"/>
    <w:rsid w:val="00ED6918"/>
    <w:rsid w:val="00ED7042"/>
    <w:rsid w:val="00ED7B63"/>
    <w:rsid w:val="00ED7C1D"/>
    <w:rsid w:val="00EE1315"/>
    <w:rsid w:val="00EE1DD0"/>
    <w:rsid w:val="00EE2B4A"/>
    <w:rsid w:val="00EE2FB6"/>
    <w:rsid w:val="00EE38B9"/>
    <w:rsid w:val="00EE3B64"/>
    <w:rsid w:val="00EE4332"/>
    <w:rsid w:val="00EE4E71"/>
    <w:rsid w:val="00EE5237"/>
    <w:rsid w:val="00EE56BA"/>
    <w:rsid w:val="00EE5C89"/>
    <w:rsid w:val="00EE5E12"/>
    <w:rsid w:val="00EE67B2"/>
    <w:rsid w:val="00EE6A38"/>
    <w:rsid w:val="00EE6F41"/>
    <w:rsid w:val="00EE702F"/>
    <w:rsid w:val="00EE74D8"/>
    <w:rsid w:val="00EE7961"/>
    <w:rsid w:val="00EF090A"/>
    <w:rsid w:val="00EF153B"/>
    <w:rsid w:val="00EF1FE3"/>
    <w:rsid w:val="00EF21B9"/>
    <w:rsid w:val="00EF2230"/>
    <w:rsid w:val="00EF2411"/>
    <w:rsid w:val="00EF2FF1"/>
    <w:rsid w:val="00EF3BAE"/>
    <w:rsid w:val="00EF3E96"/>
    <w:rsid w:val="00EF463A"/>
    <w:rsid w:val="00EF4652"/>
    <w:rsid w:val="00EF47A3"/>
    <w:rsid w:val="00EF53FB"/>
    <w:rsid w:val="00EF5A23"/>
    <w:rsid w:val="00EF5E0B"/>
    <w:rsid w:val="00EF6640"/>
    <w:rsid w:val="00EF6717"/>
    <w:rsid w:val="00F001E3"/>
    <w:rsid w:val="00F00896"/>
    <w:rsid w:val="00F012B6"/>
    <w:rsid w:val="00F0152C"/>
    <w:rsid w:val="00F01619"/>
    <w:rsid w:val="00F019B7"/>
    <w:rsid w:val="00F01E0E"/>
    <w:rsid w:val="00F0217A"/>
    <w:rsid w:val="00F03115"/>
    <w:rsid w:val="00F04311"/>
    <w:rsid w:val="00F0499F"/>
    <w:rsid w:val="00F04F64"/>
    <w:rsid w:val="00F05835"/>
    <w:rsid w:val="00F05978"/>
    <w:rsid w:val="00F07270"/>
    <w:rsid w:val="00F07BBC"/>
    <w:rsid w:val="00F07C7E"/>
    <w:rsid w:val="00F10B3C"/>
    <w:rsid w:val="00F11087"/>
    <w:rsid w:val="00F12884"/>
    <w:rsid w:val="00F13EEE"/>
    <w:rsid w:val="00F13F4F"/>
    <w:rsid w:val="00F14E60"/>
    <w:rsid w:val="00F15402"/>
    <w:rsid w:val="00F15671"/>
    <w:rsid w:val="00F162D0"/>
    <w:rsid w:val="00F166A3"/>
    <w:rsid w:val="00F17067"/>
    <w:rsid w:val="00F20393"/>
    <w:rsid w:val="00F21D6A"/>
    <w:rsid w:val="00F21E8A"/>
    <w:rsid w:val="00F221C5"/>
    <w:rsid w:val="00F2233B"/>
    <w:rsid w:val="00F226F1"/>
    <w:rsid w:val="00F2286E"/>
    <w:rsid w:val="00F23A36"/>
    <w:rsid w:val="00F243DB"/>
    <w:rsid w:val="00F24709"/>
    <w:rsid w:val="00F252D2"/>
    <w:rsid w:val="00F254EF"/>
    <w:rsid w:val="00F268E1"/>
    <w:rsid w:val="00F27308"/>
    <w:rsid w:val="00F27DCC"/>
    <w:rsid w:val="00F31084"/>
    <w:rsid w:val="00F31535"/>
    <w:rsid w:val="00F31861"/>
    <w:rsid w:val="00F32CD8"/>
    <w:rsid w:val="00F331BD"/>
    <w:rsid w:val="00F33D74"/>
    <w:rsid w:val="00F34085"/>
    <w:rsid w:val="00F34632"/>
    <w:rsid w:val="00F353E2"/>
    <w:rsid w:val="00F36BBC"/>
    <w:rsid w:val="00F37874"/>
    <w:rsid w:val="00F40BB4"/>
    <w:rsid w:val="00F40E5A"/>
    <w:rsid w:val="00F41053"/>
    <w:rsid w:val="00F421AD"/>
    <w:rsid w:val="00F42289"/>
    <w:rsid w:val="00F42694"/>
    <w:rsid w:val="00F43200"/>
    <w:rsid w:val="00F4380B"/>
    <w:rsid w:val="00F43AE4"/>
    <w:rsid w:val="00F44929"/>
    <w:rsid w:val="00F4512D"/>
    <w:rsid w:val="00F45BB3"/>
    <w:rsid w:val="00F46DAA"/>
    <w:rsid w:val="00F473FD"/>
    <w:rsid w:val="00F478E8"/>
    <w:rsid w:val="00F47D9E"/>
    <w:rsid w:val="00F50EA6"/>
    <w:rsid w:val="00F5116D"/>
    <w:rsid w:val="00F5243A"/>
    <w:rsid w:val="00F532BD"/>
    <w:rsid w:val="00F539BF"/>
    <w:rsid w:val="00F53B7C"/>
    <w:rsid w:val="00F53FE2"/>
    <w:rsid w:val="00F54900"/>
    <w:rsid w:val="00F54D30"/>
    <w:rsid w:val="00F54D53"/>
    <w:rsid w:val="00F5634C"/>
    <w:rsid w:val="00F56C9A"/>
    <w:rsid w:val="00F60608"/>
    <w:rsid w:val="00F6068F"/>
    <w:rsid w:val="00F612CA"/>
    <w:rsid w:val="00F61C60"/>
    <w:rsid w:val="00F62A8B"/>
    <w:rsid w:val="00F62E56"/>
    <w:rsid w:val="00F62E67"/>
    <w:rsid w:val="00F62F3D"/>
    <w:rsid w:val="00F6340E"/>
    <w:rsid w:val="00F637E0"/>
    <w:rsid w:val="00F64436"/>
    <w:rsid w:val="00F64ACD"/>
    <w:rsid w:val="00F6502C"/>
    <w:rsid w:val="00F655FE"/>
    <w:rsid w:val="00F65A05"/>
    <w:rsid w:val="00F70081"/>
    <w:rsid w:val="00F717EC"/>
    <w:rsid w:val="00F7231E"/>
    <w:rsid w:val="00F7305A"/>
    <w:rsid w:val="00F7464A"/>
    <w:rsid w:val="00F74B71"/>
    <w:rsid w:val="00F7574D"/>
    <w:rsid w:val="00F76AAA"/>
    <w:rsid w:val="00F76C1B"/>
    <w:rsid w:val="00F774B1"/>
    <w:rsid w:val="00F80722"/>
    <w:rsid w:val="00F82291"/>
    <w:rsid w:val="00F82B70"/>
    <w:rsid w:val="00F82B7B"/>
    <w:rsid w:val="00F82B95"/>
    <w:rsid w:val="00F83C0B"/>
    <w:rsid w:val="00F858D0"/>
    <w:rsid w:val="00F86121"/>
    <w:rsid w:val="00F87090"/>
    <w:rsid w:val="00F87A54"/>
    <w:rsid w:val="00F87E0D"/>
    <w:rsid w:val="00F91A40"/>
    <w:rsid w:val="00F92269"/>
    <w:rsid w:val="00F925FE"/>
    <w:rsid w:val="00F926C8"/>
    <w:rsid w:val="00F9272D"/>
    <w:rsid w:val="00F92874"/>
    <w:rsid w:val="00F92AB0"/>
    <w:rsid w:val="00F92D44"/>
    <w:rsid w:val="00F93786"/>
    <w:rsid w:val="00F93F7A"/>
    <w:rsid w:val="00F942E7"/>
    <w:rsid w:val="00F9534C"/>
    <w:rsid w:val="00F9660A"/>
    <w:rsid w:val="00F96EFF"/>
    <w:rsid w:val="00F97124"/>
    <w:rsid w:val="00FA2E02"/>
    <w:rsid w:val="00FA326F"/>
    <w:rsid w:val="00FA3E72"/>
    <w:rsid w:val="00FA4404"/>
    <w:rsid w:val="00FA454F"/>
    <w:rsid w:val="00FA467B"/>
    <w:rsid w:val="00FA4F74"/>
    <w:rsid w:val="00FA5089"/>
    <w:rsid w:val="00FA5E72"/>
    <w:rsid w:val="00FA5FC6"/>
    <w:rsid w:val="00FA6D61"/>
    <w:rsid w:val="00FA7462"/>
    <w:rsid w:val="00FA78CF"/>
    <w:rsid w:val="00FA7C18"/>
    <w:rsid w:val="00FB029B"/>
    <w:rsid w:val="00FB0ED4"/>
    <w:rsid w:val="00FB1BA5"/>
    <w:rsid w:val="00FB3033"/>
    <w:rsid w:val="00FB3E05"/>
    <w:rsid w:val="00FB4DDA"/>
    <w:rsid w:val="00FB5022"/>
    <w:rsid w:val="00FB5B87"/>
    <w:rsid w:val="00FB6A40"/>
    <w:rsid w:val="00FB6AB2"/>
    <w:rsid w:val="00FB6CD0"/>
    <w:rsid w:val="00FB7289"/>
    <w:rsid w:val="00FB7AFD"/>
    <w:rsid w:val="00FB7B39"/>
    <w:rsid w:val="00FB7B87"/>
    <w:rsid w:val="00FC0549"/>
    <w:rsid w:val="00FC0692"/>
    <w:rsid w:val="00FC19DC"/>
    <w:rsid w:val="00FC2A70"/>
    <w:rsid w:val="00FC2DB4"/>
    <w:rsid w:val="00FC2EAE"/>
    <w:rsid w:val="00FC30C4"/>
    <w:rsid w:val="00FC3455"/>
    <w:rsid w:val="00FC3E7B"/>
    <w:rsid w:val="00FC4DC3"/>
    <w:rsid w:val="00FC5C6B"/>
    <w:rsid w:val="00FC70D8"/>
    <w:rsid w:val="00FC7B44"/>
    <w:rsid w:val="00FD0CF6"/>
    <w:rsid w:val="00FD0D7E"/>
    <w:rsid w:val="00FD26F2"/>
    <w:rsid w:val="00FD2B27"/>
    <w:rsid w:val="00FD2E5B"/>
    <w:rsid w:val="00FD3E4C"/>
    <w:rsid w:val="00FD5E64"/>
    <w:rsid w:val="00FD6E34"/>
    <w:rsid w:val="00FD6FDC"/>
    <w:rsid w:val="00FD7CF2"/>
    <w:rsid w:val="00FE15F5"/>
    <w:rsid w:val="00FE213A"/>
    <w:rsid w:val="00FE290C"/>
    <w:rsid w:val="00FE45D0"/>
    <w:rsid w:val="00FE4C70"/>
    <w:rsid w:val="00FE4EE6"/>
    <w:rsid w:val="00FE4F45"/>
    <w:rsid w:val="00FE56D8"/>
    <w:rsid w:val="00FE6259"/>
    <w:rsid w:val="00FE6566"/>
    <w:rsid w:val="00FE69BA"/>
    <w:rsid w:val="00FE6D36"/>
    <w:rsid w:val="00FF0570"/>
    <w:rsid w:val="00FF097E"/>
    <w:rsid w:val="00FF1E17"/>
    <w:rsid w:val="00FF279F"/>
    <w:rsid w:val="00FF3BD2"/>
    <w:rsid w:val="00FF3E49"/>
    <w:rsid w:val="00FF41D0"/>
    <w:rsid w:val="00FF4424"/>
    <w:rsid w:val="00FF4957"/>
    <w:rsid w:val="00FF65A6"/>
    <w:rsid w:val="00FF7157"/>
    <w:rsid w:val="00FF7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77CA7BE"/>
  <w15:chartTrackingRefBased/>
  <w15:docId w15:val="{44EDFFD9-AA81-45EA-86DF-DD417A1DB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0565"/>
    <w:pPr>
      <w:spacing w:line="360" w:lineRule="auto"/>
    </w:pPr>
    <w:rPr>
      <w:rFonts w:ascii="Lato" w:hAnsi="Lato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048E5"/>
    <w:pPr>
      <w:keepNext/>
      <w:pageBreakBefore/>
      <w:numPr>
        <w:numId w:val="6"/>
      </w:numPr>
      <w:spacing w:before="240" w:after="60"/>
      <w:ind w:left="431" w:hanging="431"/>
      <w:contextualSpacing/>
      <w:jc w:val="both"/>
      <w:outlineLvl w:val="0"/>
    </w:pPr>
    <w:rPr>
      <w:bCs/>
      <w:kern w:val="32"/>
      <w:sz w:val="40"/>
      <w:szCs w:val="32"/>
    </w:rPr>
  </w:style>
  <w:style w:type="paragraph" w:styleId="Nagwek2">
    <w:name w:val="heading 2"/>
    <w:basedOn w:val="Normalny"/>
    <w:next w:val="Normalny"/>
    <w:link w:val="Nagwek2Znak"/>
    <w:qFormat/>
    <w:rsid w:val="00C048E5"/>
    <w:pPr>
      <w:keepNext/>
      <w:numPr>
        <w:ilvl w:val="1"/>
        <w:numId w:val="6"/>
      </w:numPr>
      <w:tabs>
        <w:tab w:val="clear" w:pos="3371"/>
        <w:tab w:val="num" w:pos="1418"/>
      </w:tabs>
      <w:spacing w:before="240" w:after="120" w:line="400" w:lineRule="exact"/>
      <w:ind w:left="1418"/>
      <w:jc w:val="both"/>
      <w:outlineLvl w:val="1"/>
    </w:pPr>
    <w:rPr>
      <w:bCs/>
      <w:iCs/>
      <w:sz w:val="32"/>
      <w:szCs w:val="28"/>
    </w:rPr>
  </w:style>
  <w:style w:type="paragraph" w:styleId="Nagwek3">
    <w:name w:val="heading 3"/>
    <w:basedOn w:val="Normalny"/>
    <w:next w:val="Normalny"/>
    <w:link w:val="Nagwek3Znak"/>
    <w:qFormat/>
    <w:rsid w:val="00C048E5"/>
    <w:pPr>
      <w:keepNext/>
      <w:numPr>
        <w:ilvl w:val="2"/>
        <w:numId w:val="6"/>
      </w:numPr>
      <w:spacing w:before="240" w:after="120" w:line="320" w:lineRule="exact"/>
      <w:jc w:val="both"/>
      <w:outlineLvl w:val="2"/>
    </w:pPr>
    <w:rPr>
      <w:bCs/>
      <w:sz w:val="28"/>
      <w:szCs w:val="26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numPr>
        <w:ilvl w:val="3"/>
        <w:numId w:val="6"/>
      </w:numPr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048E5"/>
    <w:rPr>
      <w:rFonts w:ascii="Lato" w:hAnsi="Lato"/>
      <w:bCs/>
      <w:kern w:val="32"/>
      <w:sz w:val="40"/>
      <w:szCs w:val="32"/>
      <w:lang w:eastAsia="en-US"/>
    </w:rPr>
  </w:style>
  <w:style w:type="character" w:customStyle="1" w:styleId="Nagwek2Znak">
    <w:name w:val="Nagłówek 2 Znak"/>
    <w:link w:val="Nagwek2"/>
    <w:rsid w:val="00C048E5"/>
    <w:rPr>
      <w:rFonts w:ascii="Lato" w:hAnsi="Lato"/>
      <w:bCs/>
      <w:iCs/>
      <w:sz w:val="32"/>
      <w:szCs w:val="28"/>
      <w:lang w:eastAsia="en-US"/>
    </w:rPr>
  </w:style>
  <w:style w:type="character" w:customStyle="1" w:styleId="Nagwek3Znak">
    <w:name w:val="Nagłówek 3 Znak"/>
    <w:link w:val="Nagwek3"/>
    <w:rsid w:val="00C048E5"/>
    <w:rPr>
      <w:rFonts w:ascii="Lato" w:hAnsi="Lato"/>
      <w:bCs/>
      <w:sz w:val="28"/>
      <w:szCs w:val="26"/>
      <w:lang w:eastAsia="en-US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hAnsi="Arial Black"/>
      <w:bCs/>
      <w:sz w:val="24"/>
      <w:szCs w:val="24"/>
      <w:lang w:val="x-none" w:eastAsia="en-US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43559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hAnsi="Tahoma"/>
      <w:lang w:val="x-none" w:eastAsia="x-none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C369BB"/>
    <w:rPr>
      <w:rFonts w:ascii="Lato" w:eastAsia="Times New Roman" w:hAnsi="La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tblHeader/>
    </w:trPr>
    <w:tcPr>
      <w:shd w:val="clear" w:color="auto" w:fill="auto"/>
    </w:tcPr>
    <w:tblStylePr w:type="firstRow">
      <w:tblPr/>
      <w:tcPr>
        <w:shd w:val="clear" w:color="auto" w:fill="F2F2F2" w:themeFill="background1" w:themeFillShade="F2"/>
      </w:tcPr>
    </w:tblStylePr>
  </w:style>
  <w:style w:type="paragraph" w:customStyle="1" w:styleId="Tabelazwyky">
    <w:name w:val="Tabela zwykły"/>
    <w:basedOn w:val="Normalny"/>
    <w:qFormat/>
    <w:rsid w:val="008304F5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b/>
      <w:bCs/>
      <w:i/>
      <w:i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rsid w:val="00AE169D"/>
    <w:rPr>
      <w:b/>
      <w:bCs/>
      <w:sz w:val="22"/>
      <w:szCs w:val="22"/>
      <w:lang w:val="x-none" w:eastAsia="x-none"/>
    </w:rPr>
  </w:style>
  <w:style w:type="character" w:customStyle="1" w:styleId="Nagwek7Znak">
    <w:name w:val="Nagłówek 7 Znak"/>
    <w:link w:val="Nagwek7"/>
    <w:rsid w:val="00AE169D"/>
    <w:rPr>
      <w:sz w:val="24"/>
      <w:szCs w:val="24"/>
      <w:lang w:val="x-none" w:eastAsia="x-none"/>
    </w:rPr>
  </w:style>
  <w:style w:type="character" w:customStyle="1" w:styleId="Nagwek8Znak">
    <w:name w:val="Nagłówek 8 Znak"/>
    <w:link w:val="Nagwek8"/>
    <w:rsid w:val="00AE169D"/>
    <w:rPr>
      <w:i/>
      <w:iCs/>
      <w:sz w:val="24"/>
      <w:szCs w:val="24"/>
      <w:lang w:val="x-none" w:eastAsia="x-none"/>
    </w:rPr>
  </w:style>
  <w:style w:type="character" w:customStyle="1" w:styleId="Nagwek9Znak">
    <w:name w:val="Nagłówek 9 Znak"/>
    <w:link w:val="Nagwek9"/>
    <w:rsid w:val="00AE169D"/>
    <w:rPr>
      <w:rFonts w:ascii="Arial" w:hAnsi="Arial"/>
      <w:sz w:val="22"/>
      <w:szCs w:val="22"/>
      <w:lang w:val="x-none" w:eastAsia="x-none"/>
    </w:rPr>
  </w:style>
  <w:style w:type="paragraph" w:styleId="Tytu">
    <w:name w:val="Title"/>
    <w:basedOn w:val="Normalny"/>
    <w:next w:val="Normalny"/>
    <w:link w:val="TytuZnak"/>
    <w:uiPriority w:val="10"/>
    <w:qFormat/>
    <w:rsid w:val="0042696D"/>
    <w:pPr>
      <w:ind w:left="1134"/>
    </w:pPr>
    <w:rPr>
      <w:rFonts w:ascii="Cambria" w:hAnsi="Cambria"/>
      <w:b/>
      <w:sz w:val="48"/>
      <w:szCs w:val="48"/>
      <w:lang w:val="x-none"/>
    </w:rPr>
  </w:style>
  <w:style w:type="character" w:customStyle="1" w:styleId="TytuZnak">
    <w:name w:val="Tytuł Znak"/>
    <w:link w:val="Tytu"/>
    <w:uiPriority w:val="10"/>
    <w:rsid w:val="0042696D"/>
    <w:rPr>
      <w:b/>
      <w:sz w:val="48"/>
      <w:szCs w:val="48"/>
      <w:lang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uiPriority w:val="39"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qFormat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sz w:val="18"/>
      <w:szCs w:val="28"/>
      <w:lang w:val="x-none" w:eastAsia="x-none"/>
    </w:rPr>
  </w:style>
  <w:style w:type="paragraph" w:styleId="Legenda">
    <w:name w:val="caption"/>
    <w:basedOn w:val="Normalny"/>
    <w:next w:val="Normalny"/>
    <w:qFormat/>
    <w:rsid w:val="00904E12"/>
    <w:pPr>
      <w:spacing w:before="180" w:after="60"/>
    </w:pPr>
    <w:rPr>
      <w:bCs/>
      <w:sz w:val="22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uiPriority w:val="39"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qFormat/>
    <w:rsid w:val="00F9660A"/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character" w:customStyle="1" w:styleId="ZnakZnak11">
    <w:name w:val="Znak Znak11"/>
    <w:locked/>
    <w:rsid w:val="002F6148"/>
    <w:rPr>
      <w:rFonts w:ascii="Arial Black" w:eastAsia="Cambria" w:hAnsi="Arial Black"/>
      <w:bCs/>
      <w:sz w:val="28"/>
      <w:szCs w:val="26"/>
      <w:lang w:val="x-none" w:eastAsia="en-US" w:bidi="ar-SA"/>
    </w:rPr>
  </w:style>
  <w:style w:type="paragraph" w:customStyle="1" w:styleId="Schema-Description">
    <w:name w:val="Schema-Description"/>
    <w:basedOn w:val="Normalny"/>
    <w:rsid w:val="002F6148"/>
    <w:pPr>
      <w:spacing w:before="100" w:beforeAutospacing="1" w:after="100" w:afterAutospacing="1"/>
    </w:pPr>
    <w:rPr>
      <w:rFonts w:ascii="Bookman Old Style" w:eastAsia="Times New Roman" w:hAnsi="Bookman Old Style"/>
      <w:sz w:val="20"/>
      <w:szCs w:val="20"/>
      <w:lang w:eastAsia="pl-PL"/>
    </w:rPr>
  </w:style>
  <w:style w:type="character" w:styleId="UyteHipercze">
    <w:name w:val="FollowedHyperlink"/>
    <w:rsid w:val="0013767E"/>
    <w:rPr>
      <w:color w:val="800080"/>
      <w:u w:val="single"/>
    </w:rPr>
  </w:style>
  <w:style w:type="character" w:customStyle="1" w:styleId="ZnakZnak12">
    <w:name w:val="Znak Znak12"/>
    <w:locked/>
    <w:rsid w:val="0013767E"/>
    <w:rPr>
      <w:rFonts w:ascii="Arial Black" w:eastAsia="Cambria" w:hAnsi="Arial Black"/>
      <w:bCs/>
      <w:iCs/>
      <w:sz w:val="32"/>
      <w:szCs w:val="28"/>
      <w:lang w:val="x-none" w:eastAsia="en-US" w:bidi="ar-SA"/>
    </w:rPr>
  </w:style>
  <w:style w:type="character" w:customStyle="1" w:styleId="ZnakZnak10">
    <w:name w:val="Znak Znak10"/>
    <w:locked/>
    <w:rsid w:val="0013767E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ZnakZnak9">
    <w:name w:val="Znak Znak9"/>
    <w:locked/>
    <w:rsid w:val="0013767E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ZnakZnak8">
    <w:name w:val="Znak Znak8"/>
    <w:locked/>
    <w:rsid w:val="0013767E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ZnakZnak6">
    <w:name w:val="Znak Znak6"/>
    <w:locked/>
    <w:rsid w:val="0013767E"/>
    <w:rPr>
      <w:rFonts w:ascii="Arial" w:eastAsia="Cambria" w:hAnsi="Arial"/>
      <w:sz w:val="22"/>
      <w:szCs w:val="22"/>
      <w:lang w:val="x-none" w:eastAsia="x-none" w:bidi="ar-SA"/>
    </w:rPr>
  </w:style>
  <w:style w:type="character" w:customStyle="1" w:styleId="ZnakZnak3">
    <w:name w:val="Znak Znak3"/>
    <w:locked/>
    <w:rsid w:val="0013767E"/>
    <w:rPr>
      <w:rFonts w:ascii="Tahoma" w:eastAsia="Calibri" w:hAnsi="Tahoma" w:cs="Tahoma"/>
      <w:lang w:val="x-none" w:eastAsia="en-US" w:bidi="ar-SA"/>
    </w:rPr>
  </w:style>
  <w:style w:type="character" w:customStyle="1" w:styleId="ZnakZnak5">
    <w:name w:val="Znak Znak5"/>
    <w:locked/>
    <w:rsid w:val="0013767E"/>
    <w:rPr>
      <w:rFonts w:ascii="Cambria" w:eastAsia="Cambria" w:hAnsi="Cambria"/>
      <w:sz w:val="24"/>
      <w:szCs w:val="24"/>
      <w:lang w:val="pl-PL" w:eastAsia="en-US" w:bidi="ar-SA"/>
    </w:rPr>
  </w:style>
  <w:style w:type="character" w:customStyle="1" w:styleId="ZnakZnak1">
    <w:name w:val="Znak Znak1"/>
    <w:locked/>
    <w:rsid w:val="0013767E"/>
    <w:rPr>
      <w:rFonts w:ascii="Cambria" w:eastAsia="Cambria" w:hAnsi="Cambria"/>
      <w:b/>
      <w:sz w:val="48"/>
      <w:szCs w:val="48"/>
      <w:lang w:val="x-none" w:eastAsia="en-US" w:bidi="ar-SA"/>
    </w:rPr>
  </w:style>
  <w:style w:type="character" w:customStyle="1" w:styleId="ZnakZnak2">
    <w:name w:val="Znak Znak2"/>
    <w:locked/>
    <w:rsid w:val="0013767E"/>
    <w:rPr>
      <w:rFonts w:ascii="Cambria" w:eastAsia="Cambria" w:hAnsi="Cambria"/>
      <w:sz w:val="24"/>
      <w:szCs w:val="24"/>
      <w:lang w:val="x-none" w:eastAsia="en-US" w:bidi="ar-SA"/>
    </w:rPr>
  </w:style>
  <w:style w:type="character" w:customStyle="1" w:styleId="ZnakZnak">
    <w:name w:val="Znak Znak"/>
    <w:semiHidden/>
    <w:locked/>
    <w:rsid w:val="0013767E"/>
    <w:rPr>
      <w:rFonts w:ascii="Courier New" w:hAnsi="Courier New" w:cs="Courier New"/>
      <w:lang w:val="x-none" w:eastAsia="x-none" w:bidi="ar-SA"/>
    </w:rPr>
  </w:style>
  <w:style w:type="character" w:customStyle="1" w:styleId="ZnakZnak4">
    <w:name w:val="Znak Znak4"/>
    <w:semiHidden/>
    <w:locked/>
    <w:rsid w:val="0013767E"/>
    <w:rPr>
      <w:rFonts w:ascii="Tahoma" w:eastAsia="Cambria" w:hAnsi="Tahoma" w:cs="Tahoma"/>
      <w:sz w:val="16"/>
      <w:szCs w:val="16"/>
      <w:lang w:val="x-none" w:eastAsia="x-none" w:bidi="ar-SA"/>
    </w:rPr>
  </w:style>
  <w:style w:type="paragraph" w:customStyle="1" w:styleId="Z2-Normalnypogrubiony">
    <w:name w:val="Z2-Normalny pogrubiony"/>
    <w:basedOn w:val="Normalny"/>
    <w:next w:val="Normalny"/>
    <w:rsid w:val="0013767E"/>
    <w:pPr>
      <w:spacing w:before="120" w:after="120"/>
    </w:pPr>
    <w:rPr>
      <w:b/>
    </w:rPr>
  </w:style>
  <w:style w:type="character" w:customStyle="1" w:styleId="Z2tabelatekstZnak">
    <w:name w:val="Z2_tabela_tekst Znak"/>
    <w:link w:val="Z2tabelatekst"/>
    <w:rsid w:val="00C833B2"/>
    <w:rPr>
      <w:rFonts w:ascii="Arial" w:eastAsia="Times New Roman" w:hAnsi="Arial"/>
      <w:sz w:val="18"/>
      <w:szCs w:val="28"/>
    </w:rPr>
  </w:style>
  <w:style w:type="character" w:customStyle="1" w:styleId="poleodsylacz">
    <w:name w:val="pole_odsylacz"/>
    <w:uiPriority w:val="1"/>
    <w:qFormat/>
    <w:rsid w:val="006C3F77"/>
    <w:rPr>
      <w:rFonts w:ascii="Courier New" w:hAnsi="Courier New" w:cs="Courier New"/>
      <w:noProof/>
      <w:color w:val="4472C4"/>
      <w:sz w:val="18"/>
      <w:szCs w:val="18"/>
      <w:u w:val="single"/>
      <w:lang w:val="en-US"/>
    </w:rPr>
  </w:style>
  <w:style w:type="character" w:customStyle="1" w:styleId="polegwne">
    <w:name w:val="pole_główne"/>
    <w:uiPriority w:val="1"/>
    <w:qFormat/>
    <w:rsid w:val="006C3F77"/>
    <w:rPr>
      <w:rFonts w:ascii="Courier New" w:hAnsi="Courier New" w:cs="Courier New"/>
      <w:b/>
      <w:noProof/>
      <w:sz w:val="18"/>
      <w:szCs w:val="18"/>
      <w:lang w:val="en-US"/>
    </w:rPr>
  </w:style>
  <w:style w:type="character" w:customStyle="1" w:styleId="pole">
    <w:name w:val="pole"/>
    <w:uiPriority w:val="1"/>
    <w:qFormat/>
    <w:rsid w:val="006C3F77"/>
    <w:rPr>
      <w:rFonts w:ascii="Courier New" w:hAnsi="Courier New" w:cs="Courier New"/>
      <w:noProof/>
      <w:sz w:val="18"/>
      <w:szCs w:val="18"/>
      <w:lang w:val="en-US"/>
    </w:rPr>
  </w:style>
  <w:style w:type="paragraph" w:customStyle="1" w:styleId="PJPtabelatekst">
    <w:name w:val="PJP_tabela_tekst"/>
    <w:basedOn w:val="Nagwek"/>
    <w:link w:val="PJPtabelatekstZnak"/>
    <w:rsid w:val="00035006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035006"/>
    <w:rPr>
      <w:rFonts w:ascii="Arial" w:hAnsi="Arial"/>
      <w:sz w:val="18"/>
      <w:szCs w:val="28"/>
    </w:rPr>
  </w:style>
  <w:style w:type="character" w:styleId="Nierozpoznanawzmianka">
    <w:name w:val="Unresolved Mention"/>
    <w:uiPriority w:val="99"/>
    <w:semiHidden/>
    <w:unhideWhenUsed/>
    <w:rsid w:val="00A45232"/>
    <w:rPr>
      <w:color w:val="808080"/>
      <w:shd w:val="clear" w:color="auto" w:fill="E6E6E6"/>
    </w:rPr>
  </w:style>
  <w:style w:type="table" w:styleId="Siatkatabelijasna">
    <w:name w:val="Grid Table Light"/>
    <w:basedOn w:val="Standardowy"/>
    <w:uiPriority w:val="40"/>
    <w:rsid w:val="006F610A"/>
    <w:rPr>
      <w:rFonts w:ascii="Lato" w:hAnsi="Lato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tblPr/>
      <w:trPr>
        <w:tblHeader/>
      </w:trPr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7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2DCAF8-05E3-4F1C-98EC-7036BCA43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3042</TotalTime>
  <Pages>116</Pages>
  <Words>22099</Words>
  <Characters>175486</Characters>
  <Application>Microsoft Office Word</Application>
  <DocSecurity>0</DocSecurity>
  <Lines>1462</Lines>
  <Paragraphs>394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podmiotów w zakresie elektronicznej obsługi deklaracji dla podatku akcyzowego AKC-4/AKC-4zo</vt:lpstr>
    </vt:vector>
  </TitlesOfParts>
  <Company>Asseco Poland SA.</Company>
  <LinksUpToDate>false</LinksUpToDate>
  <CharactersWithSpaces>197191</CharactersWithSpaces>
  <SharedDoc>false</SharedDoc>
  <HLinks>
    <vt:vector size="624" baseType="variant">
      <vt:variant>
        <vt:i4>983118</vt:i4>
      </vt:variant>
      <vt:variant>
        <vt:i4>1191</vt:i4>
      </vt:variant>
      <vt:variant>
        <vt:i4>0</vt:i4>
      </vt:variant>
      <vt:variant>
        <vt:i4>5</vt:i4>
      </vt:variant>
      <vt:variant>
        <vt:lpwstr>http://www.e-clo.pl/ZEFIR2/eZefir2/xsd/Types.xsd</vt:lpwstr>
      </vt:variant>
      <vt:variant>
        <vt:lpwstr/>
      </vt:variant>
      <vt:variant>
        <vt:i4>1703969</vt:i4>
      </vt:variant>
      <vt:variant>
        <vt:i4>651</vt:i4>
      </vt:variant>
      <vt:variant>
        <vt:i4>0</vt:i4>
      </vt:variant>
      <vt:variant>
        <vt:i4>5</vt:i4>
      </vt:variant>
      <vt:variant>
        <vt:lpwstr>http://www.e-clo.pl/ZEFIR2/eZefir2/xsd/v3_0/Trader.xsd</vt:lpwstr>
      </vt:variant>
      <vt:variant>
        <vt:lpwstr/>
      </vt:variant>
      <vt:variant>
        <vt:i4>5242904</vt:i4>
      </vt:variant>
      <vt:variant>
        <vt:i4>648</vt:i4>
      </vt:variant>
      <vt:variant>
        <vt:i4>0</vt:i4>
      </vt:variant>
      <vt:variant>
        <vt:i4>5</vt:i4>
      </vt:variant>
      <vt:variant>
        <vt:lpwstr>http://www.w3.org/2000/09/xmldsig</vt:lpwstr>
      </vt:variant>
      <vt:variant>
        <vt:lpwstr/>
      </vt:variant>
      <vt:variant>
        <vt:i4>2359305</vt:i4>
      </vt:variant>
      <vt:variant>
        <vt:i4>623</vt:i4>
      </vt:variant>
      <vt:variant>
        <vt:i4>0</vt:i4>
      </vt:variant>
      <vt:variant>
        <vt:i4>5</vt:i4>
      </vt:variant>
      <vt:variant>
        <vt:lpwstr/>
      </vt:variant>
      <vt:variant>
        <vt:lpwstr>_Toc268336</vt:lpwstr>
      </vt:variant>
      <vt:variant>
        <vt:i4>2555913</vt:i4>
      </vt:variant>
      <vt:variant>
        <vt:i4>617</vt:i4>
      </vt:variant>
      <vt:variant>
        <vt:i4>0</vt:i4>
      </vt:variant>
      <vt:variant>
        <vt:i4>5</vt:i4>
      </vt:variant>
      <vt:variant>
        <vt:lpwstr/>
      </vt:variant>
      <vt:variant>
        <vt:lpwstr>_Toc268335</vt:lpwstr>
      </vt:variant>
      <vt:variant>
        <vt:i4>2490377</vt:i4>
      </vt:variant>
      <vt:variant>
        <vt:i4>611</vt:i4>
      </vt:variant>
      <vt:variant>
        <vt:i4>0</vt:i4>
      </vt:variant>
      <vt:variant>
        <vt:i4>5</vt:i4>
      </vt:variant>
      <vt:variant>
        <vt:lpwstr/>
      </vt:variant>
      <vt:variant>
        <vt:lpwstr>_Toc268334</vt:lpwstr>
      </vt:variant>
      <vt:variant>
        <vt:i4>2162697</vt:i4>
      </vt:variant>
      <vt:variant>
        <vt:i4>605</vt:i4>
      </vt:variant>
      <vt:variant>
        <vt:i4>0</vt:i4>
      </vt:variant>
      <vt:variant>
        <vt:i4>5</vt:i4>
      </vt:variant>
      <vt:variant>
        <vt:lpwstr/>
      </vt:variant>
      <vt:variant>
        <vt:lpwstr>_Toc268333</vt:lpwstr>
      </vt:variant>
      <vt:variant>
        <vt:i4>2097161</vt:i4>
      </vt:variant>
      <vt:variant>
        <vt:i4>599</vt:i4>
      </vt:variant>
      <vt:variant>
        <vt:i4>0</vt:i4>
      </vt:variant>
      <vt:variant>
        <vt:i4>5</vt:i4>
      </vt:variant>
      <vt:variant>
        <vt:lpwstr/>
      </vt:variant>
      <vt:variant>
        <vt:lpwstr>_Toc268332</vt:lpwstr>
      </vt:variant>
      <vt:variant>
        <vt:i4>2293769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_Toc268331</vt:lpwstr>
      </vt:variant>
      <vt:variant>
        <vt:i4>2228233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_Toc268330</vt:lpwstr>
      </vt:variant>
      <vt:variant>
        <vt:i4>2818056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_Toc268329</vt:lpwstr>
      </vt:variant>
      <vt:variant>
        <vt:i4>2752520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_Toc268328</vt:lpwstr>
      </vt:variant>
      <vt:variant>
        <vt:i4>2424840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_Toc268327</vt:lpwstr>
      </vt:variant>
      <vt:variant>
        <vt:i4>2359304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_Toc268326</vt:lpwstr>
      </vt:variant>
      <vt:variant>
        <vt:i4>2555912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_Toc268325</vt:lpwstr>
      </vt:variant>
      <vt:variant>
        <vt:i4>2490376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_Toc268324</vt:lpwstr>
      </vt:variant>
      <vt:variant>
        <vt:i4>2162696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_Toc268323</vt:lpwstr>
      </vt:variant>
      <vt:variant>
        <vt:i4>2097160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_Toc268322</vt:lpwstr>
      </vt:variant>
      <vt:variant>
        <vt:i4>2293768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_Toc268321</vt:lpwstr>
      </vt:variant>
      <vt:variant>
        <vt:i4>2228232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_Toc268320</vt:lpwstr>
      </vt:variant>
      <vt:variant>
        <vt:i4>2818059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_Toc268319</vt:lpwstr>
      </vt:variant>
      <vt:variant>
        <vt:i4>2752523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_Toc268318</vt:lpwstr>
      </vt:variant>
      <vt:variant>
        <vt:i4>2424843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_Toc268317</vt:lpwstr>
      </vt:variant>
      <vt:variant>
        <vt:i4>2359307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_Toc268316</vt:lpwstr>
      </vt:variant>
      <vt:variant>
        <vt:i4>2555915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_Toc268315</vt:lpwstr>
      </vt:variant>
      <vt:variant>
        <vt:i4>2490379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_Toc268314</vt:lpwstr>
      </vt:variant>
      <vt:variant>
        <vt:i4>2162699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_Toc268313</vt:lpwstr>
      </vt:variant>
      <vt:variant>
        <vt:i4>2097163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_Toc268312</vt:lpwstr>
      </vt:variant>
      <vt:variant>
        <vt:i4>2293771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_Toc268311</vt:lpwstr>
      </vt:variant>
      <vt:variant>
        <vt:i4>2228235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_Toc268310</vt:lpwstr>
      </vt:variant>
      <vt:variant>
        <vt:i4>2818058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_Toc268309</vt:lpwstr>
      </vt:variant>
      <vt:variant>
        <vt:i4>2752522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_Toc268308</vt:lpwstr>
      </vt:variant>
      <vt:variant>
        <vt:i4>2424842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_Toc268307</vt:lpwstr>
      </vt:variant>
      <vt:variant>
        <vt:i4>2359306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_Toc268306</vt:lpwstr>
      </vt:variant>
      <vt:variant>
        <vt:i4>2555914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_Toc268305</vt:lpwstr>
      </vt:variant>
      <vt:variant>
        <vt:i4>2490378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_Toc268304</vt:lpwstr>
      </vt:variant>
      <vt:variant>
        <vt:i4>2162698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_Toc268303</vt:lpwstr>
      </vt:variant>
      <vt:variant>
        <vt:i4>2097162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_Toc268302</vt:lpwstr>
      </vt:variant>
      <vt:variant>
        <vt:i4>2293770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_Toc268301</vt:lpwstr>
      </vt:variant>
      <vt:variant>
        <vt:i4>2228234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_Toc268300</vt:lpwstr>
      </vt:variant>
      <vt:variant>
        <vt:i4>2752515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_Toc268299</vt:lpwstr>
      </vt:variant>
      <vt:variant>
        <vt:i4>2818051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_Toc268298</vt:lpwstr>
      </vt:variant>
      <vt:variant>
        <vt:i4>2359299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_Toc268297</vt:lpwstr>
      </vt:variant>
      <vt:variant>
        <vt:i4>2424835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_Toc268296</vt:lpwstr>
      </vt:variant>
      <vt:variant>
        <vt:i4>2490371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_Toc268295</vt:lpwstr>
      </vt:variant>
      <vt:variant>
        <vt:i4>2555907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_Toc268294</vt:lpwstr>
      </vt:variant>
      <vt:variant>
        <vt:i4>2097155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_Toc268293</vt:lpwstr>
      </vt:variant>
      <vt:variant>
        <vt:i4>2162691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_Toc268292</vt:lpwstr>
      </vt:variant>
      <vt:variant>
        <vt:i4>2228227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_Toc268291</vt:lpwstr>
      </vt:variant>
      <vt:variant>
        <vt:i4>2293763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_Toc268290</vt:lpwstr>
      </vt:variant>
      <vt:variant>
        <vt:i4>2752514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_Toc268289</vt:lpwstr>
      </vt:variant>
      <vt:variant>
        <vt:i4>2818050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_Toc268288</vt:lpwstr>
      </vt:variant>
      <vt:variant>
        <vt:i4>2359298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_Toc268287</vt:lpwstr>
      </vt:variant>
      <vt:variant>
        <vt:i4>2424834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_Toc268286</vt:lpwstr>
      </vt:variant>
      <vt:variant>
        <vt:i4>2490370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_Toc268285</vt:lpwstr>
      </vt:variant>
      <vt:variant>
        <vt:i4>2555906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_Toc268284</vt:lpwstr>
      </vt:variant>
      <vt:variant>
        <vt:i4>2097154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_Toc268283</vt:lpwstr>
      </vt:variant>
      <vt:variant>
        <vt:i4>2162690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_Toc268282</vt:lpwstr>
      </vt:variant>
      <vt:variant>
        <vt:i4>2228226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_Toc268281</vt:lpwstr>
      </vt:variant>
      <vt:variant>
        <vt:i4>2293762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_Toc268280</vt:lpwstr>
      </vt:variant>
      <vt:variant>
        <vt:i4>2752525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_Toc268279</vt:lpwstr>
      </vt:variant>
      <vt:variant>
        <vt:i4>2818061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_Toc268278</vt:lpwstr>
      </vt:variant>
      <vt:variant>
        <vt:i4>2359309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_Toc268277</vt:lpwstr>
      </vt:variant>
      <vt:variant>
        <vt:i4>2424845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_Toc268276</vt:lpwstr>
      </vt:variant>
      <vt:variant>
        <vt:i4>2490381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_Toc268275</vt:lpwstr>
      </vt:variant>
      <vt:variant>
        <vt:i4>2555917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_Toc268274</vt:lpwstr>
      </vt:variant>
      <vt:variant>
        <vt:i4>2097165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_Toc268273</vt:lpwstr>
      </vt:variant>
      <vt:variant>
        <vt:i4>2162701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_Toc268272</vt:lpwstr>
      </vt:variant>
      <vt:variant>
        <vt:i4>2228237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_Toc268271</vt:lpwstr>
      </vt:variant>
      <vt:variant>
        <vt:i4>2293773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_Toc268270</vt:lpwstr>
      </vt:variant>
      <vt:variant>
        <vt:i4>2752524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_Toc268269</vt:lpwstr>
      </vt:variant>
      <vt:variant>
        <vt:i4>2818060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_Toc268268</vt:lpwstr>
      </vt:variant>
      <vt:variant>
        <vt:i4>2359308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_Toc268267</vt:lpwstr>
      </vt:variant>
      <vt:variant>
        <vt:i4>2424844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_Toc268266</vt:lpwstr>
      </vt:variant>
      <vt:variant>
        <vt:i4>2490380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_Toc268265</vt:lpwstr>
      </vt:variant>
      <vt:variant>
        <vt:i4>2555916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_Toc268264</vt:lpwstr>
      </vt:variant>
      <vt:variant>
        <vt:i4>2097164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_Toc268263</vt:lpwstr>
      </vt:variant>
      <vt:variant>
        <vt:i4>2162700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_Toc268262</vt:lpwstr>
      </vt:variant>
      <vt:variant>
        <vt:i4>2228236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_Toc268261</vt:lpwstr>
      </vt:variant>
      <vt:variant>
        <vt:i4>2293772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_Toc268260</vt:lpwstr>
      </vt:variant>
      <vt:variant>
        <vt:i4>2752527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_Toc268259</vt:lpwstr>
      </vt:variant>
      <vt:variant>
        <vt:i4>2818063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_Toc268258</vt:lpwstr>
      </vt:variant>
      <vt:variant>
        <vt:i4>2359311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_Toc268257</vt:lpwstr>
      </vt:variant>
      <vt:variant>
        <vt:i4>2424847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_Toc268256</vt:lpwstr>
      </vt:variant>
      <vt:variant>
        <vt:i4>2490383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_Toc268255</vt:lpwstr>
      </vt:variant>
      <vt:variant>
        <vt:i4>2555919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_Toc268254</vt:lpwstr>
      </vt:variant>
      <vt:variant>
        <vt:i4>2097167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_Toc268253</vt:lpwstr>
      </vt:variant>
      <vt:variant>
        <vt:i4>2162703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_Toc268252</vt:lpwstr>
      </vt:variant>
      <vt:variant>
        <vt:i4>2228239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_Toc268251</vt:lpwstr>
      </vt:variant>
      <vt:variant>
        <vt:i4>2293775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_Toc268250</vt:lpwstr>
      </vt:variant>
      <vt:variant>
        <vt:i4>2752526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_Toc268249</vt:lpwstr>
      </vt:variant>
      <vt:variant>
        <vt:i4>2818062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_Toc268248</vt:lpwstr>
      </vt:variant>
      <vt:variant>
        <vt:i4>2359310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_Toc268247</vt:lpwstr>
      </vt:variant>
      <vt:variant>
        <vt:i4>2424846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_Toc268246</vt:lpwstr>
      </vt:variant>
      <vt:variant>
        <vt:i4>2490382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_Toc268245</vt:lpwstr>
      </vt:variant>
      <vt:variant>
        <vt:i4>2555918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_Toc268244</vt:lpwstr>
      </vt:variant>
      <vt:variant>
        <vt:i4>2097166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_Toc268243</vt:lpwstr>
      </vt:variant>
      <vt:variant>
        <vt:i4>2162702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_Toc268242</vt:lpwstr>
      </vt:variant>
      <vt:variant>
        <vt:i4>2228238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_Toc268241</vt:lpwstr>
      </vt:variant>
      <vt:variant>
        <vt:i4>2293774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_Toc268240</vt:lpwstr>
      </vt:variant>
      <vt:variant>
        <vt:i4>2752521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_Toc268239</vt:lpwstr>
      </vt:variant>
      <vt:variant>
        <vt:i4>2818057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_Toc268238</vt:lpwstr>
      </vt:variant>
      <vt:variant>
        <vt:i4>2359305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_Toc268237</vt:lpwstr>
      </vt:variant>
      <vt:variant>
        <vt:i4>2424841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_Toc268236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podmiotów w zakresie elektronicznej obsługi deklaracji dla podatku akcyzowego AKC-4/AKC-4zo</dc:title>
  <dc:subject/>
  <dc:creator/>
  <cp:keywords>ZEFIR2;PUESC</cp:keywords>
  <cp:lastModifiedBy>Kolano Piotr</cp:lastModifiedBy>
  <cp:revision>65</cp:revision>
  <cp:lastPrinted>2013-01-03T11:52:00Z</cp:lastPrinted>
  <dcterms:created xsi:type="dcterms:W3CDTF">2024-09-19T08:07:00Z</dcterms:created>
  <dcterms:modified xsi:type="dcterms:W3CDTF">2024-11-20T11:06:00Z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1.10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ZF2-PWT-KXML-AKC4</vt:lpwstr>
  </property>
  <property fmtid="{D5CDD505-2E9C-101B-9397-08002B2CF9AE}" pid="5" name="MFCATEGORY">
    <vt:lpwstr>InformacjePubliczneInformacjeSektoraPublicznego</vt:lpwstr>
  </property>
  <property fmtid="{D5CDD505-2E9C-101B-9397-08002B2CF9AE}" pid="6" name="MFClassifiedBy">
    <vt:lpwstr>UxC4dwLulzfINJ8nQH+xvX5LNGipWa4BRSZhPgxsCvkAB8acno5n9rgnQdlaW7MbUHrNB60P67R0xFWskLGPWg==</vt:lpwstr>
  </property>
  <property fmtid="{D5CDD505-2E9C-101B-9397-08002B2CF9AE}" pid="7" name="MFClassificationDate">
    <vt:lpwstr>2024-09-19T10:06:32.4030277+02:00</vt:lpwstr>
  </property>
  <property fmtid="{D5CDD505-2E9C-101B-9397-08002B2CF9AE}" pid="8" name="MFClassifiedBySID">
    <vt:lpwstr>UxC4dwLulzfINJ8nQH+xvX5LNGipWa4BRSZhPgxsCvm42mrIC/DSDv0ggS+FjUN/2v1BBotkLlY5aAiEhoi6ue69J5DZxMd7boivOf/45Sh0VhLlvcryH9b417pLZfK+</vt:lpwstr>
  </property>
  <property fmtid="{D5CDD505-2E9C-101B-9397-08002B2CF9AE}" pid="9" name="MFGRNItemId">
    <vt:lpwstr>GRN-9625df0c-d159-43f4-8980-2bf96253c747</vt:lpwstr>
  </property>
  <property fmtid="{D5CDD505-2E9C-101B-9397-08002B2CF9AE}" pid="10" name="MFHash">
    <vt:lpwstr>HOJJl28FvpUtLUFLa79Pe7Db2gXdzVSpvzcR2ME6XhI=</vt:lpwstr>
  </property>
  <property fmtid="{D5CDD505-2E9C-101B-9397-08002B2CF9AE}" pid="11" name="MFVisualMarkingsSettings">
    <vt:lpwstr>HeaderAlignment=1;FooterAlignment=1</vt:lpwstr>
  </property>
  <property fmtid="{D5CDD505-2E9C-101B-9397-08002B2CF9AE}" pid="12" name="DLPManualFileClassification">
    <vt:lpwstr>{2755b7d9-e53d-4779-a40c-03797dcf43b3}</vt:lpwstr>
  </property>
  <property fmtid="{D5CDD505-2E9C-101B-9397-08002B2CF9AE}" pid="13" name="MFRefresh">
    <vt:lpwstr>False</vt:lpwstr>
  </property>
</Properties>
</file>